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FB2" w:rsidRPr="00971256" w:rsidRDefault="00CC1AAB" w:rsidP="00107A46">
      <w:pPr>
        <w:pStyle w:val="libCenter"/>
      </w:pPr>
      <w:r w:rsidRPr="00CC1AAB">
        <w:rPr>
          <w:rtl/>
        </w:rPr>
        <w:drawing>
          <wp:inline distT="0" distB="0" distL="0" distR="0">
            <wp:extent cx="5621426" cy="7951622"/>
            <wp:effectExtent l="0" t="0" r="0" b="0"/>
            <wp:docPr id="1" name="Picture 1" descr="L:\New_kar\1439\zil_qadeh_1439\toba_aghoush_e_remat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zil_qadeh_1439\toba_aghoush_e_remat\00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6740" cy="79732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A96ED8">
        <w:rPr>
          <w:rFonts w:hint="cs"/>
          <w:rtl/>
          <w:lang w:bidi="ur-PK"/>
        </w:rPr>
        <w:t xml:space="preserve">میں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7F7B4E" w:rsidRDefault="00E7750F" w:rsidP="007F7B4E">
      <w:pPr>
        <w:pStyle w:val="libNormal"/>
        <w:rPr>
          <w:rtl/>
        </w:rPr>
      </w:pPr>
      <w:r>
        <w:rPr>
          <w:rtl/>
        </w:rPr>
        <w:br w:type="page"/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476253" w:rsidRDefault="00476253" w:rsidP="00D94254">
      <w:pPr>
        <w:pStyle w:val="libCenterBold2"/>
        <w:rPr>
          <w:rtl/>
          <w:lang w:bidi="ur-PK"/>
        </w:rPr>
      </w:pPr>
      <w:r>
        <w:rPr>
          <w:rtl/>
          <w:lang w:bidi="ur-PK"/>
        </w:rPr>
        <w:t xml:space="preserve">کتاب:توبہ؛ آغوش رحمت </w:t>
      </w:r>
    </w:p>
    <w:p w:rsidR="00476253" w:rsidRDefault="00476253" w:rsidP="00D94254">
      <w:pPr>
        <w:pStyle w:val="libCenterBold2"/>
        <w:rPr>
          <w:rtl/>
          <w:lang w:bidi="ur-PK"/>
        </w:rPr>
      </w:pPr>
      <w:r>
        <w:rPr>
          <w:rtl/>
          <w:lang w:bidi="ur-PK"/>
        </w:rPr>
        <w:t>مؤلف:استادحس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انصار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</w:t>
      </w:r>
    </w:p>
    <w:p w:rsidR="0062111B" w:rsidRDefault="0062111B" w:rsidP="006F6A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0" w:name="_Toc520983937"/>
      <w:r>
        <w:rPr>
          <w:rFonts w:hint="eastAsia"/>
          <w:rtl/>
          <w:lang w:bidi="ur-PK"/>
        </w:rPr>
        <w:t>عرض</w:t>
      </w:r>
      <w:r>
        <w:rPr>
          <w:rtl/>
          <w:lang w:bidi="ur-PK"/>
        </w:rPr>
        <w:t xml:space="preserve"> ناشر</w:t>
      </w:r>
      <w:bookmarkEnd w:id="0"/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نفس</w:t>
      </w:r>
      <w:r>
        <w:rPr>
          <w:rtl/>
          <w:lang w:bidi="ur-PK"/>
        </w:rPr>
        <w:t xml:space="preserve"> کو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محفوظ رکھتے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اس کو امن و امان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رکھنا،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و فکر کو گند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افکار سے بچانا،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وںکو</w:t>
      </w:r>
      <w:r>
        <w:rPr>
          <w:rtl/>
          <w:lang w:bidi="ur-PK"/>
        </w:rPr>
        <w:t xml:space="preserve"> حاصل کرنا، کمال کے درجات تک پہنچنا،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شرافت تک دست 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کرنا،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کمالات کو حاصل کرنا،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حقائق کا علم حاصل کرنا،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و کرم کے مرکز سے متصل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قرب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مقام تک پھونچنا،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کے دائرہ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کر فنا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فضائل و شرافت کو حاصل کرنا اور سعادتِ آخرت کے بلند درجہ تک پھونچنا، غرض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کو حاصل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مگر گ</w:t>
      </w:r>
      <w:r>
        <w:rPr>
          <w:rFonts w:hint="eastAsia"/>
          <w:rtl/>
          <w:lang w:bidi="ur-PK"/>
        </w:rPr>
        <w:t>ناھوں</w:t>
      </w:r>
      <w:r>
        <w:rPr>
          <w:rtl/>
          <w:lang w:bidi="ur-PK"/>
        </w:rPr>
        <w:t xml:space="preserve">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پس</w:t>
      </w:r>
      <w:r>
        <w:rPr>
          <w:rtl/>
          <w:lang w:bidi="ur-PK"/>
        </w:rPr>
        <w:t xml:space="preserve"> گناھگار انسان جب تک گناھوں اور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کرتا تو اس وقت تک وہ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وض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برکات سے محروم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گا، لہٰذا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مجموعہ تک پھونچنا ممکن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مگر گناھوں کو ترک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چنانچہ وہ انسان جو گناہ اور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مبتلا رھتا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جسمان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استعداد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پرورش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کرسکتا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کے گناہ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سدّ باب بن جاتے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خداوندعالم نے اپنے لطف و کرم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گناھگار انسانوں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دروازہ کھول رکھاھے، جس سے انسان اپنے ماض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وہ اس دروازے سے داخل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کر نہ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اپنے نفس سے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آلودگ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دور کرسکتا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بلکہ اس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اپنے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</w:t>
      </w:r>
      <w:r>
        <w:rPr>
          <w:rFonts w:hint="eastAsia"/>
          <w:rtl/>
          <w:lang w:bidi="ur-PK"/>
        </w:rPr>
        <w:t>جات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دروازہ جسے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”توبہ“ کے علاوہ کچھ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” آغوش رحمت الٰھ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ملکوت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قت”</w:t>
      </w:r>
      <w:r>
        <w:rPr>
          <w:rtl/>
          <w:lang w:bidi="ur-PK"/>
        </w:rPr>
        <w:t xml:space="preserve"> توبہ“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گناھگار انسان خداوند عالم سے قربت حاصل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محترم</w:t>
      </w:r>
      <w:r>
        <w:rPr>
          <w:rtl/>
          <w:lang w:bidi="ur-PK"/>
        </w:rPr>
        <w:t xml:space="preserve"> قارئ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! توبہ کا رتبہ بھت بلند و بالا اور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کتاب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 و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بحث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البتہ وہ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و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جو توبہ کے موضوع پر مشتمل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وضاحت طلب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و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سمجھنے کے لئے د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طور پر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وتوض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اوران کا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مطالب سے مستند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ضرور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مشھور دانشور، محقق بزرگ عالم باعمل جناب استاد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انصار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مدظلہ نے 1363ھ 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سے متعلق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بحث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اس زمانہ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طلاب کرام، اسٹوڈ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نس</w:t>
      </w:r>
      <w:r>
        <w:rPr>
          <w:rtl/>
          <w:lang w:bidi="ur-PK"/>
        </w:rPr>
        <w:t xml:space="preserve"> اور جوانوں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بھت مقبول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کے بھت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آثار ظاھر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مزکز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دار الصادق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اعليٰ جناب حجة الاسلام حاج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محمد جواد ھاشم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صاحب نے اس ”مجموعہ تقار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ر“</w:t>
      </w:r>
      <w:r>
        <w:rPr>
          <w:rtl/>
          <w:lang w:bidi="ur-PK"/>
        </w:rPr>
        <w:t xml:space="preserve"> کو کتاب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فرمائش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تاکہ دوسرے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بالخصوص جوان طبقہ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سے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سکے۔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تقار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مجموعہ کو م</w:t>
      </w:r>
      <w:r w:rsidR="00AA04E3">
        <w:rPr>
          <w:rtl/>
          <w:lang w:bidi="ur-PK"/>
        </w:rPr>
        <w:t>و</w:t>
      </w:r>
      <w:r>
        <w:rPr>
          <w:rFonts w:hint="eastAsia"/>
          <w:rtl/>
          <w:lang w:bidi="ur-PK"/>
        </w:rPr>
        <w:t>سسہ</w:t>
      </w:r>
      <w:r>
        <w:rPr>
          <w:rtl/>
          <w:lang w:bidi="ur-PK"/>
        </w:rPr>
        <w:t xml:space="preserve"> دار العرفان نے لکھا اور استاد محترم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موصوف نے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مبان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تحت مطالب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اور اس کتاب کو ترت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بعض محقق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فرمائش پر موسسہ دار العرفان نے اس کے مدارک و منابع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و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فھرست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پس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مجموعہ درحق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استاد محترم کے قلم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لہٰذا توبہ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بھت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واقع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گا۔ (ان شاء اللہ)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اھل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کے لئے توبہ کے موضوع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و 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بحث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فتح الباب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 اور رحمت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دوار</w:t>
      </w:r>
      <w:r>
        <w:rPr>
          <w:rtl/>
          <w:lang w:bidi="ur-PK"/>
        </w:rPr>
        <w:t xml:space="preserve"> افراد کے لئے 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بھرا دسترخوان قرار پائے گا۔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مرکز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دار العرفان </w:t>
      </w:r>
    </w:p>
    <w:p w:rsidR="0062111B" w:rsidRDefault="0062111B" w:rsidP="006F6A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1" w:name="_Toc520983938"/>
      <w:r>
        <w:rPr>
          <w:rFonts w:hint="eastAsia"/>
          <w:rtl/>
          <w:lang w:bidi="ur-PK"/>
        </w:rPr>
        <w:t>عرض</w:t>
      </w:r>
      <w:r>
        <w:rPr>
          <w:rtl/>
          <w:lang w:bidi="ur-PK"/>
        </w:rPr>
        <w:t xml:space="preserve"> مولف</w:t>
      </w:r>
      <w:bookmarkEnd w:id="1"/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وقت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اور عراق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جنگ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رھ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احساس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فضا ”محاذ جنگ “پر حاضر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تو وھاں کچھ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ملکوت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توںسے</w:t>
      </w:r>
      <w:r>
        <w:rPr>
          <w:rtl/>
          <w:lang w:bidi="ur-PK"/>
        </w:rPr>
        <w:t xml:space="preserve"> آشنائ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با معرفت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نے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سے خواہش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جس وقت محاذ پر سکون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اور راہ ِعشق ک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مسافر اور مجاہد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اللہ اپنے بعض ادار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امور کے لئے تھران آئےں تو ان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جلسہ منعقد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عاشقانہ اور عارفانہ گفتگو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تاکہ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سپاھ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اندر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حاصل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اور دشمنو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 مقابلہ کرنے کے لئے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جوش و ولولہ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نے اس فرمائش کو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</w:t>
      </w:r>
      <w:r>
        <w:rPr>
          <w:rtl/>
          <w:lang w:bidi="ur-PK"/>
        </w:rPr>
        <w:t xml:space="preserve"> ہفتہ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بار منگل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جلسہ کا وقت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جلسہ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شرکت کرنے والے شروع شروع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افراد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تھے،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تعداد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ھمارے اس جلسہ کا آغاز نماز جماعت سے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تھا اس کے بعد چند فقھ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مسائل، معارف الٰھ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 ذکر مصائب اھلب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پر ختم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 تھا، چنانچہ آہستہ آہستہ بھت سے پاک دل جوانوں کا اضافہ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رھا، اور ان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اطلاع پانے والے افراد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جلسہ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جوق در جوق آنے لگے، ان جلسوں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کو</w:t>
      </w:r>
      <w:r>
        <w:rPr>
          <w:rFonts w:hint="eastAsia"/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تھا او رنہ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صدر و سکر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بر خلاف دوسرے تمام جلسوں کے کہ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کار، اور صدر و سکر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ٹر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ھماراجلسہ جوش وولولہ، مھر و محبت او رعشق ونوران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لبر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تھا، برادران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وحدت اور اتحاد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 تھا، لوگ </w:t>
      </w:r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خوشنود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جلسہ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شرکت کرتے تھے، رضائے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پڑھتے تھے اوررضائے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سنتے تھے، خلاصہ اس جلسہ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وجد اور حال کے علاوہ کچھ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تا تھا۔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آخر</w:t>
      </w:r>
      <w:r>
        <w:rPr>
          <w:rtl/>
          <w:lang w:bidi="ur-PK"/>
        </w:rPr>
        <w:t xml:space="preserve"> کار جلسہ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شرکت کرنے والوںک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 تک پہنچ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جلسہ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کے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علاقے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جھاں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تاتھا وھاں سے واپس آجاتا تھا اور جلسہ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شرکت کرنے والوں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دستور تھا،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اس جلسہ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شرکت کرنے کے لئ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ملک کے مغرب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جنوب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علاقوں سے فوج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جنگجو اپنے سرداروں سے چھٹ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لے لے کر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ا کرتے تھے۔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سوچتے تھے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عشق و محبت اور 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بھر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جلسہ سالوں سال چلتا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گا،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بھت سے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پاک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جوان درجہ شھادت پر فائز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گئے، اور بھت سے افراد بعث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ھاتھوں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گئے، ھمارے اس جلسہ کے افراد اس قدر شھ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 xml:space="preserve">کہ ھم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جاتا تھا، ھمارے لئے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بھت گراںوقت تھا، دوسرے شرکت کرنے والے نئے لوگ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تھے جو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کو پُر کردےں، چنانچہ ھم نے غمگ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حالت اور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کناں </w:t>
      </w:r>
      <w:r>
        <w:rPr>
          <w:rtl/>
          <w:lang w:bidi="ur-PK"/>
        </w:rPr>
        <w:lastRenderedPageBreak/>
        <w:t>آنکھوں کے ساتھ اس جلسہ کو الوداع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طرح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لئے اس جلس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ھمارے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تمنا آج تک باق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نہ مل سکے اور نہ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اب ان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کے ملنے کا گمان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جلسوں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مختلف مطالب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تھے منجملہ: توبہ، معرفت، عشق خدا،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اور عرفان ۔اور خوش قسمت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 جلسات کو 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پ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چند سال بعد بعض افراد نے فرمائش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ان جلسوںم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شدہ مطالب کو کتاب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تاکہ عام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مطالعہ سے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ںلہٰذاموسسہ</w:t>
      </w:r>
      <w:r>
        <w:rPr>
          <w:rtl/>
          <w:lang w:bidi="ur-PK"/>
        </w:rPr>
        <w:t xml:space="preserve"> دار العرفان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توبہ سے متعلق وہ 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پ</w:t>
      </w:r>
      <w:r>
        <w:rPr>
          <w:rtl/>
          <w:lang w:bidi="ur-PK"/>
        </w:rPr>
        <w:t xml:space="preserve"> لکھے گئے۔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قارئ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کرام! کتاب ھذا ان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20 ھفتوں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منعقد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جلسوں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ادگار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وہ شب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ھمارے لئے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تلخ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آپ حضرات” توبہ “کے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مطالب سے مستف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گے، آخر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 منان سے دعا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</w:t>
      </w:r>
      <w:r>
        <w:rPr>
          <w:rFonts w:hint="eastAsia"/>
          <w:rtl/>
          <w:lang w:bidi="ur-PK"/>
        </w:rPr>
        <w:t>طا</w:t>
      </w:r>
      <w:r>
        <w:rPr>
          <w:rtl/>
          <w:lang w:bidi="ur-PK"/>
        </w:rPr>
        <w:t xml:space="preserve"> کرے اور اس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شدہ مطالب پر عمل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سعادت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فرمائے۔ (</w:t>
      </w:r>
      <w:r w:rsidRPr="00DA4573">
        <w:rPr>
          <w:rStyle w:val="libArabicChar"/>
          <w:rtl/>
        </w:rPr>
        <w:t>آم</w:t>
      </w:r>
      <w:r w:rsidRPr="00DA4573">
        <w:rPr>
          <w:rStyle w:val="libArabicChar"/>
          <w:rFonts w:hint="cs"/>
          <w:rtl/>
        </w:rPr>
        <w:t>ی</w:t>
      </w:r>
      <w:r w:rsidRPr="00DA4573">
        <w:rPr>
          <w:rStyle w:val="libArabicChar"/>
          <w:rFonts w:hint="eastAsia"/>
          <w:rtl/>
        </w:rPr>
        <w:t>ن</w:t>
      </w:r>
      <w:r w:rsidRPr="00DA4573">
        <w:rPr>
          <w:rStyle w:val="libArabicChar"/>
          <w:rtl/>
        </w:rPr>
        <w:t xml:space="preserve"> </w:t>
      </w:r>
      <w:r w:rsidRPr="00DA4573">
        <w:rPr>
          <w:rStyle w:val="libArabicChar"/>
          <w:rFonts w:hint="cs"/>
          <w:rtl/>
        </w:rPr>
        <w:t>ی</w:t>
      </w:r>
      <w:r w:rsidRPr="00DA4573">
        <w:rPr>
          <w:rStyle w:val="libArabicChar"/>
          <w:rFonts w:hint="eastAsia"/>
          <w:rtl/>
        </w:rPr>
        <w:t>ا</w:t>
      </w:r>
      <w:r w:rsidRPr="00DA4573">
        <w:rPr>
          <w:rStyle w:val="libArabicChar"/>
          <w:rtl/>
        </w:rPr>
        <w:t xml:space="preserve"> رب العالم</w:t>
      </w:r>
      <w:r w:rsidRPr="00DA4573">
        <w:rPr>
          <w:rStyle w:val="libArabicChar"/>
          <w:rFonts w:hint="cs"/>
          <w:rtl/>
        </w:rPr>
        <w:t>ی</w:t>
      </w:r>
      <w:r w:rsidRPr="00DA4573">
        <w:rPr>
          <w:rStyle w:val="libArabicChar"/>
          <w:rFonts w:hint="eastAsia"/>
          <w:rtl/>
        </w:rPr>
        <w:t>ن</w:t>
      </w:r>
      <w:r>
        <w:rPr>
          <w:rtl/>
          <w:lang w:bidi="ur-PK"/>
        </w:rPr>
        <w:t xml:space="preserve">)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احقرالعبد</w:t>
      </w:r>
      <w:r>
        <w:rPr>
          <w:rtl/>
          <w:lang w:bidi="ur-PK"/>
        </w:rPr>
        <w:t>: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انصار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62111B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62111B" w:rsidRDefault="0062111B" w:rsidP="0062111B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2" w:name="_Toc520983939"/>
      <w:r>
        <w:rPr>
          <w:rFonts w:hint="eastAsia"/>
          <w:rtl/>
          <w:lang w:bidi="ur-PK"/>
        </w:rPr>
        <w:t>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bookmarkEnd w:id="2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476253" w:rsidRDefault="006F6A7F" w:rsidP="00572206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DA4573">
        <w:rPr>
          <w:rStyle w:val="libAieChar"/>
          <w:rtl/>
        </w:rPr>
        <w:t>فَكُلُوا مِمَّا رَزَقَكُمُ اللهُ حَلاَلاً طَ</w:t>
      </w:r>
      <w:r w:rsidR="00476253" w:rsidRPr="00DA4573">
        <w:rPr>
          <w:rStyle w:val="libAieChar"/>
          <w:rFonts w:hint="cs"/>
          <w:rtl/>
        </w:rPr>
        <w:t>ی</w:t>
      </w:r>
      <w:r w:rsidR="00476253" w:rsidRPr="00DA4573">
        <w:rPr>
          <w:rStyle w:val="libAieChar"/>
          <w:rFonts w:hint="eastAsia"/>
          <w:rtl/>
        </w:rPr>
        <w:t>بًا</w:t>
      </w:r>
      <w:r w:rsidR="00476253" w:rsidRPr="00DA4573">
        <w:rPr>
          <w:rStyle w:val="libAieChar"/>
          <w:rtl/>
        </w:rPr>
        <w:t xml:space="preserve"> وَاشْكُرُوا نِعْمَةَ اللهِ إِنْ كُنْتُمْ إِ</w:t>
      </w:r>
      <w:r w:rsidR="00476253" w:rsidRPr="00DA4573">
        <w:rPr>
          <w:rStyle w:val="libAieChar"/>
          <w:rFonts w:hint="cs"/>
          <w:rtl/>
        </w:rPr>
        <w:t>ی</w:t>
      </w:r>
      <w:r w:rsidR="00476253" w:rsidRPr="00DA4573">
        <w:rPr>
          <w:rStyle w:val="libAieChar"/>
          <w:rFonts w:hint="eastAsia"/>
          <w:rtl/>
        </w:rPr>
        <w:t>ا</w:t>
      </w:r>
      <w:r w:rsidR="00705CD5" w:rsidRPr="00705CD5">
        <w:rPr>
          <w:rStyle w:val="libAieChar"/>
          <w:rFonts w:hint="cs"/>
          <w:rtl/>
        </w:rPr>
        <w:t>ه</w:t>
      </w:r>
      <w:r w:rsidR="00476253" w:rsidRPr="00DA4573">
        <w:rPr>
          <w:rStyle w:val="libAieChar"/>
          <w:rFonts w:hint="cs"/>
          <w:rtl/>
        </w:rPr>
        <w:t>ُ</w:t>
      </w:r>
      <w:r w:rsidR="00476253" w:rsidRPr="00DA4573">
        <w:rPr>
          <w:rStyle w:val="libAieChar"/>
          <w:rtl/>
        </w:rPr>
        <w:t xml:space="preserve"> تَعْبُدُونَ</w:t>
      </w:r>
      <w:r w:rsidR="00476253">
        <w:rPr>
          <w:rtl/>
          <w:lang w:bidi="ur-PK"/>
        </w:rPr>
        <w:t>۔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 xml:space="preserve"> </w:t>
      </w:r>
      <w:r w:rsidR="00572206" w:rsidRPr="00572206">
        <w:rPr>
          <w:rStyle w:val="libFootnotenumChar"/>
          <w:rFonts w:hint="cs"/>
          <w:rtl/>
        </w:rPr>
        <w:t>(1)</w:t>
      </w:r>
      <w:r w:rsidR="00476253"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”لہٰذا</w:t>
      </w:r>
      <w:r>
        <w:rPr>
          <w:rtl/>
          <w:lang w:bidi="ur-PK"/>
        </w:rPr>
        <w:t xml:space="preserve"> اب تم اللہ کے دئے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رزق حلال 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کو کھاؤ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کرنے والے بنو،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کا 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 کرتے رھواگر تم خدا کے عبادت گزار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خداوند</w:t>
      </w:r>
      <w:r>
        <w:rPr>
          <w:rtl/>
          <w:lang w:bidi="ur-PK"/>
        </w:rPr>
        <w:t xml:space="preserve"> متعال نے اپنے خاص لطف و کرم، رحمت ومحبت اور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انسان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سے سرفراز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کا اھل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جن سے اس کائنات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مقرب فرشتوںکو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نوازا۔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کے لئے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طرح موجود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اگر انسان ان کو حکم خدا کے مطابق استعمال کرے تو اس کے جسم اور روح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رشد و نمو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 ردن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اُخرو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سعادت و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عطا کردہ نعمتوں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12 اھم نکات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توجہ دلائ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1۔ نعمت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فراوان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وسعت۔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2۔ حصول نعمت کا راستہ۔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3۔ نعمت پر توجہ 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4۔نعمت پر شکر۔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5۔نعمت پر ناشکر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6۔نعمتوں کا بے شمار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7۔نعمت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کرنے والے۔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8۔نعمتوں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اسراف کرنا۔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9۔نعمتوں کو خرچ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بخل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10۔نعمت کے چھن جانے کے اسباب و علل۔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11۔اتمام ِنعمت 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12۔نعمت سے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فائدہ اٹھانے کا انعام۔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ھم قارئ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کردہ ان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بارہ نکات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مبذول کراتے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3" w:name="_Toc520983940"/>
      <w:r>
        <w:rPr>
          <w:rtl/>
          <w:lang w:bidi="ur-PK"/>
        </w:rPr>
        <w:t>1۔ نعمت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فراوان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وسعت</w:t>
      </w:r>
      <w:bookmarkEnd w:id="3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آسمان کے 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اور اس کے فائدے کے لئے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چاند، سورج،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جگہ رکنے والے اور گردش کرنے والے ستارے، فضا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نہ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خداوندعالم کے ارادہ ا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اس کے حکم سے انسان کو فائدہ پہنچارھ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پھاڑ،</w:t>
      </w:r>
      <w:r>
        <w:rPr>
          <w:rtl/>
          <w:lang w:bidi="ur-PK"/>
        </w:rPr>
        <w:t xml:space="preserve"> جنگل، صحرا،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درخت و سبزے، باغ، چشمے، نھر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وانات</w:t>
      </w:r>
      <w:r>
        <w:rPr>
          <w:rtl/>
          <w:lang w:bidi="ur-PK"/>
        </w:rPr>
        <w:t xml:space="preserve">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مخلوقات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طرح سے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ناؤ کو چلانے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کارکردگ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خداوندعالم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قدر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ادہ،</w:t>
      </w:r>
      <w:r>
        <w:rPr>
          <w:rtl/>
          <w:lang w:bidi="ur-PK"/>
        </w:rPr>
        <w:t xml:space="preserve"> کامل اور جامع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انسان کو عاشقانہ طور پر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آغوش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بٹھائے</w:t>
      </w:r>
      <w:r w:rsidR="006E184C">
        <w:rPr>
          <w:rtl/>
          <w:lang w:bidi="ur-PK"/>
        </w:rPr>
        <w:t xml:space="preserve"> ہوئے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مھربان اور دلسوز ماں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مانند، انسان کے رشد و نمو کے لئے ھر ممکن کوشش کررھ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کو جن ظاھر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خداوندعالم نے اس کے لئے پھلے 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کررکھ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دسترخوان پر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572206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BA0B7F">
        <w:rPr>
          <w:rStyle w:val="libAieChar"/>
          <w:rtl/>
        </w:rPr>
        <w:t>ا</w:t>
      </w:r>
      <w:r w:rsidR="00476253" w:rsidRPr="00DA4573">
        <w:rPr>
          <w:rStyle w:val="libAieChar"/>
          <w:rFonts w:hint="eastAsia"/>
          <w:rtl/>
        </w:rPr>
        <w:t>لَمْ</w:t>
      </w:r>
      <w:r w:rsidR="00476253" w:rsidRPr="00DA4573">
        <w:rPr>
          <w:rStyle w:val="libAieChar"/>
          <w:rtl/>
        </w:rPr>
        <w:t xml:space="preserve"> تَرَوْا </w:t>
      </w:r>
      <w:r w:rsidR="00BA0B7F">
        <w:rPr>
          <w:rStyle w:val="libAieChar"/>
          <w:rtl/>
        </w:rPr>
        <w:t>ا</w:t>
      </w:r>
      <w:r w:rsidR="00476253" w:rsidRPr="00DA4573">
        <w:rPr>
          <w:rStyle w:val="libAieChar"/>
          <w:rFonts w:hint="eastAsia"/>
          <w:rtl/>
        </w:rPr>
        <w:t>نَّ</w:t>
      </w:r>
      <w:r w:rsidR="00476253" w:rsidRPr="00DA4573">
        <w:rPr>
          <w:rStyle w:val="libAieChar"/>
          <w:rtl/>
        </w:rPr>
        <w:t xml:space="preserve"> اللهَ سَخَّرَ لَكُمْ مَا فِ</w:t>
      </w:r>
      <w:r w:rsidR="00476253" w:rsidRPr="00DA4573">
        <w:rPr>
          <w:rStyle w:val="libAieChar"/>
          <w:rFonts w:hint="cs"/>
          <w:rtl/>
        </w:rPr>
        <w:t>ی</w:t>
      </w:r>
      <w:r w:rsidR="00476253" w:rsidRPr="00DA4573">
        <w:rPr>
          <w:rStyle w:val="libAieChar"/>
          <w:rtl/>
        </w:rPr>
        <w:t xml:space="preserve"> السَّمَاوَاتِ وَمَا فِ</w:t>
      </w:r>
      <w:r w:rsidR="00476253" w:rsidRPr="00DA4573">
        <w:rPr>
          <w:rStyle w:val="libAieChar"/>
          <w:rFonts w:hint="cs"/>
          <w:rtl/>
        </w:rPr>
        <w:t>ی</w:t>
      </w:r>
      <w:r w:rsidR="00476253" w:rsidRPr="00DA4573">
        <w:rPr>
          <w:rStyle w:val="libAieChar"/>
          <w:rtl/>
        </w:rPr>
        <w:t xml:space="preserve"> الْ</w:t>
      </w:r>
      <w:r w:rsidR="00BA0B7F">
        <w:rPr>
          <w:rStyle w:val="libAieChar"/>
          <w:rtl/>
        </w:rPr>
        <w:t>ا</w:t>
      </w:r>
      <w:r w:rsidR="00476253" w:rsidRPr="00DA4573">
        <w:rPr>
          <w:rStyle w:val="libAieChar"/>
          <w:rFonts w:hint="eastAsia"/>
          <w:rtl/>
        </w:rPr>
        <w:t>رْضِ</w:t>
      </w:r>
      <w:r w:rsidR="00476253" w:rsidRPr="00DA4573">
        <w:rPr>
          <w:rStyle w:val="libAieChar"/>
          <w:rtl/>
        </w:rPr>
        <w:t xml:space="preserve"> وَ</w:t>
      </w:r>
      <w:r w:rsidR="00BA0B7F">
        <w:rPr>
          <w:rStyle w:val="libAieChar"/>
          <w:rtl/>
        </w:rPr>
        <w:t>ا</w:t>
      </w:r>
      <w:r w:rsidR="00476253" w:rsidRPr="00DA4573">
        <w:rPr>
          <w:rStyle w:val="libAieChar"/>
          <w:rFonts w:hint="eastAsia"/>
          <w:rtl/>
        </w:rPr>
        <w:t>سْبَغَ</w:t>
      </w:r>
      <w:r w:rsidR="00476253" w:rsidRPr="00DA4573">
        <w:rPr>
          <w:rStyle w:val="libAieChar"/>
          <w:rtl/>
        </w:rPr>
        <w:t xml:space="preserve"> عَلَ</w:t>
      </w:r>
      <w:r w:rsidR="00476253" w:rsidRPr="00DA4573">
        <w:rPr>
          <w:rStyle w:val="libAieChar"/>
          <w:rFonts w:hint="cs"/>
          <w:rtl/>
        </w:rPr>
        <w:t>ی</w:t>
      </w:r>
      <w:r w:rsidR="00476253" w:rsidRPr="00DA4573">
        <w:rPr>
          <w:rStyle w:val="libAieChar"/>
          <w:rFonts w:hint="eastAsia"/>
          <w:rtl/>
        </w:rPr>
        <w:t>كُمْ</w:t>
      </w:r>
      <w:r w:rsidR="00476253" w:rsidRPr="00DA4573">
        <w:rPr>
          <w:rStyle w:val="libAieChar"/>
          <w:rtl/>
        </w:rPr>
        <w:t xml:space="preserve"> نِعَمَ</w:t>
      </w:r>
      <w:r w:rsidR="00705CD5" w:rsidRPr="00705CD5">
        <w:rPr>
          <w:rStyle w:val="libAieChar"/>
          <w:rFonts w:hint="cs"/>
          <w:rtl/>
        </w:rPr>
        <w:t>ه</w:t>
      </w:r>
      <w:r w:rsidR="00476253" w:rsidRPr="00DA4573">
        <w:rPr>
          <w:rStyle w:val="libAieChar"/>
          <w:rFonts w:hint="cs"/>
          <w:rtl/>
        </w:rPr>
        <w:t>ُ</w:t>
      </w:r>
      <w:r w:rsidR="00476253" w:rsidRPr="00DA4573">
        <w:rPr>
          <w:rStyle w:val="libAieChar"/>
          <w:rtl/>
        </w:rPr>
        <w:t xml:space="preserve"> </w:t>
      </w:r>
      <w:r w:rsidR="00476253" w:rsidRPr="00DA4573">
        <w:rPr>
          <w:rStyle w:val="libAieChar"/>
          <w:rFonts w:hint="cs"/>
          <w:rtl/>
        </w:rPr>
        <w:t>ظَا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DA4573">
        <w:rPr>
          <w:rStyle w:val="libAieChar"/>
          <w:rFonts w:hint="cs"/>
          <w:rtl/>
        </w:rPr>
        <w:t>رةً</w:t>
      </w:r>
      <w:r w:rsidR="00476253" w:rsidRPr="00DA4573">
        <w:rPr>
          <w:rStyle w:val="libAieChar"/>
          <w:rtl/>
        </w:rPr>
        <w:t xml:space="preserve"> </w:t>
      </w:r>
      <w:r w:rsidR="00476253" w:rsidRPr="00DA4573">
        <w:rPr>
          <w:rStyle w:val="libAieChar"/>
          <w:rFonts w:hint="cs"/>
          <w:rtl/>
        </w:rPr>
        <w:t>وَبَاطِنَةً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572206" w:rsidRPr="00572206">
        <w:rPr>
          <w:rStyle w:val="libFootnotenumChar"/>
          <w:rFonts w:hint="cs"/>
          <w:rtl/>
        </w:rPr>
        <w:t>(2)</w:t>
      </w:r>
      <w:r w:rsidR="00476253" w:rsidRPr="00572206">
        <w:rPr>
          <w:rStyle w:val="libFootnotenumChar"/>
          <w:rtl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 لوگوں نے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اللہ نے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آسمان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تمھارے لئے مسخر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تمھارے لئے تمام ظاھر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کو مکمل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</w:t>
      </w:r>
      <w:r>
        <w:rPr>
          <w:rtl/>
          <w:lang w:bidi="ur-PK"/>
        </w:rPr>
        <w:t xml:space="preserve"> لوگوں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بعض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جو علم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روشن کتا ب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بحث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4" w:name="_Toc520983941"/>
      <w:r>
        <w:rPr>
          <w:rtl/>
          <w:lang w:bidi="ur-PK"/>
        </w:rPr>
        <w:t>2۔ حصول نعمت کا راستہ</w:t>
      </w:r>
      <w:bookmarkEnd w:id="4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رزق</w:t>
      </w:r>
      <w:r>
        <w:rPr>
          <w:rtl/>
          <w:lang w:bidi="ur-PK"/>
        </w:rPr>
        <w:t xml:space="preserve"> کے حصول کے لئے ھر طرح کا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کام اور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کوشش کرنا؛ بے شک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اور بندگ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خدائے مھربان نے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بندوں کو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آباد کرنے اور حلال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کرنے، کسب معاش، جائز تجارت اورخر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 فروخت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چونکہ خداوندعالم کے حکم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کرنا عبادت و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لہٰذا اس عبادت و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اجر و ثواب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(ضرور) ملے گا۔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تجارت،</w:t>
      </w:r>
      <w:r>
        <w:rPr>
          <w:rtl/>
          <w:lang w:bidi="ur-PK"/>
        </w:rPr>
        <w:t xml:space="preserve">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 فروخت، اجارہ (کرا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>)، وکالت، مساقات (س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)، زراعت، مشارکت، صنعت،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م،</w:t>
      </w:r>
      <w:r>
        <w:rPr>
          <w:rtl/>
          <w:lang w:bidi="ur-PK"/>
        </w:rPr>
        <w:t xml:space="preserve"> خطاط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رنگ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دباغ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05211C">
        <w:rPr>
          <w:rtl/>
          <w:lang w:bidi="ur-PK"/>
        </w:rPr>
        <w:t>(</w:t>
      </w:r>
      <w:r>
        <w:rPr>
          <w:rtl/>
          <w:lang w:bidi="ur-PK"/>
        </w:rPr>
        <w:t>کھال کو گلانا) اور دامدار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(بھ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</w:t>
      </w:r>
      <w:r>
        <w:rPr>
          <w:rtl/>
          <w:lang w:bidi="ur-PK"/>
        </w:rPr>
        <w:t xml:space="preserve"> بکر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پالنا)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موضوعات اور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کو حاصل کرنے کے لئے کوشش کرنے والاانسان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محبوب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 راستوںکے علاوہ حصول رزق کے لئے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مخالف اور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خلاف راستوں کو اپنانے والوں سے خدا ن</w:t>
      </w:r>
      <w:r>
        <w:rPr>
          <w:rFonts w:hint="eastAsia"/>
          <w:rtl/>
          <w:lang w:bidi="ur-PK"/>
        </w:rPr>
        <w:t>فرت</w:t>
      </w:r>
      <w:r>
        <w:rPr>
          <w:rtl/>
          <w:lang w:bidi="ur-PK"/>
        </w:rPr>
        <w:t xml:space="preserve"> کرتاھے۔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اس مسئلہ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فرماتا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572206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DA4573">
        <w:rPr>
          <w:rStyle w:val="libAieChar"/>
          <w:rFonts w:hint="cs"/>
          <w:rtl/>
        </w:rPr>
        <w:t>ی</w:t>
      </w:r>
      <w:r w:rsidR="00476253" w:rsidRPr="00DA4573">
        <w:rPr>
          <w:rStyle w:val="libAieChar"/>
          <w:rFonts w:hint="eastAsia"/>
          <w:rtl/>
        </w:rPr>
        <w:t>ا</w:t>
      </w:r>
      <w:r w:rsidR="00BA0B7F">
        <w:rPr>
          <w:rStyle w:val="libAieChar"/>
          <w:rFonts w:hint="eastAsia"/>
          <w:rtl/>
        </w:rPr>
        <w:t>ا</w:t>
      </w:r>
      <w:r w:rsidR="00476253" w:rsidRPr="00DA4573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DA4573">
        <w:rPr>
          <w:rStyle w:val="libAieChar"/>
          <w:rFonts w:hint="cs"/>
          <w:rtl/>
        </w:rPr>
        <w:t>ا</w:t>
      </w:r>
      <w:r w:rsidR="00476253" w:rsidRPr="00DA4573">
        <w:rPr>
          <w:rStyle w:val="libAieChar"/>
          <w:rtl/>
        </w:rPr>
        <w:t xml:space="preserve"> الَّذِ</w:t>
      </w:r>
      <w:r w:rsidR="00476253" w:rsidRPr="00DA4573">
        <w:rPr>
          <w:rStyle w:val="libAieChar"/>
          <w:rFonts w:hint="cs"/>
          <w:rtl/>
        </w:rPr>
        <w:t>ی</w:t>
      </w:r>
      <w:r w:rsidR="00476253" w:rsidRPr="00DA4573">
        <w:rPr>
          <w:rStyle w:val="libAieChar"/>
          <w:rFonts w:hint="eastAsia"/>
          <w:rtl/>
        </w:rPr>
        <w:t>نَ</w:t>
      </w:r>
      <w:r w:rsidR="00476253" w:rsidRPr="00DA4573">
        <w:rPr>
          <w:rStyle w:val="libAieChar"/>
          <w:rtl/>
        </w:rPr>
        <w:t xml:space="preserve"> آمَنُوا لاَتَ</w:t>
      </w:r>
      <w:r w:rsidR="00BA0B7F">
        <w:rPr>
          <w:rStyle w:val="libAieChar"/>
          <w:rtl/>
        </w:rPr>
        <w:t>ا</w:t>
      </w:r>
      <w:r w:rsidR="00476253" w:rsidRPr="00DA4573">
        <w:rPr>
          <w:rStyle w:val="libAieChar"/>
          <w:rFonts w:hint="eastAsia"/>
          <w:rtl/>
        </w:rPr>
        <w:t>كُلُوا</w:t>
      </w:r>
      <w:r w:rsidR="00476253" w:rsidRPr="00DA4573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DA4573">
        <w:rPr>
          <w:rStyle w:val="libAieChar"/>
          <w:rFonts w:hint="eastAsia"/>
          <w:rtl/>
        </w:rPr>
        <w:t>مْوَالَكُمْ</w:t>
      </w:r>
      <w:r w:rsidR="00476253" w:rsidRPr="00DA4573">
        <w:rPr>
          <w:rStyle w:val="libAieChar"/>
          <w:rtl/>
        </w:rPr>
        <w:t xml:space="preserve"> بَ</w:t>
      </w:r>
      <w:r w:rsidR="00476253" w:rsidRPr="00DA4573">
        <w:rPr>
          <w:rStyle w:val="libAieChar"/>
          <w:rFonts w:hint="cs"/>
          <w:rtl/>
        </w:rPr>
        <w:t>ی</w:t>
      </w:r>
      <w:r w:rsidR="00476253" w:rsidRPr="00DA4573">
        <w:rPr>
          <w:rStyle w:val="libAieChar"/>
          <w:rFonts w:hint="eastAsia"/>
          <w:rtl/>
        </w:rPr>
        <w:t>نَكُمْ</w:t>
      </w:r>
      <w:r w:rsidR="00476253" w:rsidRPr="00DA4573">
        <w:rPr>
          <w:rStyle w:val="libAieChar"/>
          <w:rtl/>
        </w:rPr>
        <w:t xml:space="preserve"> بِالْبَاطِلِ إِلاَّ </w:t>
      </w:r>
      <w:r w:rsidR="00BA0B7F">
        <w:rPr>
          <w:rStyle w:val="libAieChar"/>
          <w:rtl/>
        </w:rPr>
        <w:t>ا</w:t>
      </w:r>
      <w:r w:rsidR="00476253" w:rsidRPr="00DA4573">
        <w:rPr>
          <w:rStyle w:val="libAieChar"/>
          <w:rFonts w:hint="eastAsia"/>
          <w:rtl/>
        </w:rPr>
        <w:t>نْ</w:t>
      </w:r>
      <w:r w:rsidR="00476253" w:rsidRPr="00DA4573">
        <w:rPr>
          <w:rStyle w:val="libAieChar"/>
          <w:rtl/>
        </w:rPr>
        <w:t xml:space="preserve"> تَكُونَ تِجَارَةً عَنْ تَرَاضٍ مِنْكُمْ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 xml:space="preserve">۔ </w:t>
      </w:r>
      <w:r w:rsidR="00572206" w:rsidRPr="00572206">
        <w:rPr>
          <w:rStyle w:val="libFootnotenumChar"/>
          <w:rFonts w:hint="cs"/>
          <w:rtl/>
        </w:rPr>
        <w:t>(3)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”اے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والو! آپس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کے مال کو ناحق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نہ کھا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کرو۔مگر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باھم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رضامند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معاملہ کرلو “۔ </w:t>
      </w:r>
    </w:p>
    <w:p w:rsidR="00476253" w:rsidRDefault="006F6A7F" w:rsidP="00572206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DA4573">
        <w:rPr>
          <w:rStyle w:val="libAieChar"/>
          <w:rFonts w:hint="cs"/>
          <w:rtl/>
        </w:rPr>
        <w:t>ی</w:t>
      </w:r>
      <w:r w:rsidR="00476253" w:rsidRPr="00DA4573">
        <w:rPr>
          <w:rStyle w:val="libAieChar"/>
          <w:rFonts w:hint="eastAsia"/>
          <w:rtl/>
        </w:rPr>
        <w:t>ا</w:t>
      </w:r>
      <w:r w:rsidR="00BA0B7F">
        <w:rPr>
          <w:rStyle w:val="libAieChar"/>
          <w:rFonts w:hint="eastAsia"/>
          <w:rtl/>
        </w:rPr>
        <w:t>ا</w:t>
      </w:r>
      <w:r w:rsidR="00476253" w:rsidRPr="00DA4573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DA4573">
        <w:rPr>
          <w:rStyle w:val="libAieChar"/>
          <w:rFonts w:hint="cs"/>
          <w:rtl/>
        </w:rPr>
        <w:t>ا</w:t>
      </w:r>
      <w:r w:rsidR="00476253" w:rsidRPr="00DA4573">
        <w:rPr>
          <w:rStyle w:val="libAieChar"/>
          <w:rtl/>
        </w:rPr>
        <w:t xml:space="preserve"> النَّاسُ كُلُوا مِمَّا فِ</w:t>
      </w:r>
      <w:r w:rsidR="00476253" w:rsidRPr="00DA4573">
        <w:rPr>
          <w:rStyle w:val="libAieChar"/>
          <w:rFonts w:hint="cs"/>
          <w:rtl/>
        </w:rPr>
        <w:t>ی</w:t>
      </w:r>
      <w:r w:rsidR="00476253" w:rsidRPr="00DA4573">
        <w:rPr>
          <w:rStyle w:val="libAieChar"/>
          <w:rtl/>
        </w:rPr>
        <w:t xml:space="preserve"> الْ</w:t>
      </w:r>
      <w:r w:rsidR="00BA0B7F">
        <w:rPr>
          <w:rStyle w:val="libAieChar"/>
          <w:rtl/>
        </w:rPr>
        <w:t>ا</w:t>
      </w:r>
      <w:r w:rsidR="00476253" w:rsidRPr="00DA4573">
        <w:rPr>
          <w:rStyle w:val="libAieChar"/>
          <w:rFonts w:hint="eastAsia"/>
          <w:rtl/>
        </w:rPr>
        <w:t>رْضِ</w:t>
      </w:r>
      <w:r w:rsidR="00476253" w:rsidRPr="00DA4573">
        <w:rPr>
          <w:rStyle w:val="libAieChar"/>
          <w:rtl/>
        </w:rPr>
        <w:t xml:space="preserve"> حَلاَلًا طَ</w:t>
      </w:r>
      <w:r w:rsidR="00476253" w:rsidRPr="00DA4573">
        <w:rPr>
          <w:rStyle w:val="libAieChar"/>
          <w:rFonts w:hint="cs"/>
          <w:rtl/>
        </w:rPr>
        <w:t>ی</w:t>
      </w:r>
      <w:r w:rsidR="00476253" w:rsidRPr="00DA4573">
        <w:rPr>
          <w:rStyle w:val="libAieChar"/>
          <w:rFonts w:hint="eastAsia"/>
          <w:rtl/>
        </w:rPr>
        <w:t>بًا</w:t>
      </w:r>
      <w:r w:rsidR="00476253" w:rsidRPr="00DA4573">
        <w:rPr>
          <w:rStyle w:val="libAieChar"/>
          <w:rtl/>
        </w:rPr>
        <w:t xml:space="preserve"> وَلاَتَتَّبِعُوا خُطُوَاتِ الشَّ</w:t>
      </w:r>
      <w:r w:rsidR="00476253" w:rsidRPr="00DA4573">
        <w:rPr>
          <w:rStyle w:val="libAieChar"/>
          <w:rFonts w:hint="cs"/>
          <w:rtl/>
        </w:rPr>
        <w:t>ی</w:t>
      </w:r>
      <w:r w:rsidR="00476253" w:rsidRPr="00DA4573">
        <w:rPr>
          <w:rStyle w:val="libAieChar"/>
          <w:rFonts w:hint="eastAsia"/>
          <w:rtl/>
        </w:rPr>
        <w:t>طَانِ</w:t>
      </w:r>
      <w:r w:rsidR="00476253" w:rsidRPr="00DA4573">
        <w:rPr>
          <w:rStyle w:val="libAieChar"/>
          <w:rtl/>
        </w:rPr>
        <w:t xml:space="preserve"> إِنَّ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DA4573">
        <w:rPr>
          <w:rStyle w:val="libAieChar"/>
          <w:rFonts w:hint="cs"/>
          <w:rtl/>
        </w:rPr>
        <w:t>ُ</w:t>
      </w:r>
      <w:r w:rsidR="00476253" w:rsidRPr="00DA4573">
        <w:rPr>
          <w:rStyle w:val="libAieChar"/>
          <w:rtl/>
        </w:rPr>
        <w:t xml:space="preserve"> </w:t>
      </w:r>
      <w:r w:rsidR="00476253" w:rsidRPr="00DA4573">
        <w:rPr>
          <w:rStyle w:val="libAieChar"/>
          <w:rFonts w:hint="cs"/>
          <w:rtl/>
        </w:rPr>
        <w:t>لَكُمْ</w:t>
      </w:r>
      <w:r w:rsidR="00476253" w:rsidRPr="00DA4573">
        <w:rPr>
          <w:rStyle w:val="libAieChar"/>
          <w:rtl/>
        </w:rPr>
        <w:t xml:space="preserve"> </w:t>
      </w:r>
      <w:r w:rsidR="00476253" w:rsidRPr="00DA4573">
        <w:rPr>
          <w:rStyle w:val="libAieChar"/>
          <w:rFonts w:hint="cs"/>
          <w:rtl/>
        </w:rPr>
        <w:t>عَدُوٌّ</w:t>
      </w:r>
      <w:r w:rsidR="00476253" w:rsidRPr="00DA4573">
        <w:rPr>
          <w:rStyle w:val="libAieChar"/>
          <w:rtl/>
        </w:rPr>
        <w:t xml:space="preserve"> </w:t>
      </w:r>
      <w:r w:rsidR="00476253" w:rsidRPr="00DA4573">
        <w:rPr>
          <w:rStyle w:val="libAieChar"/>
          <w:rFonts w:hint="cs"/>
          <w:rtl/>
        </w:rPr>
        <w:t>مُبِی</w:t>
      </w:r>
      <w:r w:rsidR="00476253" w:rsidRPr="00DA4573">
        <w:rPr>
          <w:rStyle w:val="libAieChar"/>
          <w:rFonts w:hint="eastAsia"/>
          <w:rtl/>
        </w:rPr>
        <w:t>نٌ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 xml:space="preserve">۔ </w:t>
      </w:r>
      <w:r w:rsidR="00572206" w:rsidRPr="00572206">
        <w:rPr>
          <w:rStyle w:val="libFootnotenumChar"/>
          <w:rFonts w:hint="cs"/>
          <w:rtl/>
        </w:rPr>
        <w:t>(4)</w:t>
      </w:r>
      <w:r w:rsidR="00476253"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”اے</w:t>
      </w:r>
      <w:r>
        <w:rPr>
          <w:rtl/>
          <w:lang w:bidi="ur-PK"/>
        </w:rPr>
        <w:t xml:space="preserve"> انسانو!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حلال 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اسے استعمال کرو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کے نقش قدم پر مت چلو بے شک وہ تمھاراکھلا دشمن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بھر</w:t>
      </w:r>
      <w:r>
        <w:rPr>
          <w:rtl/>
          <w:lang w:bidi="ur-PK"/>
        </w:rPr>
        <w:t xml:space="preserve"> حال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جو راستے حلال اور جائز قرار دئے گئے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ان جائز اور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قوں</w:t>
      </w:r>
      <w:r>
        <w:rPr>
          <w:rtl/>
          <w:lang w:bidi="ur-PK"/>
        </w:rPr>
        <w:t xml:space="preserve"> سے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اسراف و تبذ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سے خرچ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حلال روز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اگر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اگرچہ وہ ذات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حلال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کھانے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تو وہ حرام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ان کا اپنے پاس محفوظ رکھنا منع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ان کے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پلٹانا واجب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5" w:name="_Toc520983942"/>
      <w:r>
        <w:rPr>
          <w:rtl/>
          <w:lang w:bidi="ur-PK"/>
        </w:rPr>
        <w:t>3۔ نعمت پر توجہ</w:t>
      </w:r>
      <w:bookmarkEnd w:id="5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سے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توجہ کئے فائدہ اٹھانا، چوپاؤں، غافلوں اور پاگلوں کاکام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انسان کم از کم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 سوچے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نعمت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اسے ھمارے لئے کس مقصد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>
        <w:rPr>
          <w:rtl/>
          <w:lang w:bidi="ur-PK"/>
        </w:rPr>
        <w:t xml:space="preserve"> اس کے رنگ، بو اور ذائقہ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کتنے اسباب و عوامل پائے گئے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المختصر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غور و فکر کئے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لقمہ روٹ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لباس،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زراعت کے لائق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ا چشمہ،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بھت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نھر،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درختوں سے بھرا جنگل،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کتنے کروڑ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کتنے ارب عوامل و اسباب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تاکہ انسان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واقع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 xml:space="preserve">؟!!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صاحبان</w:t>
      </w:r>
      <w:r>
        <w:rPr>
          <w:rtl/>
          <w:lang w:bidi="ur-PK"/>
        </w:rPr>
        <w:t xml:space="preserve"> عقل و فھم اور دانشور اپنے پاس موجود تمام نعمتوں کو عقل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 اور دل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تاکہ نعمت کے ساتھ ساتھ، نعمت عطا کرنے والے کے وجود کا احساس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نعمتوںکے فوائد تک پہنچ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نعمت سے اس طرح فائدہ حاصل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طرح نعمت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رنے</w:t>
      </w:r>
      <w:r>
        <w:rPr>
          <w:rtl/>
          <w:lang w:bidi="ur-PK"/>
        </w:rPr>
        <w:t xml:space="preserve"> والے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جو کتاب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؛اس نے لوگوں کوخداوندعالم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پر اس طرح متوجہ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اھے</w:t>
      </w:r>
      <w:r>
        <w:rPr>
          <w:rtl/>
          <w:lang w:bidi="ur-PK"/>
        </w:rPr>
        <w:t xml:space="preserve">: </w:t>
      </w:r>
    </w:p>
    <w:p w:rsidR="00476253" w:rsidRDefault="0005211C" w:rsidP="00572206">
      <w:pPr>
        <w:pStyle w:val="libNormal"/>
        <w:rPr>
          <w:rtl/>
          <w:lang w:bidi="ur-PK"/>
        </w:rPr>
      </w:pPr>
      <w:r>
        <w:rPr>
          <w:rStyle w:val="libAlaemChar"/>
          <w:rtl/>
        </w:rPr>
        <w:lastRenderedPageBreak/>
        <w:t>(</w:t>
      </w:r>
      <w:r w:rsidR="00476253" w:rsidRPr="00DA4573">
        <w:rPr>
          <w:rStyle w:val="libAieChar"/>
          <w:rFonts w:hint="cs"/>
          <w:rtl/>
        </w:rPr>
        <w:t>ی</w:t>
      </w:r>
      <w:r w:rsidR="00476253" w:rsidRPr="00DA4573">
        <w:rPr>
          <w:rStyle w:val="libAieChar"/>
          <w:rFonts w:hint="eastAsia"/>
          <w:rtl/>
        </w:rPr>
        <w:t>ا</w:t>
      </w:r>
      <w:r w:rsidR="00BA0B7F">
        <w:rPr>
          <w:rStyle w:val="libAieChar"/>
          <w:rFonts w:hint="eastAsia"/>
          <w:rtl/>
        </w:rPr>
        <w:t>ا</w:t>
      </w:r>
      <w:r w:rsidR="00476253" w:rsidRPr="00DA4573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DA4573">
        <w:rPr>
          <w:rStyle w:val="libAieChar"/>
          <w:rFonts w:hint="cs"/>
          <w:rtl/>
        </w:rPr>
        <w:t>االنَّاسُ</w:t>
      </w:r>
      <w:r w:rsidR="00476253" w:rsidRPr="00DA4573">
        <w:rPr>
          <w:rStyle w:val="libAieChar"/>
          <w:rtl/>
        </w:rPr>
        <w:t xml:space="preserve"> اذْكُرُوا نِعْمَةَ اللهِ عَلَ</w:t>
      </w:r>
      <w:r w:rsidR="00476253" w:rsidRPr="00DA4573">
        <w:rPr>
          <w:rStyle w:val="libAieChar"/>
          <w:rFonts w:hint="cs"/>
          <w:rtl/>
        </w:rPr>
        <w:t>ی</w:t>
      </w:r>
      <w:r w:rsidR="00476253" w:rsidRPr="00DA4573">
        <w:rPr>
          <w:rStyle w:val="libAieChar"/>
          <w:rFonts w:hint="eastAsia"/>
          <w:rtl/>
        </w:rPr>
        <w:t>كُمْ</w:t>
      </w:r>
      <w:r w:rsidR="00476253" w:rsidRPr="00DA4573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DA4573">
        <w:rPr>
          <w:rStyle w:val="libAieChar"/>
          <w:rFonts w:hint="cs"/>
          <w:rtl/>
        </w:rPr>
        <w:t>ل</w:t>
      </w:r>
      <w:r w:rsidR="00476253" w:rsidRPr="00DA4573">
        <w:rPr>
          <w:rStyle w:val="libAieChar"/>
          <w:rtl/>
        </w:rPr>
        <w:t xml:space="preserve"> </w:t>
      </w:r>
      <w:r w:rsidR="00476253" w:rsidRPr="00DA4573">
        <w:rPr>
          <w:rStyle w:val="libAieChar"/>
          <w:rFonts w:hint="cs"/>
          <w:rtl/>
        </w:rPr>
        <w:t>مِنْ</w:t>
      </w:r>
      <w:r w:rsidR="00476253" w:rsidRPr="00DA4573">
        <w:rPr>
          <w:rStyle w:val="libAieChar"/>
          <w:rtl/>
        </w:rPr>
        <w:t xml:space="preserve"> </w:t>
      </w:r>
      <w:r w:rsidR="00476253" w:rsidRPr="00DA4573">
        <w:rPr>
          <w:rStyle w:val="libAieChar"/>
          <w:rFonts w:hint="cs"/>
          <w:rtl/>
        </w:rPr>
        <w:t>خَالِقٍ</w:t>
      </w:r>
      <w:r w:rsidR="00476253" w:rsidRPr="00DA4573">
        <w:rPr>
          <w:rStyle w:val="libAieChar"/>
          <w:rtl/>
        </w:rPr>
        <w:t xml:space="preserve"> </w:t>
      </w:r>
      <w:r w:rsidR="00476253" w:rsidRPr="00DA4573">
        <w:rPr>
          <w:rStyle w:val="libAieChar"/>
          <w:rFonts w:hint="cs"/>
          <w:rtl/>
        </w:rPr>
        <w:t>غَی</w:t>
      </w:r>
      <w:r w:rsidR="00476253" w:rsidRPr="00DA4573">
        <w:rPr>
          <w:rStyle w:val="libAieChar"/>
          <w:rFonts w:hint="eastAsia"/>
          <w:rtl/>
        </w:rPr>
        <w:t>رُاللهِ</w:t>
      </w:r>
      <w:r w:rsidR="00476253" w:rsidRPr="00DA4573">
        <w:rPr>
          <w:rStyle w:val="libAieChar"/>
          <w:rtl/>
        </w:rPr>
        <w:t xml:space="preserve"> </w:t>
      </w:r>
      <w:r w:rsidR="00476253" w:rsidRPr="00DA4573">
        <w:rPr>
          <w:rStyle w:val="libAieChar"/>
          <w:rFonts w:hint="cs"/>
          <w:rtl/>
        </w:rPr>
        <w:t>ی</w:t>
      </w:r>
      <w:r w:rsidR="00476253" w:rsidRPr="00DA4573">
        <w:rPr>
          <w:rStyle w:val="libAieChar"/>
          <w:rFonts w:hint="eastAsia"/>
          <w:rtl/>
        </w:rPr>
        <w:t>رْزُقُكُمْ</w:t>
      </w:r>
      <w:r w:rsidR="00476253" w:rsidRPr="00DA4573">
        <w:rPr>
          <w:rStyle w:val="libAieChar"/>
          <w:rtl/>
        </w:rPr>
        <w:t xml:space="preserve"> مِنْ السَّمَاءِ وَالْ</w:t>
      </w:r>
      <w:r w:rsidR="00BA0B7F">
        <w:rPr>
          <w:rStyle w:val="libAieChar"/>
          <w:rtl/>
        </w:rPr>
        <w:t>ا</w:t>
      </w:r>
      <w:r w:rsidR="00476253" w:rsidRPr="00DA4573">
        <w:rPr>
          <w:rStyle w:val="libAieChar"/>
          <w:rFonts w:hint="eastAsia"/>
          <w:rtl/>
        </w:rPr>
        <w:t>رْضِ</w:t>
      </w:r>
      <w:r w:rsidR="00476253" w:rsidRPr="00DA4573">
        <w:rPr>
          <w:rStyle w:val="libAieChar"/>
          <w:rtl/>
        </w:rPr>
        <w:t xml:space="preserve"> لاَإِلَ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DA4573">
        <w:rPr>
          <w:rStyle w:val="libAieChar"/>
          <w:rFonts w:hint="cs"/>
          <w:rtl/>
        </w:rPr>
        <w:t>َ</w:t>
      </w:r>
      <w:r w:rsidR="00476253" w:rsidRPr="00DA4573">
        <w:rPr>
          <w:rStyle w:val="libAieChar"/>
          <w:rtl/>
        </w:rPr>
        <w:t xml:space="preserve"> </w:t>
      </w:r>
      <w:r w:rsidR="00476253" w:rsidRPr="00DA4573">
        <w:rPr>
          <w:rStyle w:val="libAieChar"/>
          <w:rFonts w:hint="cs"/>
          <w:rtl/>
        </w:rPr>
        <w:t>إِلاَّ</w:t>
      </w:r>
      <w:r w:rsidR="00476253" w:rsidRPr="00DA4573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DA4573">
        <w:rPr>
          <w:rStyle w:val="libAieChar"/>
          <w:rFonts w:hint="cs"/>
          <w:rtl/>
        </w:rPr>
        <w:t>ُوَ</w:t>
      </w:r>
      <w:r w:rsidR="00476253" w:rsidRPr="00DA4573">
        <w:rPr>
          <w:rStyle w:val="libAieChar"/>
          <w:rtl/>
        </w:rPr>
        <w:t xml:space="preserve"> </w:t>
      </w:r>
      <w:r w:rsidR="00476253" w:rsidRPr="00DA4573">
        <w:rPr>
          <w:rStyle w:val="libAieChar"/>
          <w:rFonts w:hint="cs"/>
          <w:rtl/>
        </w:rPr>
        <w:t>فَ</w:t>
      </w:r>
      <w:r w:rsidR="00BA0B7F">
        <w:rPr>
          <w:rStyle w:val="libAieChar"/>
          <w:rFonts w:hint="cs"/>
          <w:rtl/>
        </w:rPr>
        <w:t>ا</w:t>
      </w:r>
      <w:r w:rsidR="00476253" w:rsidRPr="00DA4573">
        <w:rPr>
          <w:rStyle w:val="libAieChar"/>
          <w:rFonts w:hint="eastAsia"/>
          <w:rtl/>
        </w:rPr>
        <w:t>نَّ</w:t>
      </w:r>
      <w:r w:rsidR="00476253" w:rsidRPr="00DA4573">
        <w:rPr>
          <w:rStyle w:val="libAieChar"/>
          <w:rFonts w:hint="cs"/>
          <w:rtl/>
        </w:rPr>
        <w:t>ی</w:t>
      </w:r>
      <w:r w:rsidR="00476253" w:rsidRPr="00DA4573">
        <w:rPr>
          <w:rStyle w:val="libAieChar"/>
          <w:rtl/>
        </w:rPr>
        <w:t xml:space="preserve"> تُؤْفَكُونَ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 xml:space="preserve">۔ </w:t>
      </w:r>
      <w:r w:rsidR="00572206" w:rsidRPr="00572206">
        <w:rPr>
          <w:rStyle w:val="libFootnotenumChar"/>
          <w:rFonts w:hint="cs"/>
          <w:rtl/>
        </w:rPr>
        <w:t>(5)</w:t>
      </w:r>
      <w:r w:rsidR="00476253"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”اے</w:t>
      </w:r>
      <w:r>
        <w:rPr>
          <w:rtl/>
          <w:lang w:bidi="ur-PK"/>
        </w:rPr>
        <w:t xml:space="preserve"> لوگو! اپنے اوپر (نازل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(ک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) اس کے علاوہ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خالق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؟وھ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تم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آسمان اور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ن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پس تم کس طرف بہکے چلے جا</w:t>
      </w:r>
      <w:r w:rsidR="00AA04E3">
        <w:rPr>
          <w:rtl/>
          <w:lang w:bidi="ur-PK"/>
        </w:rPr>
        <w:t xml:space="preserve">رہے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ھاں! تمام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تمام تر فوائد کے ساتھ ساتھ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وحدان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ذات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کاثبوت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و شناخت کے لئے آسان راستہ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6" w:name="_Toc520983943"/>
      <w:r>
        <w:rPr>
          <w:rtl/>
          <w:lang w:bidi="ur-PK"/>
        </w:rPr>
        <w:t>4۔ نعمت پر شکر</w:t>
      </w:r>
      <w:bookmarkEnd w:id="6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بعض</w:t>
      </w:r>
      <w:r>
        <w:rPr>
          <w:rtl/>
          <w:lang w:bidi="ur-PK"/>
        </w:rPr>
        <w:t xml:space="preserve"> لوگوں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شکر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نعمت سے فائدہ اٹھانے کے بعد ”شکر لله “ (الٰھ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شکر)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”الحمد لله“ کہہ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سے بڑھ کر ”الحمد لله رب العالم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ن“</w:t>
      </w:r>
      <w:r>
        <w:rPr>
          <w:rtl/>
          <w:lang w:bidi="ur-PK"/>
        </w:rPr>
        <w:t xml:space="preserve"> زبان پر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کہ ان بے شمار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کے مقابلہ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اردو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جملہ کہہ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شکر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تا، بلکہ شکر، نعمت عطا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کے مقام اور نعمت سے ھم آہنگ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نا چاہئے،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فعل و قول اور وجد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متحقق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 گے،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تک انسان اپنے اعضاء و اجوارح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خداوندمتعال کا شکر ادا کرنے کے لئے ان افعال و اقدامات کو انجام نہ دے جن سے پتہ چل جائے کہ وہ پروردگارعالم کا اطاعت گزار بندہ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پس شکر خدا کے لئے ضرور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انسان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امور کو انجام دے جو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سبب قرار پائے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سے غافل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خداوندعالم کے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لطف و کرم کے مقابلہ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زبان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پر”الٰھ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شکر “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”الحمد للہ“ کہہ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کوشاکر کھا جاسکتا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بدن،</w:t>
      </w:r>
      <w:r>
        <w:rPr>
          <w:rtl/>
          <w:lang w:bidi="ur-PK"/>
        </w:rPr>
        <w:t xml:space="preserve"> اعضاء و جوارح: آنکھ کان، دل و دماغ، ھاتھ،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ر،</w:t>
      </w:r>
      <w:r>
        <w:rPr>
          <w:rtl/>
          <w:lang w:bidi="ur-PK"/>
        </w:rPr>
        <w:t xml:space="preserve"> زبان، شکم، شھوت، ہڈ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اوررگ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کھانے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نے،</w:t>
      </w:r>
      <w:r>
        <w:rPr>
          <w:rtl/>
          <w:lang w:bidi="ur-PK"/>
        </w:rPr>
        <w:t xml:space="preserve"> پہننے اور سونگھنے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مناظر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پھاڑ، صحرا، جنگل، نھر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چشمے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پھلوں، اناج اورسبز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مختلف قسم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لاکھوں نعمت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جن پر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دارومدار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 سب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”الحمد لله“ کہنے سے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گا؟ اور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اسلام 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علم و حکمت، صحت و سلامت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تزک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نفس و طھارت، قناعت و اطاعت اور محبت و عبادت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نعمتوںکے مقابلہ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”الٰھ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شکر“ کہن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سے انسان خدا کا شاکر بندہ بن 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راغب</w:t>
      </w:r>
      <w:r>
        <w:rPr>
          <w:rtl/>
          <w:lang w:bidi="ur-PK"/>
        </w:rPr>
        <w:t xml:space="preserve"> اصفھان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کتاب ”المفردات“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024CEF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DA4573">
        <w:rPr>
          <w:rStyle w:val="libArabicChar"/>
          <w:rFonts w:hint="eastAsia"/>
          <w:rtl/>
        </w:rPr>
        <w:t>اَصْلُ</w:t>
      </w:r>
      <w:r w:rsidRPr="00DA4573">
        <w:rPr>
          <w:rStyle w:val="libArabicChar"/>
          <w:rtl/>
        </w:rPr>
        <w:t xml:space="preserve"> الشُّكْرِ مِنْ عَ</w:t>
      </w:r>
      <w:r w:rsidRPr="00DA4573">
        <w:rPr>
          <w:rStyle w:val="libArabicChar"/>
          <w:rFonts w:hint="cs"/>
          <w:rtl/>
        </w:rPr>
        <w:t>ی</w:t>
      </w:r>
      <w:r w:rsidRPr="00DA4573">
        <w:rPr>
          <w:rStyle w:val="libArabicChar"/>
          <w:rFonts w:hint="eastAsia"/>
          <w:rtl/>
        </w:rPr>
        <w:t>نٍ</w:t>
      </w:r>
      <w:r w:rsidRPr="00DA4573">
        <w:rPr>
          <w:rStyle w:val="libArabicChar"/>
          <w:rtl/>
        </w:rPr>
        <w:t xml:space="preserve"> شَكْريٰ</w:t>
      </w:r>
      <w:r>
        <w:rPr>
          <w:rtl/>
          <w:lang w:bidi="ur-PK"/>
        </w:rPr>
        <w:t xml:space="preserve">“۔ </w:t>
      </w:r>
      <w:r w:rsidR="00024CEF" w:rsidRPr="00572206">
        <w:rPr>
          <w:rStyle w:val="libFootnotenumChar"/>
          <w:rFonts w:hint="cs"/>
          <w:rtl/>
        </w:rPr>
        <w:t>(6)</w:t>
      </w:r>
      <w:r w:rsidRPr="00572206">
        <w:rPr>
          <w:rStyle w:val="libFootnotenumChar"/>
          <w:rtl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شکر</w:t>
      </w:r>
      <w:r>
        <w:rPr>
          <w:rtl/>
          <w:lang w:bidi="ur-PK"/>
        </w:rPr>
        <w:t xml:space="preserve"> کا مادہ ”ع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شَكْريٰ“ھے؛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آنسو بھر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بھرا چشمہ، لہٰذا شکر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”انسان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خدا سے بھرا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پر توجہ رکھنا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 طرح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ان کو 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خواجہ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طوس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الرحمہ، 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شکر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طرح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”شکر،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عمل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چاہئے کہ شکر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قول و فعل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نعمتوں کے مدّمقابل قرار پانا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شکر کے لئے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رکن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1۔ نعمت عطا کرنے والے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معرفت، اوراس کے صفات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پہچان،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نعمتوں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شناخت کرنا ضرور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جاننا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تمام ظاھر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منعم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انسان اور نعمتوں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تمام واسطے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فرما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سامنے سرِتسل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خم کئے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2۔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حالت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نا، اور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انسان عطا کرنے والے کے سامنے خشوع و خضوع اور انکسار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آئے اور نعمتوں پر خوش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، اور اس بات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رکھے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انسان کے لئے تحفے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جو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خداوند</w:t>
      </w:r>
      <w:r>
        <w:rPr>
          <w:rFonts w:hint="eastAsia"/>
          <w:rtl/>
          <w:lang w:bidi="ur-PK"/>
        </w:rPr>
        <w:t>عالم</w:t>
      </w:r>
      <w:r>
        <w:rPr>
          <w:rtl/>
          <w:lang w:bidi="ur-PK"/>
        </w:rPr>
        <w:t xml:space="preserve"> انسان پر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توجہ رکھتا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خاص حالت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انسان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پر خوش نہ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 xml:space="preserve">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جن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خداوندعالم کا قرب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3۔ عمل، اور عمل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دل، زبان اور اعضاء سے ظاھر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نا چاہئے۔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دل</w:t>
      </w:r>
      <w:r>
        <w:rPr>
          <w:rtl/>
          <w:lang w:bidi="ur-PK"/>
        </w:rPr>
        <w:t xml:space="preserve"> سے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پر توجہ رکھے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حمدو ثناکرے،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مخلوقات اور اس لطف و کرم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غور و فکر کرے،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اس کے تمام بندوں تک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پہنچانے کا ارادہ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زبان</w:t>
      </w:r>
      <w:r>
        <w:rPr>
          <w:rtl/>
          <w:lang w:bidi="ur-PK"/>
        </w:rPr>
        <w:t xml:space="preserve"> سے اس کا شکر و سپاس،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و تھل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اور لوگوں کو امر بالمعروف اور 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تمام</w:t>
      </w:r>
      <w:r>
        <w:rPr>
          <w:rtl/>
          <w:lang w:bidi="ur-PK"/>
        </w:rPr>
        <w:t xml:space="preserve"> ظاھر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کو استعمال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و اطاعت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ںاعضاء</w:t>
      </w:r>
      <w:r>
        <w:rPr>
          <w:rtl/>
          <w:lang w:bidi="ur-PK"/>
        </w:rPr>
        <w:t xml:space="preserve"> کو کام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لائے، اور اعضاء کو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مخالفت سے روکے رکھے“۔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لہٰذا</w:t>
      </w:r>
      <w:r>
        <w:rPr>
          <w:rtl/>
          <w:lang w:bidi="ur-PK"/>
        </w:rPr>
        <w:t xml:space="preserve"> شکر کے اس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روشن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شکر، صفات کمال کے اصول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جو صاحبان نعمت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بھت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کم ظاھر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چنانچہ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024CEF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AB722E">
        <w:rPr>
          <w:rStyle w:val="libAieChar"/>
          <w:rtl/>
        </w:rPr>
        <w:t>وَقَلِ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لٌ</w:t>
      </w:r>
      <w:r w:rsidR="00476253" w:rsidRPr="00AB722E">
        <w:rPr>
          <w:rStyle w:val="libAieChar"/>
          <w:rtl/>
        </w:rPr>
        <w:t xml:space="preserve"> مِنْ عِبَادِ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tl/>
        </w:rPr>
        <w:t xml:space="preserve"> الشَّكُورُ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 xml:space="preserve">۔ </w:t>
      </w:r>
      <w:r w:rsidR="00024CEF" w:rsidRPr="00024CEF">
        <w:rPr>
          <w:rStyle w:val="libFootnotenumChar"/>
          <w:rFonts w:hint="cs"/>
          <w:rtl/>
        </w:rPr>
        <w:t>(7)</w:t>
      </w:r>
      <w:r w:rsidR="00476253" w:rsidRPr="00024CEF">
        <w:rPr>
          <w:rStyle w:val="libFootnotenumChar"/>
          <w:rtl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”اور</w:t>
      </w:r>
      <w:r>
        <w:rPr>
          <w:rtl/>
          <w:lang w:bidi="ur-PK"/>
        </w:rPr>
        <w:t xml:space="preserve"> ھمارے بندوں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شکر گزار بندے بھت کم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تمام</w:t>
      </w:r>
      <w:r>
        <w:rPr>
          <w:rtl/>
          <w:lang w:bidi="ur-PK"/>
        </w:rPr>
        <w:t xml:space="preserve"> نعمتوں کے مقابلہ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مذکورہ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شکر واجب عقل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واجب شرع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ھر نعمت کو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استعمال کرنا شکر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طرح خداوندعالم نے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کامل عبادت و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شکر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 w:rsidR="00EC52B0">
        <w:rPr>
          <w:rtl/>
          <w:lang w:bidi="ur-PK"/>
        </w:rPr>
        <w:t xml:space="preserve"> ہی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024CEF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AB722E">
        <w:rPr>
          <w:rStyle w:val="libAieChar"/>
          <w:rtl/>
        </w:rPr>
        <w:t>فَكُلُوا مِمَّا رَزَقَكُمُ اللهُ حَلاَلاً طَ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بًا</w:t>
      </w:r>
      <w:r w:rsidR="00476253" w:rsidRPr="00AB722E">
        <w:rPr>
          <w:rStyle w:val="libAieChar"/>
          <w:rtl/>
        </w:rPr>
        <w:t xml:space="preserve"> وَاشْكُرُوا نِعْمَةَ اللهِ إِنْ كُنْتُمْ إِ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ا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ُ</w:t>
      </w:r>
      <w:r w:rsidR="00476253" w:rsidRPr="00AB722E">
        <w:rPr>
          <w:rStyle w:val="libAieChar"/>
          <w:rtl/>
        </w:rPr>
        <w:t xml:space="preserve"> تَعْبُدُونَ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 xml:space="preserve">۔ </w:t>
      </w:r>
      <w:r w:rsidR="00024CEF" w:rsidRPr="00024CEF">
        <w:rPr>
          <w:rStyle w:val="libFootnotenumChar"/>
          <w:rFonts w:hint="cs"/>
          <w:rtl/>
        </w:rPr>
        <w:t>(8)</w:t>
      </w:r>
      <w:r w:rsidR="00476253"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”لہٰذا</w:t>
      </w:r>
      <w:r>
        <w:rPr>
          <w:rtl/>
          <w:lang w:bidi="ur-PK"/>
        </w:rPr>
        <w:t xml:space="preserve"> اب تم اللہ کے دئے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حلال 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رزق کو کھا</w:t>
      </w:r>
      <w:r w:rsidR="00AA04E3">
        <w:rPr>
          <w:rtl/>
          <w:lang w:bidi="ur-PK"/>
        </w:rPr>
        <w:t>و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کرنے والے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کا 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 کرتے رھو“-۔ </w:t>
      </w:r>
    </w:p>
    <w:p w:rsidR="00476253" w:rsidRDefault="006F6A7F" w:rsidP="00024CEF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AB722E">
        <w:rPr>
          <w:rStyle w:val="libAieChar"/>
          <w:rtl/>
        </w:rPr>
        <w:t>فَابْتَغُوا عِنْدَ اللهِ الرِّزْقَ وَاعْبُدُو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ُ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وَاشْكُرُوا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ُ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إِلَی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ِ</w:t>
      </w:r>
      <w:r w:rsidR="00476253" w:rsidRPr="00AB722E">
        <w:rPr>
          <w:rStyle w:val="libAieChar"/>
          <w:rtl/>
        </w:rPr>
        <w:t xml:space="preserve"> تُرْجَعُونَ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 xml:space="preserve">۔ </w:t>
      </w:r>
      <w:r w:rsidR="00024CEF" w:rsidRPr="00024CEF">
        <w:rPr>
          <w:rStyle w:val="libFootnotenumChar"/>
          <w:rFonts w:hint="cs"/>
          <w:rtl/>
        </w:rPr>
        <w:t>(9)</w:t>
      </w:r>
      <w:r w:rsidR="00476253"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”رزق</w:t>
      </w:r>
      <w:r>
        <w:rPr>
          <w:rtl/>
          <w:lang w:bidi="ur-PK"/>
        </w:rPr>
        <w:t xml:space="preserve"> خدا کے پاس تلاش کرواور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کرو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شکربجالاؤ کہ تم سب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پلٹادئے جا</w:t>
      </w:r>
      <w:r w:rsidR="00AA04E3">
        <w:rPr>
          <w:rtl/>
          <w:lang w:bidi="ur-PK"/>
        </w:rPr>
        <w:t>و</w:t>
      </w:r>
      <w:r>
        <w:rPr>
          <w:rFonts w:hint="eastAsia"/>
          <w:rtl/>
          <w:lang w:bidi="ur-PK"/>
        </w:rPr>
        <w:t>گے“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مصحف</w:t>
      </w:r>
      <w:r>
        <w:rPr>
          <w:rtl/>
          <w:lang w:bidi="ur-PK"/>
        </w:rPr>
        <w:t xml:space="preserve"> ناطق حضرت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شکر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AB722E">
        <w:rPr>
          <w:rStyle w:val="libAieChar"/>
          <w:rFonts w:hint="eastAsia"/>
          <w:rtl/>
        </w:rPr>
        <w:t>شُكْرُ</w:t>
      </w:r>
      <w:r w:rsidRPr="00AB722E">
        <w:rPr>
          <w:rStyle w:val="libAieChar"/>
          <w:rtl/>
        </w:rPr>
        <w:t xml:space="preserve"> النِّعْمَةِ اجْتِنابُ الْمَحارِمِ وَتَمامُ الشُّكْرِ قَوْلُ الرَّجُلِ :الْحَمْدُ لِلّٰ</w:t>
      </w:r>
      <w:r w:rsidR="00705CD5" w:rsidRPr="00705CD5">
        <w:rPr>
          <w:rStyle w:val="libAieChar"/>
          <w:rFonts w:hint="cs"/>
          <w:rtl/>
        </w:rPr>
        <w:t>ه</w:t>
      </w:r>
      <w:r w:rsidRPr="00AB722E">
        <w:rPr>
          <w:rStyle w:val="libAieChar"/>
          <w:rFonts w:hint="cs"/>
          <w:rtl/>
        </w:rPr>
        <w:t>ِ</w:t>
      </w:r>
      <w:r w:rsidRPr="00AB722E">
        <w:rPr>
          <w:rStyle w:val="libAieChar"/>
          <w:rtl/>
        </w:rPr>
        <w:t xml:space="preserve"> </w:t>
      </w:r>
      <w:r w:rsidRPr="00AB722E">
        <w:rPr>
          <w:rStyle w:val="libAieChar"/>
          <w:rFonts w:hint="cs"/>
          <w:rtl/>
        </w:rPr>
        <w:t>رَبِّ</w:t>
      </w:r>
      <w:r w:rsidRPr="00AB722E">
        <w:rPr>
          <w:rStyle w:val="libAieChar"/>
          <w:rtl/>
        </w:rPr>
        <w:t xml:space="preserve"> </w:t>
      </w:r>
      <w:r w:rsidRPr="00AB722E">
        <w:rPr>
          <w:rStyle w:val="libAieChar"/>
          <w:rFonts w:hint="cs"/>
          <w:rtl/>
        </w:rPr>
        <w:t>الْعٰالَمی</w:t>
      </w:r>
      <w:r w:rsidRPr="00AB722E">
        <w:rPr>
          <w:rStyle w:val="libAieChar"/>
          <w:rFonts w:hint="eastAsia"/>
          <w:rtl/>
        </w:rPr>
        <w:t>نَ</w:t>
      </w:r>
      <w:r w:rsidR="00AB722E">
        <w:rPr>
          <w:rtl/>
          <w:lang w:bidi="ur-PK"/>
        </w:rPr>
        <w:t xml:space="preserve"> </w:t>
      </w:r>
      <w:r>
        <w:rPr>
          <w:rtl/>
          <w:lang w:bidi="ur-PK"/>
        </w:rPr>
        <w:t>“</w:t>
      </w:r>
      <w:r w:rsidR="00024CEF" w:rsidRPr="00572206">
        <w:rPr>
          <w:rStyle w:val="libFootnotenumChar"/>
          <w:rtl/>
        </w:rPr>
        <w:t>(10)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نعمتوں پر شکر بجالانے کا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انسان تمام حرام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اجتناب کرے، اور کامل شکر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نعمت ملنے پر ”الْحَمْدُ لِلّٰہِ رَبِّ الْعٰالَم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نَ“</w:t>
      </w:r>
      <w:r>
        <w:rPr>
          <w:rtl/>
          <w:lang w:bidi="ur-PK"/>
        </w:rPr>
        <w:t xml:space="preserve"> کھے“۔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پس</w:t>
      </w:r>
      <w:r>
        <w:rPr>
          <w:rtl/>
          <w:lang w:bidi="ur-PK"/>
        </w:rPr>
        <w:t xml:space="preserve"> نعمت کا شکر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نعمت کو عبادت و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بندگان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کرے، لوگوں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اوراحسان کرے اور تمام گناھوں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کرے۔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7" w:name="_Toc520983944"/>
      <w:r>
        <w:rPr>
          <w:rtl/>
          <w:lang w:bidi="ur-PK"/>
        </w:rPr>
        <w:t>5۔ نعمت پر ناشکر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bookmarkEnd w:id="7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بعض</w:t>
      </w:r>
      <w:r>
        <w:rPr>
          <w:rtl/>
          <w:lang w:bidi="ur-PK"/>
        </w:rPr>
        <w:t xml:space="preserve"> لوگ،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منعم سے بے خبر اورخداداد نعمتوں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غور و فکر کئے اپنے پاس موجودتمام نعمتوں کو مفت تصور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خودکو ان کا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مالک تصورکرتے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جو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کا دل اور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ان نعمتوں کو استعمال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جھل و غفلت اور بے خبر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نادان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کو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کاموں اور ناجائز شھوتوں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استعمال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اس سے بدتر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 تمام خداداد نعمتوں کو اپنے اھل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ال،</w:t>
      </w:r>
      <w:r>
        <w:rPr>
          <w:rtl/>
          <w:lang w:bidi="ur-PK"/>
        </w:rPr>
        <w:t xml:space="preserve"> اھل خاندان، دوستوں او 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لوگوں کو گمراہ کرنے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خرچ کرڈال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اعضاء</w:t>
      </w:r>
      <w:r>
        <w:rPr>
          <w:rtl/>
          <w:lang w:bidi="ur-PK"/>
        </w:rPr>
        <w:t xml:space="preserve"> و جوارح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نعمت کو گناھوں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مال و دولت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کو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خطا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علم و دانش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کو طاغوت و ظالموں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ںاور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کو بندگان خدا کو گمراہ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کرڈالتے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!!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lastRenderedPageBreak/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خدا 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خوبصورت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 w:rsidR="00AA04E3">
        <w:rPr>
          <w:rFonts w:hint="eastAsia"/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اپنے ان پست کاموں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خود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اپنے دوستوں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جہنم کے ابد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عذاب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ڈھک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جاتے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!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BA0B7F">
        <w:rPr>
          <w:rStyle w:val="libAieChar"/>
          <w:rtl/>
        </w:rPr>
        <w:t>ا</w:t>
      </w:r>
      <w:r w:rsidR="00476253" w:rsidRPr="00AB722E">
        <w:rPr>
          <w:rStyle w:val="libAieChar"/>
          <w:rFonts w:hint="eastAsia"/>
          <w:rtl/>
        </w:rPr>
        <w:t>لَمْ</w:t>
      </w:r>
      <w:r w:rsidR="00476253" w:rsidRPr="00AB722E">
        <w:rPr>
          <w:rStyle w:val="libAieChar"/>
          <w:rtl/>
        </w:rPr>
        <w:t xml:space="preserve"> تَرَ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tl/>
        </w:rPr>
        <w:t xml:space="preserve"> إِلَ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tl/>
        </w:rPr>
        <w:t xml:space="preserve"> الَّذِ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نَ</w:t>
      </w:r>
      <w:r w:rsidR="00476253" w:rsidRPr="00AB722E">
        <w:rPr>
          <w:rStyle w:val="libAieChar"/>
          <w:rtl/>
        </w:rPr>
        <w:t xml:space="preserve"> بَدَّلُوا نِعْمَةَ اللهِ كُفْرًا وَ</w:t>
      </w:r>
      <w:r w:rsidR="00BA0B7F">
        <w:rPr>
          <w:rStyle w:val="libAieChar"/>
          <w:rtl/>
        </w:rPr>
        <w:t>ا</w:t>
      </w:r>
      <w:r w:rsidR="00476253" w:rsidRPr="00AB722E">
        <w:rPr>
          <w:rStyle w:val="libAieChar"/>
          <w:rFonts w:hint="eastAsia"/>
          <w:rtl/>
        </w:rPr>
        <w:t>حَلُّوا</w:t>
      </w:r>
      <w:r w:rsidR="00476253" w:rsidRPr="00AB722E">
        <w:rPr>
          <w:rStyle w:val="libAieChar"/>
          <w:rtl/>
        </w:rPr>
        <w:t xml:space="preserve"> قَوْمَ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م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دَارَ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الْبَوَارِجَ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َنَّمَ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صْلَوْنَ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ا</w:t>
      </w:r>
      <w:r w:rsidR="00476253" w:rsidRPr="00AB722E">
        <w:rPr>
          <w:rStyle w:val="libAieChar"/>
          <w:rtl/>
        </w:rPr>
        <w:t xml:space="preserve"> وَبِئْسَ الْقَرَارُ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(11)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اتم</w:t>
      </w:r>
      <w:r w:rsidR="00476253">
        <w:rPr>
          <w:rtl/>
          <w:lang w:bidi="ur-PK"/>
        </w:rPr>
        <w:t xml:space="preserve"> نے ان لوگوں کو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کھا</w:t>
      </w:r>
      <w:r w:rsidR="00476253">
        <w:rPr>
          <w:rtl/>
          <w:lang w:bidi="ur-PK"/>
        </w:rPr>
        <w:t xml:space="preserve"> جنھوں نے اللہ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نعمت کو کفران نعمت سے بدل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اور اپنے قوم کو ھلاکت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منزل تک پہنچا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>۔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لوگ واصل جہنم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ں گے اور جہنم کتنا بُرا ٹھکانہ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8" w:name="_Toc520983945"/>
      <w:r>
        <w:rPr>
          <w:rtl/>
          <w:lang w:bidi="ur-PK"/>
        </w:rPr>
        <w:t>6۔ نعمتوں کا بے شمار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</w:t>
      </w:r>
      <w:bookmarkEnd w:id="8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ھم نے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توجہ ک</w:t>
      </w:r>
      <w:r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واضح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کا شمار ممکن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اور شمار کرنے والے چاھے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رکھتے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 ان کے شمار کرنے سے عاجز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۔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قر 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AB722E">
        <w:rPr>
          <w:rStyle w:val="libAieChar"/>
          <w:rtl/>
        </w:rPr>
        <w:t xml:space="preserve">وَلَوْ </w:t>
      </w:r>
      <w:r w:rsidR="00BA0B7F">
        <w:rPr>
          <w:rStyle w:val="libAieChar"/>
          <w:rtl/>
        </w:rPr>
        <w:t>ا</w:t>
      </w:r>
      <w:r w:rsidR="00476253" w:rsidRPr="00AB722E">
        <w:rPr>
          <w:rStyle w:val="libAieChar"/>
          <w:rFonts w:hint="eastAsia"/>
          <w:rtl/>
        </w:rPr>
        <w:t>نَّمَا</w:t>
      </w:r>
      <w:r w:rsidR="00476253" w:rsidRPr="00AB722E">
        <w:rPr>
          <w:rStyle w:val="libAieChar"/>
          <w:rtl/>
        </w:rPr>
        <w:t xml:space="preserve"> فِ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tl/>
        </w:rPr>
        <w:t xml:space="preserve"> الْ</w:t>
      </w:r>
      <w:r w:rsidR="00BA0B7F">
        <w:rPr>
          <w:rStyle w:val="libAieChar"/>
          <w:rtl/>
        </w:rPr>
        <w:t>ا</w:t>
      </w:r>
      <w:r w:rsidR="00476253" w:rsidRPr="00AB722E">
        <w:rPr>
          <w:rStyle w:val="libAieChar"/>
          <w:rFonts w:hint="eastAsia"/>
          <w:rtl/>
        </w:rPr>
        <w:t>رْضِ</w:t>
      </w:r>
      <w:r w:rsidR="00476253" w:rsidRPr="00AB722E">
        <w:rPr>
          <w:rStyle w:val="libAieChar"/>
          <w:rtl/>
        </w:rPr>
        <w:t xml:space="preserve"> مِنْ شَجَرَةٍ </w:t>
      </w:r>
      <w:r w:rsidR="00BA0B7F">
        <w:rPr>
          <w:rStyle w:val="libAieChar"/>
          <w:rtl/>
        </w:rPr>
        <w:t>ا</w:t>
      </w:r>
      <w:r w:rsidR="00476253" w:rsidRPr="00AB722E">
        <w:rPr>
          <w:rStyle w:val="libAieChar"/>
          <w:rFonts w:hint="eastAsia"/>
          <w:rtl/>
        </w:rPr>
        <w:t>قْلَامٌ</w:t>
      </w:r>
      <w:r w:rsidR="00476253" w:rsidRPr="00AB722E">
        <w:rPr>
          <w:rStyle w:val="libAieChar"/>
          <w:rtl/>
        </w:rPr>
        <w:t xml:space="preserve"> وَالْبَحْرُ 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مُدُّ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ُ</w:t>
      </w:r>
      <w:r w:rsidR="00476253" w:rsidRPr="00AB722E">
        <w:rPr>
          <w:rStyle w:val="libAieChar"/>
          <w:rtl/>
        </w:rPr>
        <w:t xml:space="preserve"> مِنْ بَعْدِ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ِ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سَبْعَةُ</w:t>
      </w:r>
      <w:r w:rsidR="00476253" w:rsidRPr="00AB722E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AB722E">
        <w:rPr>
          <w:rStyle w:val="libAieChar"/>
          <w:rFonts w:hint="eastAsia"/>
          <w:rtl/>
        </w:rPr>
        <w:t>بْحُرٍ</w:t>
      </w:r>
      <w:r w:rsidR="00476253" w:rsidRPr="00AB722E">
        <w:rPr>
          <w:rStyle w:val="libAieChar"/>
          <w:rtl/>
        </w:rPr>
        <w:t xml:space="preserve"> مَا نَفِدَتْ كَلِمَاتُ اللهِ إِنَّ اللهَ عَزِ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زٌ</w:t>
      </w:r>
      <w:r w:rsidR="00476253" w:rsidRPr="00AB722E">
        <w:rPr>
          <w:rStyle w:val="libAieChar"/>
          <w:rtl/>
        </w:rPr>
        <w:t xml:space="preserve"> حَكِ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مٌ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(12)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اگر روئے زم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کے تمام درخت، قلم بن جائ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اور سمندر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مز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tl/>
          <w:lang w:bidi="ur-PK"/>
        </w:rPr>
        <w:t xml:space="preserve"> سات سمندر اور آجائ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تو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کلمات الٰھ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تمام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نے والے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،</w:t>
      </w:r>
      <w:r w:rsidR="00476253">
        <w:rPr>
          <w:rtl/>
          <w:lang w:bidi="ur-PK"/>
        </w:rPr>
        <w:t xml:space="preserve"> ب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شک</w:t>
      </w:r>
      <w:r w:rsidR="00476253">
        <w:rPr>
          <w:rtl/>
          <w:lang w:bidi="ur-PK"/>
        </w:rPr>
        <w:t xml:space="preserve"> اللہ صاحب عزت بھ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صاحب حکمت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دائش</w:t>
      </w:r>
      <w:r>
        <w:rPr>
          <w:rtl/>
          <w:lang w:bidi="ur-PK"/>
        </w:rPr>
        <w:t xml:space="preserve"> کے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غور و فکر کرنا چاہئے اور اپنے جسم کے ظاھر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حصہ کو عقل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چاہئے تاکہ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واضح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کہ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کا شمار کرنا ھمارے امکان سے باھر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خداوندعالم،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خلقت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AB722E">
        <w:rPr>
          <w:rStyle w:val="libAieChar"/>
          <w:rtl/>
        </w:rPr>
        <w:t>وَلَقَدْ خَلَقْنَا الْإِنسَانَ مِنْ سُلالَةٍ مِنْ طِ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نٍ</w:t>
      </w:r>
      <w:r w:rsidR="006F6A7F"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(13)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ھم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نے انسان کو 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ل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مٹ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سے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دا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AB722E">
        <w:rPr>
          <w:rStyle w:val="libAieChar"/>
          <w:rtl/>
        </w:rPr>
        <w:t>ثُمَّ جَعَلْنَا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ُ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نُطْفَةً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فِی</w:t>
      </w:r>
      <w:r w:rsidR="00476253" w:rsidRPr="00AB722E">
        <w:rPr>
          <w:rStyle w:val="libAieChar"/>
          <w:rtl/>
        </w:rPr>
        <w:t xml:space="preserve"> قَرَارٍ مَكِ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نٍ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(14)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”پھر</w:t>
      </w:r>
      <w:r w:rsidR="00476253">
        <w:rPr>
          <w:rtl/>
          <w:lang w:bidi="ur-PK"/>
        </w:rPr>
        <w:t xml:space="preserve"> اسے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محفوظ جگہ پر نطفہ بناکر رکھا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AB722E">
        <w:rPr>
          <w:rStyle w:val="libAieChar"/>
          <w:rtl/>
        </w:rPr>
        <w:t xml:space="preserve">ثُمَّ خَلَقْنَا النُّطْفَةَ عَلَقَةً فَخَلَقْنَا الْعَلَقَةَ مُضْغَةً فَخَلَقْنَا الْمُضْغَةَ عِظَامًا فَكَسَوْنَا الْعِظَامَ لَحْمًا ثُمَّ </w:t>
      </w:r>
      <w:r w:rsidR="00BA0B7F">
        <w:rPr>
          <w:rStyle w:val="libAieChar"/>
          <w:rtl/>
        </w:rPr>
        <w:t>ا</w:t>
      </w:r>
      <w:r w:rsidR="00476253" w:rsidRPr="00AB722E">
        <w:rPr>
          <w:rStyle w:val="libAieChar"/>
          <w:rFonts w:hint="eastAsia"/>
          <w:rtl/>
        </w:rPr>
        <w:t>نشَ</w:t>
      </w:r>
      <w:r w:rsidR="00BA0B7F">
        <w:rPr>
          <w:rStyle w:val="libAieChar"/>
          <w:rFonts w:hint="eastAsia"/>
          <w:rtl/>
        </w:rPr>
        <w:t>ا</w:t>
      </w:r>
      <w:r w:rsidR="00476253" w:rsidRPr="00AB722E">
        <w:rPr>
          <w:rStyle w:val="libAieChar"/>
          <w:rFonts w:hint="eastAsia"/>
          <w:rtl/>
        </w:rPr>
        <w:t>نَا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ُ</w:t>
      </w:r>
      <w:r w:rsidR="00476253" w:rsidRPr="00AB722E">
        <w:rPr>
          <w:rStyle w:val="libAieChar"/>
          <w:rtl/>
        </w:rPr>
        <w:t xml:space="preserve"> خَلْقًا آخَرَ فَتَبَارَكَ اللهُ </w:t>
      </w:r>
      <w:r w:rsidR="00BA0B7F">
        <w:rPr>
          <w:rStyle w:val="libAieChar"/>
          <w:rtl/>
        </w:rPr>
        <w:t>ا</w:t>
      </w:r>
      <w:r w:rsidR="00476253" w:rsidRPr="00AB722E">
        <w:rPr>
          <w:rStyle w:val="libAieChar"/>
          <w:rFonts w:hint="eastAsia"/>
          <w:rtl/>
        </w:rPr>
        <w:t>حْسَنُ</w:t>
      </w:r>
      <w:r w:rsidR="00476253" w:rsidRPr="00AB722E">
        <w:rPr>
          <w:rStyle w:val="libAieChar"/>
          <w:rtl/>
        </w:rPr>
        <w:t xml:space="preserve"> الْخَالِقِ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نَ</w:t>
      </w:r>
      <w:r w:rsidRPr="006F6A7F">
        <w:rPr>
          <w:rStyle w:val="libAlaemChar"/>
          <w:rtl/>
        </w:rPr>
        <w:t>)</w:t>
      </w:r>
      <w:r w:rsidR="00572206" w:rsidRPr="00572206">
        <w:rPr>
          <w:rStyle w:val="libFootnotenumChar"/>
          <w:rtl/>
          <w:lang w:bidi="ur-PK"/>
        </w:rPr>
        <w:t>(15)</w:t>
      </w:r>
      <w:r w:rsidR="00572206">
        <w:rPr>
          <w:rtl/>
          <w:lang w:bidi="ur-PK"/>
        </w:rPr>
        <w:t xml:space="preserve"> </w:t>
      </w:r>
      <w:r w:rsidR="00572206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”پھر</w:t>
      </w:r>
      <w:r w:rsidR="00476253">
        <w:rPr>
          <w:rtl/>
          <w:lang w:bidi="ur-PK"/>
        </w:rPr>
        <w:t xml:space="preserve"> ھم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نے نطفہ کو جماھو اخون بنا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اور منجمد خون کو گوشت کا لوتھڑا بنا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ا،</w:t>
      </w:r>
      <w:r w:rsidR="00476253">
        <w:rPr>
          <w:rtl/>
          <w:lang w:bidi="ur-PK"/>
        </w:rPr>
        <w:t xml:space="preserve"> پھر ھم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نے (اس) لوتھڑے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ہڈ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اں</w:t>
      </w:r>
      <w:r w:rsidR="00476253">
        <w:rPr>
          <w:rtl/>
          <w:lang w:bidi="ur-PK"/>
        </w:rPr>
        <w:t xml:space="preserve"> بنائ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ں،</w:t>
      </w:r>
      <w:r w:rsidR="00476253">
        <w:rPr>
          <w:rtl/>
          <w:lang w:bidi="ur-PK"/>
        </w:rPr>
        <w:t xml:space="preserve"> </w:t>
      </w:r>
      <w:r w:rsidR="00476253">
        <w:rPr>
          <w:rtl/>
          <w:lang w:bidi="ur-PK"/>
        </w:rPr>
        <w:lastRenderedPageBreak/>
        <w:t>پھر ھم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نے ہڈ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</w:t>
      </w:r>
      <w:r w:rsidR="00476253">
        <w:rPr>
          <w:rtl/>
          <w:lang w:bidi="ur-PK"/>
        </w:rPr>
        <w:t xml:space="preserve"> پر گوشت چڑھا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ا،</w:t>
      </w:r>
      <w:r w:rsidR="00476253">
        <w:rPr>
          <w:rtl/>
          <w:lang w:bidi="ur-PK"/>
        </w:rPr>
        <w:t xml:space="preserve"> پھر ھم نے اسے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دوسر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مخلوق بناد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، تو کس قدر با برکت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وہ خدا جو سب سے بھتر خلق کرنے والا</w:t>
      </w:r>
      <w:r w:rsidR="00AA04E3">
        <w:rPr>
          <w:rtl/>
          <w:lang w:bidi="ur-PK"/>
        </w:rPr>
        <w:t xml:space="preserve"> ہے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نطفہ ان تمام مراحل سے گزرکر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کامل انسان اور مکمل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اھے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ھم اپنے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جسم اور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پائے جانے والے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وں،</w:t>
      </w:r>
      <w:r>
        <w:rPr>
          <w:rtl/>
          <w:lang w:bidi="ur-PK"/>
        </w:rPr>
        <w:t xml:space="preserve"> آنکھ، کان، ناک، معدہ، گردن، خون، تنفس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نظام، مغز، اعصاب، اور دوسرے اعضاء و جوارح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AA04E3">
        <w:rPr>
          <w:rFonts w:hint="eastAsia"/>
          <w:rtl/>
          <w:lang w:bidi="ur-PK"/>
        </w:rPr>
        <w:t xml:space="preserve"> ہیں </w:t>
      </w:r>
      <w:r>
        <w:rPr>
          <w:rtl/>
          <w:lang w:bidi="ur-PK"/>
        </w:rPr>
        <w:t xml:space="preserve"> اور ان کے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غور وفکر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تاکہ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کہ خود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 قدر بے شمار نعمت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ں موجود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دانشوروں او رڈاکٹروں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کہنا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کہ اگر انسان مسلسل</w:t>
      </w:r>
      <w:r w:rsidR="0005211C">
        <w:rPr>
          <w:rtl/>
          <w:lang w:bidi="ur-PK"/>
        </w:rPr>
        <w:t>(</w:t>
      </w:r>
      <w:r>
        <w:rPr>
          <w:rtl/>
          <w:lang w:bidi="ur-PK"/>
        </w:rPr>
        <w:t>24 گھنٹے ) ھر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کنڈ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بدن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شمار کرتا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تو ان تمام کو شمار کرنے کے لئے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ہزار (3000) سال در کا 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 گے۔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دانشوروں او رڈاکٹروں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کہنا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کہ انسان کے”معدہ“ (اس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اندر) کھانا اس قدر تجز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تحل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انسان کے ھاتھوں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بنائ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اتنا کچھ تجز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تحل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تا، اس معدہ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10 لاکھ مختلف ق</w:t>
      </w:r>
      <w:r>
        <w:rPr>
          <w:rFonts w:hint="eastAsia"/>
          <w:rtl/>
          <w:lang w:bidi="ur-PK"/>
        </w:rPr>
        <w:t>سم</w:t>
      </w:r>
      <w:r>
        <w:rPr>
          <w:rtl/>
          <w:lang w:bidi="ur-PK"/>
        </w:rPr>
        <w:t xml:space="preserve"> کے ذرات فلٹر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اکثر ذرات زھر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 w:rsidR="00024CEF" w:rsidRPr="00572206">
        <w:rPr>
          <w:rStyle w:val="libFootnotenumChar"/>
          <w:rtl/>
        </w:rPr>
        <w:t>(16)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دانشوروں او رڈاکٹروں کا کہنا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کہ انسان کا دل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”بند مٹھ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“سے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بڑا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طاقت رکھتا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ھر منٹ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70 مرتبہ کھلتا اور بند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ارب مرتبہ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ھر منٹ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بال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بار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رگوں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پورے بدن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دوبار خون پہنچاتا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بدن کے اربوں کھربوں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دھوتا</w:t>
      </w:r>
      <w:r w:rsidR="00AA04E3">
        <w:rPr>
          <w:rtl/>
          <w:lang w:bidi="ur-PK"/>
        </w:rPr>
        <w:t xml:space="preserve"> ہے</w:t>
      </w:r>
      <w:r w:rsidR="00024CEF" w:rsidRPr="00572206">
        <w:rPr>
          <w:rStyle w:val="libFootnotenumChar"/>
          <w:rtl/>
        </w:rPr>
        <w:t>(17)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طرح آکس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جن،</w:t>
      </w:r>
      <w:r>
        <w:rPr>
          <w:rtl/>
          <w:lang w:bidi="ur-PK"/>
        </w:rPr>
        <w:t xml:space="preserve"> 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ڈروجن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کے ذرات،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روشن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درختوں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پتے اور پھل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آسمان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جو کچھ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طرح سے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اگر ھم اپنے بدن کے ساتھ ان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کا اضافہ کرکے غور و فکر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کے لئے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کا شمار ممکن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؟! </w:t>
      </w:r>
    </w:p>
    <w:p w:rsidR="00476253" w:rsidRDefault="00476253" w:rsidP="003937EF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آپ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خاک کود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AA04E3">
        <w:rPr>
          <w:rFonts w:hint="eastAsia"/>
          <w:rtl/>
          <w:lang w:bidi="ur-PK"/>
        </w:rPr>
        <w:t xml:space="preserve"> ہیں 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فقط خالص مٹ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بلکہ مٹ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اکثر حصہ معدن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مواد سے تشک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پاتا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جو چھوٹے چھوٹے سنگر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زے</w:t>
      </w:r>
      <w:r>
        <w:rPr>
          <w:rtl/>
          <w:lang w:bidi="ur-PK"/>
        </w:rPr>
        <w:t xml:space="preserve"> بڑے پتھروں کے ٹکڑے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جو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گئے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ممکن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لاکھوں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کٹر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کٹر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علاوہ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رشد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شے</w:t>
      </w:r>
      <w:r>
        <w:rPr>
          <w:rtl/>
          <w:lang w:bidi="ur-PK"/>
        </w:rPr>
        <w:t xml:space="preserve"> (مانند امر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>) اوربھت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ڑے</w:t>
      </w:r>
      <w:r>
        <w:rPr>
          <w:rtl/>
          <w:lang w:bidi="ur-PK"/>
        </w:rPr>
        <w:t xml:space="preserve"> مکوڑے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پائے جاتے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بھت سے زندہ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مٹ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نرم کرتے رھتے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تاکہ درختوں اور پودوں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 نمو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مدد گار ثابت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024CEF" w:rsidRPr="00572206">
        <w:rPr>
          <w:rStyle w:val="libFootnotenumChar"/>
          <w:rtl/>
        </w:rPr>
        <w:t>(18)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کے اندر مختلف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ہضم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منھ، دانت، زبان، حلق، لعاب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کرنے والے </w:t>
      </w:r>
      <w:r>
        <w:rPr>
          <w:rtl/>
          <w:lang w:bidi="ur-PK"/>
        </w:rPr>
        <w:lastRenderedPageBreak/>
        <w:t>غدود، معدہ، لوز المعدہ</w:t>
      </w:r>
      <w:r w:rsidR="003937EF" w:rsidRPr="003937EF">
        <w:rPr>
          <w:rStyle w:val="libFootnotenumChar"/>
          <w:rFonts w:hint="cs"/>
          <w:rtl/>
        </w:rPr>
        <w:t>(19)</w:t>
      </w:r>
      <w:r>
        <w:rPr>
          <w:rtl/>
          <w:lang w:bidi="ur-PK"/>
        </w:rPr>
        <w:t xml:space="preserve"> "</w:t>
      </w:r>
      <w:r>
        <w:rPr>
          <w:lang w:bidi="ur-PK"/>
        </w:rPr>
        <w:t>Pancreas</w:t>
      </w:r>
      <w:r>
        <w:rPr>
          <w:rtl/>
          <w:lang w:bidi="ur-PK"/>
        </w:rPr>
        <w:t>"،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غذا کو جذب و ہضم کرنے کے لئے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 عمل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نعمت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اھم مسئلہ سرخ رگوں،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رگوں،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رگوں، دل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حصہ، دل کے داہنا اور با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حصہ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خون کا صاف کرنا اور خون کے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سرخ گلوبل، ترک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خون، رنگ خون، جر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خون، حرارت بدن، بدن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کھال اور اس کے عناصر، آنکھ اور اس کے طبقات وغ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رہ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تعجب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نعمتوں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3937EF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آسمان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فضا، نور کا پہنچنا، گردش، کشش اور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اؤں</w:t>
      </w:r>
      <w:r>
        <w:rPr>
          <w:rtl/>
          <w:lang w:bidi="ur-PK"/>
        </w:rPr>
        <w:t xml:space="preserve"> کا جز رو مدّ </w:t>
      </w:r>
      <w:r w:rsidR="003937EF" w:rsidRPr="003937EF">
        <w:rPr>
          <w:rStyle w:val="libFootnotenumChar"/>
          <w:rFonts w:hint="cs"/>
          <w:rtl/>
        </w:rPr>
        <w:t>(20)</w:t>
      </w:r>
      <w:r w:rsidRPr="003937EF">
        <w:rPr>
          <w:rStyle w:val="libFootnotenumChar"/>
          <w:rtl/>
        </w:rPr>
        <w:t xml:space="preserve"> </w:t>
      </w:r>
      <w:r>
        <w:rPr>
          <w:rtl/>
          <w:lang w:bidi="ur-PK"/>
        </w:rPr>
        <w:t>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 قدراھم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حامل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کے عناصر اتنے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اگر ھم آسمان کے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والے حصے کے ستاروں کو شمار کرنا چا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ھر منٹ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300 ستاروں کو شمار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اس کے لئ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3500سال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درکار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شب و روز ستاروں کو شمار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تخم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لاکھ مل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کے مقابلہ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چھوٹے سے دانہ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بھتر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ھم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 w:rsidR="00AA04E3">
        <w:rPr>
          <w:rFonts w:hint="eastAsia"/>
          <w:rtl/>
          <w:lang w:bidi="ur-PK"/>
        </w:rPr>
        <w:t xml:space="preserve"> ہیں </w:t>
      </w:r>
      <w:r>
        <w:rPr>
          <w:rtl/>
          <w:lang w:bidi="ur-PK"/>
        </w:rPr>
        <w:t xml:space="preserve"> کہ انسان ان کو شمار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کرسکتا!!!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فضا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ستارے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وہ اس قدر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و 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اس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سے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جانے کے لئے پانچ لاکھ نور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سال درکار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سورج</w:t>
      </w:r>
      <w:r>
        <w:rPr>
          <w:rtl/>
          <w:lang w:bidi="ur-PK"/>
        </w:rPr>
        <w:t xml:space="preserve"> اور منظومہ شمس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آسمان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کرنوں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ذرہ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400ک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ٹر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کنڈ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رفتار سے حرکت کررھا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باً</w:t>
      </w:r>
      <w:r>
        <w:rPr>
          <w:rtl/>
          <w:lang w:bidi="ur-PK"/>
        </w:rPr>
        <w:t xml:space="preserve"> (200000000) سال کا وقت درکار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تاکہ اپنے مرکز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چکر لگاسکے!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عالم</w:t>
      </w:r>
      <w:r>
        <w:rPr>
          <w:rtl/>
          <w:lang w:bidi="ur-PK"/>
        </w:rPr>
        <w:t xml:space="preserve"> بالا کا تعجب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نظام، سطح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اندر اس کا اثر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بھت سے جانداروں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راستہ ھموار کرنا،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کھان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انسان کے لئے سمجھنا اتنا آسان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انسان جس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قطرہ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ہزاروں زندہ اور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جانور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متر مکعب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7500سف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گلوبل"</w:t>
      </w:r>
      <w:r>
        <w:rPr>
          <w:lang w:bidi="ur-PK"/>
        </w:rPr>
        <w:t>Globule</w:t>
      </w:r>
      <w:r>
        <w:rPr>
          <w:rtl/>
          <w:lang w:bidi="ur-PK"/>
        </w:rPr>
        <w:t>" اور پچاس لاکھ سرخ گلوبل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 w:rsidR="00024CEF" w:rsidRPr="00572206">
        <w:rPr>
          <w:rStyle w:val="libFootnotenumChar"/>
          <w:rtl/>
        </w:rPr>
        <w:t>(21)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تمام باتوں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کا اندازہ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کے نوران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قلب پر نازل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والے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پھلے ان حقائق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لہٰذا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کردہ نعمتوں کو ھرگز شمار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AB722E">
        <w:rPr>
          <w:rStyle w:val="libAieChar"/>
          <w:rtl/>
        </w:rPr>
        <w:t>وَإِنْ تَعُدُّوا نِعْمَةَ اللهِ لاَتُحْصُو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ا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إِنَّ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اللهَ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لَغَفُورٌ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رَح</w:t>
      </w:r>
      <w:r w:rsidR="00476253" w:rsidRPr="00AB722E">
        <w:rPr>
          <w:rStyle w:val="libAieChar"/>
          <w:rtl/>
        </w:rPr>
        <w:t>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مٌ</w:t>
      </w:r>
      <w:r w:rsidR="00476253">
        <w:rPr>
          <w:rtl/>
          <w:lang w:bidi="ur-PK"/>
        </w:rPr>
        <w:t xml:space="preserve"> 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(22)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تم اللہ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نعمتوں کو شمار کرنا چاھو تو شمار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کرسکتے، ب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شک</w:t>
      </w:r>
      <w:r w:rsidR="00476253">
        <w:rPr>
          <w:rtl/>
          <w:lang w:bidi="ur-PK"/>
        </w:rPr>
        <w:t xml:space="preserve"> اللہ بڑا مھربان اور بخشنے والا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3937EF" w:rsidRDefault="003937EF" w:rsidP="00476253">
      <w:pPr>
        <w:pStyle w:val="libNormal"/>
        <w:rPr>
          <w:rtl/>
          <w:lang w:bidi="ur-PK"/>
        </w:rPr>
      </w:pPr>
    </w:p>
    <w:p w:rsidR="003937EF" w:rsidRDefault="003937EF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9" w:name="_Toc520983946"/>
      <w:r>
        <w:rPr>
          <w:rtl/>
          <w:lang w:bidi="ur-PK"/>
        </w:rPr>
        <w:t>7۔نعمتوں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شناس</w:t>
      </w:r>
      <w:r>
        <w:rPr>
          <w:rFonts w:hint="cs"/>
          <w:rtl/>
          <w:lang w:bidi="ur-PK"/>
        </w:rPr>
        <w:t>ی</w:t>
      </w:r>
      <w:bookmarkEnd w:id="9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</w:t>
      </w:r>
      <w:r>
        <w:rPr>
          <w:rtl/>
          <w:lang w:bidi="ur-PK"/>
        </w:rPr>
        <w:t xml:space="preserve"> افراد نے اس کائنات،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آسمان اور مخلوقات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غور و فکر کرنے کے بعد خالق کائنات، نظام عالم، انسان اور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کو پہچان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وہ لوگ اپنے نفس کا تذک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اخلاق کو سنوارنے، عبادت و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راستہ کو طے کرنے اور خدا کے بندوں پر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احسان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کوشش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درحق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افراد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کے قدر شناس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افراد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ظاھر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سے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اس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خود اور ان کے نقش قدم پر چلنے والے افراد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سعادت و خوش بخت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پہنچ جاتے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پاک قافلہ کے قافلہ سالار اور اس قوم کےممتاز رھبر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 ائمہ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تمام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شب و روز کے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ضہ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کے راستہ پر برقرار رہنے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AB722E">
        <w:rPr>
          <w:rStyle w:val="libAieChar"/>
          <w:rtl/>
        </w:rPr>
        <w:t>ا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ْدِنَا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الصِّرَاطَ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الْمُسْتَقِی</w:t>
      </w:r>
      <w:r w:rsidR="00476253" w:rsidRPr="00AB722E">
        <w:rPr>
          <w:rStyle w:val="libAieChar"/>
          <w:rFonts w:hint="eastAsia"/>
          <w:rtl/>
        </w:rPr>
        <w:t>مَ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صِرَاطَ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الَّذِی</w:t>
      </w:r>
      <w:r w:rsidR="00476253" w:rsidRPr="00AB722E">
        <w:rPr>
          <w:rStyle w:val="libAieChar"/>
          <w:rFonts w:hint="eastAsia"/>
          <w:rtl/>
        </w:rPr>
        <w:t>نَ</w:t>
      </w:r>
      <w:r w:rsidR="00476253" w:rsidRPr="00AB722E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AB722E">
        <w:rPr>
          <w:rStyle w:val="libAieChar"/>
          <w:rFonts w:hint="eastAsia"/>
          <w:rtl/>
        </w:rPr>
        <w:t>نْعَمْتَ</w:t>
      </w:r>
      <w:r w:rsidR="00476253" w:rsidRPr="00AB722E">
        <w:rPr>
          <w:rStyle w:val="libAieChar"/>
          <w:rtl/>
        </w:rPr>
        <w:t xml:space="preserve"> عَلَ</w:t>
      </w:r>
      <w:r w:rsidR="00476253" w:rsidRPr="00AB722E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م</w:t>
      </w:r>
      <w:r w:rsidR="00476253" w:rsidRPr="00AB722E">
        <w:rPr>
          <w:rStyle w:val="libAieChar"/>
          <w:rtl/>
        </w:rPr>
        <w:t xml:space="preserve"> غَ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رِ</w:t>
      </w:r>
      <w:r w:rsidR="00476253" w:rsidRPr="00AB722E">
        <w:rPr>
          <w:rStyle w:val="libAieChar"/>
          <w:rtl/>
        </w:rPr>
        <w:t xml:space="preserve"> الْمَغْضُوبِ عَلَ</w:t>
      </w:r>
      <w:r w:rsidR="00476253" w:rsidRPr="00AB722E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م</w:t>
      </w:r>
      <w:r w:rsidR="00476253" w:rsidRPr="00AB722E">
        <w:rPr>
          <w:rStyle w:val="libAieChar"/>
          <w:rtl/>
        </w:rPr>
        <w:t xml:space="preserve"> وَلاَالضَّالِّ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نَ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(23)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”ھم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س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دھے</w:t>
      </w:r>
      <w:r w:rsidR="00476253">
        <w:rPr>
          <w:rtl/>
          <w:lang w:bidi="ur-PK"/>
        </w:rPr>
        <w:t xml:space="preserve"> راستہ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ہدا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tl/>
          <w:lang w:bidi="ur-PK"/>
        </w:rPr>
        <w:t xml:space="preserve"> فرماتا رہ ۔جو ان لوگوں کا راستہ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جن پر تونے نعمت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نازل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،</w:t>
      </w:r>
      <w:r w:rsidR="00476253">
        <w:rPr>
          <w:rtl/>
          <w:lang w:bidi="ur-PK"/>
        </w:rPr>
        <w:t xml:space="preserve"> ان کا راستہ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جن پر غضب نازل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جو بہکے</w:t>
      </w:r>
      <w:r w:rsidR="006E184C">
        <w:rPr>
          <w:rtl/>
          <w:lang w:bidi="ur-PK"/>
        </w:rPr>
        <w:t xml:space="preserve"> ہوئے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ھاں،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 ائمہ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کا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تھے، اور شکر نعمت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مقام اور بلند مقام و مرتبت پر پہنچے</w:t>
      </w:r>
      <w:r w:rsidR="006E184C">
        <w:rPr>
          <w:rtl/>
          <w:lang w:bidi="ur-PK"/>
        </w:rPr>
        <w:t xml:space="preserve"> ہوئے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 درک کرنے سے عاجز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خداوندمھربان</w:t>
      </w:r>
      <w:r>
        <w:rPr>
          <w:rtl/>
          <w:lang w:bidi="ur-PK"/>
        </w:rPr>
        <w:t xml:space="preserve"> نے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افراد سے وعدہ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تمام مراحل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و رسول کے مط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و فرمانبردار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لوگوں کو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 نعمت شناس حضرات کے ساتھ محشور فرمائے گا۔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AB722E">
        <w:rPr>
          <w:rStyle w:val="libAieChar"/>
          <w:rtl/>
        </w:rPr>
        <w:t xml:space="preserve">وَمَنْ 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طِعْ</w:t>
      </w:r>
      <w:r w:rsidR="00476253" w:rsidRPr="00AB722E">
        <w:rPr>
          <w:rStyle w:val="libAieChar"/>
          <w:rtl/>
        </w:rPr>
        <w:t xml:space="preserve"> اللهَ وَالرَّسُولَ فَ</w:t>
      </w:r>
      <w:r w:rsidR="00BA0B7F">
        <w:rPr>
          <w:rStyle w:val="libAieChar"/>
          <w:rtl/>
        </w:rPr>
        <w:t>ا</w:t>
      </w:r>
      <w:r w:rsidR="00476253" w:rsidRPr="00AB722E">
        <w:rPr>
          <w:rStyle w:val="libAieChar"/>
          <w:rFonts w:hint="eastAsia"/>
          <w:rtl/>
        </w:rPr>
        <w:t>وْلَئِكَ</w:t>
      </w:r>
      <w:r w:rsidR="00476253" w:rsidRPr="00AB722E">
        <w:rPr>
          <w:rStyle w:val="libAieChar"/>
          <w:rtl/>
        </w:rPr>
        <w:t xml:space="preserve"> مَعَ الَّذِ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نَ</w:t>
      </w:r>
      <w:r w:rsidR="00476253" w:rsidRPr="00AB722E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AB722E">
        <w:rPr>
          <w:rStyle w:val="libAieChar"/>
          <w:rFonts w:hint="eastAsia"/>
          <w:rtl/>
        </w:rPr>
        <w:t>نْعَمَ</w:t>
      </w:r>
      <w:r w:rsidR="00476253" w:rsidRPr="00AB722E">
        <w:rPr>
          <w:rStyle w:val="libAieChar"/>
          <w:rtl/>
        </w:rPr>
        <w:t xml:space="preserve"> اللهُ عَلَ</w:t>
      </w:r>
      <w:r w:rsidR="00476253" w:rsidRPr="00AB722E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م</w:t>
      </w:r>
      <w:r w:rsidR="00476253" w:rsidRPr="00AB722E">
        <w:rPr>
          <w:rStyle w:val="libAieChar"/>
          <w:rtl/>
        </w:rPr>
        <w:t xml:space="preserve"> مِنْ النَّبِ</w:t>
      </w:r>
      <w:r w:rsidR="00476253" w:rsidRPr="00AB722E">
        <w:rPr>
          <w:rStyle w:val="libAieChar"/>
          <w:rFonts w:hint="cs"/>
          <w:rtl/>
        </w:rPr>
        <w:t>یی</w:t>
      </w:r>
      <w:r w:rsidR="00476253" w:rsidRPr="00AB722E">
        <w:rPr>
          <w:rStyle w:val="libAieChar"/>
          <w:rFonts w:hint="eastAsia"/>
          <w:rtl/>
        </w:rPr>
        <w:t>نَ</w:t>
      </w:r>
      <w:r w:rsidR="00476253" w:rsidRPr="00AB722E">
        <w:rPr>
          <w:rStyle w:val="libAieChar"/>
          <w:rtl/>
        </w:rPr>
        <w:t xml:space="preserve"> وَالصِّدِّ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قِ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نَ</w:t>
      </w:r>
      <w:r w:rsidR="00476253" w:rsidRPr="00AB722E">
        <w:rPr>
          <w:rStyle w:val="libAieChar"/>
          <w:rtl/>
        </w:rPr>
        <w:t xml:space="preserve"> وَالشُّ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َدَاءِ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وَالصَّالِحِی</w:t>
      </w:r>
      <w:r w:rsidR="00476253" w:rsidRPr="00AB722E">
        <w:rPr>
          <w:rStyle w:val="libAieChar"/>
          <w:rFonts w:hint="eastAsia"/>
          <w:rtl/>
        </w:rPr>
        <w:t>نَ</w:t>
      </w:r>
      <w:r w:rsidR="00476253" w:rsidRPr="00AB722E">
        <w:rPr>
          <w:rStyle w:val="libAieChar"/>
          <w:rtl/>
        </w:rPr>
        <w:t xml:space="preserve"> وَحَسُنَ </w:t>
      </w:r>
      <w:r w:rsidR="00BA0B7F">
        <w:rPr>
          <w:rStyle w:val="libAieChar"/>
          <w:rtl/>
        </w:rPr>
        <w:t>ا</w:t>
      </w:r>
      <w:r w:rsidR="00476253" w:rsidRPr="00AB722E">
        <w:rPr>
          <w:rStyle w:val="libAieChar"/>
          <w:rFonts w:hint="eastAsia"/>
          <w:rtl/>
        </w:rPr>
        <w:t>وْلَئِكَ</w:t>
      </w:r>
      <w:r w:rsidR="00476253" w:rsidRPr="00AB722E">
        <w:rPr>
          <w:rStyle w:val="libAieChar"/>
          <w:rtl/>
        </w:rPr>
        <w:t xml:space="preserve"> رَفِ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قًا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(24)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جو شخص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اللہ اوررسول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اطاعت کرے گا وہ ان لوگوں کے ساتھ </w:t>
      </w:r>
      <w:r w:rsidR="00AA04E3">
        <w:rPr>
          <w:rtl/>
          <w:lang w:bidi="ur-PK"/>
        </w:rPr>
        <w:t xml:space="preserve">رہے </w:t>
      </w:r>
      <w:r w:rsidR="00476253">
        <w:rPr>
          <w:rtl/>
          <w:lang w:bidi="ur-PK"/>
        </w:rPr>
        <w:t xml:space="preserve"> گا جن پر خدا نے نعمت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نازل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انب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اء،</w:t>
      </w:r>
      <w:r w:rsidR="00476253">
        <w:rPr>
          <w:rtl/>
          <w:lang w:bidi="ur-PK"/>
        </w:rPr>
        <w:t xml:space="preserve"> صد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ن،</w:t>
      </w:r>
      <w:r w:rsidR="00476253">
        <w:rPr>
          <w:rtl/>
          <w:lang w:bidi="ur-PK"/>
        </w:rPr>
        <w:t xml:space="preserve"> شہداء اور صالح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کے ساتھ اور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لوگ بھتر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رفقاء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-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10" w:name="_Toc520983947"/>
      <w:r>
        <w:rPr>
          <w:rtl/>
          <w:lang w:bidi="ur-PK"/>
        </w:rPr>
        <w:t>8۔ نعمتوں کا بےجا استعمال</w:t>
      </w:r>
      <w:bookmarkEnd w:id="10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مسرف</w:t>
      </w:r>
      <w:r>
        <w:rPr>
          <w:rtl/>
          <w:lang w:bidi="ur-PK"/>
        </w:rPr>
        <w:t xml:space="preserve"> (فضول خرچ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والا)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رُوسے اس شخص کو کھا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اپنے مال، مقام، شھوت اور تقاضوں کو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کاموں،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منطق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دہ کاموں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خداکے</w:t>
      </w:r>
      <w:r>
        <w:rPr>
          <w:rtl/>
          <w:lang w:bidi="ur-PK"/>
        </w:rPr>
        <w:t xml:space="preserve"> عطا کردہ مال و ثروت اور فصل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24CEF" w:rsidP="003937EF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AB722E">
        <w:rPr>
          <w:rStyle w:val="libAieChar"/>
          <w:rtl/>
        </w:rPr>
        <w:t>وَآتُوا حَقَّ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ُ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وْمَ</w:t>
      </w:r>
      <w:r w:rsidR="00476253" w:rsidRPr="00AB722E">
        <w:rPr>
          <w:rStyle w:val="libAieChar"/>
          <w:rtl/>
        </w:rPr>
        <w:t xml:space="preserve"> حَصَادِ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ِ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وَلاَتُسْرِفُوا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إِنَّ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ُ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لاَی</w:t>
      </w:r>
      <w:r w:rsidR="00476253" w:rsidRPr="00AB722E">
        <w:rPr>
          <w:rStyle w:val="libAieChar"/>
          <w:rFonts w:hint="eastAsia"/>
          <w:rtl/>
        </w:rPr>
        <w:t>حِب</w:t>
      </w:r>
      <w:r w:rsidR="00476253" w:rsidRPr="00AB722E">
        <w:rPr>
          <w:rStyle w:val="libAieChar"/>
          <w:rtl/>
        </w:rPr>
        <w:t xml:space="preserve"> الْمُسْرِفِ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نَ</w:t>
      </w:r>
      <w:r w:rsidR="006F6A7F" w:rsidRPr="006F6A7F">
        <w:rPr>
          <w:rStyle w:val="libAlaemChar"/>
          <w:rtl/>
        </w:rPr>
        <w:t>)</w:t>
      </w:r>
      <w:r w:rsidRPr="00572206">
        <w:rPr>
          <w:rStyle w:val="libFootnotenumChar"/>
          <w:rtl/>
        </w:rPr>
        <w:t>(25)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جب فصل (گندم، جو خرما اور کشمش) کاٹنے کا دن آئے تو ان (غر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بوں،</w:t>
      </w:r>
      <w:r w:rsidR="00476253">
        <w:rPr>
          <w:rtl/>
          <w:lang w:bidi="ur-PK"/>
        </w:rPr>
        <w:t xml:space="preserve"> مسک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نوں،</w:t>
      </w:r>
      <w:r w:rsidR="00476253">
        <w:rPr>
          <w:rtl/>
          <w:lang w:bidi="ur-PK"/>
        </w:rPr>
        <w:t xml:space="preserve"> زکوٰة جمع کرنے والوں، غ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</w:t>
      </w:r>
      <w:r w:rsidR="00476253">
        <w:rPr>
          <w:rtl/>
          <w:lang w:bidi="ur-PK"/>
        </w:rPr>
        <w:t xml:space="preserve"> مسلم لوگوں کو اسلام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طرف رغبت دلانے کے لئے، مقروض، ف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سب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ل</w:t>
      </w:r>
      <w:r w:rsidR="00476253">
        <w:rPr>
          <w:rtl/>
          <w:lang w:bidi="ur-PK"/>
        </w:rPr>
        <w:t xml:space="preserve"> اللہ اور راستہ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بے خرچ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جانے والوں) </w:t>
      </w:r>
      <w:r w:rsidR="003937EF" w:rsidRPr="003937EF">
        <w:rPr>
          <w:rStyle w:val="libFootnotenumChar"/>
          <w:rFonts w:hint="cs"/>
          <w:rtl/>
        </w:rPr>
        <w:t>(26)</w:t>
      </w:r>
      <w:r w:rsidR="00476253">
        <w:rPr>
          <w:rtl/>
          <w:lang w:bidi="ur-PK"/>
        </w:rPr>
        <w:t xml:space="preserve"> کا حق ادا کردو اور خبردار اسراف نہ کرنا کہ خدا ا</w:t>
      </w:r>
      <w:r w:rsidR="00476253">
        <w:rPr>
          <w:rFonts w:hint="eastAsia"/>
          <w:rtl/>
          <w:lang w:bidi="ur-PK"/>
        </w:rPr>
        <w:t>سراف</w:t>
      </w:r>
      <w:r w:rsidR="00476253">
        <w:rPr>
          <w:rtl/>
          <w:lang w:bidi="ur-PK"/>
        </w:rPr>
        <w:t xml:space="preserve"> کرنے والوں کو دوست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رکھتا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لوگ اپنے مقام و منصب اور جاہ و جلال کو لوگوں پر ظلم و ستم ڈھانے، ان کے حقوق کو ضائع کرنے، معاشرہ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رعب ودہشت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لانے</w:t>
      </w:r>
      <w:r>
        <w:rPr>
          <w:rtl/>
          <w:lang w:bidi="ur-PK"/>
        </w:rPr>
        <w:t xml:space="preserve"> اور قوم و ملت کو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کرنے کے لئے خرچ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لوگوں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AB722E">
        <w:rPr>
          <w:rStyle w:val="libAieChar"/>
          <w:rtl/>
        </w:rPr>
        <w:t>وَإِنَّ فِرْعَوْنَ لَعَالٍ فِ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tl/>
        </w:rPr>
        <w:t xml:space="preserve"> الْ</w:t>
      </w:r>
      <w:r w:rsidR="00BA0B7F">
        <w:rPr>
          <w:rStyle w:val="libAieChar"/>
          <w:rtl/>
        </w:rPr>
        <w:t>ا</w:t>
      </w:r>
      <w:r w:rsidR="00476253" w:rsidRPr="00AB722E">
        <w:rPr>
          <w:rStyle w:val="libAieChar"/>
          <w:rFonts w:hint="eastAsia"/>
          <w:rtl/>
        </w:rPr>
        <w:t>رْضِ</w:t>
      </w:r>
      <w:r w:rsidR="00476253" w:rsidRPr="00AB722E">
        <w:rPr>
          <w:rStyle w:val="libAieChar"/>
          <w:rtl/>
        </w:rPr>
        <w:t xml:space="preserve"> وَإِنَّ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ُ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لَمِنْ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الْمُسْرِفِی</w:t>
      </w:r>
      <w:r w:rsidR="00476253" w:rsidRPr="00AB722E">
        <w:rPr>
          <w:rStyle w:val="libAieChar"/>
          <w:rFonts w:hint="eastAsia"/>
          <w:rtl/>
        </w:rPr>
        <w:t>نَ</w:t>
      </w:r>
      <w:r w:rsidR="006F6A7F"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(27)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فرعون (اپنے کو) بھت اونچا (خ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ال</w:t>
      </w:r>
      <w:r w:rsidR="00476253">
        <w:rPr>
          <w:rtl/>
          <w:lang w:bidi="ur-PK"/>
        </w:rPr>
        <w:t xml:space="preserve"> کرنے لگا)ھے اور وہ اسراف اور ز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ادت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کرنے والا بھ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جو لوگ عفت نفس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رکھتے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جولوگ اپنے کو حرام شھوت سے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بچاتے اور صرف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لذت کے علاوہ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لذت کو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پہچانتے اور ھر طرح کے ظلم سے اپنے ھاتھوں کو آلودہ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3937EF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ھر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آلودگ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ذلت اور جنس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شھوات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کرتے، ان کے بار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فرماتا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AB722E">
        <w:rPr>
          <w:rStyle w:val="libAieChar"/>
          <w:rtl/>
        </w:rPr>
        <w:t>إِنَّكُمْ لَتَ</w:t>
      </w:r>
      <w:r w:rsidR="00BA0B7F">
        <w:rPr>
          <w:rStyle w:val="libAieChar"/>
          <w:rtl/>
        </w:rPr>
        <w:t>ا</w:t>
      </w:r>
      <w:r w:rsidR="00476253" w:rsidRPr="00AB722E">
        <w:rPr>
          <w:rStyle w:val="libAieChar"/>
          <w:rFonts w:hint="eastAsia"/>
          <w:rtl/>
        </w:rPr>
        <w:t>تُونَ</w:t>
      </w:r>
      <w:r w:rsidR="00476253" w:rsidRPr="00AB722E">
        <w:rPr>
          <w:rStyle w:val="libAieChar"/>
          <w:rtl/>
        </w:rPr>
        <w:t xml:space="preserve"> الرِّجَالَ شَ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ْوَةً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مِنْ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دُونِ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النِّسَاءِ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بَلْ</w:t>
      </w:r>
      <w:r w:rsidR="00476253" w:rsidRPr="00AB722E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AB722E">
        <w:rPr>
          <w:rStyle w:val="libAieChar"/>
          <w:rFonts w:hint="eastAsia"/>
          <w:rtl/>
        </w:rPr>
        <w:t>نْتُمْ</w:t>
      </w:r>
      <w:r w:rsidR="00476253" w:rsidRPr="00AB722E">
        <w:rPr>
          <w:rStyle w:val="libAieChar"/>
          <w:rtl/>
        </w:rPr>
        <w:t xml:space="preserve"> قَوْمٌ مُسْرِفُونَ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(28)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تم</w:t>
      </w:r>
      <w:r w:rsidR="00476253">
        <w:rPr>
          <w:rtl/>
          <w:lang w:bidi="ur-PK"/>
        </w:rPr>
        <w:t xml:space="preserve"> از راہ شھوت عورتوں کے بجائے مردوں سے تعلقات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دا</w:t>
      </w:r>
      <w:r w:rsidR="00476253">
        <w:rPr>
          <w:rtl/>
          <w:lang w:bidi="ur-PK"/>
        </w:rPr>
        <w:t xml:space="preserve"> کرتے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 xml:space="preserve">اور تم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نا</w:t>
      </w:r>
      <w:r w:rsidR="00476253">
        <w:rPr>
          <w:rtl/>
          <w:lang w:bidi="ur-PK"/>
        </w:rPr>
        <w:t xml:space="preserve"> اسراف اور ز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ادت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کرنے والے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لوگوں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اور ان کے معجزات کے مقابلہ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تواضع و انکسار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خاکسار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کرتے اور قرآن، اس کے دلائل اور خدا کے واضح براھ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انکار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کبر و نخوت، غرور و تکبر و خودب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راستہ چلتے</w:t>
      </w:r>
      <w:r w:rsidR="006E184C">
        <w:rPr>
          <w:rtl/>
          <w:lang w:bidi="ur-PK"/>
        </w:rPr>
        <w:t xml:space="preserve"> ہوئے </w:t>
      </w:r>
      <w:r>
        <w:rPr>
          <w:rFonts w:hint="eastAsia"/>
          <w:rtl/>
          <w:lang w:bidi="ur-PK"/>
        </w:rPr>
        <w:t>خداوندعالم</w:t>
      </w:r>
      <w:r>
        <w:rPr>
          <w:rtl/>
          <w:lang w:bidi="ur-PK"/>
        </w:rPr>
        <w:t xml:space="preserve"> کے مقابل صف آرا نظر آتے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ارشاد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AB722E">
        <w:rPr>
          <w:rStyle w:val="libAieChar"/>
          <w:rtl/>
        </w:rPr>
        <w:t>ثُمَّ صَدَقْنٰ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ُمُ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الْوَعْدَ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فَ</w:t>
      </w:r>
      <w:r w:rsidR="00BA0B7F">
        <w:rPr>
          <w:rStyle w:val="libAieChar"/>
          <w:rFonts w:hint="cs"/>
          <w:rtl/>
        </w:rPr>
        <w:t>ا</w:t>
      </w:r>
      <w:r w:rsidR="00476253" w:rsidRPr="00AB722E">
        <w:rPr>
          <w:rStyle w:val="libAieChar"/>
          <w:rFonts w:hint="eastAsia"/>
          <w:rtl/>
        </w:rPr>
        <w:t>نْجَ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نٰا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ُمْ</w:t>
      </w:r>
      <w:r w:rsidR="00476253" w:rsidRPr="00AB722E">
        <w:rPr>
          <w:rStyle w:val="libAieChar"/>
          <w:rtl/>
        </w:rPr>
        <w:t xml:space="preserve"> وَ مَن نَّشَآءُ وَ </w:t>
      </w:r>
      <w:r w:rsidR="00BA0B7F">
        <w:rPr>
          <w:rStyle w:val="libAieChar"/>
          <w:rtl/>
        </w:rPr>
        <w:t>ا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ْلَكْنٰا</w:t>
      </w:r>
      <w:r w:rsidR="00476253" w:rsidRPr="00AB722E">
        <w:rPr>
          <w:rStyle w:val="libAieChar"/>
          <w:rtl/>
        </w:rPr>
        <w:t xml:space="preserve"> الْمُسْرِفِ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نَ</w:t>
      </w:r>
      <w:r w:rsidR="006F6A7F"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(29)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پھر</w:t>
      </w:r>
      <w:r w:rsidR="00476253">
        <w:rPr>
          <w:rtl/>
          <w:lang w:bidi="ur-PK"/>
        </w:rPr>
        <w:t xml:space="preserve"> ھم نے ان کے وعدہ کو سچ کر دکھا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اور ان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اورا ن کے ساتھ جن کو چاھا بچال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اور ز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ادت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کرنے والوں کو تباہ و بر باد کر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11" w:name="_Toc520983948"/>
      <w:r>
        <w:rPr>
          <w:rtl/>
          <w:lang w:bidi="ur-PK"/>
        </w:rPr>
        <w:t>9۔ نعمتوں کے استعمال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بخل کرنا</w:t>
      </w:r>
      <w:bookmarkEnd w:id="11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بخل</w:t>
      </w:r>
      <w:r>
        <w:rPr>
          <w:rtl/>
          <w:lang w:bidi="ur-PK"/>
        </w:rPr>
        <w:t xml:space="preserve"> اور اضاف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کو مستحق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خرچ نہ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 پڑھ اور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تھا،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خاتمہ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محنت کش بوڑھا ھمارے پاس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 کے چھرے پر دن ورات کام کرنے کے آثار ظاھر تھے جس کے ھاتھوں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گٹھے پڑے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تھے، اس نے کھا: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بزرگوار شخص آتا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اور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فصل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کٹائ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وقت وہ بزرگوار شخص پھر آتا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کاشتکار کے پاس آجاتا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کو اس نے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ج،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سورج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بارش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مفت اس کے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اس سے کھتاھے: اس فصل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تر حصہ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مجھے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کچھ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چاہئے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</w:t>
      </w:r>
      <w:r>
        <w:rPr>
          <w:rFonts w:hint="eastAsia"/>
          <w:rtl/>
          <w:lang w:bidi="ur-PK"/>
        </w:rPr>
        <w:t>ختصر</w:t>
      </w:r>
      <w:r>
        <w:rPr>
          <w:rtl/>
          <w:lang w:bidi="ur-PK"/>
        </w:rPr>
        <w:t xml:space="preserve"> سا حصہ جس کو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کھوں اس کو 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کردو،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مجھے تو بالکل ضرورت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،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کاشتکار اس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حاصل شدہ تمام فصل کو اپنا حق سمجھ لے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مختصر سا حصہ اس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بتائے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افراد کو نہ دے تو واقعاً بھت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بُر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اس کا دل پتھر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مانا جائے گا،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موقع پر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کو حق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اس سے منھ موڑلے اور اس کے برے اخلاق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سزا دے، اور اس کو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 کردے، اس کے بعد اس شخص نے کھا: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مراد خداوندکر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اس نے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آمادہ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نھر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چشموں کو پ</w:t>
      </w:r>
      <w:r>
        <w:rPr>
          <w:rFonts w:hint="eastAsia"/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بھر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بارش برسائ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سورج اور چاند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ھم مختلف فصل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حاصل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جو درحق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مفت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کے بعد ھم سے اپنے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لئے خمس و زکوٰة اور صدقہ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اگر ھم ان کے حقوق ادا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بخل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تو خداوندعالم کو حق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وہ ھم پر اپنا غضب نازل کردے، اور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سخت سے سخت سزا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کردے۔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فرماتا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AB722E">
        <w:rPr>
          <w:rStyle w:val="libAieChar"/>
          <w:rtl/>
        </w:rPr>
        <w:t>وَلاَ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حْسَبَنَّ</w:t>
      </w:r>
      <w:r w:rsidR="00476253" w:rsidRPr="00AB722E">
        <w:rPr>
          <w:rStyle w:val="libAieChar"/>
          <w:rtl/>
        </w:rPr>
        <w:t xml:space="preserve"> الَّذِ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نَ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بْخَلُونَ</w:t>
      </w:r>
      <w:r w:rsidR="00476253" w:rsidRPr="00AB722E">
        <w:rPr>
          <w:rStyle w:val="libAieChar"/>
          <w:rtl/>
        </w:rPr>
        <w:t xml:space="preserve"> بِمَا آتَا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م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اللهُ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مِنْ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فَضْلِ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ِ</w:t>
      </w:r>
      <w:r w:rsidR="00476253" w:rsidRPr="00AB722E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ُوَ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خَی</w:t>
      </w:r>
      <w:r w:rsidR="00476253" w:rsidRPr="00AB722E">
        <w:rPr>
          <w:rStyle w:val="libAieChar"/>
          <w:rFonts w:hint="eastAsia"/>
          <w:rtl/>
        </w:rPr>
        <w:t>رًا</w:t>
      </w:r>
      <w:r w:rsidR="00476253" w:rsidRPr="00AB722E">
        <w:rPr>
          <w:rStyle w:val="libAieChar"/>
          <w:rtl/>
        </w:rPr>
        <w:t xml:space="preserve"> 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م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بَلْ</w:t>
      </w:r>
      <w:r w:rsidR="00476253" w:rsidRPr="00AB722E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ُوَ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شَرٌّ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م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سَی</w:t>
      </w:r>
      <w:r w:rsidR="00476253" w:rsidRPr="00AB722E">
        <w:rPr>
          <w:rStyle w:val="libAieChar"/>
          <w:rFonts w:hint="eastAsia"/>
          <w:rtl/>
        </w:rPr>
        <w:t>طَوَّقُونَ</w:t>
      </w:r>
      <w:r w:rsidR="00476253" w:rsidRPr="00AB722E">
        <w:rPr>
          <w:rStyle w:val="libAieChar"/>
          <w:rtl/>
        </w:rPr>
        <w:t xml:space="preserve"> مَا بَخِلُوا 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ِ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وْمَ</w:t>
      </w:r>
      <w:r w:rsidR="00476253" w:rsidRPr="00AB722E">
        <w:rPr>
          <w:rStyle w:val="libAieChar"/>
          <w:rtl/>
        </w:rPr>
        <w:t xml:space="preserve"> الْقِ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امَةِ</w:t>
      </w:r>
      <w:r w:rsidR="00476253" w:rsidRPr="00AB722E">
        <w:rPr>
          <w:rStyle w:val="libAieChar"/>
          <w:rtl/>
        </w:rPr>
        <w:t xml:space="preserve"> وَلِلَّ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ِ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مِی</w:t>
      </w:r>
      <w:r w:rsidR="00476253" w:rsidRPr="00AB722E">
        <w:rPr>
          <w:rStyle w:val="libAieChar"/>
          <w:rFonts w:hint="eastAsia"/>
          <w:rtl/>
        </w:rPr>
        <w:t>رَاثُ</w:t>
      </w:r>
      <w:r w:rsidR="00476253" w:rsidRPr="00AB722E">
        <w:rPr>
          <w:rStyle w:val="libAieChar"/>
          <w:rtl/>
        </w:rPr>
        <w:t xml:space="preserve"> السَّمَاوَاتِ وَالْ</w:t>
      </w:r>
      <w:r w:rsidR="00BA0B7F">
        <w:rPr>
          <w:rStyle w:val="libAieChar"/>
          <w:rtl/>
        </w:rPr>
        <w:t>ا</w:t>
      </w:r>
      <w:r w:rsidR="00476253" w:rsidRPr="00AB722E">
        <w:rPr>
          <w:rStyle w:val="libAieChar"/>
          <w:rFonts w:hint="eastAsia"/>
          <w:rtl/>
        </w:rPr>
        <w:t>رْضِ</w:t>
      </w:r>
      <w:r w:rsidR="00476253" w:rsidRPr="00AB722E">
        <w:rPr>
          <w:rStyle w:val="libAieChar"/>
          <w:rtl/>
        </w:rPr>
        <w:t xml:space="preserve"> وَاللهُ بِمَا تَعْمَلُونَ خَبِ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رٌ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(30)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خبردار جو لوگ خدا کے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ئے</w:t>
      </w:r>
      <w:r w:rsidR="006E184C">
        <w:rPr>
          <w:rtl/>
          <w:lang w:bidi="ur-PK"/>
        </w:rPr>
        <w:t xml:space="preserve"> ہوئے </w:t>
      </w:r>
      <w:r w:rsidR="00476253">
        <w:rPr>
          <w:rtl/>
          <w:lang w:bidi="ur-PK"/>
        </w:rPr>
        <w:t>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مال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بخل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ان کے بارے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نہ سوچنا کہ اس بخل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کچھ بھلائ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۔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بھت برا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، اور عنقر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</w:t>
      </w:r>
      <w:r w:rsidR="00476253">
        <w:rPr>
          <w:rtl/>
          <w:lang w:bidi="ur-PK"/>
        </w:rPr>
        <w:t xml:space="preserve"> جس مال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بخل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وہ روز 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امت</w:t>
      </w:r>
      <w:r w:rsidR="00476253">
        <w:rPr>
          <w:rtl/>
          <w:lang w:bidi="ur-PK"/>
        </w:rPr>
        <w:t xml:space="preserve"> ان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گردن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طوق بناد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جائے گا، اوراللہ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کے لئے زم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و آسمان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ملک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وہ تمھارے اعمال سے خوب باخبر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“-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12" w:name="_Toc520983949"/>
      <w:r>
        <w:rPr>
          <w:rtl/>
          <w:lang w:bidi="ur-PK"/>
        </w:rPr>
        <w:t>10۔ نعمت، زائل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کے اسباب و علل</w:t>
      </w:r>
      <w:bookmarkEnd w:id="12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حسب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(سورہ اسراء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83، سورہ قصص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76تا79، سورہ فجرآ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17 تا 20، سورہ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8تا10)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نکلتا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درج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نعمتوں کے زائل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نے، فقر و فاقہ، معاش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تنگ دست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ذلت و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اسباب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نعمت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غفلت کا شکار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نعمت عطا کرنے والے کو بھول جانا، خداوندعالم سے منھ موڑل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احکام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مقابلہ کرنا اور خدا، قرآن و نبوت اور امامت کے مقابل آجانا، چنانچہ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درج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اشارہ کرت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lastRenderedPageBreak/>
        <w:t>(</w:t>
      </w:r>
      <w:r w:rsidR="00476253" w:rsidRPr="00AB722E">
        <w:rPr>
          <w:rStyle w:val="libAieChar"/>
          <w:rtl/>
        </w:rPr>
        <w:t xml:space="preserve">وَإِذَا </w:t>
      </w:r>
      <w:r w:rsidR="00BA0B7F">
        <w:rPr>
          <w:rStyle w:val="libAieChar"/>
          <w:rtl/>
        </w:rPr>
        <w:t>ا</w:t>
      </w:r>
      <w:r w:rsidR="00476253" w:rsidRPr="00AB722E">
        <w:rPr>
          <w:rStyle w:val="libAieChar"/>
          <w:rFonts w:hint="eastAsia"/>
          <w:rtl/>
        </w:rPr>
        <w:t>نْعَمْنَا</w:t>
      </w:r>
      <w:r w:rsidR="00476253" w:rsidRPr="00AB722E">
        <w:rPr>
          <w:rStyle w:val="libAieChar"/>
          <w:rtl/>
        </w:rPr>
        <w:t xml:space="preserve"> عَلَ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tl/>
        </w:rPr>
        <w:t xml:space="preserve"> الْإِنسَانِ </w:t>
      </w:r>
      <w:r w:rsidR="00BA0B7F">
        <w:rPr>
          <w:rStyle w:val="libAieChar"/>
          <w:rtl/>
        </w:rPr>
        <w:t>ا</w:t>
      </w:r>
      <w:r w:rsidR="00476253" w:rsidRPr="00AB722E">
        <w:rPr>
          <w:rStyle w:val="libAieChar"/>
          <w:rFonts w:hint="eastAsia"/>
          <w:rtl/>
        </w:rPr>
        <w:t>عْرَضَ</w:t>
      </w:r>
      <w:r w:rsidR="00476253" w:rsidRPr="00AB722E">
        <w:rPr>
          <w:rStyle w:val="libAieChar"/>
          <w:rtl/>
        </w:rPr>
        <w:t xml:space="preserve"> وَنَ</w:t>
      </w:r>
      <w:r w:rsidR="00BA0B7F">
        <w:rPr>
          <w:rStyle w:val="libAieChar"/>
          <w:rtl/>
        </w:rPr>
        <w:t>ا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tl/>
        </w:rPr>
        <w:t xml:space="preserve"> بِجَانِبِ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ِ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وَإِذَا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مَسَّ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ُ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الشَّرُّ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كَانَ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ئُوسًا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(31)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اور</w:t>
      </w:r>
      <w:r w:rsidR="00476253">
        <w:rPr>
          <w:rtl/>
          <w:lang w:bidi="ur-PK"/>
        </w:rPr>
        <w:t xml:space="preserve"> ھم جب انسان پر کوئ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نعمت نازل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تو وہ پھلو بچاکر کنارہ کش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جب تکل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ف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ت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تو ما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وس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نعمت</w:t>
      </w:r>
      <w:r>
        <w:rPr>
          <w:rtl/>
          <w:lang w:bidi="ur-PK"/>
        </w:rPr>
        <w:t xml:space="preserve"> پر مغرور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مال و دولت پر حد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خوش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بوں</w:t>
      </w:r>
      <w:r>
        <w:rPr>
          <w:rtl/>
          <w:lang w:bidi="ur-PK"/>
        </w:rPr>
        <w:t xml:space="preserve"> اور مستحقوں کا حق نہ دے کر آخرت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زادہ راہ سے بے خبر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احسان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بخل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نعمتوں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شروفساد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لانا،</w:t>
      </w:r>
      <w:r>
        <w:rPr>
          <w:rtl/>
          <w:lang w:bidi="ur-PK"/>
        </w:rPr>
        <w:t xml:space="preserve"> اور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تصور کرنا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محنت، زحمت اور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مال 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دولت حاصل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لوگوں کے سامنے مال و دولت، اور زر و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پر فخر کرنا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کے دوسرے کام،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سورہ قصص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76 تا 83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موں</w:t>
      </w:r>
      <w:r>
        <w:rPr>
          <w:rtl/>
          <w:lang w:bidi="ur-PK"/>
        </w:rPr>
        <w:t xml:space="preserve">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نہ رکھنا، محتاج لوگوں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بے توجہ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کمزور وارثوں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r>
        <w:rPr>
          <w:rtl/>
          <w:lang w:bidi="ur-PK"/>
        </w:rPr>
        <w:t xml:space="preserve"> کو ہڑپ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مال و دولت کا بجار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جانا،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حسب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ارشاد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AB722E">
        <w:rPr>
          <w:rStyle w:val="libAieChar"/>
          <w:rtl/>
        </w:rPr>
        <w:t>كَلاَّ بَلْ لاَّ تُكْرِمُونَ الْ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تِ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مَ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وَلَا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تَحٰاضُونَ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عَلٰی</w:t>
      </w:r>
      <w:r w:rsidR="00476253" w:rsidRPr="00AB722E">
        <w:rPr>
          <w:rStyle w:val="libAieChar"/>
          <w:rtl/>
        </w:rPr>
        <w:t xml:space="preserve"> طَعَامِ الْمِسْكِ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نَ</w:t>
      </w:r>
      <w:r w:rsidR="00476253" w:rsidRPr="00AB722E">
        <w:rPr>
          <w:rStyle w:val="libAieChar"/>
          <w:rFonts w:hint="cs"/>
          <w:rtl/>
        </w:rPr>
        <w:t>وَتَ</w:t>
      </w:r>
      <w:r w:rsidR="00BA0B7F">
        <w:rPr>
          <w:rStyle w:val="libAieChar"/>
          <w:rFonts w:hint="cs"/>
          <w:rtl/>
        </w:rPr>
        <w:t>ا</w:t>
      </w:r>
      <w:r w:rsidR="00476253" w:rsidRPr="00AB722E">
        <w:rPr>
          <w:rStyle w:val="libAieChar"/>
          <w:rFonts w:hint="eastAsia"/>
          <w:rtl/>
        </w:rPr>
        <w:t>كُلُونَ</w:t>
      </w:r>
      <w:r w:rsidR="00476253" w:rsidRPr="00AB722E">
        <w:rPr>
          <w:rStyle w:val="libAieChar"/>
          <w:rtl/>
        </w:rPr>
        <w:t xml:space="preserve"> التُّرَاثَ </w:t>
      </w:r>
      <w:r w:rsidR="00BA0B7F">
        <w:rPr>
          <w:rStyle w:val="libAieChar"/>
          <w:rtl/>
        </w:rPr>
        <w:t>ا</w:t>
      </w:r>
      <w:r w:rsidR="00476253" w:rsidRPr="00AB722E">
        <w:rPr>
          <w:rStyle w:val="libAieChar"/>
          <w:rFonts w:hint="eastAsia"/>
          <w:rtl/>
        </w:rPr>
        <w:t>كْلاً</w:t>
      </w:r>
      <w:r w:rsidR="00476253" w:rsidRPr="00AB722E">
        <w:rPr>
          <w:rStyle w:val="libAieChar"/>
          <w:rtl/>
        </w:rPr>
        <w:t xml:space="preserve"> لَمَّا</w:t>
      </w:r>
      <w:r w:rsidR="00476253" w:rsidRPr="00AB722E">
        <w:rPr>
          <w:rStyle w:val="libAieChar"/>
          <w:rFonts w:hint="cs"/>
          <w:rtl/>
        </w:rPr>
        <w:t>وَ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تُحِبُّونَ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الْمٰالَ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حُبًّا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جَمًّا</w:t>
      </w:r>
      <w:r w:rsidR="006F6A7F"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(32)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سا</w:t>
      </w:r>
      <w:r w:rsidR="00476253">
        <w:rPr>
          <w:rtl/>
          <w:lang w:bidi="ur-PK"/>
        </w:rPr>
        <w:t xml:space="preserve"> ھر گز ن</w:t>
      </w:r>
      <w:r w:rsidR="00AA04E3">
        <w:rPr>
          <w:rtl/>
          <w:lang w:bidi="ur-PK"/>
        </w:rPr>
        <w:t xml:space="preserve"> ہیں  ہے</w:t>
      </w:r>
      <w:r w:rsidR="00476253">
        <w:rPr>
          <w:rtl/>
          <w:lang w:bidi="ur-PK"/>
        </w:rPr>
        <w:t xml:space="preserve"> بلکہ تم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موں</w:t>
      </w:r>
      <w:r w:rsidR="00476253">
        <w:rPr>
          <w:rtl/>
          <w:lang w:bidi="ur-PK"/>
        </w:rPr>
        <w:t xml:space="preserve"> کا احترام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کرتے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، اور لوگوں کو مسک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نوں</w:t>
      </w:r>
      <w:r w:rsidR="00476253">
        <w:rPr>
          <w:rtl/>
          <w:lang w:bidi="ur-PK"/>
        </w:rPr>
        <w:t xml:space="preserve"> کے طعام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نے</w:t>
      </w:r>
      <w:r w:rsidR="00476253">
        <w:rPr>
          <w:rtl/>
          <w:lang w:bidi="ur-PK"/>
        </w:rPr>
        <w:t xml:space="preserve"> پر آمادہ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کرتے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، اور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راث</w:t>
      </w:r>
      <w:r w:rsidR="00476253">
        <w:rPr>
          <w:rtl/>
          <w:lang w:bidi="ur-PK"/>
        </w:rPr>
        <w:t xml:space="preserve"> کے مال کو اکھٹا کرکے حلال و حرام سب کھال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تے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، اور مال دن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کو بھت دوست رکھتے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خمس و زکوٰة، صدقہ اور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انفاق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بخل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تھوڑا سا مال و دولت حاصل کرنے کے بعد خداوندعالم کے مقابل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ڈنکا بجانے اورروز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کو جھٹلانے،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درج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اشارہ کرت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AB722E">
        <w:rPr>
          <w:rStyle w:val="libAieChar"/>
          <w:rtl/>
        </w:rPr>
        <w:t xml:space="preserve">وَاَمَّا مَنْ بَخِلَ وَ اسْتَغْنيٰ </w:t>
      </w:r>
      <w:r w:rsidR="00476253" w:rsidRPr="00AB722E">
        <w:rPr>
          <w:rStyle w:val="libAieChar"/>
          <w:rFonts w:hint="cs"/>
          <w:rtl/>
        </w:rPr>
        <w:t>وَكَذَّبَ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بِالْحُسْنيٰ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فَسَنُی</w:t>
      </w:r>
      <w:r w:rsidR="00476253" w:rsidRPr="00AB722E">
        <w:rPr>
          <w:rStyle w:val="libAieChar"/>
          <w:rFonts w:hint="eastAsia"/>
          <w:rtl/>
        </w:rPr>
        <w:t>سِّرُ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ُ</w:t>
      </w:r>
      <w:r w:rsidR="00476253" w:rsidRPr="00AB722E">
        <w:rPr>
          <w:rStyle w:val="libAieChar"/>
          <w:rtl/>
        </w:rPr>
        <w:t xml:space="preserve"> لِلْعُسْريٰ</w:t>
      </w:r>
      <w:r w:rsidR="006F6A7F" w:rsidRPr="006F6A7F">
        <w:rPr>
          <w:rStyle w:val="libAlaemChar"/>
          <w:rtl/>
        </w:rPr>
        <w:t>)</w:t>
      </w:r>
      <w:r w:rsidR="00572206" w:rsidRPr="00572206">
        <w:rPr>
          <w:rStyle w:val="libFootnotenumChar"/>
          <w:rtl/>
          <w:lang w:bidi="ur-PK"/>
        </w:rPr>
        <w:t>(33)</w:t>
      </w:r>
      <w:r w:rsidR="00572206">
        <w:rPr>
          <w:rtl/>
          <w:lang w:bidi="ur-PK"/>
        </w:rPr>
        <w:t xml:space="preserve"> </w:t>
      </w:r>
      <w:r w:rsidR="00572206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جس نے بخل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اور لا پرواھ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برت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اور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کو جھٹلا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، ھم اس کے لئے سخت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راہ ھموار کرد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گے“۔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وقت انسان نعمتوں سے مالامال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تو اس کو خداوندعالم اور اس کے بندوں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بابت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احسان کرنے پر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توجہ کرنا چاہئے،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عطاکردہ نعمتوں کے شکرانہ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اور اس کے بندوں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کوشش کرنا چاہئے، تاکہ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ں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نعمت او رلطف و کرم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اضافہ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13" w:name="_Toc520983950"/>
      <w:r>
        <w:rPr>
          <w:rtl/>
          <w:lang w:bidi="ur-PK"/>
        </w:rPr>
        <w:t>11۔ اتمام ِنعمت</w:t>
      </w:r>
      <w:bookmarkEnd w:id="13"/>
    </w:p>
    <w:p w:rsidR="00476253" w:rsidRDefault="00476253" w:rsidP="003937EF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طبر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ثعلب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واحد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قرطب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ابو السعود،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فخر راز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ابن کث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شام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شاپور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آلوس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بلاذر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ابن قت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بہ،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ابن زولاق،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ابن عساکر،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ابن 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ابن خلکان،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ابن حجر اور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ابن صباغ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شافع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احمد بن حنبل، ابن ماجہ، ترمذ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نسائ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دولاب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محب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طبر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ذھب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 بن حمزہ دمشق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تاج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مناو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ابو بکر باقلان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قا</w:t>
      </w:r>
      <w:r>
        <w:rPr>
          <w:rFonts w:hint="eastAsia"/>
          <w:rtl/>
          <w:lang w:bidi="ur-PK"/>
        </w:rPr>
        <w:t>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عبد الرحمن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جرجان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شمس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اصفھان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تفتازان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قوشچ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استدلال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مطابق</w:t>
      </w:r>
      <w:r w:rsidR="003937EF" w:rsidRPr="003937EF">
        <w:rPr>
          <w:rStyle w:val="libFootnotenumChar"/>
          <w:rFonts w:hint="cs"/>
          <w:rtl/>
        </w:rPr>
        <w:t>(34)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جس وقت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تداوم اور 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تحفظ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سعادت کے لئے خداوندعالم کے حکم سے امام و رھبر اور فکر و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اور اخلاق و عمل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گناھوں سے پاک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18 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الحجہ کو غد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خم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بعد خلافت و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رھبر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منصوب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وقت خداوندعالم نے اکمال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اتمام نعمت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اسلام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اعلان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گا، ارشاد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ا: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AB722E">
        <w:rPr>
          <w:rStyle w:val="libAieChar"/>
          <w:rtl/>
        </w:rPr>
        <w:t>الْ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وْمَ</w:t>
      </w:r>
      <w:r w:rsidR="00476253" w:rsidRPr="00AB722E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AB722E">
        <w:rPr>
          <w:rStyle w:val="libAieChar"/>
          <w:rFonts w:hint="eastAsia"/>
          <w:rtl/>
        </w:rPr>
        <w:t>كْمَلْتُ</w:t>
      </w:r>
      <w:r w:rsidR="00476253" w:rsidRPr="00AB722E">
        <w:rPr>
          <w:rStyle w:val="libAieChar"/>
          <w:rtl/>
        </w:rPr>
        <w:t xml:space="preserve"> لَكُمْ دِ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نَكُمْ</w:t>
      </w:r>
      <w:r w:rsidR="00476253" w:rsidRPr="00AB722E">
        <w:rPr>
          <w:rStyle w:val="libAieChar"/>
          <w:rtl/>
        </w:rPr>
        <w:t xml:space="preserve"> وَ</w:t>
      </w:r>
      <w:r w:rsidR="00BA0B7F">
        <w:rPr>
          <w:rStyle w:val="libAieChar"/>
          <w:rtl/>
        </w:rPr>
        <w:t>ا</w:t>
      </w:r>
      <w:r w:rsidR="00476253" w:rsidRPr="00AB722E">
        <w:rPr>
          <w:rStyle w:val="libAieChar"/>
          <w:rFonts w:hint="eastAsia"/>
          <w:rtl/>
        </w:rPr>
        <w:t>تْمَمْتُ</w:t>
      </w:r>
      <w:r w:rsidR="00476253" w:rsidRPr="00AB722E">
        <w:rPr>
          <w:rStyle w:val="libAieChar"/>
          <w:rtl/>
        </w:rPr>
        <w:t xml:space="preserve"> عَلَ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كُمْ</w:t>
      </w:r>
      <w:r w:rsidR="00476253" w:rsidRPr="00AB722E">
        <w:rPr>
          <w:rStyle w:val="libAieChar"/>
          <w:rtl/>
        </w:rPr>
        <w:t xml:space="preserve"> نِعْمَتِ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tl/>
        </w:rPr>
        <w:t xml:space="preserve"> وَرَضِ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تُ</w:t>
      </w:r>
      <w:r w:rsidR="00476253" w:rsidRPr="00AB722E">
        <w:rPr>
          <w:rStyle w:val="libAieChar"/>
          <w:rtl/>
        </w:rPr>
        <w:t xml:space="preserve"> لَكُمْ الْإِسْلاَمَ دِ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نًا</w:t>
      </w:r>
      <w:r w:rsidR="00476253">
        <w:rPr>
          <w:rtl/>
          <w:lang w:bidi="ur-PK"/>
        </w:rPr>
        <w:t>)</w:t>
      </w:r>
      <w:r w:rsidR="00572206" w:rsidRPr="00572206">
        <w:rPr>
          <w:rStyle w:val="libFootnotenumChar"/>
          <w:rtl/>
          <w:lang w:bidi="ur-PK"/>
        </w:rPr>
        <w:t>(35)</w:t>
      </w:r>
      <w:r w:rsidR="00572206">
        <w:rPr>
          <w:rtl/>
          <w:lang w:bidi="ur-PK"/>
        </w:rPr>
        <w:t xml:space="preserve"> </w:t>
      </w:r>
      <w:r w:rsidR="00572206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”آج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نے تمھارے لئے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کو کامل کرد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اپن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نعمتوں کو تمام کرد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تمھارے لئے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اسلام کو پسند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دہ</w:t>
      </w:r>
      <w:r w:rsidR="00476253">
        <w:rPr>
          <w:rtl/>
          <w:lang w:bidi="ur-PK"/>
        </w:rPr>
        <w:t xml:space="preserve"> بنا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ھاں،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حکومت، رھبر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امور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ںآپ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طاعت کرنا اکمال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اتمام نعمت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وضو</w:t>
      </w:r>
      <w:r>
        <w:rPr>
          <w:rtl/>
          <w:lang w:bidi="ur-PK"/>
        </w:rPr>
        <w:t xml:space="preserve"> سے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طھارت کے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امام رضا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منقول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: ”وضو کا حکم اس لئے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عبادت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 اس لئے قرار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جس وقت بندگان خدا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کھڑے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اس سے راز 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اس وقت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پاک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چاہئے، اس کے حکم پر عمل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گندگ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نجاست سے دور ر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کے علاوہ وضو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</w:t>
      </w:r>
      <w:r>
        <w:rPr>
          <w:rtl/>
          <w:lang w:bidi="ur-PK"/>
        </w:rPr>
        <w:t xml:space="preserve"> او رتھکاوٹ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عبادت خدا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و عبادت سے دل کو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صفا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“۔</w:t>
      </w:r>
      <w:r w:rsidR="00572206" w:rsidRPr="00572206">
        <w:rPr>
          <w:rStyle w:val="libFootnotenumChar"/>
          <w:rtl/>
          <w:lang w:bidi="ur-PK"/>
        </w:rPr>
        <w:t>(36)</w:t>
      </w:r>
      <w:r w:rsidR="00572206">
        <w:rPr>
          <w:rtl/>
          <w:lang w:bidi="ur-PK"/>
        </w:rPr>
        <w:t xml:space="preserve"> </w:t>
      </w:r>
      <w:r w:rsidR="00572206">
        <w:rPr>
          <w:rtl/>
          <w:lang w:bidi="ur-PK"/>
        </w:rPr>
        <w:cr/>
      </w: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غسل 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مم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موجب طھارت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کے لئے خداوندعالم نے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لہٰذا وضو، غسل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مم</w:t>
      </w:r>
      <w:r>
        <w:rPr>
          <w:rtl/>
          <w:lang w:bidi="ur-PK"/>
        </w:rPr>
        <w:t xml:space="preserve"> اور نماز و عبادت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والے پر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مطابق اللہ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اس پر تمام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آخر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طھارت اور نماز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شدہ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پر غور و فکر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6F6A7F" w:rsidP="00125F42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AB722E">
        <w:rPr>
          <w:rStyle w:val="libAieChar"/>
          <w:rtl/>
        </w:rPr>
        <w:t xml:space="preserve">مَا 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رِ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دُ</w:t>
      </w:r>
      <w:r w:rsidR="00476253" w:rsidRPr="00AB722E">
        <w:rPr>
          <w:rStyle w:val="libAieChar"/>
          <w:rtl/>
        </w:rPr>
        <w:t xml:space="preserve"> اللهُ لِ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جْعَلَ</w:t>
      </w:r>
      <w:r w:rsidR="00476253" w:rsidRPr="00AB722E">
        <w:rPr>
          <w:rStyle w:val="libAieChar"/>
          <w:rtl/>
        </w:rPr>
        <w:t xml:space="preserve"> عَلَ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كُمْ</w:t>
      </w:r>
      <w:r w:rsidR="00476253" w:rsidRPr="00AB722E">
        <w:rPr>
          <w:rStyle w:val="libAieChar"/>
          <w:rtl/>
        </w:rPr>
        <w:t xml:space="preserve"> مِنْ حَرَجٍ وَلَكِنْ 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رِ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دُ</w:t>
      </w:r>
      <w:r w:rsidR="00476253" w:rsidRPr="00AB722E">
        <w:rPr>
          <w:rStyle w:val="libAieChar"/>
          <w:rtl/>
        </w:rPr>
        <w:t xml:space="preserve"> لِ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طَ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ركُمْ</w:t>
      </w:r>
      <w:r w:rsidR="00476253" w:rsidRPr="00AB722E">
        <w:rPr>
          <w:rStyle w:val="libAieChar"/>
          <w:rtl/>
        </w:rPr>
        <w:t xml:space="preserve"> وَلِ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تِمَّ</w:t>
      </w:r>
      <w:r w:rsidR="00476253" w:rsidRPr="00AB722E">
        <w:rPr>
          <w:rStyle w:val="libAieChar"/>
          <w:rtl/>
        </w:rPr>
        <w:t xml:space="preserve"> نِعْمَتَ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ُ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عَلَی</w:t>
      </w:r>
      <w:r w:rsidR="00476253" w:rsidRPr="00AB722E">
        <w:rPr>
          <w:rStyle w:val="libAieChar"/>
          <w:rFonts w:hint="eastAsia"/>
          <w:rtl/>
        </w:rPr>
        <w:t>كُمْ</w:t>
      </w:r>
      <w:r w:rsidR="00476253" w:rsidRPr="00AB722E">
        <w:rPr>
          <w:rStyle w:val="libAieChar"/>
          <w:rtl/>
        </w:rPr>
        <w:t xml:space="preserve"> لَعَلَّكُمْ تَشْكُرُونَ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(37)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خدا تمھارے لئے کس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طرح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زحمت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چاھتا بلکہ وہ تو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چاھتا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کہ تم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پاک و پاک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زہ</w:t>
      </w:r>
      <w:r w:rsidR="00476253">
        <w:rPr>
          <w:rtl/>
          <w:lang w:bidi="ur-PK"/>
        </w:rPr>
        <w:t xml:space="preserve"> بنا دے اور تم پر اپن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نعمت کو تمام کردے شا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tl/>
          <w:lang w:bidi="ur-PK"/>
        </w:rPr>
        <w:t xml:space="preserve"> تم اس طرح سے اس کے شکر گزار بندے بن جاؤ“۔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اس</w:t>
      </w:r>
      <w:r>
        <w:rPr>
          <w:rtl/>
          <w:lang w:bidi="ur-PK"/>
        </w:rPr>
        <w:t xml:space="preserve">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انسان پر اتمام نعمت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مسائل کو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اور احکام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بجالانے،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عقائد اور اخلاق حسنہ سے آراستہ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وقوع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14" w:name="_Toc520983951"/>
      <w:r>
        <w:rPr>
          <w:rtl/>
          <w:lang w:bidi="ur-PK"/>
        </w:rPr>
        <w:t>12۔ نعمت سے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فائدہ اٹھانے کا انعام</w:t>
      </w:r>
      <w:bookmarkEnd w:id="14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مومنات جن کے دل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سے آراستہ اور نفس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پاک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وہ اعمال صالحہ بجالانے والے، حق بات کہنے والے، اپنے مال سے جود و کرم اور سخاوت کرنے والے، صدقہ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والے اور بندگان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کرنے والوں والے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؛ ان کے لئے اجر و ثواب اور رضوان و جنت اور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لئے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و آرام کا وعدہ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اعلان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اھل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اعمال کا اجر و ثواب ضائع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کتاب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 آواز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اعلان کرت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خداوندعالم کا وعدہ سچا اور حق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کا وعدہ خلاف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د،</w:t>
      </w:r>
      <w:r>
        <w:rPr>
          <w:rtl/>
          <w:lang w:bidi="ur-PK"/>
        </w:rPr>
        <w:t xml:space="preserve"> اھل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اور اعمال صالحہ بجالانے والے افراد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کھا جائے کہ قرآن نے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محسن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مصلح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متق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اورمجاہد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لئے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کا اجر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اجر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م،</w:t>
      </w:r>
      <w:r>
        <w:rPr>
          <w:rtl/>
          <w:lang w:bidi="ur-PK"/>
        </w:rPr>
        <w:t xml:space="preserve"> اجر 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ر،</w:t>
      </w:r>
      <w:r>
        <w:rPr>
          <w:rtl/>
          <w:lang w:bidi="ur-PK"/>
        </w:rPr>
        <w:t xml:space="preserve"> اجر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م،</w:t>
      </w:r>
      <w:r>
        <w:rPr>
          <w:rtl/>
          <w:lang w:bidi="ur-PK"/>
        </w:rPr>
        <w:t xml:space="preserve"> اجر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ممنون، اجر حسن۔چنانچہ ارشاد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AB722E">
        <w:rPr>
          <w:rStyle w:val="libAieChar"/>
          <w:rtl/>
        </w:rPr>
        <w:t>وَعَدَ اللهُ الَّذِ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نَ</w:t>
      </w:r>
      <w:r w:rsidR="00476253" w:rsidRPr="00AB722E">
        <w:rPr>
          <w:rStyle w:val="libAieChar"/>
          <w:rtl/>
        </w:rPr>
        <w:t xml:space="preserve"> آمَنُوا وَعَمِلُوا الصَّالِحَاتِ 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م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مَغْفِرَةٌ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وَ</w:t>
      </w:r>
      <w:r w:rsidR="00BA0B7F">
        <w:rPr>
          <w:rStyle w:val="libAieChar"/>
          <w:rFonts w:hint="cs"/>
          <w:rtl/>
        </w:rPr>
        <w:t>ا</w:t>
      </w:r>
      <w:r w:rsidR="00476253" w:rsidRPr="00AB722E">
        <w:rPr>
          <w:rStyle w:val="libAieChar"/>
          <w:rFonts w:hint="eastAsia"/>
          <w:rtl/>
        </w:rPr>
        <w:t>جْرٌ</w:t>
      </w:r>
      <w:r w:rsidR="00476253" w:rsidRPr="00AB722E">
        <w:rPr>
          <w:rStyle w:val="libAieChar"/>
          <w:rtl/>
        </w:rPr>
        <w:t xml:space="preserve"> عَظِ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مٌ</w:t>
      </w:r>
      <w:r w:rsidR="006F6A7F"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(38)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”اللہ</w:t>
      </w:r>
      <w:r w:rsidR="00476253">
        <w:rPr>
          <w:rtl/>
          <w:lang w:bidi="ur-PK"/>
        </w:rPr>
        <w:t xml:space="preserve"> نے صاحبان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اور عمل صالح بجالانے والوں سے وعدہ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کہ ان کے لئے مغفرت اور اجر عظ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“۔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AB722E">
        <w:rPr>
          <w:rStyle w:val="libAieChar"/>
          <w:rtl/>
        </w:rPr>
        <w:t>اِلاَّالَّذ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نَ</w:t>
      </w:r>
      <w:r w:rsidR="00476253" w:rsidRPr="00AB722E">
        <w:rPr>
          <w:rStyle w:val="libAieChar"/>
          <w:rtl/>
        </w:rPr>
        <w:t xml:space="preserve"> صَبَرُوا وَعَمِلُوا لصّٰالِحاتِ اُولٰئِكَ 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ُمْ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مَغْفِرَةٌ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وَاَجْرٌ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كَبی</w:t>
      </w:r>
      <w:r w:rsidR="00476253" w:rsidRPr="00AB722E">
        <w:rPr>
          <w:rStyle w:val="libAieChar"/>
          <w:rFonts w:hint="eastAsia"/>
          <w:rtl/>
        </w:rPr>
        <w:t>رٌ</w:t>
      </w:r>
      <w:r w:rsidR="006F6A7F"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(39)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 xml:space="preserve"> وہ لوگ جو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لائے اور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اعمال کئے ان کے لئے مغفرت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”اجر عظ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م“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عن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بڑا اج</w:t>
      </w:r>
      <w:r w:rsidR="00AA04E3">
        <w:rPr>
          <w:rtl/>
          <w:lang w:bidi="ur-PK"/>
        </w:rPr>
        <w:t xml:space="preserve">رہے </w:t>
      </w:r>
      <w:r w:rsidR="00476253">
        <w:rPr>
          <w:rtl/>
          <w:lang w:bidi="ur-PK"/>
        </w:rPr>
        <w:t xml:space="preserve">“۔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AB722E">
        <w:rPr>
          <w:rStyle w:val="libAieChar"/>
          <w:rtl/>
        </w:rPr>
        <w:t>مَنْ ذَا الَّذ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قْرِضُ</w:t>
      </w:r>
      <w:r w:rsidR="00476253" w:rsidRPr="00AB722E">
        <w:rPr>
          <w:rStyle w:val="libAieChar"/>
          <w:rtl/>
        </w:rPr>
        <w:t xml:space="preserve"> اللّٰ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َ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قَرْضاً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حَسَناً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فَی</w:t>
      </w:r>
      <w:r w:rsidR="00476253" w:rsidRPr="00AB722E">
        <w:rPr>
          <w:rStyle w:val="libAieChar"/>
          <w:rFonts w:hint="eastAsia"/>
          <w:rtl/>
        </w:rPr>
        <w:t>ضٰاعِفَ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ُ</w:t>
      </w:r>
      <w:r w:rsidR="00476253" w:rsidRPr="00AB722E">
        <w:rPr>
          <w:rStyle w:val="libAieChar"/>
          <w:rtl/>
        </w:rPr>
        <w:t xml:space="preserve"> 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ُ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وَلَ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ُ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اَجْرٌ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كَری</w:t>
      </w:r>
      <w:r w:rsidR="00476253" w:rsidRPr="00AB722E">
        <w:rPr>
          <w:rStyle w:val="libAieChar"/>
          <w:rFonts w:hint="eastAsia"/>
          <w:rtl/>
        </w:rPr>
        <w:t>مٌ</w:t>
      </w:r>
      <w:r w:rsidR="00476253">
        <w:rPr>
          <w:rtl/>
          <w:lang w:bidi="ur-PK"/>
        </w:rPr>
        <w:t xml:space="preserve"> </w:t>
      </w:r>
      <w:r w:rsidR="006F6A7F"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(40)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”کون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جو اللہ کو قرض الحسنہ دے تاکہ وہ اس کو دوگنا کردے اور اس کے لئے اجر کر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</w:t>
      </w:r>
      <w:r w:rsidR="00476253">
        <w:rPr>
          <w:rtl/>
          <w:lang w:bidi="ur-PK"/>
        </w:rPr>
        <w:t xml:space="preserve"> بھ</w:t>
      </w:r>
      <w:r w:rsidR="00476253"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“۔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>
        <w:rPr>
          <w:rtl/>
          <w:lang w:bidi="ur-PK"/>
        </w:rPr>
        <w:t>ا</w:t>
      </w:r>
      <w:r w:rsidR="00476253" w:rsidRPr="00AB722E">
        <w:rPr>
          <w:rStyle w:val="libAieChar"/>
          <w:rtl/>
        </w:rPr>
        <w:t>ِٕنَّ الَّذِ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نَ</w:t>
      </w:r>
      <w:r w:rsidR="00476253" w:rsidRPr="00AB722E">
        <w:rPr>
          <w:rStyle w:val="libAieChar"/>
          <w:rtl/>
        </w:rPr>
        <w:t xml:space="preserve"> آمَنُوا وَعَمِلُوا الصَّالِحَاتِ 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B722E">
        <w:rPr>
          <w:rStyle w:val="libAieChar"/>
          <w:rFonts w:hint="cs"/>
          <w:rtl/>
        </w:rPr>
        <w:t>م</w:t>
      </w:r>
      <w:r w:rsidR="00476253" w:rsidRPr="00AB722E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AB722E">
        <w:rPr>
          <w:rStyle w:val="libAieChar"/>
          <w:rFonts w:hint="eastAsia"/>
          <w:rtl/>
        </w:rPr>
        <w:t>جْرٌ</w:t>
      </w:r>
      <w:r w:rsidR="00476253" w:rsidRPr="00AB722E">
        <w:rPr>
          <w:rStyle w:val="libAieChar"/>
          <w:rtl/>
        </w:rPr>
        <w:t xml:space="preserve"> غَ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رُ</w:t>
      </w:r>
      <w:r w:rsidR="00476253" w:rsidRPr="00AB722E">
        <w:rPr>
          <w:rStyle w:val="libAieChar"/>
          <w:rtl/>
        </w:rPr>
        <w:t xml:space="preserve"> مَمْنُونٍ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(41)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”بے</w:t>
      </w:r>
      <w:r w:rsidR="00476253">
        <w:rPr>
          <w:rtl/>
          <w:lang w:bidi="ur-PK"/>
        </w:rPr>
        <w:t xml:space="preserve"> شک جو لوگ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لائے اور انھوں نے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اعمال کئے ان کے لئے ”اجر غ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</w:t>
      </w:r>
      <w:r w:rsidR="00476253">
        <w:rPr>
          <w:rtl/>
          <w:lang w:bidi="ur-PK"/>
        </w:rPr>
        <w:t xml:space="preserve"> ممنون“ (منقطع نہ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نے والا اجر)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6F6A7F" w:rsidP="00125F42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AB722E">
        <w:rPr>
          <w:rStyle w:val="libAieChar"/>
          <w:rtl/>
        </w:rPr>
        <w:t>فَإِنْ تُطِ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عُوا</w:t>
      </w:r>
      <w:r w:rsidR="00476253" w:rsidRPr="00AB722E">
        <w:rPr>
          <w:rStyle w:val="libAieChar"/>
          <w:rtl/>
        </w:rPr>
        <w:t xml:space="preserve"> </w:t>
      </w:r>
      <w:r w:rsidR="00476253" w:rsidRPr="00AB722E">
        <w:rPr>
          <w:rStyle w:val="libAieChar"/>
          <w:rFonts w:hint="cs"/>
          <w:rtl/>
        </w:rPr>
        <w:t>ی</w:t>
      </w:r>
      <w:r w:rsidR="00476253" w:rsidRPr="00AB722E">
        <w:rPr>
          <w:rStyle w:val="libAieChar"/>
          <w:rFonts w:hint="eastAsia"/>
          <w:rtl/>
        </w:rPr>
        <w:t>ؤْتِكُمْ</w:t>
      </w:r>
      <w:r w:rsidR="00476253" w:rsidRPr="00AB722E">
        <w:rPr>
          <w:rStyle w:val="libAieChar"/>
          <w:rtl/>
        </w:rPr>
        <w:t xml:space="preserve"> اللهُ </w:t>
      </w:r>
      <w:r w:rsidR="00BA0B7F">
        <w:rPr>
          <w:rStyle w:val="libAieChar"/>
          <w:rtl/>
        </w:rPr>
        <w:t>ا</w:t>
      </w:r>
      <w:r w:rsidR="00476253" w:rsidRPr="00AB722E">
        <w:rPr>
          <w:rStyle w:val="libAieChar"/>
          <w:rFonts w:hint="eastAsia"/>
          <w:rtl/>
        </w:rPr>
        <w:t>جْرًا</w:t>
      </w:r>
      <w:r w:rsidR="00476253" w:rsidRPr="00AB722E">
        <w:rPr>
          <w:rStyle w:val="libAieChar"/>
          <w:rtl/>
        </w:rPr>
        <w:t xml:space="preserve"> حَسَنًا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572206" w:rsidRPr="00572206">
        <w:rPr>
          <w:rStyle w:val="libFootnotenumChar"/>
          <w:rtl/>
          <w:lang w:bidi="ur-PK"/>
        </w:rPr>
        <w:t>(42)</w:t>
      </w:r>
      <w:r w:rsidR="00572206">
        <w:rPr>
          <w:rtl/>
          <w:lang w:bidi="ur-PK"/>
        </w:rPr>
        <w:t xml:space="preserve"> </w:t>
      </w:r>
      <w:r w:rsidR="00572206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تو اگر تم خدا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اطاعت کرو گے تو وہ تم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”اجر حسن“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عن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بھتر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اجر عنا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tl/>
          <w:lang w:bidi="ur-PK"/>
        </w:rPr>
        <w:t xml:space="preserve"> فرمائے گا“۔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ھاں، اگر دل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لئے بروئے کار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عقل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سے حقائق کو سمجھنے کے لئے مدد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جائے، اعضاء و جوارح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کو اعمال صالحہ کے لئے 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مال و دولت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کو بندگان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مشکلات حل کرنے کے خرچ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المختصر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اگر تمام نعمتوں سے عبادت خدا اور اس کے بندوںک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خدمت، ان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احسان اور تقويٰ و عفت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مدد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تو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سعادت کے علاوہ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مذکورہ پانچ قسم کا اجر و ثواب عطا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گا، ظاھر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 خداداد نعمتوں کو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راستہ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کرنا ک</w:t>
      </w:r>
      <w:r>
        <w:rPr>
          <w:rFonts w:hint="eastAsia"/>
          <w:rtl/>
          <w:lang w:bidi="ur-PK"/>
        </w:rPr>
        <w:t>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کام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بلکہ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ھر عورت ومرد اس کو انجام دے 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اگر انسان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سے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فائدہ اٹھائے تو پھر انسان اور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حجاب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رھتا، اور انسان قرب خدا کے وصال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لذت سے محظوظ نظر آتا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کہ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اور ائمہ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السلام، نعمتوں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پہچانتے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ان کو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طور پر استعمال کرتے تھے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ان کے سامنے سے تمام حجابات اٹھ گئے تھے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خداوندعالم اور ان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پردہ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 xml:space="preserve">(سوائے اس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بزرگوار بندگان خدا تھے)!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زمانہ (عجل اللہ تعاليٰ فرجہ)ک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بزرگوار ابو جعفر محمد بن عثمان بن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(قدس) کو جو توق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ھم پڑھتے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840EF5">
        <w:rPr>
          <w:rStyle w:val="libArabicChar"/>
          <w:rFonts w:hint="eastAsia"/>
          <w:rtl/>
        </w:rPr>
        <w:t>وَآ</w:t>
      </w:r>
      <w:r w:rsidRPr="00840EF5">
        <w:rPr>
          <w:rStyle w:val="libArabicChar"/>
          <w:rFonts w:hint="cs"/>
          <w:rtl/>
        </w:rPr>
        <w:t>ی</w:t>
      </w:r>
      <w:r w:rsidRPr="00840EF5">
        <w:rPr>
          <w:rStyle w:val="libArabicChar"/>
          <w:rFonts w:hint="eastAsia"/>
          <w:rtl/>
        </w:rPr>
        <w:t>اتِكَ</w:t>
      </w:r>
      <w:r w:rsidRPr="00840EF5">
        <w:rPr>
          <w:rStyle w:val="libArabicChar"/>
          <w:rtl/>
        </w:rPr>
        <w:t xml:space="preserve"> وَ مَقاماتِكَ الَّت</w:t>
      </w:r>
      <w:r w:rsidRPr="00840EF5">
        <w:rPr>
          <w:rStyle w:val="libArabicChar"/>
          <w:rFonts w:hint="cs"/>
          <w:rtl/>
        </w:rPr>
        <w:t>ی</w:t>
      </w:r>
      <w:r w:rsidRPr="00840EF5">
        <w:rPr>
          <w:rStyle w:val="libArabicChar"/>
          <w:rtl/>
        </w:rPr>
        <w:t xml:space="preserve"> لا تَعْط</w:t>
      </w:r>
      <w:r w:rsidRPr="00840EF5">
        <w:rPr>
          <w:rStyle w:val="libArabicChar"/>
          <w:rFonts w:hint="cs"/>
          <w:rtl/>
        </w:rPr>
        <w:t>ی</w:t>
      </w:r>
      <w:r w:rsidRPr="00840EF5">
        <w:rPr>
          <w:rStyle w:val="libArabicChar"/>
          <w:rFonts w:hint="eastAsia"/>
          <w:rtl/>
        </w:rPr>
        <w:t>لَ</w:t>
      </w:r>
      <w:r w:rsidRPr="00840EF5">
        <w:rPr>
          <w:rStyle w:val="libArabicChar"/>
          <w:rtl/>
        </w:rPr>
        <w:t xml:space="preserve"> لَ</w:t>
      </w:r>
      <w:r w:rsidR="00705CD5" w:rsidRPr="00163EB1">
        <w:rPr>
          <w:rStyle w:val="libArabicChar"/>
          <w:rFonts w:hint="cs"/>
          <w:rtl/>
        </w:rPr>
        <w:t>ه</w:t>
      </w:r>
      <w:r w:rsidRPr="00840EF5">
        <w:rPr>
          <w:rStyle w:val="libArabicChar"/>
          <w:rFonts w:hint="cs"/>
          <w:rtl/>
        </w:rPr>
        <w:t>ا</w:t>
      </w:r>
      <w:r w:rsidRPr="00840EF5">
        <w:rPr>
          <w:rStyle w:val="libArabicChar"/>
          <w:rtl/>
        </w:rPr>
        <w:t xml:space="preserve"> </w:t>
      </w:r>
      <w:r w:rsidRPr="00840EF5">
        <w:rPr>
          <w:rStyle w:val="libArabicChar"/>
          <w:rFonts w:hint="cs"/>
          <w:rtl/>
        </w:rPr>
        <w:t>فی</w:t>
      </w:r>
      <w:r w:rsidRPr="00840EF5">
        <w:rPr>
          <w:rStyle w:val="libArabicChar"/>
          <w:rtl/>
        </w:rPr>
        <w:t xml:space="preserve"> كُلِّ مَکانٍ، </w:t>
      </w:r>
      <w:r w:rsidRPr="00840EF5">
        <w:rPr>
          <w:rStyle w:val="libArabicChar"/>
          <w:rFonts w:hint="cs"/>
          <w:rtl/>
        </w:rPr>
        <w:t>ی</w:t>
      </w:r>
      <w:r w:rsidRPr="00840EF5">
        <w:rPr>
          <w:rStyle w:val="libArabicChar"/>
          <w:rFonts w:hint="eastAsia"/>
          <w:rtl/>
        </w:rPr>
        <w:t>عْرِفُكَ</w:t>
      </w:r>
      <w:r w:rsidRPr="00840EF5">
        <w:rPr>
          <w:rStyle w:val="libArabicChar"/>
          <w:rtl/>
        </w:rPr>
        <w:t xml:space="preserve"> بِ</w:t>
      </w:r>
      <w:r w:rsidR="00705CD5" w:rsidRPr="00163EB1">
        <w:rPr>
          <w:rStyle w:val="libArabicChar"/>
          <w:rFonts w:hint="cs"/>
          <w:rtl/>
        </w:rPr>
        <w:t>ه</w:t>
      </w:r>
      <w:r w:rsidRPr="00840EF5">
        <w:rPr>
          <w:rStyle w:val="libArabicChar"/>
          <w:rFonts w:hint="cs"/>
          <w:rtl/>
        </w:rPr>
        <w:t>ا</w:t>
      </w:r>
      <w:r w:rsidRPr="00840EF5">
        <w:rPr>
          <w:rStyle w:val="libArabicChar"/>
          <w:rtl/>
        </w:rPr>
        <w:t xml:space="preserve"> </w:t>
      </w:r>
      <w:r w:rsidRPr="00840EF5">
        <w:rPr>
          <w:rStyle w:val="libArabicChar"/>
          <w:rFonts w:hint="cs"/>
          <w:rtl/>
        </w:rPr>
        <w:t>مَنْ</w:t>
      </w:r>
      <w:r w:rsidRPr="00840EF5">
        <w:rPr>
          <w:rStyle w:val="libArabicChar"/>
          <w:rtl/>
        </w:rPr>
        <w:t xml:space="preserve"> </w:t>
      </w:r>
      <w:r w:rsidRPr="00840EF5">
        <w:rPr>
          <w:rStyle w:val="libArabicChar"/>
          <w:rFonts w:hint="cs"/>
          <w:rtl/>
        </w:rPr>
        <w:t>عَرَفَكَ،</w:t>
      </w:r>
      <w:r w:rsidRPr="00840EF5">
        <w:rPr>
          <w:rStyle w:val="libArabicChar"/>
          <w:rtl/>
        </w:rPr>
        <w:t xml:space="preserve"> </w:t>
      </w:r>
      <w:r w:rsidRPr="00840EF5">
        <w:rPr>
          <w:rStyle w:val="libArabicChar"/>
          <w:rFonts w:hint="cs"/>
          <w:rtl/>
        </w:rPr>
        <w:t>لا</w:t>
      </w:r>
      <w:r w:rsidRPr="00840EF5">
        <w:rPr>
          <w:rStyle w:val="libArabicChar"/>
          <w:rtl/>
        </w:rPr>
        <w:t xml:space="preserve"> </w:t>
      </w:r>
      <w:r w:rsidRPr="00840EF5">
        <w:rPr>
          <w:rStyle w:val="libArabicChar"/>
          <w:rFonts w:hint="cs"/>
          <w:rtl/>
        </w:rPr>
        <w:t>فَرْقَ</w:t>
      </w:r>
      <w:r w:rsidRPr="00840EF5">
        <w:rPr>
          <w:rStyle w:val="libArabicChar"/>
          <w:rtl/>
        </w:rPr>
        <w:t xml:space="preserve"> </w:t>
      </w:r>
      <w:r w:rsidRPr="00840EF5">
        <w:rPr>
          <w:rStyle w:val="libArabicChar"/>
          <w:rFonts w:hint="cs"/>
          <w:rtl/>
        </w:rPr>
        <w:t>بَی</w:t>
      </w:r>
      <w:r w:rsidRPr="00840EF5">
        <w:rPr>
          <w:rStyle w:val="libArabicChar"/>
          <w:rFonts w:hint="eastAsia"/>
          <w:rtl/>
        </w:rPr>
        <w:t>نَكَ</w:t>
      </w:r>
      <w:r w:rsidRPr="00840EF5">
        <w:rPr>
          <w:rStyle w:val="libArabicChar"/>
          <w:rtl/>
        </w:rPr>
        <w:t xml:space="preserve"> وَ بَ</w:t>
      </w:r>
      <w:r w:rsidRPr="00840EF5">
        <w:rPr>
          <w:rStyle w:val="libArabicChar"/>
          <w:rFonts w:hint="cs"/>
          <w:rtl/>
        </w:rPr>
        <w:t>ی</w:t>
      </w:r>
      <w:r w:rsidRPr="00840EF5">
        <w:rPr>
          <w:rStyle w:val="libArabicChar"/>
          <w:rFonts w:hint="eastAsia"/>
          <w:rtl/>
        </w:rPr>
        <w:t>نَ</w:t>
      </w:r>
      <w:r w:rsidR="00705CD5" w:rsidRPr="00163EB1">
        <w:rPr>
          <w:rStyle w:val="libArabicChar"/>
          <w:rFonts w:hint="cs"/>
          <w:rtl/>
        </w:rPr>
        <w:t>ه</w:t>
      </w:r>
      <w:r w:rsidRPr="00840EF5">
        <w:rPr>
          <w:rStyle w:val="libArabicChar"/>
          <w:rFonts w:hint="cs"/>
          <w:rtl/>
        </w:rPr>
        <w:t>ا</w:t>
      </w:r>
      <w:r w:rsidRPr="00840EF5">
        <w:rPr>
          <w:rStyle w:val="libArabicChar"/>
          <w:rtl/>
        </w:rPr>
        <w:t xml:space="preserve"> اِلاَّ اَنَّ</w:t>
      </w:r>
      <w:r w:rsidR="00705CD5" w:rsidRPr="00163EB1">
        <w:rPr>
          <w:rStyle w:val="libArabicChar"/>
          <w:rFonts w:hint="cs"/>
          <w:rtl/>
        </w:rPr>
        <w:t>ه</w:t>
      </w:r>
      <w:r w:rsidRPr="00840EF5">
        <w:rPr>
          <w:rStyle w:val="libArabicChar"/>
          <w:rFonts w:hint="cs"/>
          <w:rtl/>
        </w:rPr>
        <w:t>ُمْ</w:t>
      </w:r>
      <w:r w:rsidRPr="00840EF5">
        <w:rPr>
          <w:rStyle w:val="libArabicChar"/>
          <w:rtl/>
        </w:rPr>
        <w:t xml:space="preserve"> </w:t>
      </w:r>
      <w:r w:rsidRPr="00840EF5">
        <w:rPr>
          <w:rStyle w:val="libArabicChar"/>
          <w:rFonts w:hint="cs"/>
          <w:rtl/>
        </w:rPr>
        <w:t>عِبادُكَ</w:t>
      </w:r>
      <w:r w:rsidRPr="00840EF5">
        <w:rPr>
          <w:rStyle w:val="libArabicChar"/>
          <w:rtl/>
        </w:rPr>
        <w:t xml:space="preserve"> </w:t>
      </w:r>
      <w:r w:rsidRPr="00840EF5">
        <w:rPr>
          <w:rStyle w:val="libArabicChar"/>
          <w:rFonts w:hint="cs"/>
          <w:rtl/>
        </w:rPr>
        <w:t>وَ</w:t>
      </w:r>
      <w:r w:rsidRPr="00840EF5">
        <w:rPr>
          <w:rStyle w:val="libArabicChar"/>
          <w:rtl/>
        </w:rPr>
        <w:t xml:space="preserve"> </w:t>
      </w:r>
      <w:r w:rsidRPr="00840EF5">
        <w:rPr>
          <w:rStyle w:val="libArabicChar"/>
          <w:rFonts w:hint="cs"/>
          <w:rtl/>
        </w:rPr>
        <w:t>خَلْ</w:t>
      </w:r>
      <w:r w:rsidRPr="00840EF5">
        <w:rPr>
          <w:rStyle w:val="libArabicChar"/>
          <w:rtl/>
        </w:rPr>
        <w:t>قُكَ</w:t>
      </w:r>
      <w:r>
        <w:rPr>
          <w:rtl/>
          <w:lang w:bidi="ur-PK"/>
        </w:rPr>
        <w:t>:</w:t>
      </w:r>
      <w:r w:rsidR="00024CEF" w:rsidRPr="00572206">
        <w:rPr>
          <w:rStyle w:val="libFootnotenumChar"/>
          <w:rtl/>
        </w:rPr>
        <w:t>(43)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”خداوندا</w:t>
      </w:r>
      <w:r>
        <w:rPr>
          <w:rtl/>
          <w:lang w:bidi="ur-PK"/>
        </w:rPr>
        <w:t>!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اور ائمہ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السلام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ان سے ھر مقام پر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ظاھر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کو پہچانتا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ان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پہچانتا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اور ان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مبان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سوائے اس کے وہ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بندے </w:t>
      </w:r>
      <w:r w:rsidR="00AA04E3">
        <w:rPr>
          <w:rFonts w:hint="eastAsia"/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مطلب پر غور کرنا چاہئے کہ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سے انسان اور خدا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حجاب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بن جات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بلکہ ان کا غلط استعمال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کرنے سے انسان اور خدا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حجاب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اگر نعمتوں سے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فائدہ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 کو مقام قرب تک پہنچنے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مددگار ثابت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 ائمہ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مختلف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سے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تے تھے،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اھل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رکھتے تھے،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زراعت، تجارت اوربھ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</w:t>
      </w:r>
      <w:r>
        <w:rPr>
          <w:rtl/>
          <w:lang w:bidi="ur-PK"/>
        </w:rPr>
        <w:t xml:space="preserve"> بکر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چراکر حاصل کرتے تھے حالانکہ ان ذوات مقدسہ اور خدا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حجاب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انسان کے اندر عباد ت و اطاعت اور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کا حوصلہ مضبوط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اور اس کا دل نور معرفت سے روشن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اورنفس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وںسے</w:t>
      </w:r>
      <w:r>
        <w:rPr>
          <w:rtl/>
          <w:lang w:bidi="ur-PK"/>
        </w:rPr>
        <w:t xml:space="preserve"> بھرجائے، تو انسان بے شک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کے تمام وسائل و اسباب اور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مقامات تک پہنچ 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جو شخص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و اطاعت کا حوصلہ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رکھتا تو اس کا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وہ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</w:t>
      </w:r>
      <w:r>
        <w:rPr>
          <w:rtl/>
          <w:lang w:bidi="ur-PK"/>
        </w:rPr>
        <w:lastRenderedPageBreak/>
        <w:t>سے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فائدہ حاصل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جب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ںطغ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و سرکش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غرور ونخوت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رھتا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دعائے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فرمان کے مطابق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گمان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وہ دل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(خدا) موجود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وہ دل جو معرفت کا مکان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وہ زبان جس سے ذکر خدا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جس کے باطن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وہ باطن جو صادقانہ اعتراف اور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بارگاہ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خاضع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خاک پر رکھ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جس زبان سے خدا کا شکر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کا اقرار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جس دل سے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الوھ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اقرار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جن اعضاء و جوارح سے شوق و رغبت کے ساتھ مساجد کا رخ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کل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ان سب کو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جلاد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گا!!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</w:t>
      </w:r>
      <w:r>
        <w:rPr>
          <w:rtl/>
          <w:lang w:bidi="ur-PK"/>
        </w:rPr>
        <w:t xml:space="preserve"> نعمتوں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عبادت خدا اور خدمت خلق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کل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رضائے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خلد 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کے دروزاے کھول دئے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قارئ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کرام! آخر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 اھم حقائق کا خلاصہ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 xml:space="preserve">اس بحث کو ختم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1۔ مذکورہ تمام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”عبادت، بندگ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اطاعت اور خدمت “ نام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نعمت و نعمت عطا کرنے والے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اور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کردہ راستے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کو استعمال کرنے کا۔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2۔ ”گناہ و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خطا و غلط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شرک و کفر، فسق و فجور اور فحشا و منکر “ نام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نعمت عطا کرنے والے سے غفلت، نعمت پر غرور، ذات خدا سے بے رخ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کردہ نعمتوں کو حرام اور و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کرنے کا۔ </w:t>
      </w:r>
    </w:p>
    <w:p w:rsidR="00476253" w:rsidRPr="0062111B" w:rsidRDefault="0062111B" w:rsidP="0062111B">
      <w:pPr>
        <w:pStyle w:val="libLine"/>
        <w:rPr>
          <w:rtl/>
          <w:lang w:bidi="ur-PK"/>
        </w:rPr>
      </w:pPr>
      <w:r>
        <w:rPr>
          <w:rFonts w:hint="cs"/>
          <w:rtl/>
          <w:lang w:bidi="ur-PK"/>
        </w:rPr>
        <w:t>____________________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1. سورہ نحل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114۔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2. سور</w:t>
      </w:r>
      <w:r w:rsidR="00BA0B7F">
        <w:rPr>
          <w:rtl/>
        </w:rPr>
        <w:t xml:space="preserve">ہ </w:t>
      </w:r>
      <w:r>
        <w:rPr>
          <w:rtl/>
        </w:rPr>
        <w:t>لقمان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20۔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3. سور</w:t>
      </w:r>
      <w:r w:rsidR="00BA0B7F">
        <w:rPr>
          <w:rtl/>
        </w:rPr>
        <w:t>ہ</w:t>
      </w:r>
      <w:r>
        <w:rPr>
          <w:rtl/>
        </w:rPr>
        <w:t xml:space="preserve">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29۔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4.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168۔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5. سور</w:t>
      </w:r>
      <w:r w:rsidR="00BA0B7F">
        <w:rPr>
          <w:rtl/>
        </w:rPr>
        <w:t>ہ</w:t>
      </w:r>
      <w:r>
        <w:rPr>
          <w:rtl/>
        </w:rPr>
        <w:t xml:space="preserve"> فاطر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 xml:space="preserve">6. مفردات، 461 مادہ شکر۔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7. سور</w:t>
      </w:r>
      <w:r w:rsidR="00BA0B7F">
        <w:rPr>
          <w:rtl/>
        </w:rPr>
        <w:t>ہ</w:t>
      </w:r>
      <w:r>
        <w:rPr>
          <w:rtl/>
        </w:rPr>
        <w:t xml:space="preserve"> سباء،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13۔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8. سور</w:t>
      </w:r>
      <w:r w:rsidR="00BA0B7F">
        <w:rPr>
          <w:rtl/>
        </w:rPr>
        <w:t>ہ</w:t>
      </w:r>
      <w:r>
        <w:rPr>
          <w:rtl/>
        </w:rPr>
        <w:t xml:space="preserve"> نحل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114۔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lastRenderedPageBreak/>
        <w:t>9. سور</w:t>
      </w:r>
      <w:r w:rsidR="00BA0B7F">
        <w:rPr>
          <w:rtl/>
        </w:rPr>
        <w:t>ہ</w:t>
      </w:r>
      <w:r>
        <w:rPr>
          <w:rtl/>
        </w:rPr>
        <w:t xml:space="preserve"> عنکبوت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17۔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10. (3)اصول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ص95۔باب الشکر،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10؛بحار الانوار :6840، باب 61،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29۔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11. سور</w:t>
      </w:r>
      <w:r w:rsidR="00BA0B7F">
        <w:rPr>
          <w:rtl/>
        </w:rPr>
        <w:t>ہ</w:t>
      </w:r>
      <w:r>
        <w:rPr>
          <w:rtl/>
        </w:rPr>
        <w:t xml:space="preserve">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28۔29۔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12. سور</w:t>
      </w:r>
      <w:r w:rsidR="00BA0B7F">
        <w:rPr>
          <w:rtl/>
        </w:rPr>
        <w:t>ہ</w:t>
      </w:r>
      <w:r>
        <w:rPr>
          <w:rtl/>
        </w:rPr>
        <w:t xml:space="preserve"> لقمان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27۔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13. سورہ مومنون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12۔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14. سور</w:t>
      </w:r>
      <w:r w:rsidR="00BA0B7F">
        <w:rPr>
          <w:rtl/>
        </w:rPr>
        <w:t>ہ</w:t>
      </w:r>
      <w:r>
        <w:rPr>
          <w:rtl/>
        </w:rPr>
        <w:t xml:space="preserve"> م</w:t>
      </w:r>
      <w:r w:rsidR="00AA04E3">
        <w:rPr>
          <w:rtl/>
        </w:rPr>
        <w:t>و</w:t>
      </w:r>
      <w:r>
        <w:rPr>
          <w:rtl/>
        </w:rPr>
        <w:t xml:space="preserve"> منون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13۔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15. سور</w:t>
      </w:r>
      <w:r w:rsidR="00BA0B7F">
        <w:rPr>
          <w:rtl/>
        </w:rPr>
        <w:t>ہ</w:t>
      </w:r>
      <w:r>
        <w:rPr>
          <w:rtl/>
        </w:rPr>
        <w:t xml:space="preserve"> مومنون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14۔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16. راز آفر</w:t>
      </w:r>
      <w:r>
        <w:rPr>
          <w:rFonts w:hint="cs"/>
          <w:rtl/>
        </w:rPr>
        <w:t>ی</w:t>
      </w:r>
      <w:r>
        <w:rPr>
          <w:rFonts w:hint="eastAsia"/>
          <w:rtl/>
        </w:rPr>
        <w:t>نش</w:t>
      </w:r>
      <w:r>
        <w:rPr>
          <w:rtl/>
        </w:rPr>
        <w:t xml:space="preserve"> انسان ص 145۔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17. راہ خدا شناس</w:t>
      </w:r>
      <w:r>
        <w:rPr>
          <w:rFonts w:hint="cs"/>
          <w:rtl/>
        </w:rPr>
        <w:t>ی</w:t>
      </w:r>
      <w:r>
        <w:rPr>
          <w:rtl/>
        </w:rPr>
        <w:t xml:space="preserve"> ص 218۔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18. علم و زندگ</w:t>
      </w:r>
      <w:r>
        <w:rPr>
          <w:rFonts w:hint="cs"/>
          <w:rtl/>
        </w:rPr>
        <w:t>ی</w:t>
      </w:r>
      <w:r>
        <w:rPr>
          <w:rtl/>
        </w:rPr>
        <w:t xml:space="preserve"> ص134۔135۔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19. لوز المعدہ: معدہ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سرخ رنگ ک</w:t>
      </w:r>
      <w:r>
        <w:rPr>
          <w:rFonts w:hint="cs"/>
          <w:rtl/>
        </w:rPr>
        <w:t>ی</w:t>
      </w:r>
      <w:r>
        <w:rPr>
          <w:rtl/>
        </w:rPr>
        <w:t xml:space="preserve"> رگ</w:t>
      </w:r>
      <w:r w:rsidR="00AA04E3">
        <w:rPr>
          <w:rtl/>
        </w:rPr>
        <w:t xml:space="preserve"> ہے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شکل خوشہ ک</w:t>
      </w:r>
      <w:r>
        <w:rPr>
          <w:rFonts w:hint="cs"/>
          <w:rtl/>
        </w:rPr>
        <w:t>ی</w:t>
      </w:r>
      <w:r>
        <w:rPr>
          <w:rtl/>
        </w:rPr>
        <w:t xml:space="preserve"> مانند</w:t>
      </w:r>
      <w:r w:rsidR="003264F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AA04E3">
        <w:rPr>
          <w:rtl/>
        </w:rPr>
        <w:t xml:space="preserve"> ہے</w:t>
      </w:r>
      <w:r>
        <w:rPr>
          <w:rtl/>
        </w:rPr>
        <w:t xml:space="preserve">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20. جزر ومد : در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="003264F6">
        <w:rPr>
          <w:rtl/>
        </w:rPr>
        <w:t xml:space="preserve"> ہو</w:t>
      </w:r>
      <w:r>
        <w:rPr>
          <w:rtl/>
        </w:rPr>
        <w:t>نے وال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کھا جاتا</w:t>
      </w:r>
      <w:r w:rsidR="00AA04E3">
        <w:rPr>
          <w:rtl/>
        </w:rPr>
        <w:t xml:space="preserve"> ہے</w:t>
      </w:r>
      <w:r>
        <w:rPr>
          <w:rtl/>
        </w:rPr>
        <w:t>، شب وروز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اکا</w:t>
      </w:r>
      <w:r>
        <w:rPr>
          <w:rtl/>
        </w:rPr>
        <w:t xml:space="preserve"> پان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ن گھٹتا</w:t>
      </w:r>
      <w:r w:rsidR="00AA04E3">
        <w:rPr>
          <w:rtl/>
        </w:rPr>
        <w:t xml:space="preserve"> ہے</w:t>
      </w:r>
      <w:r>
        <w:rPr>
          <w:rtl/>
        </w:rPr>
        <w:t xml:space="preserve"> اس کو ” جزر“ کھا جاتاھے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مرتبہ بڑھتا</w:t>
      </w:r>
      <w:r w:rsidR="00AA04E3">
        <w:rPr>
          <w:rtl/>
        </w:rPr>
        <w:t xml:space="preserve"> ہے</w:t>
      </w:r>
      <w:r>
        <w:rPr>
          <w:rtl/>
        </w:rPr>
        <w:t xml:space="preserve"> جس کو ”مد“ کھا جاتاھے، اور پان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سورج اور چاندک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 w:rsidR="00BA0B7F">
        <w:rPr>
          <w:rtl/>
        </w:rPr>
        <w:t>ہ</w:t>
      </w:r>
      <w:r>
        <w:rPr>
          <w:rtl/>
        </w:rPr>
        <w:t xml:space="preserve"> جاذبہ ک</w:t>
      </w:r>
      <w:r>
        <w:rPr>
          <w:rFonts w:hint="cs"/>
          <w:rtl/>
        </w:rPr>
        <w:t>ی</w:t>
      </w:r>
      <w:r>
        <w:rPr>
          <w:rtl/>
        </w:rPr>
        <w:t xml:space="preserve"> وجہ سے</w:t>
      </w:r>
      <w:r w:rsidR="003264F6">
        <w:rPr>
          <w:rtl/>
        </w:rPr>
        <w:t xml:space="preserve"> ہو</w:t>
      </w:r>
      <w:r>
        <w:rPr>
          <w:rtl/>
        </w:rPr>
        <w:t>ت</w:t>
      </w:r>
      <w:r>
        <w:rPr>
          <w:rFonts w:hint="cs"/>
          <w:rtl/>
        </w:rPr>
        <w:t>ی</w:t>
      </w:r>
      <w:r w:rsidR="00AA04E3">
        <w:rPr>
          <w:rtl/>
        </w:rPr>
        <w:t xml:space="preserve"> ہے</w:t>
      </w:r>
      <w:r>
        <w:rPr>
          <w:rtl/>
        </w:rPr>
        <w:t xml:space="preserve">۔ مترجم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21. گنج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ھا</w:t>
      </w:r>
      <w:r>
        <w:rPr>
          <w:rFonts w:hint="cs"/>
          <w:rtl/>
        </w:rPr>
        <w:t>ی</w:t>
      </w:r>
      <w:r>
        <w:rPr>
          <w:rtl/>
        </w:rPr>
        <w:t xml:space="preserve"> دانش ص 927۔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22. سور</w:t>
      </w:r>
      <w:r w:rsidR="00BA0B7F">
        <w:rPr>
          <w:rtl/>
        </w:rPr>
        <w:t>ہ</w:t>
      </w:r>
      <w:r>
        <w:rPr>
          <w:rtl/>
        </w:rPr>
        <w:t xml:space="preserve"> نحل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18۔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23. سور</w:t>
      </w:r>
      <w:r w:rsidR="00BA0B7F">
        <w:rPr>
          <w:rtl/>
        </w:rPr>
        <w:t>ہ</w:t>
      </w:r>
      <w:r>
        <w:rPr>
          <w:rtl/>
        </w:rPr>
        <w:t xml:space="preserve"> حمد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6۔7۔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24. سور</w:t>
      </w:r>
      <w:r w:rsidR="00BA0B7F">
        <w:rPr>
          <w:rtl/>
        </w:rPr>
        <w:t>ہ</w:t>
      </w:r>
      <w:r>
        <w:rPr>
          <w:rtl/>
        </w:rPr>
        <w:t xml:space="preserve">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69۔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25. سور</w:t>
      </w:r>
      <w:r w:rsidR="00BA0B7F">
        <w:rPr>
          <w:rtl/>
        </w:rPr>
        <w:t>ہ</w:t>
      </w:r>
      <w:r>
        <w:rPr>
          <w:rtl/>
        </w:rPr>
        <w:t xml:space="preserve">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141۔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26.سور</w:t>
      </w:r>
      <w:r w:rsidR="00BA0B7F">
        <w:rPr>
          <w:rtl/>
        </w:rPr>
        <w:t>ہ</w:t>
      </w:r>
      <w:r>
        <w:rPr>
          <w:rtl/>
        </w:rPr>
        <w:t xml:space="preserve">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60۔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27. سور</w:t>
      </w:r>
      <w:r w:rsidR="00BA0B7F">
        <w:rPr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83۔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28.سور</w:t>
      </w:r>
      <w:r w:rsidR="00BA0B7F">
        <w:rPr>
          <w:rtl/>
        </w:rPr>
        <w:t>ہ</w:t>
      </w:r>
      <w:r>
        <w:rPr>
          <w:rtl/>
        </w:rPr>
        <w:t xml:space="preserve">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81۔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29. سور</w:t>
      </w:r>
      <w:r w:rsidR="00BA0B7F">
        <w:rPr>
          <w:rtl/>
        </w:rPr>
        <w:t>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9۔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lastRenderedPageBreak/>
        <w:t>30. سور</w:t>
      </w:r>
      <w:r w:rsidR="00BA0B7F">
        <w:rPr>
          <w:rtl/>
        </w:rPr>
        <w:t>ہ</w:t>
      </w:r>
      <w:r>
        <w:rPr>
          <w:rtl/>
        </w:rPr>
        <w:t xml:space="preserve"> آل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180۔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31. سور</w:t>
      </w:r>
      <w:r w:rsidR="00BA0B7F">
        <w:rPr>
          <w:rtl/>
        </w:rPr>
        <w:t>ہ</w:t>
      </w:r>
      <w:r>
        <w:rPr>
          <w:rtl/>
        </w:rPr>
        <w:t xml:space="preserve"> اسراء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83۔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32.سور</w:t>
      </w:r>
      <w:r w:rsidR="00BA0B7F">
        <w:rPr>
          <w:rtl/>
        </w:rPr>
        <w:t>ہ</w:t>
      </w:r>
      <w:r>
        <w:rPr>
          <w:rtl/>
        </w:rPr>
        <w:t xml:space="preserve"> فجر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17۔20۔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33. سور</w:t>
      </w:r>
      <w:r w:rsidR="00BA0B7F">
        <w:rPr>
          <w:rtl/>
        </w:rPr>
        <w:t>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8۔10۔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34.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ج1، ص6۔8۔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35. سور</w:t>
      </w:r>
      <w:r w:rsidR="00BA0B7F">
        <w:rPr>
          <w:rtl/>
        </w:rPr>
        <w:t>ہ</w:t>
      </w:r>
      <w:r>
        <w:rPr>
          <w:rtl/>
        </w:rPr>
        <w:t xml:space="preserve">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3۔ </w:t>
      </w:r>
    </w:p>
    <w:p w:rsidR="00476253" w:rsidRDefault="00476253" w:rsidP="00125F42">
      <w:pPr>
        <w:pStyle w:val="libFootnote"/>
        <w:rPr>
          <w:rtl/>
        </w:rPr>
      </w:pPr>
      <w:r>
        <w:rPr>
          <w:rtl/>
        </w:rPr>
        <w:t xml:space="preserve">36. </w:t>
      </w:r>
      <w:r w:rsidRPr="00840EF5">
        <w:rPr>
          <w:rStyle w:val="libFootNoteArabicChar"/>
          <w:rtl/>
        </w:rPr>
        <w:t>(2)عن الفضل بن شا ذان عن الرضا (عل</w:t>
      </w:r>
      <w:r w:rsidRPr="00840EF5">
        <w:rPr>
          <w:rStyle w:val="libFootNoteArabicChar"/>
          <w:rFonts w:hint="cs"/>
          <w:rtl/>
        </w:rPr>
        <w:t>ی</w:t>
      </w:r>
      <w:r w:rsidR="00705CD5" w:rsidRPr="00163EB1">
        <w:rPr>
          <w:rStyle w:val="libFootNoteArabicChar"/>
          <w:rFonts w:hint="cs"/>
          <w:rtl/>
        </w:rPr>
        <w:t>ه</w:t>
      </w:r>
      <w:r w:rsidRPr="00840EF5">
        <w:rPr>
          <w:rStyle w:val="libFootNoteArabicChar"/>
          <w:rtl/>
        </w:rPr>
        <w:t xml:space="preserve"> السلام ) قال:انما امر بالوضوء و بد</w:t>
      </w:r>
      <w:r w:rsidR="00BA0B7F">
        <w:rPr>
          <w:rStyle w:val="libFootNoteArabicChar"/>
          <w:rtl/>
        </w:rPr>
        <w:t>ا</w:t>
      </w:r>
      <w:r w:rsidRPr="00840EF5">
        <w:rPr>
          <w:rStyle w:val="libFootNoteArabicChar"/>
          <w:rtl/>
        </w:rPr>
        <w:t xml:space="preserve"> ب</w:t>
      </w:r>
      <w:r w:rsidR="00705CD5" w:rsidRPr="00163EB1">
        <w:rPr>
          <w:rStyle w:val="libFootNoteArabicChar"/>
          <w:rFonts w:hint="cs"/>
          <w:rtl/>
        </w:rPr>
        <w:t>ه</w:t>
      </w:r>
      <w:r w:rsidRPr="00840EF5">
        <w:rPr>
          <w:rStyle w:val="libFootNoteArabicChar"/>
          <w:rtl/>
        </w:rPr>
        <w:t xml:space="preserve"> </w:t>
      </w:r>
      <w:r w:rsidRPr="00840EF5">
        <w:rPr>
          <w:rStyle w:val="libFootNoteArabicChar"/>
          <w:rFonts w:hint="cs"/>
          <w:rtl/>
        </w:rPr>
        <w:t>لان</w:t>
      </w:r>
      <w:r w:rsidRPr="00840EF5">
        <w:rPr>
          <w:rStyle w:val="libFootNoteArabicChar"/>
          <w:rtl/>
        </w:rPr>
        <w:t xml:space="preserve"> </w:t>
      </w:r>
      <w:r w:rsidRPr="00840EF5">
        <w:rPr>
          <w:rStyle w:val="libFootNoteArabicChar"/>
          <w:rFonts w:hint="cs"/>
          <w:rtl/>
        </w:rPr>
        <w:t>ی</w:t>
      </w:r>
      <w:r w:rsidRPr="00840EF5">
        <w:rPr>
          <w:rStyle w:val="libFootNoteArabicChar"/>
          <w:rFonts w:hint="eastAsia"/>
          <w:rtl/>
        </w:rPr>
        <w:t>کون</w:t>
      </w:r>
      <w:r w:rsidRPr="00840EF5">
        <w:rPr>
          <w:rStyle w:val="libFootNoteArabicChar"/>
          <w:rtl/>
        </w:rPr>
        <w:t xml:space="preserve"> العبد طا</w:t>
      </w:r>
      <w:r w:rsidR="00705CD5" w:rsidRPr="00163EB1">
        <w:rPr>
          <w:rStyle w:val="libFootNoteArabicChar"/>
          <w:rFonts w:hint="cs"/>
          <w:rtl/>
        </w:rPr>
        <w:t>ه</w:t>
      </w:r>
      <w:r w:rsidRPr="00840EF5">
        <w:rPr>
          <w:rStyle w:val="libFootNoteArabicChar"/>
          <w:rFonts w:hint="cs"/>
          <w:rtl/>
        </w:rPr>
        <w:t>را</w:t>
      </w:r>
      <w:r w:rsidRPr="00840EF5">
        <w:rPr>
          <w:rStyle w:val="libFootNoteArabicChar"/>
          <w:rtl/>
        </w:rPr>
        <w:t xml:space="preserve"> </w:t>
      </w:r>
      <w:r w:rsidRPr="00840EF5">
        <w:rPr>
          <w:rStyle w:val="libFootNoteArabicChar"/>
          <w:rFonts w:hint="cs"/>
          <w:rtl/>
        </w:rPr>
        <w:t>اذا</w:t>
      </w:r>
      <w:r w:rsidRPr="00840EF5">
        <w:rPr>
          <w:rStyle w:val="libFootNoteArabicChar"/>
          <w:rtl/>
        </w:rPr>
        <w:t xml:space="preserve"> </w:t>
      </w:r>
      <w:r w:rsidRPr="00840EF5">
        <w:rPr>
          <w:rStyle w:val="libFootNoteArabicChar"/>
          <w:rFonts w:hint="cs"/>
          <w:rtl/>
        </w:rPr>
        <w:t>قام</w:t>
      </w:r>
      <w:r w:rsidRPr="00840EF5">
        <w:rPr>
          <w:rStyle w:val="libFootNoteArabicChar"/>
          <w:rtl/>
        </w:rPr>
        <w:t xml:space="preserve"> </w:t>
      </w:r>
      <w:r w:rsidRPr="00840EF5">
        <w:rPr>
          <w:rStyle w:val="libFootNoteArabicChar"/>
          <w:rFonts w:hint="cs"/>
          <w:rtl/>
        </w:rPr>
        <w:t>بی</w:t>
      </w:r>
      <w:r w:rsidRPr="00840EF5">
        <w:rPr>
          <w:rStyle w:val="libFootNoteArabicChar"/>
          <w:rFonts w:hint="eastAsia"/>
          <w:rtl/>
        </w:rPr>
        <w:t>ن</w:t>
      </w:r>
      <w:r w:rsidRPr="00840EF5">
        <w:rPr>
          <w:rStyle w:val="libFootNoteArabicChar"/>
          <w:rtl/>
        </w:rPr>
        <w:t xml:space="preserve"> </w:t>
      </w:r>
      <w:r w:rsidRPr="00840EF5">
        <w:rPr>
          <w:rStyle w:val="libFootNoteArabicChar"/>
          <w:rFonts w:hint="cs"/>
          <w:rtl/>
        </w:rPr>
        <w:t>ی</w:t>
      </w:r>
      <w:r w:rsidRPr="00840EF5">
        <w:rPr>
          <w:rStyle w:val="libFootNoteArabicChar"/>
          <w:rFonts w:hint="eastAsia"/>
          <w:rtl/>
        </w:rPr>
        <w:t>د</w:t>
      </w:r>
      <w:r w:rsidRPr="00840EF5">
        <w:rPr>
          <w:rStyle w:val="libFootNoteArabicChar"/>
          <w:rFonts w:hint="cs"/>
          <w:rtl/>
        </w:rPr>
        <w:t>ی</w:t>
      </w:r>
      <w:r w:rsidRPr="00840EF5">
        <w:rPr>
          <w:rStyle w:val="libFootNoteArabicChar"/>
          <w:rtl/>
        </w:rPr>
        <w:t xml:space="preserve"> الجبار عند مناجات</w:t>
      </w:r>
      <w:r w:rsidR="00705CD5" w:rsidRPr="00163EB1">
        <w:rPr>
          <w:rStyle w:val="libFootNoteArabicChar"/>
          <w:rFonts w:hint="cs"/>
          <w:rtl/>
        </w:rPr>
        <w:t>ه</w:t>
      </w:r>
      <w:r w:rsidRPr="00840EF5">
        <w:rPr>
          <w:rStyle w:val="libFootNoteArabicChar"/>
          <w:rtl/>
        </w:rPr>
        <w:t xml:space="preserve"> </w:t>
      </w:r>
      <w:r w:rsidRPr="00840EF5">
        <w:rPr>
          <w:rStyle w:val="libFootNoteArabicChar"/>
          <w:rFonts w:hint="cs"/>
          <w:rtl/>
        </w:rPr>
        <w:t>ای</w:t>
      </w:r>
      <w:r w:rsidRPr="00840EF5">
        <w:rPr>
          <w:rStyle w:val="libFootNoteArabicChar"/>
          <w:rFonts w:hint="eastAsia"/>
          <w:rtl/>
        </w:rPr>
        <w:t>ا</w:t>
      </w:r>
      <w:r w:rsidR="00705CD5" w:rsidRPr="00163EB1">
        <w:rPr>
          <w:rStyle w:val="libFootNoteArabicChar"/>
          <w:rFonts w:hint="cs"/>
          <w:rtl/>
        </w:rPr>
        <w:t>ه</w:t>
      </w:r>
      <w:r w:rsidRPr="00840EF5">
        <w:rPr>
          <w:rStyle w:val="libFootNoteArabicChar"/>
          <w:rtl/>
        </w:rPr>
        <w:t xml:space="preserve"> مط</w:t>
      </w:r>
      <w:r w:rsidRPr="00840EF5">
        <w:rPr>
          <w:rStyle w:val="libFootNoteArabicChar"/>
          <w:rFonts w:hint="cs"/>
          <w:rtl/>
        </w:rPr>
        <w:t>ی</w:t>
      </w:r>
      <w:r w:rsidRPr="00840EF5">
        <w:rPr>
          <w:rStyle w:val="libFootNoteArabicChar"/>
          <w:rFonts w:hint="eastAsia"/>
          <w:rtl/>
        </w:rPr>
        <w:t>عا</w:t>
      </w:r>
      <w:r w:rsidRPr="00840EF5">
        <w:rPr>
          <w:rStyle w:val="libFootNoteArabicChar"/>
          <w:rtl/>
        </w:rPr>
        <w:t xml:space="preserve"> ل</w:t>
      </w:r>
      <w:r w:rsidR="00705CD5" w:rsidRPr="00163EB1">
        <w:rPr>
          <w:rStyle w:val="libFootNoteArabicChar"/>
          <w:rFonts w:hint="cs"/>
          <w:rtl/>
        </w:rPr>
        <w:t>ه</w:t>
      </w:r>
      <w:r w:rsidRPr="00840EF5">
        <w:rPr>
          <w:rStyle w:val="libFootNoteArabicChar"/>
          <w:rtl/>
        </w:rPr>
        <w:t xml:space="preserve"> </w:t>
      </w:r>
      <w:r w:rsidRPr="00840EF5">
        <w:rPr>
          <w:rStyle w:val="libFootNoteArabicChar"/>
          <w:rFonts w:hint="cs"/>
          <w:rtl/>
        </w:rPr>
        <w:t>فی</w:t>
      </w:r>
      <w:r w:rsidRPr="00840EF5">
        <w:rPr>
          <w:rStyle w:val="libFootNoteArabicChar"/>
          <w:rFonts w:hint="eastAsia"/>
          <w:rtl/>
        </w:rPr>
        <w:t>ما</w:t>
      </w:r>
      <w:r w:rsidRPr="00840EF5">
        <w:rPr>
          <w:rStyle w:val="libFootNoteArabicChar"/>
          <w:rtl/>
        </w:rPr>
        <w:t xml:space="preserve"> امر</w:t>
      </w:r>
      <w:r w:rsidR="00705CD5" w:rsidRPr="00163EB1">
        <w:rPr>
          <w:rStyle w:val="libFootNoteArabicChar"/>
          <w:rFonts w:hint="cs"/>
          <w:rtl/>
        </w:rPr>
        <w:t>ه</w:t>
      </w:r>
      <w:r w:rsidRPr="00840EF5">
        <w:rPr>
          <w:rStyle w:val="libFootNoteArabicChar"/>
          <w:rtl/>
        </w:rPr>
        <w:t xml:space="preserve"> </w:t>
      </w:r>
      <w:r w:rsidRPr="00840EF5">
        <w:rPr>
          <w:rStyle w:val="libFootNoteArabicChar"/>
          <w:rFonts w:hint="cs"/>
          <w:rtl/>
        </w:rPr>
        <w:t>نقی</w:t>
      </w:r>
      <w:r w:rsidRPr="00840EF5">
        <w:rPr>
          <w:rStyle w:val="libFootNoteArabicChar"/>
          <w:rFonts w:hint="eastAsia"/>
          <w:rtl/>
        </w:rPr>
        <w:t>ا</w:t>
      </w:r>
      <w:r w:rsidRPr="00840EF5">
        <w:rPr>
          <w:rStyle w:val="libFootNoteArabicChar"/>
          <w:rtl/>
        </w:rPr>
        <w:t xml:space="preserve"> من الادناس و الجناسة مع ما ف</w:t>
      </w:r>
      <w:r w:rsidRPr="00840EF5">
        <w:rPr>
          <w:rStyle w:val="libFootNoteArabicChar"/>
          <w:rFonts w:hint="cs"/>
          <w:rtl/>
        </w:rPr>
        <w:t>ی</w:t>
      </w:r>
      <w:r w:rsidR="00705CD5" w:rsidRPr="00163EB1">
        <w:rPr>
          <w:rStyle w:val="libFootNoteArabicChar"/>
          <w:rFonts w:hint="cs"/>
          <w:rtl/>
        </w:rPr>
        <w:t>ه</w:t>
      </w:r>
      <w:r w:rsidRPr="00840EF5">
        <w:rPr>
          <w:rStyle w:val="libFootNoteArabicChar"/>
          <w:rtl/>
        </w:rPr>
        <w:t xml:space="preserve"> من ذ</w:t>
      </w:r>
      <w:r w:rsidR="00705CD5" w:rsidRPr="00163EB1">
        <w:rPr>
          <w:rStyle w:val="libFootNoteArabicChar"/>
          <w:rFonts w:hint="cs"/>
          <w:rtl/>
        </w:rPr>
        <w:t>ه</w:t>
      </w:r>
      <w:r w:rsidRPr="00840EF5">
        <w:rPr>
          <w:rStyle w:val="libFootNoteArabicChar"/>
          <w:rFonts w:hint="cs"/>
          <w:rtl/>
        </w:rPr>
        <w:t>اب</w:t>
      </w:r>
      <w:r w:rsidRPr="00840EF5">
        <w:rPr>
          <w:rStyle w:val="libFootNoteArabicChar"/>
          <w:rtl/>
        </w:rPr>
        <w:t xml:space="preserve"> الکسل وطرد النعاس و تزک</w:t>
      </w:r>
      <w:r w:rsidRPr="00840EF5">
        <w:rPr>
          <w:rStyle w:val="libFootNoteArabicChar"/>
          <w:rFonts w:hint="cs"/>
          <w:rtl/>
        </w:rPr>
        <w:t>ی</w:t>
      </w:r>
      <w:r w:rsidRPr="00840EF5">
        <w:rPr>
          <w:rStyle w:val="libFootNoteArabicChar"/>
          <w:rFonts w:hint="eastAsia"/>
          <w:rtl/>
        </w:rPr>
        <w:t>ة</w:t>
      </w:r>
      <w:r w:rsidRPr="00840EF5">
        <w:rPr>
          <w:rStyle w:val="libFootNoteArabicChar"/>
          <w:rtl/>
        </w:rPr>
        <w:t xml:space="preserve"> الف</w:t>
      </w:r>
      <w:r w:rsidR="00AA04E3">
        <w:rPr>
          <w:rStyle w:val="libFootNoteArabicChar"/>
          <w:rtl/>
        </w:rPr>
        <w:t>و</w:t>
      </w:r>
      <w:r w:rsidRPr="00840EF5">
        <w:rPr>
          <w:rStyle w:val="libFootNoteArabicChar"/>
          <w:rFonts w:hint="eastAsia"/>
          <w:rtl/>
        </w:rPr>
        <w:t>اد</w:t>
      </w:r>
      <w:r w:rsidRPr="00840EF5">
        <w:rPr>
          <w:rStyle w:val="libFootNoteArabicChar"/>
          <w:rtl/>
        </w:rPr>
        <w:t xml:space="preserve"> للق</w:t>
      </w:r>
      <w:r w:rsidRPr="00840EF5">
        <w:rPr>
          <w:rStyle w:val="libFootNoteArabicChar"/>
          <w:rFonts w:hint="cs"/>
          <w:rtl/>
        </w:rPr>
        <w:t>ی</w:t>
      </w:r>
      <w:r w:rsidRPr="00840EF5">
        <w:rPr>
          <w:rStyle w:val="libFootNoteArabicChar"/>
          <w:rFonts w:hint="eastAsia"/>
          <w:rtl/>
        </w:rPr>
        <w:t>ام</w:t>
      </w:r>
      <w:r w:rsidRPr="00840EF5">
        <w:rPr>
          <w:rStyle w:val="libFootNoteArabicChar"/>
          <w:rtl/>
        </w:rPr>
        <w:t xml:space="preserve"> ب</w:t>
      </w:r>
      <w:r w:rsidRPr="00840EF5">
        <w:rPr>
          <w:rStyle w:val="libFootNoteArabicChar"/>
          <w:rFonts w:hint="cs"/>
          <w:rtl/>
        </w:rPr>
        <w:t>ی</w:t>
      </w:r>
      <w:r w:rsidRPr="00840EF5">
        <w:rPr>
          <w:rStyle w:val="libFootNoteArabicChar"/>
          <w:rFonts w:hint="eastAsia"/>
          <w:rtl/>
        </w:rPr>
        <w:t>ن</w:t>
      </w:r>
      <w:r w:rsidRPr="00840EF5">
        <w:rPr>
          <w:rStyle w:val="libFootNoteArabicChar"/>
          <w:rtl/>
        </w:rPr>
        <w:t xml:space="preserve"> </w:t>
      </w:r>
      <w:r w:rsidRPr="00840EF5">
        <w:rPr>
          <w:rStyle w:val="libFootNoteArabicChar"/>
          <w:rFonts w:hint="cs"/>
          <w:rtl/>
        </w:rPr>
        <w:t>ی</w:t>
      </w:r>
      <w:r w:rsidRPr="00840EF5">
        <w:rPr>
          <w:rStyle w:val="libFootNoteArabicChar"/>
          <w:rFonts w:hint="eastAsia"/>
          <w:rtl/>
        </w:rPr>
        <w:t>د</w:t>
      </w:r>
      <w:r w:rsidRPr="00840EF5">
        <w:rPr>
          <w:rStyle w:val="libFootNoteArabicChar"/>
          <w:rFonts w:hint="cs"/>
          <w:rtl/>
        </w:rPr>
        <w:t>ی</w:t>
      </w:r>
      <w:r w:rsidRPr="00840EF5">
        <w:rPr>
          <w:rStyle w:val="libFootNoteArabicChar"/>
          <w:rtl/>
        </w:rPr>
        <w:t xml:space="preserve"> ال</w:t>
      </w:r>
      <w:r w:rsidRPr="00840EF5">
        <w:rPr>
          <w:rStyle w:val="libFootNoteArabicChar"/>
          <w:rFonts w:hint="eastAsia"/>
          <w:rtl/>
        </w:rPr>
        <w:t>جبار</w:t>
      </w:r>
      <w:r>
        <w:rPr>
          <w:rtl/>
        </w:rPr>
        <w:t xml:space="preserve">“۔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37. سور</w:t>
      </w:r>
      <w:r w:rsidR="00BA0B7F">
        <w:rPr>
          <w:rtl/>
        </w:rPr>
        <w:t>ہ</w:t>
      </w:r>
      <w:r>
        <w:rPr>
          <w:rtl/>
        </w:rPr>
        <w:t xml:space="preserve">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6۔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38. سور</w:t>
      </w:r>
      <w:r w:rsidR="00BA0B7F">
        <w:rPr>
          <w:rtl/>
        </w:rPr>
        <w:t>ہ</w:t>
      </w:r>
      <w:r>
        <w:rPr>
          <w:rtl/>
        </w:rPr>
        <w:t xml:space="preserve">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9۔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39. سور</w:t>
      </w:r>
      <w:r w:rsidR="00BA0B7F">
        <w:rPr>
          <w:rtl/>
        </w:rPr>
        <w:t>ہ</w:t>
      </w:r>
      <w:r w:rsidR="003264F6">
        <w:rPr>
          <w:rtl/>
        </w:rPr>
        <w:t xml:space="preserve"> ہو</w:t>
      </w:r>
      <w:r>
        <w:rPr>
          <w:rtl/>
        </w:rPr>
        <w:t>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11۔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40. سور</w:t>
      </w:r>
      <w:r w:rsidR="00BA0B7F">
        <w:rPr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11۔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41. سور</w:t>
      </w:r>
      <w:r w:rsidR="00BA0B7F">
        <w:rPr>
          <w:rtl/>
        </w:rPr>
        <w:t>ہ</w:t>
      </w:r>
      <w:r>
        <w:rPr>
          <w:rtl/>
        </w:rPr>
        <w:t xml:space="preserve"> فصلت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8۔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42. سور</w:t>
      </w:r>
      <w:r w:rsidR="00BA0B7F">
        <w:rPr>
          <w:rtl/>
        </w:rPr>
        <w:t>ہ</w:t>
      </w:r>
      <w:r>
        <w:rPr>
          <w:rtl/>
        </w:rPr>
        <w:t xml:space="preserve"> فتح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16۔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43.مفات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الجنان دعا</w:t>
      </w:r>
      <w:r>
        <w:rPr>
          <w:rFonts w:hint="cs"/>
          <w:rtl/>
        </w:rPr>
        <w:t>ی</w:t>
      </w:r>
      <w:r>
        <w:rPr>
          <w:rtl/>
        </w:rPr>
        <w:t xml:space="preserve"> ص 255، دعا</w:t>
      </w:r>
      <w:r>
        <w:rPr>
          <w:rFonts w:hint="cs"/>
          <w:rtl/>
        </w:rPr>
        <w:t>ی</w:t>
      </w:r>
      <w:r>
        <w:rPr>
          <w:rtl/>
        </w:rPr>
        <w:t xml:space="preserve"> هر روز ماه رجب. </w:t>
      </w:r>
    </w:p>
    <w:p w:rsidR="00722451" w:rsidRDefault="00722451" w:rsidP="006F6A7F">
      <w:pPr>
        <w:pStyle w:val="libNormal"/>
        <w:rPr>
          <w:lang w:bidi="ur-PK"/>
        </w:rPr>
      </w:pPr>
      <w:r>
        <w:rPr>
          <w:lang w:bidi="ur-PK"/>
        </w:rPr>
        <w:br w:type="page"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15" w:name="_Toc520983952"/>
      <w:r>
        <w:rPr>
          <w:rFonts w:hint="eastAsia"/>
          <w:rtl/>
          <w:lang w:bidi="ur-PK"/>
        </w:rPr>
        <w:lastRenderedPageBreak/>
        <w:t>گناہ</w:t>
      </w:r>
      <w:r>
        <w:rPr>
          <w:rtl/>
          <w:lang w:bidi="ur-PK"/>
        </w:rPr>
        <w:t xml:space="preserve"> اور اس کا علاج</w:t>
      </w:r>
      <w:bookmarkEnd w:id="15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840EF5">
        <w:rPr>
          <w:rStyle w:val="libAieChar"/>
          <w:rFonts w:hint="cs"/>
          <w:rtl/>
        </w:rPr>
        <w:t>ی</w:t>
      </w:r>
      <w:r w:rsidR="00476253" w:rsidRPr="00840EF5">
        <w:rPr>
          <w:rStyle w:val="libAieChar"/>
          <w:rFonts w:hint="eastAsia"/>
          <w:rtl/>
        </w:rPr>
        <w:t>ا</w:t>
      </w:r>
      <w:r w:rsidR="00BA0B7F">
        <w:rPr>
          <w:rStyle w:val="libAieChar"/>
          <w:rFonts w:hint="eastAsia"/>
          <w:rtl/>
        </w:rPr>
        <w:t>ا</w:t>
      </w:r>
      <w:r w:rsidR="00476253" w:rsidRPr="00840EF5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840EF5">
        <w:rPr>
          <w:rStyle w:val="libAieChar"/>
          <w:rFonts w:hint="cs"/>
          <w:rtl/>
        </w:rPr>
        <w:t>ا</w:t>
      </w:r>
      <w:r w:rsidR="00476253" w:rsidRPr="00840EF5">
        <w:rPr>
          <w:rStyle w:val="libAieChar"/>
          <w:rtl/>
        </w:rPr>
        <w:t xml:space="preserve"> النَّاسُ قَدْ جَائَتْكُمْ مَوْعِظَةٌ مِنْ رَبِّكُمْ وَشِفَاءٌ لِمَا فِ</w:t>
      </w:r>
      <w:r w:rsidR="00476253" w:rsidRPr="00840EF5">
        <w:rPr>
          <w:rStyle w:val="libAieChar"/>
          <w:rFonts w:hint="cs"/>
          <w:rtl/>
        </w:rPr>
        <w:t>ی</w:t>
      </w:r>
      <w:r w:rsidR="00476253" w:rsidRPr="00840EF5">
        <w:rPr>
          <w:rStyle w:val="libAieChar"/>
          <w:rtl/>
        </w:rPr>
        <w:t xml:space="preserve"> الصُّدُورِ وَ</w:t>
      </w:r>
      <w:r w:rsidR="00705CD5" w:rsidRPr="00705CD5">
        <w:rPr>
          <w:rStyle w:val="libAieChar"/>
          <w:rFonts w:hint="cs"/>
          <w:rtl/>
        </w:rPr>
        <w:t>ه</w:t>
      </w:r>
      <w:r w:rsidR="00476253" w:rsidRPr="00840EF5">
        <w:rPr>
          <w:rStyle w:val="libAieChar"/>
          <w:rFonts w:hint="cs"/>
          <w:rtl/>
        </w:rPr>
        <w:t>ُدًی</w:t>
      </w:r>
      <w:r w:rsidR="00476253" w:rsidRPr="00840EF5">
        <w:rPr>
          <w:rStyle w:val="libAieChar"/>
          <w:rtl/>
        </w:rPr>
        <w:t xml:space="preserve"> وَرَحْمَةٌ لِلْمُؤْمِنِ</w:t>
      </w:r>
      <w:r w:rsidR="00476253" w:rsidRPr="00840EF5">
        <w:rPr>
          <w:rStyle w:val="libAieChar"/>
          <w:rFonts w:hint="cs"/>
          <w:rtl/>
        </w:rPr>
        <w:t>ی</w:t>
      </w:r>
      <w:r w:rsidR="00476253" w:rsidRPr="00840EF5">
        <w:rPr>
          <w:rStyle w:val="libAieChar"/>
          <w:rFonts w:hint="eastAsia"/>
          <w:rtl/>
        </w:rPr>
        <w:t>نَ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(44)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غمبر</w:t>
      </w:r>
      <w:r w:rsidR="00476253">
        <w:rPr>
          <w:rtl/>
          <w:lang w:bidi="ur-PK"/>
        </w:rPr>
        <w:t xml:space="preserve"> کہہ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جئے</w:t>
      </w:r>
      <w:r w:rsidR="00476253">
        <w:rPr>
          <w:rtl/>
          <w:lang w:bidi="ur-PK"/>
        </w:rPr>
        <w:t xml:space="preserve"> کہ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قرآن فضل و رحمت خدا کا نت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جہ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لہٰذا ان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اس پر خوش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نا چاہئے کہ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ان کے جمع کئے</w:t>
      </w:r>
      <w:r w:rsidR="006E184C">
        <w:rPr>
          <w:rtl/>
          <w:lang w:bidi="ur-PK"/>
        </w:rPr>
        <w:t xml:space="preserve"> ہوئے </w:t>
      </w:r>
      <w:r w:rsidR="00476253">
        <w:rPr>
          <w:rtl/>
          <w:lang w:bidi="ur-PK"/>
        </w:rPr>
        <w:t>اموال سے ک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ز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ادہ</w:t>
      </w:r>
      <w:r w:rsidR="00476253">
        <w:rPr>
          <w:rtl/>
          <w:lang w:bidi="ur-PK"/>
        </w:rPr>
        <w:t xml:space="preserve"> بھتر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16" w:name="_Toc520983953"/>
      <w:r>
        <w:rPr>
          <w:rFonts w:hint="eastAsia"/>
          <w:rtl/>
          <w:lang w:bidi="ur-PK"/>
        </w:rPr>
        <w:t>صلح</w:t>
      </w:r>
      <w:r>
        <w:rPr>
          <w:rtl/>
          <w:lang w:bidi="ur-PK"/>
        </w:rPr>
        <w:t xml:space="preserve"> و صفا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کنج</w:t>
      </w:r>
      <w:r>
        <w:rPr>
          <w:rFonts w:hint="cs"/>
          <w:rtl/>
          <w:lang w:bidi="ur-PK"/>
        </w:rPr>
        <w:t>ی</w:t>
      </w:r>
      <w:bookmarkEnd w:id="16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کو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جس ذات نے اس پر ظاھر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کامل اور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مانے</w:t>
      </w:r>
      <w:r>
        <w:rPr>
          <w:rtl/>
          <w:lang w:bidi="ur-PK"/>
        </w:rPr>
        <w:t xml:space="preserve"> پر عطا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نے گزشتہ عمر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غفلت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اھے،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جاتاھے کہ وہ تمام نعمتوں کو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سعادت اور خدا کے لطف و کرم کے دروازے کھولنے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لئے بروئے کار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اھے،</w:t>
      </w:r>
      <w:r>
        <w:rPr>
          <w:rtl/>
          <w:lang w:bidi="ur-PK"/>
        </w:rPr>
        <w:t xml:space="preserve"> بلکہ اکثر اوقات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گناھان صغ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و 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کا مرتکب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سخت خسارہ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ںھے</w:t>
      </w:r>
      <w:r>
        <w:rPr>
          <w:rtl/>
          <w:lang w:bidi="ur-PK"/>
        </w:rPr>
        <w:t xml:space="preserve"> اور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و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 اور ظاھر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لگ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تو اس پر واجب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اپنے شرمناک ما</w:t>
      </w:r>
      <w:r>
        <w:rPr>
          <w:rFonts w:hint="eastAsia"/>
          <w:rtl/>
          <w:lang w:bidi="ur-PK"/>
        </w:rPr>
        <w:t>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جبران وتلاف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لئے، جھل و غفلت خطا و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شرمناک اعمال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امور سے توبہ کرکے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استغفار کرے اور خدا کا بندہ بن جائے،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صلح و صفا کا آفتاب چمکائے۔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ھاں، رحمت خدا سے مدد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خاص سے طاقت حاصل کرنے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اس کے ملکوت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کو کسب کرنے کے لئے اس کو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رجوع کرنا چاہئے اور اس راستہ کو عزم و ارادہ، اور عاشقانہ جھاد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طے کرنا چاہئے تاکہ اس کا ظاھر و باطن فسق و فجور،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خطاؤں اور برے اخلاق سے مکمل پاک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 صالح اور عابد بندوں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آجائے اور خدا کے غضب کے بدلے رحمت، اور دردناک عذاب کے بدلے جنت کا مستحق بن جائے۔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طرح سے اپنے ماض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توبہ و استغفار کرنا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اپنے ظاھر و باطن کو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گناھوں سے دھونا خدا سے صلح و 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کنج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چونکہ</w:t>
      </w:r>
      <w:r>
        <w:rPr>
          <w:rtl/>
          <w:lang w:bidi="ur-PK"/>
        </w:rPr>
        <w:t xml:space="preserve">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و استغفار،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عبادت،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فرصت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حصہ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سے مخصوص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لہٰذا توبہ کرنے والے شخص پر لازم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توبہ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غور کرے تاکہ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عبا</w:t>
      </w:r>
      <w:r>
        <w:rPr>
          <w:rFonts w:hint="eastAsia"/>
          <w:rtl/>
          <w:lang w:bidi="ur-PK"/>
        </w:rPr>
        <w:t>دت،</w:t>
      </w:r>
      <w:r>
        <w:rPr>
          <w:rtl/>
          <w:lang w:bidi="ur-PK"/>
        </w:rPr>
        <w:t xml:space="preserve">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اور سنھرے موقع سے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سکے۔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17" w:name="_Toc520983954"/>
      <w:r>
        <w:rPr>
          <w:rFonts w:hint="eastAsia"/>
          <w:rtl/>
          <w:lang w:bidi="ur-PK"/>
        </w:rPr>
        <w:lastRenderedPageBreak/>
        <w:t>گناہ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bookmarkEnd w:id="17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ھر</w:t>
      </w:r>
      <w:r>
        <w:rPr>
          <w:rtl/>
          <w:lang w:bidi="ur-PK"/>
        </w:rPr>
        <w:t xml:space="preserve"> انسان ذات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اور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لحاظ سے پاک و سالم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حرص،</w:t>
      </w:r>
      <w:r>
        <w:rPr>
          <w:rtl/>
          <w:lang w:bidi="ur-PK"/>
        </w:rPr>
        <w:t xml:space="preserve"> حسد، بخل،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فسق و فجور او 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گناہ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تے بلکہ خاندان، معاشرہ اور دوستوں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صحبت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انسان گناھوں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ملوث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3937EF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3937EF">
        <w:rPr>
          <w:rStyle w:val="libArabicChar"/>
          <w:rFonts w:hint="eastAsia"/>
          <w:rtl/>
        </w:rPr>
        <w:t>كُلُّ</w:t>
      </w:r>
      <w:r w:rsidRPr="003937EF">
        <w:rPr>
          <w:rStyle w:val="libArabicChar"/>
          <w:rtl/>
        </w:rPr>
        <w:t xml:space="preserve"> مَولودٍ </w:t>
      </w:r>
      <w:r w:rsidRPr="003937EF">
        <w:rPr>
          <w:rStyle w:val="libArabicChar"/>
          <w:rFonts w:hint="cs"/>
          <w:rtl/>
        </w:rPr>
        <w:t>ی</w:t>
      </w:r>
      <w:r w:rsidRPr="003937EF">
        <w:rPr>
          <w:rStyle w:val="libArabicChar"/>
          <w:rFonts w:hint="eastAsia"/>
          <w:rtl/>
        </w:rPr>
        <w:t>ولد</w:t>
      </w:r>
      <w:r w:rsidRPr="003937EF">
        <w:rPr>
          <w:rStyle w:val="libArabicChar"/>
          <w:rtl/>
        </w:rPr>
        <w:t xml:space="preserve"> عَلَ</w:t>
      </w:r>
      <w:r w:rsidRPr="003937EF">
        <w:rPr>
          <w:rStyle w:val="libArabicChar"/>
          <w:rFonts w:hint="cs"/>
          <w:rtl/>
        </w:rPr>
        <w:t>ی</w:t>
      </w:r>
      <w:r w:rsidRPr="003937EF">
        <w:rPr>
          <w:rStyle w:val="libArabicChar"/>
          <w:rtl/>
        </w:rPr>
        <w:t xml:space="preserve"> فِطْرَةِ الإسْلَامِ، حَتّ</w:t>
      </w:r>
      <w:r w:rsidRPr="003937EF">
        <w:rPr>
          <w:rStyle w:val="libArabicChar"/>
          <w:rFonts w:hint="cs"/>
          <w:rtl/>
        </w:rPr>
        <w:t>ی</w:t>
      </w:r>
      <w:r w:rsidRPr="003937EF">
        <w:rPr>
          <w:rStyle w:val="libArabicChar"/>
          <w:rtl/>
        </w:rPr>
        <w:t xml:space="preserve"> </w:t>
      </w:r>
      <w:r w:rsidRPr="003937EF">
        <w:rPr>
          <w:rStyle w:val="libArabicChar"/>
          <w:rFonts w:hint="cs"/>
          <w:rtl/>
        </w:rPr>
        <w:t>ی</w:t>
      </w:r>
      <w:r w:rsidRPr="003937EF">
        <w:rPr>
          <w:rStyle w:val="libArabicChar"/>
          <w:rFonts w:hint="eastAsia"/>
          <w:rtl/>
        </w:rPr>
        <w:t>كُونَ</w:t>
      </w:r>
      <w:r w:rsidRPr="003937EF">
        <w:rPr>
          <w:rStyle w:val="libArabicChar"/>
          <w:rtl/>
        </w:rPr>
        <w:t xml:space="preserve"> ابوا</w:t>
      </w:r>
      <w:r w:rsidR="003937EF" w:rsidRPr="003937EF">
        <w:rPr>
          <w:rStyle w:val="libArabicChar"/>
          <w:rFonts w:hint="cs"/>
          <w:rtl/>
        </w:rPr>
        <w:t>ه</w:t>
      </w:r>
      <w:r w:rsidRPr="003937EF">
        <w:rPr>
          <w:rStyle w:val="libArabicChar"/>
          <w:rtl/>
        </w:rPr>
        <w:t xml:space="preserve"> </w:t>
      </w:r>
      <w:r w:rsidRPr="003937EF">
        <w:rPr>
          <w:rStyle w:val="libArabicChar"/>
          <w:rFonts w:hint="cs"/>
          <w:rtl/>
        </w:rPr>
        <w:t>ی</w:t>
      </w:r>
      <w:r w:rsidR="003937EF" w:rsidRPr="003937EF">
        <w:rPr>
          <w:rStyle w:val="libArabicChar"/>
          <w:rFonts w:hint="cs"/>
          <w:rtl/>
        </w:rPr>
        <w:t>ه</w:t>
      </w:r>
      <w:r w:rsidRPr="003937EF">
        <w:rPr>
          <w:rStyle w:val="libArabicChar"/>
          <w:rFonts w:hint="eastAsia"/>
          <w:rtl/>
        </w:rPr>
        <w:t>ودان</w:t>
      </w:r>
      <w:r w:rsidR="003937EF" w:rsidRPr="003937EF">
        <w:rPr>
          <w:rStyle w:val="libArabicChar"/>
          <w:rFonts w:hint="cs"/>
          <w:rtl/>
        </w:rPr>
        <w:t>ه</w:t>
      </w:r>
      <w:r w:rsidRPr="003937EF">
        <w:rPr>
          <w:rStyle w:val="libArabicChar"/>
          <w:rtl/>
        </w:rPr>
        <w:t xml:space="preserve"> و</w:t>
      </w:r>
      <w:r w:rsidRPr="003937EF">
        <w:rPr>
          <w:rStyle w:val="libArabicChar"/>
          <w:rFonts w:hint="cs"/>
          <w:rtl/>
        </w:rPr>
        <w:t>ی</w:t>
      </w:r>
      <w:r w:rsidRPr="003937EF">
        <w:rPr>
          <w:rStyle w:val="libArabicChar"/>
          <w:rFonts w:hint="eastAsia"/>
          <w:rtl/>
        </w:rPr>
        <w:t>نصِّران</w:t>
      </w:r>
      <w:r w:rsidR="003937EF" w:rsidRPr="003937EF">
        <w:rPr>
          <w:rStyle w:val="libArabicChar"/>
          <w:rFonts w:hint="cs"/>
          <w:rtl/>
        </w:rPr>
        <w:t>ه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>۔</w:t>
      </w:r>
      <w:r w:rsidR="00572206" w:rsidRPr="00572206">
        <w:rPr>
          <w:rStyle w:val="libFootnotenumChar"/>
          <w:rtl/>
          <w:lang w:bidi="ur-PK"/>
        </w:rPr>
        <w:t>(45)</w:t>
      </w:r>
      <w:r w:rsidR="00572206">
        <w:rPr>
          <w:rtl/>
          <w:lang w:bidi="ur-PK"/>
        </w:rPr>
        <w:t xml:space="preserve"> </w:t>
      </w:r>
      <w:r w:rsidR="00572206">
        <w:rPr>
          <w:rtl/>
          <w:lang w:bidi="ur-PK"/>
        </w:rPr>
        <w:cr/>
      </w:r>
      <w:r>
        <w:rPr>
          <w:rFonts w:hint="eastAsia"/>
          <w:rtl/>
          <w:lang w:bidi="ur-PK"/>
        </w:rPr>
        <w:t>”ھر</w:t>
      </w:r>
      <w:r>
        <w:rPr>
          <w:rtl/>
          <w:lang w:bidi="ur-PK"/>
        </w:rPr>
        <w:t xml:space="preserve"> بچہ فطرت (اسلام) پر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مگر اس کے ماں باپ اس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نصران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۔“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منحرف</w:t>
      </w:r>
      <w:r>
        <w:rPr>
          <w:rtl/>
          <w:lang w:bidi="ur-PK"/>
        </w:rPr>
        <w:t xml:space="preserve"> استاد، منحرف معاشرہ اور منحرف سماج،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گمراھ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موثر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انسان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اسباب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فکر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لحاظ سے گمراہ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اور گناھوں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ملوث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کا علاج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قابل علاج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مرض کے دوا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ارشاد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9B4FA1">
        <w:rPr>
          <w:rStyle w:val="libAieChar"/>
          <w:rFonts w:hint="cs"/>
          <w:rtl/>
        </w:rPr>
        <w:t>ی</w:t>
      </w:r>
      <w:r w:rsidR="00476253" w:rsidRPr="009B4FA1">
        <w:rPr>
          <w:rStyle w:val="libAieChar"/>
          <w:rFonts w:hint="eastAsia"/>
          <w:rtl/>
        </w:rPr>
        <w:t>ا</w:t>
      </w:r>
      <w:r w:rsidR="00BA0B7F">
        <w:rPr>
          <w:rStyle w:val="libAieChar"/>
          <w:rFonts w:hint="eastAsia"/>
          <w:rtl/>
        </w:rPr>
        <w:t>ا</w:t>
      </w:r>
      <w:r w:rsidR="00476253" w:rsidRPr="009B4FA1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9B4FA1">
        <w:rPr>
          <w:rStyle w:val="libAieChar"/>
          <w:rFonts w:hint="cs"/>
          <w:rtl/>
        </w:rPr>
        <w:t>ا</w:t>
      </w:r>
      <w:r w:rsidR="00476253" w:rsidRPr="009B4FA1">
        <w:rPr>
          <w:rStyle w:val="libAieChar"/>
          <w:rtl/>
        </w:rPr>
        <w:t xml:space="preserve"> النَّاسُ قَدْ جَائَتْكُمْ مَوْعِظَةٌ مِنْ رَبِّكُمْ وَشِفَاءٌ لِمَا فِ</w:t>
      </w:r>
      <w:r w:rsidR="00476253" w:rsidRPr="009B4FA1">
        <w:rPr>
          <w:rStyle w:val="libAieChar"/>
          <w:rFonts w:hint="cs"/>
          <w:rtl/>
        </w:rPr>
        <w:t>ی</w:t>
      </w:r>
      <w:r w:rsidR="00476253" w:rsidRPr="009B4FA1">
        <w:rPr>
          <w:rStyle w:val="libAieChar"/>
          <w:rtl/>
        </w:rPr>
        <w:t xml:space="preserve"> الصُّدُورِ وَ</w:t>
      </w:r>
      <w:r w:rsidR="00705CD5" w:rsidRPr="00705CD5">
        <w:rPr>
          <w:rStyle w:val="libAieChar"/>
          <w:rFonts w:hint="cs"/>
          <w:rtl/>
        </w:rPr>
        <w:t>ه</w:t>
      </w:r>
      <w:r w:rsidR="00476253" w:rsidRPr="009B4FA1">
        <w:rPr>
          <w:rStyle w:val="libAieChar"/>
          <w:rFonts w:hint="cs"/>
          <w:rtl/>
        </w:rPr>
        <w:t>ُدًی</w:t>
      </w:r>
      <w:r w:rsidR="00476253" w:rsidRPr="009B4FA1">
        <w:rPr>
          <w:rStyle w:val="libAieChar"/>
          <w:rtl/>
        </w:rPr>
        <w:t xml:space="preserve"> وَرَحْمَةٌ لِلْمُؤْمِنِ</w:t>
      </w:r>
      <w:r w:rsidR="00476253" w:rsidRPr="009B4FA1">
        <w:rPr>
          <w:rStyle w:val="libAieChar"/>
          <w:rFonts w:hint="cs"/>
          <w:rtl/>
        </w:rPr>
        <w:t>ی</w:t>
      </w:r>
      <w:r w:rsidR="00476253" w:rsidRPr="009B4FA1">
        <w:rPr>
          <w:rStyle w:val="libAieChar"/>
          <w:rFonts w:hint="eastAsia"/>
          <w:rtl/>
        </w:rPr>
        <w:t>نَ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(46)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غمبر</w:t>
      </w:r>
      <w:r w:rsidR="00476253">
        <w:rPr>
          <w:rtl/>
          <w:lang w:bidi="ur-PK"/>
        </w:rPr>
        <w:t xml:space="preserve"> کہہ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جئے</w:t>
      </w:r>
      <w:r w:rsidR="00476253">
        <w:rPr>
          <w:rtl/>
          <w:lang w:bidi="ur-PK"/>
        </w:rPr>
        <w:t xml:space="preserve"> کہ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قرآن فضل و رحمت خدا کا نت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جہ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لہٰذا ان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اس پر خوش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نا چاہئے کہ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ان کے جمع کئے</w:t>
      </w:r>
      <w:r w:rsidR="006E184C">
        <w:rPr>
          <w:rtl/>
          <w:lang w:bidi="ur-PK"/>
        </w:rPr>
        <w:t xml:space="preserve"> ہوئے </w:t>
      </w:r>
      <w:r w:rsidR="00476253">
        <w:rPr>
          <w:rtl/>
          <w:lang w:bidi="ur-PK"/>
        </w:rPr>
        <w:t>اموال سے ک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ز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ادہ</w:t>
      </w:r>
      <w:r w:rsidR="00476253">
        <w:rPr>
          <w:rtl/>
          <w:lang w:bidi="ur-PK"/>
        </w:rPr>
        <w:t xml:space="preserve"> بھتر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مغفرت اور بخشش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قابل علاج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9B4FA1">
        <w:rPr>
          <w:rStyle w:val="libAieChar"/>
          <w:rtl/>
        </w:rPr>
        <w:t>إِلاَّ الَّذِ</w:t>
      </w:r>
      <w:r w:rsidR="00476253" w:rsidRPr="009B4FA1">
        <w:rPr>
          <w:rStyle w:val="libAieChar"/>
          <w:rFonts w:hint="cs"/>
          <w:rtl/>
        </w:rPr>
        <w:t>ی</w:t>
      </w:r>
      <w:r w:rsidR="00476253" w:rsidRPr="009B4FA1">
        <w:rPr>
          <w:rStyle w:val="libAieChar"/>
          <w:rFonts w:hint="eastAsia"/>
          <w:rtl/>
        </w:rPr>
        <w:t>نَ</w:t>
      </w:r>
      <w:r w:rsidR="00476253" w:rsidRPr="009B4FA1">
        <w:rPr>
          <w:rStyle w:val="libAieChar"/>
          <w:rtl/>
        </w:rPr>
        <w:t xml:space="preserve"> تَابُوا مِنْ بَعْدِ ذَلِكَ وَ</w:t>
      </w:r>
      <w:r w:rsidR="00BA0B7F">
        <w:rPr>
          <w:rStyle w:val="libAieChar"/>
          <w:rtl/>
        </w:rPr>
        <w:t>ا</w:t>
      </w:r>
      <w:r w:rsidR="00476253" w:rsidRPr="009B4FA1">
        <w:rPr>
          <w:rStyle w:val="libAieChar"/>
          <w:rFonts w:hint="eastAsia"/>
          <w:rtl/>
        </w:rPr>
        <w:t>صْلَحُوا</w:t>
      </w:r>
      <w:r w:rsidR="00476253" w:rsidRPr="009B4FA1">
        <w:rPr>
          <w:rStyle w:val="libAieChar"/>
          <w:rtl/>
        </w:rPr>
        <w:t xml:space="preserve"> فَإِنَّ اللهَ غَفُورٌ رَحِ</w:t>
      </w:r>
      <w:r w:rsidR="00476253" w:rsidRPr="009B4FA1">
        <w:rPr>
          <w:rStyle w:val="libAieChar"/>
          <w:rFonts w:hint="cs"/>
          <w:rtl/>
        </w:rPr>
        <w:t>ی</w:t>
      </w:r>
      <w:r w:rsidR="00476253" w:rsidRPr="009B4FA1">
        <w:rPr>
          <w:rStyle w:val="libAieChar"/>
          <w:rFonts w:hint="eastAsia"/>
          <w:rtl/>
        </w:rPr>
        <w:t>مٌ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(47)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”علاوہ</w:t>
      </w:r>
      <w:r w:rsidR="00476253">
        <w:rPr>
          <w:rtl/>
          <w:lang w:bidi="ur-PK"/>
        </w:rPr>
        <w:t xml:space="preserve"> ان لوگوں کہ جنھوں اس کے بعد توبہ کر ل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اور اپن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اصلاح کرل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،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نا</w:t>
      </w:r>
      <w:r w:rsidR="00476253">
        <w:rPr>
          <w:rtl/>
          <w:lang w:bidi="ur-PK"/>
        </w:rPr>
        <w:t xml:space="preserve"> خدا غفور اور رح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18" w:name="_Toc520983955"/>
      <w:r>
        <w:rPr>
          <w:rFonts w:hint="eastAsia"/>
          <w:rtl/>
          <w:lang w:bidi="ur-PK"/>
        </w:rPr>
        <w:t>ناام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کفر</w:t>
      </w:r>
      <w:r w:rsidR="00AA04E3">
        <w:rPr>
          <w:rtl/>
          <w:lang w:bidi="ur-PK"/>
        </w:rPr>
        <w:t xml:space="preserve"> ہے</w:t>
      </w:r>
      <w:bookmarkEnd w:id="18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وقت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کہ ظاھر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کئے جانے والے گناہ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قابل علاج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پر خداوندعالم پردہ ڈال 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توگناھگار کو چاہئے کہ اس خطرناک اور مھلک کنو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</w:t>
      </w:r>
      <w:r>
        <w:rPr>
          <w:rFonts w:hint="eastAsia"/>
          <w:rtl/>
          <w:lang w:bidi="ur-PK"/>
        </w:rPr>
        <w:t>باھر</w:t>
      </w:r>
      <w:r>
        <w:rPr>
          <w:rtl/>
          <w:lang w:bidi="ur-PK"/>
        </w:rPr>
        <w:t xml:space="preserve"> نکلنے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کرے، اپنے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رکھے، خداوندعالم کے لطف و کرم اور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توقع رکھے اور اس مثبت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سھارے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اور عاشقانہ صلح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اپنے گزشتہ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تاکہ 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خسارے کو دور کرسکے،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انسان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کرسک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توبہ و استغفاراور 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علاج کے علاوہ چھوٹے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lastRenderedPageBreak/>
        <w:t>واجبات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کرے، اس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اس،</w:t>
      </w:r>
      <w:r>
        <w:rPr>
          <w:rtl/>
          <w:lang w:bidi="ur-PK"/>
        </w:rPr>
        <w:t xml:space="preserve"> سست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کسالت،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انحراف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نعرہ لگانا مثلاً کہنا کہ ”اب تو ھمارے سر سے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گزرگ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چاھے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بالشت</w:t>
      </w:r>
      <w:r w:rsidR="00EC52B0">
        <w:rPr>
          <w:rtl/>
          <w:lang w:bidi="ur-PK"/>
        </w:rPr>
        <w:t xml:space="preserve">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سو بالشت“ غرض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</w:t>
      </w:r>
      <w:r>
        <w:rPr>
          <w:rFonts w:hint="eastAsia"/>
          <w:rtl/>
          <w:lang w:bidi="ur-PK"/>
        </w:rPr>
        <w:t>رام</w:t>
      </w:r>
      <w:r>
        <w:rPr>
          <w:rtl/>
          <w:lang w:bidi="ur-PK"/>
        </w:rPr>
        <w:t xml:space="preserve"> اور کفر کے برابر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9B4FA1">
        <w:rPr>
          <w:rStyle w:val="libAieChar"/>
          <w:rtl/>
        </w:rPr>
        <w:t>وَلَا تَا</w:t>
      </w:r>
      <w:r w:rsidR="00476253" w:rsidRPr="009B4FA1">
        <w:rPr>
          <w:rStyle w:val="libAieChar"/>
          <w:rFonts w:hint="cs"/>
          <w:rtl/>
        </w:rPr>
        <w:t>ی</w:t>
      </w:r>
      <w:r w:rsidR="00476253" w:rsidRPr="009B4FA1">
        <w:rPr>
          <w:rStyle w:val="libAieChar"/>
          <w:rFonts w:hint="eastAsia"/>
          <w:rtl/>
        </w:rPr>
        <w:t>ئَسُوا</w:t>
      </w:r>
      <w:r w:rsidR="00476253" w:rsidRPr="009B4FA1">
        <w:rPr>
          <w:rStyle w:val="libAieChar"/>
          <w:rtl/>
        </w:rPr>
        <w:t xml:space="preserve"> مِنْ رَوْحِ اللهِ إِنَّ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9B4FA1">
        <w:rPr>
          <w:rStyle w:val="libAieChar"/>
          <w:rFonts w:hint="cs"/>
          <w:rtl/>
        </w:rPr>
        <w:t>ُ</w:t>
      </w:r>
      <w:r w:rsidR="00476253" w:rsidRPr="009B4FA1">
        <w:rPr>
          <w:rStyle w:val="libAieChar"/>
          <w:rtl/>
        </w:rPr>
        <w:t xml:space="preserve"> </w:t>
      </w:r>
      <w:r w:rsidR="00476253" w:rsidRPr="009B4FA1">
        <w:rPr>
          <w:rStyle w:val="libAieChar"/>
          <w:rFonts w:hint="cs"/>
          <w:rtl/>
        </w:rPr>
        <w:t>لَا</w:t>
      </w:r>
      <w:r w:rsidR="00476253" w:rsidRPr="009B4FA1">
        <w:rPr>
          <w:rStyle w:val="libAieChar"/>
          <w:rtl/>
        </w:rPr>
        <w:t xml:space="preserve"> </w:t>
      </w:r>
      <w:r w:rsidR="00476253" w:rsidRPr="009B4FA1">
        <w:rPr>
          <w:rStyle w:val="libAieChar"/>
          <w:rFonts w:hint="cs"/>
          <w:rtl/>
        </w:rPr>
        <w:t>ی</w:t>
      </w:r>
      <w:r w:rsidR="00476253" w:rsidRPr="009B4FA1">
        <w:rPr>
          <w:rStyle w:val="libAieChar"/>
          <w:rFonts w:hint="eastAsia"/>
          <w:rtl/>
        </w:rPr>
        <w:t>ا</w:t>
      </w:r>
      <w:r w:rsidR="00476253" w:rsidRPr="009B4FA1">
        <w:rPr>
          <w:rStyle w:val="libAieChar"/>
          <w:rFonts w:hint="cs"/>
          <w:rtl/>
        </w:rPr>
        <w:t>ی</w:t>
      </w:r>
      <w:r w:rsidR="00476253" w:rsidRPr="009B4FA1">
        <w:rPr>
          <w:rStyle w:val="libAieChar"/>
          <w:rFonts w:hint="eastAsia"/>
          <w:rtl/>
        </w:rPr>
        <w:t>ئَسُمِنْ</w:t>
      </w:r>
      <w:r w:rsidR="00476253" w:rsidRPr="009B4FA1">
        <w:rPr>
          <w:rStyle w:val="libAieChar"/>
          <w:rtl/>
        </w:rPr>
        <w:t xml:space="preserve"> رَوْحِ اللهِ إِلاَّ الْقَوْمُ الكَافِرُونَ</w:t>
      </w:r>
      <w:r w:rsidR="006F6A7F" w:rsidRPr="006F6A7F">
        <w:rPr>
          <w:rStyle w:val="libAlaemChar"/>
          <w:rtl/>
        </w:rPr>
        <w:t>)</w:t>
      </w:r>
      <w:r w:rsidRPr="00572206">
        <w:rPr>
          <w:rStyle w:val="libFootnotenumChar"/>
          <w:rtl/>
        </w:rPr>
        <w:t>(48)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اور رحمت خدا سے ما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وس</w:t>
      </w:r>
      <w:r w:rsidR="00476253"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نا کہ اس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رحمت سے کافر قوم کے علاوہ کوئ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وس</w:t>
      </w:r>
      <w:r w:rsidR="00476253"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البتہ</w:t>
      </w:r>
      <w:r>
        <w:rPr>
          <w:rtl/>
          <w:lang w:bidi="ur-PK"/>
        </w:rPr>
        <w:t xml:space="preserve"> جو شخص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و مغفرت اور بخشش کا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اس کے لئے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اسباب و وسائل فراھم کرنا ضرور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مثلاً گناھوں پر شرمندہ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ان سے کنارہ 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کرنا، ترک شدہ واجبات کو ادا کرنا، لوگوں کے حق کو ان تک واپس لوٹانا، اپنے عمل اور اخلاق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</w:t>
      </w:r>
      <w:r>
        <w:rPr>
          <w:rFonts w:hint="eastAsia"/>
          <w:rtl/>
          <w:lang w:bidi="ur-PK"/>
        </w:rPr>
        <w:t>رنا،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مثبت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بالکل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جس نے سرد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موسم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جوتا بو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اور کھاد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رکھاھو اس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ساتھ کہ وہ 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فصل کاٹے گا۔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انسان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پورا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کے اسباب فراھم نہ کرے تو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بے فائدہ اور بے ثمر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کسان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نے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اور نہ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ڈالا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فصل کاٹنے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رکھتا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شخص فصل کاٹنے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رکھ</w:t>
      </w:r>
      <w:r>
        <w:rPr>
          <w:rtl/>
          <w:lang w:bidi="ur-PK"/>
        </w:rPr>
        <w:t xml:space="preserve"> 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معتبر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اور غلط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اشارہ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جعفر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ان لوگوں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 گناھوں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ملوث رھتے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گناھوں سے آلودگ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”ھم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و مغفرت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بخشش کے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دوار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آجات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  <w:r>
        <w:rPr>
          <w:rFonts w:hint="eastAsia"/>
          <w:rtl/>
          <w:lang w:bidi="ur-PK"/>
        </w:rPr>
        <w:t>”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غلط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شکار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جو شخص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اس کو حاصل کرنے کے لئے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اٹھاتا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سے ڈرتا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وہ اس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کرنا چاہئے</w:t>
      </w:r>
      <w:r w:rsidR="00024CEF" w:rsidRPr="00572206">
        <w:rPr>
          <w:rStyle w:val="libFootnotenumChar"/>
          <w:rtl/>
        </w:rPr>
        <w:t>(49)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19" w:name="_Toc520983956"/>
      <w:r>
        <w:rPr>
          <w:rFonts w:hint="eastAsia"/>
          <w:rtl/>
          <w:lang w:bidi="ur-PK"/>
        </w:rPr>
        <w:t>علاج</w:t>
      </w:r>
      <w:r>
        <w:rPr>
          <w:rtl/>
          <w:lang w:bidi="ur-PK"/>
        </w:rPr>
        <w:t xml:space="preserve"> کرنے والے اطباء</w:t>
      </w:r>
      <w:bookmarkEnd w:id="19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ھمارے کے لئے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ثابت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گناہ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مسئلہ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بلکہ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بعض اسباب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بناپر انسان کے جسم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جو انسان کے دل و دماغ، نفس اور ظاھر و باطن پر اثرانداز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جس ط</w:t>
      </w:r>
      <w:r>
        <w:rPr>
          <w:rFonts w:hint="eastAsia"/>
          <w:rtl/>
          <w:lang w:bidi="ur-PK"/>
        </w:rPr>
        <w:t>رح</w:t>
      </w:r>
      <w:r>
        <w:rPr>
          <w:rtl/>
          <w:lang w:bidi="ur-PK"/>
        </w:rPr>
        <w:t xml:space="preserve"> بدن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کے پاس جانے اور اس کے لکھے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نسخہ پر عمل کرنے سے قابل علاج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علاج کرنے والے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موجود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لہٰذا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رجوع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اور ان کے بتائے گئے احکام پر عمل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اپنے دل و دماغ سے 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ختم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اگرچہ وہ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بھت خطرناک مرحلہ تک پہنچ گئ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! اس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خود ذات پروردگار،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 ائمہ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علمائے ربّان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گناھگار</w:t>
      </w:r>
      <w:r>
        <w:rPr>
          <w:rtl/>
          <w:lang w:bidi="ur-PK"/>
        </w:rPr>
        <w:t xml:space="preserve"> کے علاج کا نسخہ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م،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اء،</w:t>
      </w:r>
      <w:r>
        <w:rPr>
          <w:rtl/>
          <w:lang w:bidi="ur-PK"/>
        </w:rPr>
        <w:t xml:space="preserve"> ائمہ اور علمائے 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مانہ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مشفقانہ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دلسوز وعظ ان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مرھم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اھل گناہ کو خطاب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 xml:space="preserve">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9B4FA1">
        <w:rPr>
          <w:rStyle w:val="libArabicChar"/>
          <w:rFonts w:hint="eastAsia"/>
          <w:rtl/>
        </w:rPr>
        <w:t>اَ</w:t>
      </w:r>
      <w:r w:rsidRPr="009B4FA1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9B4FA1">
        <w:rPr>
          <w:rStyle w:val="libArabicChar"/>
          <w:rFonts w:hint="cs"/>
          <w:rtl/>
        </w:rPr>
        <w:t>االنَّاسُ</w:t>
      </w:r>
      <w:r w:rsidRPr="009B4FA1">
        <w:rPr>
          <w:rStyle w:val="libArabicChar"/>
          <w:rtl/>
        </w:rPr>
        <w:t xml:space="preserve"> اَنْتُم كَالْمَرْضَيٰ وَرَبُّ العَالَمِ</w:t>
      </w:r>
      <w:r w:rsidRPr="009B4FA1">
        <w:rPr>
          <w:rStyle w:val="libArabicChar"/>
          <w:rFonts w:hint="cs"/>
          <w:rtl/>
        </w:rPr>
        <w:t>ی</w:t>
      </w:r>
      <w:r w:rsidRPr="009B4FA1">
        <w:rPr>
          <w:rStyle w:val="libArabicChar"/>
          <w:rFonts w:hint="eastAsia"/>
          <w:rtl/>
        </w:rPr>
        <w:t>نَ</w:t>
      </w:r>
      <w:r w:rsidRPr="009B4FA1">
        <w:rPr>
          <w:rStyle w:val="libArabicChar"/>
          <w:rtl/>
        </w:rPr>
        <w:t xml:space="preserve"> كَالطَّبِ</w:t>
      </w:r>
      <w:r w:rsidRPr="009B4FA1">
        <w:rPr>
          <w:rStyle w:val="libArabicChar"/>
          <w:rFonts w:hint="cs"/>
          <w:rtl/>
        </w:rPr>
        <w:t>ی</w:t>
      </w:r>
      <w:r w:rsidRPr="009B4FA1">
        <w:rPr>
          <w:rStyle w:val="libArabicChar"/>
          <w:rFonts w:hint="eastAsia"/>
          <w:rtl/>
        </w:rPr>
        <w:t>بِ</w:t>
      </w:r>
      <w:r w:rsidRPr="009B4FA1">
        <w:rPr>
          <w:rStyle w:val="libArabicChar"/>
          <w:rtl/>
        </w:rPr>
        <w:t xml:space="preserve"> فَصَلاحُ الْمَرضَيٰ فِ</w:t>
      </w:r>
      <w:r w:rsidRPr="009B4FA1">
        <w:rPr>
          <w:rStyle w:val="libArabicChar"/>
          <w:rFonts w:hint="cs"/>
          <w:rtl/>
        </w:rPr>
        <w:t>ی</w:t>
      </w:r>
      <w:r w:rsidRPr="009B4FA1">
        <w:rPr>
          <w:rStyle w:val="libArabicChar"/>
          <w:rFonts w:hint="eastAsia"/>
          <w:rtl/>
        </w:rPr>
        <w:t>مَا</w:t>
      </w:r>
      <w:r w:rsidRPr="009B4FA1">
        <w:rPr>
          <w:rStyle w:val="libArabicChar"/>
          <w:rtl/>
        </w:rPr>
        <w:t xml:space="preserve"> </w:t>
      </w:r>
      <w:r w:rsidRPr="009B4FA1">
        <w:rPr>
          <w:rStyle w:val="libArabicChar"/>
          <w:rFonts w:hint="cs"/>
          <w:rtl/>
        </w:rPr>
        <w:t>ی</w:t>
      </w:r>
      <w:r w:rsidRPr="009B4FA1">
        <w:rPr>
          <w:rStyle w:val="libArabicChar"/>
          <w:rFonts w:hint="eastAsia"/>
          <w:rtl/>
        </w:rPr>
        <w:t>عْمَلُ</w:t>
      </w:r>
      <w:r w:rsidR="00705CD5" w:rsidRPr="00163EB1">
        <w:rPr>
          <w:rStyle w:val="libArabicChar"/>
          <w:rFonts w:hint="cs"/>
          <w:rtl/>
        </w:rPr>
        <w:t>ه</w:t>
      </w:r>
      <w:r w:rsidRPr="009B4FA1">
        <w:rPr>
          <w:rStyle w:val="libArabicChar"/>
          <w:rFonts w:hint="cs"/>
          <w:rtl/>
        </w:rPr>
        <w:t>ُ</w:t>
      </w:r>
      <w:r w:rsidRPr="009B4FA1">
        <w:rPr>
          <w:rStyle w:val="libArabicChar"/>
          <w:rtl/>
        </w:rPr>
        <w:t xml:space="preserve"> الطَّبِ</w:t>
      </w:r>
      <w:r w:rsidRPr="009B4FA1">
        <w:rPr>
          <w:rStyle w:val="libArabicChar"/>
          <w:rFonts w:hint="cs"/>
          <w:rtl/>
        </w:rPr>
        <w:t>ی</w:t>
      </w:r>
      <w:r w:rsidRPr="009B4FA1">
        <w:rPr>
          <w:rStyle w:val="libArabicChar"/>
          <w:rFonts w:hint="eastAsia"/>
          <w:rtl/>
        </w:rPr>
        <w:t>بُ</w:t>
      </w:r>
      <w:r w:rsidRPr="009B4FA1">
        <w:rPr>
          <w:rStyle w:val="libArabicChar"/>
          <w:rtl/>
        </w:rPr>
        <w:t xml:space="preserve"> وَ </w:t>
      </w:r>
      <w:r w:rsidRPr="009B4FA1">
        <w:rPr>
          <w:rStyle w:val="libArabicChar"/>
          <w:rFonts w:hint="cs"/>
          <w:rtl/>
        </w:rPr>
        <w:t>ی</w:t>
      </w:r>
      <w:r w:rsidRPr="009B4FA1">
        <w:rPr>
          <w:rStyle w:val="libArabicChar"/>
          <w:rFonts w:hint="eastAsia"/>
          <w:rtl/>
        </w:rPr>
        <w:t>دَبِّرُ</w:t>
      </w:r>
      <w:r w:rsidR="00705CD5" w:rsidRPr="00163EB1">
        <w:rPr>
          <w:rStyle w:val="libArabicChar"/>
          <w:rFonts w:hint="cs"/>
          <w:rtl/>
        </w:rPr>
        <w:t>ه</w:t>
      </w:r>
      <w:r w:rsidRPr="009B4FA1">
        <w:rPr>
          <w:rStyle w:val="libArabicChar"/>
          <w:rFonts w:hint="cs"/>
          <w:rtl/>
        </w:rPr>
        <w:t>ُ</w:t>
      </w:r>
      <w:r w:rsidRPr="009B4FA1">
        <w:rPr>
          <w:rStyle w:val="libArabicChar"/>
          <w:rtl/>
        </w:rPr>
        <w:t xml:space="preserve"> لَا فِ</w:t>
      </w:r>
      <w:r w:rsidRPr="009B4FA1">
        <w:rPr>
          <w:rStyle w:val="libArabicChar"/>
          <w:rFonts w:hint="cs"/>
          <w:rtl/>
        </w:rPr>
        <w:t>ی</w:t>
      </w:r>
      <w:r w:rsidRPr="009B4FA1">
        <w:rPr>
          <w:rStyle w:val="libArabicChar"/>
          <w:rFonts w:hint="eastAsia"/>
          <w:rtl/>
        </w:rPr>
        <w:t>مَا</w:t>
      </w:r>
      <w:r w:rsidRPr="009B4FA1">
        <w:rPr>
          <w:rStyle w:val="libArabicChar"/>
          <w:rtl/>
        </w:rPr>
        <w:t xml:space="preserve"> </w:t>
      </w:r>
      <w:r w:rsidRPr="009B4FA1">
        <w:rPr>
          <w:rStyle w:val="libArabicChar"/>
          <w:rFonts w:hint="cs"/>
          <w:rtl/>
        </w:rPr>
        <w:t>ی</w:t>
      </w:r>
      <w:r w:rsidRPr="009B4FA1">
        <w:rPr>
          <w:rStyle w:val="libArabicChar"/>
          <w:rFonts w:hint="eastAsia"/>
          <w:rtl/>
        </w:rPr>
        <w:t>شْتَ</w:t>
      </w:r>
      <w:r w:rsidR="00705CD5" w:rsidRPr="00163EB1">
        <w:rPr>
          <w:rStyle w:val="libArabicChar"/>
          <w:rFonts w:hint="cs"/>
          <w:rtl/>
        </w:rPr>
        <w:t>ه</w:t>
      </w:r>
      <w:r w:rsidRPr="009B4FA1">
        <w:rPr>
          <w:rStyle w:val="libArabicChar"/>
          <w:rFonts w:hint="cs"/>
          <w:rtl/>
        </w:rPr>
        <w:t>ِی</w:t>
      </w:r>
      <w:r w:rsidR="00705CD5" w:rsidRPr="00163EB1">
        <w:rPr>
          <w:rStyle w:val="libArabicChar"/>
          <w:rFonts w:hint="cs"/>
          <w:rtl/>
        </w:rPr>
        <w:t>ه</w:t>
      </w:r>
      <w:r w:rsidRPr="009B4FA1">
        <w:rPr>
          <w:rStyle w:val="libArabicChar"/>
          <w:rFonts w:hint="cs"/>
          <w:rtl/>
        </w:rPr>
        <w:t>ِ</w:t>
      </w:r>
      <w:r w:rsidRPr="009B4FA1">
        <w:rPr>
          <w:rStyle w:val="libArabicChar"/>
          <w:rtl/>
        </w:rPr>
        <w:t xml:space="preserve"> المَر</w:t>
      </w:r>
      <w:r w:rsidRPr="009B4FA1">
        <w:rPr>
          <w:rStyle w:val="libArabicChar"/>
          <w:rFonts w:hint="cs"/>
          <w:rtl/>
        </w:rPr>
        <w:t>ی</w:t>
      </w:r>
      <w:r w:rsidRPr="009B4FA1">
        <w:rPr>
          <w:rStyle w:val="libArabicChar"/>
          <w:rFonts w:hint="eastAsia"/>
          <w:rtl/>
        </w:rPr>
        <w:t>ضُ</w:t>
      </w:r>
      <w:r w:rsidRPr="009B4FA1">
        <w:rPr>
          <w:rStyle w:val="libArabicChar"/>
          <w:rtl/>
        </w:rPr>
        <w:t xml:space="preserve"> وَ </w:t>
      </w:r>
      <w:r w:rsidRPr="009B4FA1">
        <w:rPr>
          <w:rStyle w:val="libArabicChar"/>
          <w:rFonts w:hint="cs"/>
          <w:rtl/>
        </w:rPr>
        <w:t>ی</w:t>
      </w:r>
      <w:r w:rsidRPr="009B4FA1">
        <w:rPr>
          <w:rStyle w:val="libArabicChar"/>
          <w:rFonts w:hint="eastAsia"/>
          <w:rtl/>
        </w:rPr>
        <w:t>قْتَرِحُ</w:t>
      </w:r>
      <w:r w:rsidR="00705CD5" w:rsidRPr="00163EB1">
        <w:rPr>
          <w:rStyle w:val="libArabicChar"/>
          <w:rFonts w:hint="cs"/>
          <w:rtl/>
        </w:rPr>
        <w:t>ه</w:t>
      </w:r>
      <w:r w:rsidRPr="009B4FA1">
        <w:rPr>
          <w:rStyle w:val="libArabicChar"/>
          <w:rFonts w:hint="cs"/>
          <w:rtl/>
        </w:rPr>
        <w:t>ُ</w:t>
      </w:r>
      <w:r>
        <w:rPr>
          <w:rtl/>
          <w:lang w:bidi="ur-PK"/>
        </w:rPr>
        <w:t xml:space="preserve"> “۔</w:t>
      </w:r>
      <w:r w:rsidR="00572206" w:rsidRPr="00572206">
        <w:rPr>
          <w:rStyle w:val="libFootnotenumChar"/>
          <w:rtl/>
          <w:lang w:bidi="ur-PK"/>
        </w:rPr>
        <w:t>(50)</w:t>
      </w:r>
      <w:r w:rsidR="00572206">
        <w:rPr>
          <w:rtl/>
          <w:lang w:bidi="ur-PK"/>
        </w:rPr>
        <w:t xml:space="preserve"> </w:t>
      </w:r>
      <w:r w:rsidR="00572206">
        <w:rPr>
          <w:rtl/>
          <w:lang w:bidi="ur-PK"/>
        </w:rPr>
        <w:cr/>
      </w:r>
      <w:r>
        <w:rPr>
          <w:rFonts w:hint="eastAsia"/>
          <w:rtl/>
          <w:lang w:bidi="ur-PK"/>
        </w:rPr>
        <w:t>”اے</w:t>
      </w:r>
      <w:r>
        <w:rPr>
          <w:rtl/>
          <w:lang w:bidi="ur-PK"/>
        </w:rPr>
        <w:t xml:space="preserve"> اھل گناہ! تم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اور تمھارا پروردگار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تدب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 تجو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نہ کہ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کے ذائقہ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کرام، ائمہ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(عل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السلام) اور علمائے 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کا عنوان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گناہ کو اپنے علاج کے لئے ان مھربان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بوں</w:t>
      </w:r>
      <w:r>
        <w:rPr>
          <w:rtl/>
          <w:lang w:bidi="ur-PK"/>
        </w:rPr>
        <w:t xml:space="preserve"> کے پاس جانا چاہئے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مطابق عمل کرنا چاہئے اور اپنے صحت و سلامت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چاہئے اور اس کے لئے توبہ کے علاوہ اور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راستہ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محترم</w:t>
      </w:r>
      <w:r>
        <w:rPr>
          <w:rtl/>
          <w:lang w:bidi="ur-PK"/>
        </w:rPr>
        <w:t xml:space="preserve"> قارئ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! واضح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کہ ھم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ان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بوں</w:t>
      </w:r>
      <w:r>
        <w:rPr>
          <w:rtl/>
          <w:lang w:bidi="ur-PK"/>
        </w:rPr>
        <w:t xml:space="preserve"> کے چند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نسخوں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اشارہ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تاکہ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مارگناہ</w:t>
      </w:r>
      <w:r>
        <w:rPr>
          <w:rtl/>
          <w:lang w:bidi="ur-PK"/>
        </w:rPr>
        <w:t xml:space="preserve"> ان نسخوں کا مطالعہ کرکے اپنا علاج کرلے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علمائے کرام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 کر اپنے دکھ درد کو مٹالے، ارشاد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9B4FA1">
        <w:rPr>
          <w:rStyle w:val="libAieChar"/>
          <w:rtl/>
        </w:rPr>
        <w:t>قُلْ إِنْ كُنْتُمْ تُحِبُّونَ اللهَ فَاتَّبِعُونِ</w:t>
      </w:r>
      <w:r w:rsidR="00476253" w:rsidRPr="009B4FA1">
        <w:rPr>
          <w:rStyle w:val="libAieChar"/>
          <w:rFonts w:hint="cs"/>
          <w:rtl/>
        </w:rPr>
        <w:t>ی</w:t>
      </w:r>
      <w:r w:rsidR="00476253" w:rsidRPr="009B4FA1">
        <w:rPr>
          <w:rStyle w:val="libAieChar"/>
          <w:rtl/>
        </w:rPr>
        <w:t xml:space="preserve"> </w:t>
      </w:r>
      <w:r w:rsidR="00476253" w:rsidRPr="009B4FA1">
        <w:rPr>
          <w:rStyle w:val="libAieChar"/>
          <w:rFonts w:hint="cs"/>
          <w:rtl/>
        </w:rPr>
        <w:t>ی</w:t>
      </w:r>
      <w:r w:rsidR="00476253" w:rsidRPr="009B4FA1">
        <w:rPr>
          <w:rStyle w:val="libAieChar"/>
          <w:rFonts w:hint="eastAsia"/>
          <w:rtl/>
        </w:rPr>
        <w:t>حْبِبْكُمْ</w:t>
      </w:r>
      <w:r w:rsidR="00476253" w:rsidRPr="009B4FA1">
        <w:rPr>
          <w:rStyle w:val="libAieChar"/>
          <w:rtl/>
        </w:rPr>
        <w:t xml:space="preserve"> اللهُ وَ</w:t>
      </w:r>
      <w:r w:rsidR="00476253" w:rsidRPr="009B4FA1">
        <w:rPr>
          <w:rStyle w:val="libAieChar"/>
          <w:rFonts w:hint="cs"/>
          <w:rtl/>
        </w:rPr>
        <w:t>ی</w:t>
      </w:r>
      <w:r w:rsidR="00476253" w:rsidRPr="009B4FA1">
        <w:rPr>
          <w:rStyle w:val="libAieChar"/>
          <w:rFonts w:hint="eastAsia"/>
          <w:rtl/>
        </w:rPr>
        <w:t>غْفِرْ</w:t>
      </w:r>
      <w:r w:rsidR="00476253" w:rsidRPr="009B4FA1">
        <w:rPr>
          <w:rStyle w:val="libAieChar"/>
          <w:rtl/>
        </w:rPr>
        <w:t xml:space="preserve"> لَكُمْ ذُنُوبَكُمْ وَاللهُ غَفُورٌ رَحِ</w:t>
      </w:r>
      <w:r w:rsidR="00476253" w:rsidRPr="009B4FA1">
        <w:rPr>
          <w:rStyle w:val="libAieChar"/>
          <w:rFonts w:hint="cs"/>
          <w:rtl/>
        </w:rPr>
        <w:t>ی</w:t>
      </w:r>
      <w:r w:rsidR="00476253" w:rsidRPr="009B4FA1">
        <w:rPr>
          <w:rStyle w:val="libAieChar"/>
          <w:rFonts w:hint="eastAsia"/>
          <w:rtl/>
        </w:rPr>
        <w:t>مٌ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(51)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”اے</w:t>
      </w:r>
      <w:r w:rsidR="00476253">
        <w:rPr>
          <w:rtl/>
          <w:lang w:bidi="ur-PK"/>
        </w:rPr>
        <w:t>!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غمبر</w:t>
      </w:r>
      <w:r w:rsidR="00476253">
        <w:rPr>
          <w:rtl/>
          <w:lang w:bidi="ur-PK"/>
        </w:rPr>
        <w:t xml:space="preserve"> کہہ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جئے</w:t>
      </w:r>
      <w:r w:rsidR="00476253">
        <w:rPr>
          <w:rtl/>
          <w:lang w:bidi="ur-PK"/>
        </w:rPr>
        <w:t xml:space="preserve"> کہ اگر تم لوگ اللہ سے محبت کرتے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>تو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رو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کرو۔ خدا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تم سے محبت کرے گا اور تمھارے گناھوں کو (بھ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) بخش دے گا کہ وہ بڑا بخشنے والا اور رحم کرنے والاھے“۔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9B4FA1">
        <w:rPr>
          <w:rStyle w:val="libAieChar"/>
          <w:rFonts w:hint="cs"/>
          <w:rtl/>
        </w:rPr>
        <w:t>ی</w:t>
      </w:r>
      <w:r w:rsidR="00476253" w:rsidRPr="009B4FA1">
        <w:rPr>
          <w:rStyle w:val="libAieChar"/>
          <w:rFonts w:hint="eastAsia"/>
          <w:rtl/>
        </w:rPr>
        <w:t>ا</w:t>
      </w:r>
      <w:r w:rsidR="00BA0B7F">
        <w:rPr>
          <w:rStyle w:val="libAieChar"/>
          <w:rFonts w:hint="eastAsia"/>
          <w:rtl/>
        </w:rPr>
        <w:t>ا</w:t>
      </w:r>
      <w:r w:rsidR="00476253" w:rsidRPr="009B4FA1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9B4FA1">
        <w:rPr>
          <w:rStyle w:val="libAieChar"/>
          <w:rFonts w:hint="cs"/>
          <w:rtl/>
        </w:rPr>
        <w:t>ا</w:t>
      </w:r>
      <w:r w:rsidR="00476253" w:rsidRPr="009B4FA1">
        <w:rPr>
          <w:rStyle w:val="libAieChar"/>
          <w:rtl/>
        </w:rPr>
        <w:t xml:space="preserve"> الَّذِ</w:t>
      </w:r>
      <w:r w:rsidR="00476253" w:rsidRPr="009B4FA1">
        <w:rPr>
          <w:rStyle w:val="libAieChar"/>
          <w:rFonts w:hint="cs"/>
          <w:rtl/>
        </w:rPr>
        <w:t>ی</w:t>
      </w:r>
      <w:r w:rsidR="00476253" w:rsidRPr="009B4FA1">
        <w:rPr>
          <w:rStyle w:val="libAieChar"/>
          <w:rFonts w:hint="eastAsia"/>
          <w:rtl/>
        </w:rPr>
        <w:t>نَ</w:t>
      </w:r>
      <w:r w:rsidR="00476253" w:rsidRPr="009B4FA1">
        <w:rPr>
          <w:rStyle w:val="libAieChar"/>
          <w:rtl/>
        </w:rPr>
        <w:t xml:space="preserve"> آمَنُوا إِنْ تَتَّقُوا اللهَ </w:t>
      </w:r>
      <w:r w:rsidR="00476253" w:rsidRPr="009B4FA1">
        <w:rPr>
          <w:rStyle w:val="libAieChar"/>
          <w:rFonts w:hint="cs"/>
          <w:rtl/>
        </w:rPr>
        <w:t>ی</w:t>
      </w:r>
      <w:r w:rsidR="00476253" w:rsidRPr="009B4FA1">
        <w:rPr>
          <w:rStyle w:val="libAieChar"/>
          <w:rFonts w:hint="eastAsia"/>
          <w:rtl/>
        </w:rPr>
        <w:t>جْعَلْ</w:t>
      </w:r>
      <w:r w:rsidR="00476253" w:rsidRPr="009B4FA1">
        <w:rPr>
          <w:rStyle w:val="libAieChar"/>
          <w:rtl/>
        </w:rPr>
        <w:t xml:space="preserve"> لَّكُمْ فُرْقَانًا وَ</w:t>
      </w:r>
      <w:r w:rsidR="00476253" w:rsidRPr="009B4FA1">
        <w:rPr>
          <w:rStyle w:val="libAieChar"/>
          <w:rFonts w:hint="cs"/>
          <w:rtl/>
        </w:rPr>
        <w:t>ی</w:t>
      </w:r>
      <w:r w:rsidR="00476253" w:rsidRPr="009B4FA1">
        <w:rPr>
          <w:rStyle w:val="libAieChar"/>
          <w:rFonts w:hint="eastAsia"/>
          <w:rtl/>
        </w:rPr>
        <w:t>كَفِّرْ</w:t>
      </w:r>
      <w:r w:rsidR="00476253" w:rsidRPr="009B4FA1">
        <w:rPr>
          <w:rStyle w:val="libAieChar"/>
          <w:rtl/>
        </w:rPr>
        <w:t xml:space="preserve"> عَنكُمْ سَ</w:t>
      </w:r>
      <w:r w:rsidR="00476253" w:rsidRPr="009B4FA1">
        <w:rPr>
          <w:rStyle w:val="libAieChar"/>
          <w:rFonts w:hint="cs"/>
          <w:rtl/>
        </w:rPr>
        <w:t>ی</w:t>
      </w:r>
      <w:r w:rsidR="00476253" w:rsidRPr="009B4FA1">
        <w:rPr>
          <w:rStyle w:val="libAieChar"/>
          <w:rFonts w:hint="eastAsia"/>
          <w:rtl/>
        </w:rPr>
        <w:t>ئَاتِكُمْ</w:t>
      </w:r>
      <w:r w:rsidR="00476253" w:rsidRPr="009B4FA1">
        <w:rPr>
          <w:rStyle w:val="libAieChar"/>
          <w:rtl/>
        </w:rPr>
        <w:t xml:space="preserve"> وَ</w:t>
      </w:r>
      <w:r w:rsidR="00476253" w:rsidRPr="009B4FA1">
        <w:rPr>
          <w:rStyle w:val="libAieChar"/>
          <w:rFonts w:hint="cs"/>
          <w:rtl/>
        </w:rPr>
        <w:t>ی</w:t>
      </w:r>
      <w:r w:rsidR="00476253" w:rsidRPr="009B4FA1">
        <w:rPr>
          <w:rStyle w:val="libAieChar"/>
          <w:rFonts w:hint="eastAsia"/>
          <w:rtl/>
        </w:rPr>
        <w:t>غْفِرْ</w:t>
      </w:r>
      <w:r w:rsidR="00476253" w:rsidRPr="009B4FA1">
        <w:rPr>
          <w:rStyle w:val="libAieChar"/>
          <w:rtl/>
        </w:rPr>
        <w:t xml:space="preserve"> لَكُمْ وَاللهُ ذُو الْفَضْلِ الْعَظِ</w:t>
      </w:r>
      <w:r w:rsidR="00476253" w:rsidRPr="009B4FA1">
        <w:rPr>
          <w:rStyle w:val="libAieChar"/>
          <w:rFonts w:hint="cs"/>
          <w:rtl/>
        </w:rPr>
        <w:t>ی</w:t>
      </w:r>
      <w:r w:rsidR="00476253" w:rsidRPr="009B4FA1">
        <w:rPr>
          <w:rStyle w:val="libAieChar"/>
          <w:rFonts w:hint="eastAsia"/>
          <w:rtl/>
        </w:rPr>
        <w:t>مِ</w:t>
      </w:r>
      <w:r w:rsidR="00476253">
        <w:rPr>
          <w:rtl/>
          <w:lang w:bidi="ur-PK"/>
        </w:rPr>
        <w:t xml:space="preserve"> 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(52)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والو! اگر تم تقو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الٰھ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اخت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ار</w:t>
      </w:r>
      <w:r w:rsidR="00476253">
        <w:rPr>
          <w:rtl/>
          <w:lang w:bidi="ur-PK"/>
        </w:rPr>
        <w:t xml:space="preserve"> کرو گے تو وہ تم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حق و باطل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فرق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صلاح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tl/>
          <w:lang w:bidi="ur-PK"/>
        </w:rPr>
        <w:t xml:space="preserve"> عطا کردے گا۔ تمھار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برائ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پردہ پوش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کرے گا۔ تمھارے گناھوں کو معاف کردے گا،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نا</w:t>
      </w:r>
      <w:r w:rsidR="00476253">
        <w:rPr>
          <w:rtl/>
          <w:lang w:bidi="ur-PK"/>
        </w:rPr>
        <w:t xml:space="preserve"> وہ بڑا فضل کرنے والا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ا</w:t>
      </w:r>
      <w:r w:rsidR="00BA0B7F">
        <w:rPr>
          <w:rStyle w:val="libAieChar"/>
          <w:rFonts w:hint="eastAsia"/>
          <w:rtl/>
        </w:rPr>
        <w:t>ا</w:t>
      </w:r>
      <w:r w:rsidR="00476253" w:rsidRPr="001A7C49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1A7C49">
        <w:rPr>
          <w:rStyle w:val="libAieChar"/>
          <w:rFonts w:hint="cs"/>
          <w:rtl/>
        </w:rPr>
        <w:t>ا</w:t>
      </w:r>
      <w:r w:rsidR="00476253" w:rsidRPr="001A7C49">
        <w:rPr>
          <w:rStyle w:val="libAieChar"/>
          <w:rtl/>
        </w:rPr>
        <w:t xml:space="preserve"> الَّذِ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نَ</w:t>
      </w:r>
      <w:r w:rsidR="00476253" w:rsidRPr="001A7C49">
        <w:rPr>
          <w:rStyle w:val="libAieChar"/>
          <w:rtl/>
        </w:rPr>
        <w:t xml:space="preserve"> آمَنُوا اتَّقُوا اللهَ وَقُولُوا قَوْلًا سَدِ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دًا</w:t>
      </w:r>
      <w:r w:rsidR="00476253" w:rsidRPr="001A7C49">
        <w:rPr>
          <w:rStyle w:val="libAieChar"/>
          <w:rtl/>
        </w:rPr>
        <w:t xml:space="preserve">  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صْلِحْ</w:t>
      </w:r>
      <w:r w:rsidR="00476253" w:rsidRPr="001A7C49">
        <w:rPr>
          <w:rStyle w:val="libAieChar"/>
          <w:rtl/>
        </w:rPr>
        <w:t xml:space="preserve"> لَكُمْ </w:t>
      </w:r>
      <w:r w:rsidR="00BA0B7F">
        <w:rPr>
          <w:rStyle w:val="libAieChar"/>
          <w:rtl/>
        </w:rPr>
        <w:t>ا</w:t>
      </w:r>
      <w:r w:rsidR="00476253" w:rsidRPr="001A7C49">
        <w:rPr>
          <w:rStyle w:val="libAieChar"/>
          <w:rFonts w:hint="eastAsia"/>
          <w:rtl/>
        </w:rPr>
        <w:t>عْمَالَكُمْ</w:t>
      </w:r>
      <w:r w:rsidR="00476253" w:rsidRPr="001A7C49">
        <w:rPr>
          <w:rStyle w:val="libAieChar"/>
          <w:rtl/>
        </w:rPr>
        <w:t xml:space="preserve"> وَ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غْفِرْ</w:t>
      </w:r>
      <w:r w:rsidR="00476253" w:rsidRPr="001A7C49">
        <w:rPr>
          <w:rStyle w:val="libAieChar"/>
          <w:rtl/>
        </w:rPr>
        <w:t xml:space="preserve"> لَكُمْ ذُنُوبَكُمْ وَمَنْ 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طِعْ</w:t>
      </w:r>
      <w:r w:rsidR="00476253" w:rsidRPr="001A7C49">
        <w:rPr>
          <w:rStyle w:val="libAieChar"/>
          <w:rtl/>
        </w:rPr>
        <w:t xml:space="preserve"> اللهَ وَرَسُولَ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1A7C49">
        <w:rPr>
          <w:rStyle w:val="libAieChar"/>
          <w:rtl/>
        </w:rPr>
        <w:t>ُ فَقَدْ فَازَ فَوْزًا عَظِ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مًا</w:t>
      </w:r>
      <w:r w:rsidR="006F6A7F"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(53)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والو! اللہ سے ڈرو، او ر س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بات کرو ۔ تا کہ وہ تمھارے اعمال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اصلاح فرمادے اور تمھارے گناھوں کو بخش دے اور جوشخص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خدا اور اس کے رسول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اطاعت کرے گا وہ عظ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</w:t>
      </w:r>
      <w:r w:rsidR="00476253">
        <w:rPr>
          <w:rtl/>
          <w:lang w:bidi="ur-PK"/>
        </w:rPr>
        <w:t xml:space="preserve"> کام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اب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کے درجے پر فائز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گا“۔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lastRenderedPageBreak/>
        <w:t>(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ا</w:t>
      </w:r>
      <w:r w:rsidR="00BA0B7F">
        <w:rPr>
          <w:rStyle w:val="libAieChar"/>
          <w:rFonts w:hint="eastAsia"/>
          <w:rtl/>
        </w:rPr>
        <w:t>ا</w:t>
      </w:r>
      <w:r w:rsidR="00476253" w:rsidRPr="001A7C49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1A7C49">
        <w:rPr>
          <w:rStyle w:val="libAieChar"/>
          <w:rFonts w:hint="cs"/>
          <w:rtl/>
        </w:rPr>
        <w:t>ا</w:t>
      </w:r>
      <w:r w:rsidR="00476253" w:rsidRPr="001A7C49">
        <w:rPr>
          <w:rStyle w:val="libAieChar"/>
          <w:rtl/>
        </w:rPr>
        <w:t xml:space="preserve"> الَّذِ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نَ</w:t>
      </w:r>
      <w:r w:rsidR="00476253" w:rsidRPr="001A7C49">
        <w:rPr>
          <w:rStyle w:val="libAieChar"/>
          <w:rtl/>
        </w:rPr>
        <w:t xml:space="preserve"> آَمَنُوا </w:t>
      </w:r>
      <w:r w:rsidR="00705CD5" w:rsidRPr="00705CD5">
        <w:rPr>
          <w:rStyle w:val="libAieChar"/>
          <w:rFonts w:hint="cs"/>
          <w:rtl/>
        </w:rPr>
        <w:t>ه</w:t>
      </w:r>
      <w:r w:rsidR="00476253" w:rsidRPr="001A7C49">
        <w:rPr>
          <w:rStyle w:val="libAieChar"/>
          <w:rFonts w:hint="cs"/>
          <w:rtl/>
        </w:rPr>
        <w:t>ل</w:t>
      </w:r>
      <w:r w:rsidR="00476253" w:rsidRPr="001A7C49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1A7C49">
        <w:rPr>
          <w:rStyle w:val="libAieChar"/>
          <w:rFonts w:hint="eastAsia"/>
          <w:rtl/>
        </w:rPr>
        <w:t>دُلُّكُمْ</w:t>
      </w:r>
      <w:r w:rsidR="00476253" w:rsidRPr="001A7C49">
        <w:rPr>
          <w:rStyle w:val="libAieChar"/>
          <w:rtl/>
        </w:rPr>
        <w:t xml:space="preserve"> عَلَ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tl/>
        </w:rPr>
        <w:t xml:space="preserve"> تِجَارَةٍ تُنجِ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كُمْ</w:t>
      </w:r>
      <w:r w:rsidR="00476253" w:rsidRPr="001A7C49">
        <w:rPr>
          <w:rStyle w:val="libAieChar"/>
          <w:rtl/>
        </w:rPr>
        <w:t xml:space="preserve"> مِنْ عَذَابٍ </w:t>
      </w:r>
      <w:r w:rsidR="00BA0B7F">
        <w:rPr>
          <w:rStyle w:val="libAieChar"/>
          <w:rtl/>
        </w:rPr>
        <w:t>ا</w:t>
      </w:r>
      <w:r w:rsidR="00476253" w:rsidRPr="001A7C49">
        <w:rPr>
          <w:rStyle w:val="libAieChar"/>
          <w:rFonts w:hint="eastAsia"/>
          <w:rtl/>
        </w:rPr>
        <w:t>لِ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مٍ</w:t>
      </w:r>
      <w:r w:rsidR="00476253" w:rsidRPr="001A7C49">
        <w:rPr>
          <w:rStyle w:val="libAieChar"/>
          <w:rtl/>
        </w:rPr>
        <w:t xml:space="preserve"> . تُؤْمِنُونَ بِاللهِ وَرَسُولِ</w:t>
      </w:r>
      <w:r w:rsidR="00705CD5" w:rsidRPr="00705CD5">
        <w:rPr>
          <w:rStyle w:val="libAieChar"/>
          <w:rFonts w:hint="cs"/>
          <w:rtl/>
        </w:rPr>
        <w:t>ه</w:t>
      </w:r>
      <w:r w:rsidR="00476253" w:rsidRPr="001A7C49">
        <w:rPr>
          <w:rStyle w:val="libAieChar"/>
          <w:rFonts w:hint="cs"/>
          <w:rtl/>
        </w:rPr>
        <w:t>ِ</w:t>
      </w:r>
      <w:r w:rsidR="00476253" w:rsidRPr="001A7C49">
        <w:rPr>
          <w:rStyle w:val="libAieChar"/>
          <w:rtl/>
        </w:rPr>
        <w:t xml:space="preserve"> </w:t>
      </w:r>
      <w:r w:rsidR="00476253" w:rsidRPr="001A7C49">
        <w:rPr>
          <w:rStyle w:val="libAieChar"/>
          <w:rFonts w:hint="cs"/>
          <w:rtl/>
        </w:rPr>
        <w:t>وَتُجَا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1A7C49">
        <w:rPr>
          <w:rStyle w:val="libAieChar"/>
          <w:rFonts w:hint="cs"/>
          <w:rtl/>
        </w:rPr>
        <w:t>ِدُونَ</w:t>
      </w:r>
      <w:r w:rsidR="00476253" w:rsidRPr="001A7C49">
        <w:rPr>
          <w:rStyle w:val="libAieChar"/>
          <w:rtl/>
        </w:rPr>
        <w:t xml:space="preserve"> </w:t>
      </w:r>
      <w:r w:rsidR="00476253" w:rsidRPr="001A7C49">
        <w:rPr>
          <w:rStyle w:val="libAieChar"/>
          <w:rFonts w:hint="cs"/>
          <w:rtl/>
        </w:rPr>
        <w:t>فِی</w:t>
      </w:r>
      <w:r w:rsidR="00476253" w:rsidRPr="001A7C49">
        <w:rPr>
          <w:rStyle w:val="libAieChar"/>
          <w:rtl/>
        </w:rPr>
        <w:t xml:space="preserve"> سَبِ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لِ</w:t>
      </w:r>
      <w:r w:rsidR="00476253" w:rsidRPr="001A7C49">
        <w:rPr>
          <w:rStyle w:val="libAieChar"/>
          <w:rtl/>
        </w:rPr>
        <w:t xml:space="preserve"> اللهِ بِ</w:t>
      </w:r>
      <w:r w:rsidR="00BA0B7F">
        <w:rPr>
          <w:rStyle w:val="libAieChar"/>
          <w:rtl/>
        </w:rPr>
        <w:t>ا</w:t>
      </w:r>
      <w:r w:rsidR="00476253" w:rsidRPr="001A7C49">
        <w:rPr>
          <w:rStyle w:val="libAieChar"/>
          <w:rFonts w:hint="eastAsia"/>
          <w:rtl/>
        </w:rPr>
        <w:t>مْوَالِكُمْ</w:t>
      </w:r>
      <w:r w:rsidR="00476253" w:rsidRPr="001A7C49">
        <w:rPr>
          <w:rStyle w:val="libAieChar"/>
          <w:rtl/>
        </w:rPr>
        <w:t xml:space="preserve"> وَ</w:t>
      </w:r>
      <w:r w:rsidR="00BA0B7F">
        <w:rPr>
          <w:rStyle w:val="libAieChar"/>
          <w:rtl/>
        </w:rPr>
        <w:t>ا</w:t>
      </w:r>
      <w:r w:rsidR="00476253" w:rsidRPr="001A7C49">
        <w:rPr>
          <w:rStyle w:val="libAieChar"/>
          <w:rFonts w:hint="eastAsia"/>
          <w:rtl/>
        </w:rPr>
        <w:t>نفُسِكُمْ</w:t>
      </w:r>
      <w:r w:rsidR="00476253" w:rsidRPr="001A7C49">
        <w:rPr>
          <w:rStyle w:val="libAieChar"/>
          <w:rtl/>
        </w:rPr>
        <w:t xml:space="preserve"> ذَلِكُمْ خَ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رٌ</w:t>
      </w:r>
      <w:r w:rsidR="00476253" w:rsidRPr="001A7C49">
        <w:rPr>
          <w:rStyle w:val="libAieChar"/>
          <w:rtl/>
        </w:rPr>
        <w:t xml:space="preserve"> لَكُمْ إِنْ كُنتُمْ تَعْلَمُونَ  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غْفِرْ</w:t>
      </w:r>
      <w:r w:rsidR="00476253" w:rsidRPr="001A7C49">
        <w:rPr>
          <w:rStyle w:val="libAieChar"/>
          <w:rtl/>
        </w:rPr>
        <w:t xml:space="preserve"> لَكُ</w:t>
      </w:r>
      <w:r w:rsidR="00476253" w:rsidRPr="001A7C49">
        <w:rPr>
          <w:rStyle w:val="libAieChar"/>
          <w:rFonts w:hint="eastAsia"/>
          <w:rtl/>
        </w:rPr>
        <w:t>مْ</w:t>
      </w:r>
      <w:r w:rsidR="00476253" w:rsidRPr="001A7C49">
        <w:rPr>
          <w:rStyle w:val="libAieChar"/>
          <w:rtl/>
        </w:rPr>
        <w:t xml:space="preserve"> ذُنُوبَكُمْ وَ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دْخِلْكُمْ</w:t>
      </w:r>
      <w:r w:rsidR="00476253" w:rsidRPr="001A7C49">
        <w:rPr>
          <w:rStyle w:val="libAieChar"/>
          <w:rtl/>
        </w:rPr>
        <w:t xml:space="preserve"> جَنَّاتٍ تَجْرِ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tl/>
        </w:rPr>
        <w:t xml:space="preserve"> مِنْ تَحْتِ</w:t>
      </w:r>
      <w:r w:rsidR="00705CD5" w:rsidRPr="00705CD5">
        <w:rPr>
          <w:rStyle w:val="libAieChar"/>
          <w:rFonts w:hint="cs"/>
          <w:rtl/>
        </w:rPr>
        <w:t>ه</w:t>
      </w:r>
      <w:r w:rsidR="00476253" w:rsidRPr="001A7C49">
        <w:rPr>
          <w:rStyle w:val="libAieChar"/>
          <w:rFonts w:hint="cs"/>
          <w:rtl/>
        </w:rPr>
        <w:t>ا</w:t>
      </w:r>
      <w:r w:rsidR="00476253" w:rsidRPr="001A7C49">
        <w:rPr>
          <w:rStyle w:val="libAieChar"/>
          <w:rtl/>
        </w:rPr>
        <w:t xml:space="preserve"> </w:t>
      </w:r>
      <w:r w:rsidR="00476253" w:rsidRPr="001A7C49">
        <w:rPr>
          <w:rStyle w:val="libAieChar"/>
          <w:rFonts w:hint="cs"/>
          <w:rtl/>
        </w:rPr>
        <w:t>الْ</w:t>
      </w:r>
      <w:r w:rsidR="00BA0B7F">
        <w:rPr>
          <w:rStyle w:val="libAieChar"/>
          <w:rFonts w:hint="cs"/>
          <w:rtl/>
        </w:rPr>
        <w:t>ا</w:t>
      </w:r>
      <w:r w:rsidR="00476253" w:rsidRPr="001A7C49">
        <w:rPr>
          <w:rStyle w:val="libAieChar"/>
          <w:rFonts w:hint="eastAsia"/>
          <w:rtl/>
        </w:rPr>
        <w:t>نْ</w:t>
      </w:r>
      <w:r w:rsidR="00705CD5" w:rsidRPr="00705CD5">
        <w:rPr>
          <w:rStyle w:val="libAieChar"/>
          <w:rFonts w:hint="cs"/>
          <w:rtl/>
        </w:rPr>
        <w:t>ه</w:t>
      </w:r>
      <w:r w:rsidR="00476253" w:rsidRPr="001A7C49">
        <w:rPr>
          <w:rStyle w:val="libAieChar"/>
          <w:rFonts w:hint="cs"/>
          <w:rtl/>
        </w:rPr>
        <w:t>ارُ</w:t>
      </w:r>
      <w:r w:rsidR="00476253" w:rsidRPr="001A7C49">
        <w:rPr>
          <w:rStyle w:val="libAieChar"/>
          <w:rtl/>
        </w:rPr>
        <w:t xml:space="preserve"> وَمَسَاكِنَ طَ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بَةً</w:t>
      </w:r>
      <w:r w:rsidR="00476253" w:rsidRPr="001A7C49">
        <w:rPr>
          <w:rStyle w:val="libAieChar"/>
          <w:rtl/>
        </w:rPr>
        <w:t xml:space="preserve"> فِ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tl/>
        </w:rPr>
        <w:t xml:space="preserve"> جَنَّاتِ عَدْنٍ ذَلِكَ الْفَوْزُ الْعَظِ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مُ</w:t>
      </w:r>
      <w:r w:rsidR="00476253">
        <w:rPr>
          <w:rtl/>
          <w:lang w:bidi="ur-PK"/>
        </w:rPr>
        <w:t xml:space="preserve"> 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(54)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والو!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تم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تجارت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طرف رہنمائ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کروں کہ جو تم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درد ناک عذاب سے بچا لے۔ تو اللہ اور اس کے رسول پر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لے آؤ اور راہ خدا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اپن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جان و مال سے جھاد کرو کہ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تمھارے حق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سب سے بھتر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، اگر تم جاننے والے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۔ وہ تمھارے گناھوں کو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بخش دے گا او رتم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جنتوں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داخل کردے گا جن کے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چے</w:t>
      </w:r>
      <w:r w:rsidR="00476253">
        <w:rPr>
          <w:rtl/>
          <w:lang w:bidi="ur-PK"/>
        </w:rPr>
        <w:t xml:space="preserve"> نھر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جار</w:t>
      </w:r>
      <w:r w:rsidR="00476253"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ںگ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اور ان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پاک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زہ</w:t>
      </w:r>
      <w:r w:rsidR="00476253">
        <w:rPr>
          <w:rtl/>
          <w:lang w:bidi="ur-PK"/>
        </w:rPr>
        <w:t xml:space="preserve"> محل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 xml:space="preserve">ںگے او ر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بھت بڑ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کام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اب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>
        <w:rPr>
          <w:rtl/>
          <w:lang w:bidi="ur-PK"/>
        </w:rPr>
        <w:t>إ</w:t>
      </w:r>
      <w:r w:rsidR="00476253" w:rsidRPr="001A7C49">
        <w:rPr>
          <w:rStyle w:val="libAieChar"/>
          <w:rtl/>
        </w:rPr>
        <w:t xml:space="preserve">ِنْ تُقْرِضُوا اللهَ قَرْضًا حَسَنًا 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ضَاعِفْ</w:t>
      </w:r>
      <w:r w:rsidR="00705CD5" w:rsidRPr="00705CD5">
        <w:rPr>
          <w:rStyle w:val="libAieChar"/>
          <w:rFonts w:hint="cs"/>
          <w:rtl/>
        </w:rPr>
        <w:t>ه</w:t>
      </w:r>
      <w:r w:rsidR="00476253" w:rsidRPr="001A7C49">
        <w:rPr>
          <w:rStyle w:val="libAieChar"/>
          <w:rFonts w:hint="cs"/>
          <w:rtl/>
        </w:rPr>
        <w:t>ُ</w:t>
      </w:r>
      <w:r w:rsidR="00476253" w:rsidRPr="001A7C49">
        <w:rPr>
          <w:rStyle w:val="libAieChar"/>
          <w:rtl/>
        </w:rPr>
        <w:t xml:space="preserve"> لَكُمْ وَ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غْفِرْ</w:t>
      </w:r>
      <w:r w:rsidR="00476253" w:rsidRPr="001A7C49">
        <w:rPr>
          <w:rStyle w:val="libAieChar"/>
          <w:rtl/>
        </w:rPr>
        <w:t xml:space="preserve"> لَكُمْ وَاللهُ شَكُورٌ حَلِ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مٌ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(55)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”اگر</w:t>
      </w:r>
      <w:r w:rsidR="00476253">
        <w:rPr>
          <w:rtl/>
          <w:lang w:bidi="ur-PK"/>
        </w:rPr>
        <w:t xml:space="preserve"> تم اللہ کو قرض الحسنہ دوگے تو وہ اسے دوگنا بنا دے گا اور تم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معاف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کردے گا کہ وہ بڑا قدر داں اور برداشت کرنے والا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1A7C49">
        <w:rPr>
          <w:rStyle w:val="libAieChar"/>
          <w:rtl/>
        </w:rPr>
        <w:t>وَالَّذِ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نَ</w:t>
      </w:r>
      <w:r w:rsidR="00476253" w:rsidRPr="001A7C49">
        <w:rPr>
          <w:rStyle w:val="libAieChar"/>
          <w:rtl/>
        </w:rPr>
        <w:t xml:space="preserve"> عَمِلُوا السَّ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ئَاتِ</w:t>
      </w:r>
      <w:r w:rsidR="00476253" w:rsidRPr="001A7C49">
        <w:rPr>
          <w:rStyle w:val="libAieChar"/>
          <w:rtl/>
        </w:rPr>
        <w:t xml:space="preserve"> ثُمَّ تَابُوا مِنْ بَعْدِ</w:t>
      </w:r>
      <w:r w:rsidR="00705CD5" w:rsidRPr="00705CD5">
        <w:rPr>
          <w:rStyle w:val="libAieChar"/>
          <w:rFonts w:hint="cs"/>
          <w:rtl/>
        </w:rPr>
        <w:t>ه</w:t>
      </w:r>
      <w:r w:rsidR="00476253" w:rsidRPr="001A7C49">
        <w:rPr>
          <w:rStyle w:val="libAieChar"/>
          <w:rFonts w:hint="cs"/>
          <w:rtl/>
        </w:rPr>
        <w:t>ا</w:t>
      </w:r>
      <w:r w:rsidR="00476253" w:rsidRPr="001A7C49">
        <w:rPr>
          <w:rStyle w:val="libAieChar"/>
          <w:rtl/>
        </w:rPr>
        <w:t xml:space="preserve"> </w:t>
      </w:r>
      <w:r w:rsidR="00476253" w:rsidRPr="001A7C49">
        <w:rPr>
          <w:rStyle w:val="libAieChar"/>
          <w:rFonts w:hint="cs"/>
          <w:rtl/>
        </w:rPr>
        <w:t>وَآمَنُوا</w:t>
      </w:r>
      <w:r w:rsidR="00476253" w:rsidRPr="001A7C49">
        <w:rPr>
          <w:rStyle w:val="libAieChar"/>
          <w:rtl/>
        </w:rPr>
        <w:t xml:space="preserve"> </w:t>
      </w:r>
      <w:r w:rsidR="00476253" w:rsidRPr="001A7C49">
        <w:rPr>
          <w:rStyle w:val="libAieChar"/>
          <w:rFonts w:hint="cs"/>
          <w:rtl/>
        </w:rPr>
        <w:t>إِنَّ</w:t>
      </w:r>
      <w:r w:rsidR="00476253" w:rsidRPr="001A7C49">
        <w:rPr>
          <w:rStyle w:val="libAieChar"/>
          <w:rtl/>
        </w:rPr>
        <w:t xml:space="preserve"> </w:t>
      </w:r>
      <w:r w:rsidR="00476253" w:rsidRPr="001A7C49">
        <w:rPr>
          <w:rStyle w:val="libAieChar"/>
          <w:rFonts w:hint="cs"/>
          <w:rtl/>
        </w:rPr>
        <w:t>رَبَّكَ</w:t>
      </w:r>
      <w:r w:rsidR="00476253" w:rsidRPr="001A7C49">
        <w:rPr>
          <w:rStyle w:val="libAieChar"/>
          <w:rtl/>
        </w:rPr>
        <w:t xml:space="preserve"> </w:t>
      </w:r>
      <w:r w:rsidR="00476253" w:rsidRPr="001A7C49">
        <w:rPr>
          <w:rStyle w:val="libAieChar"/>
          <w:rFonts w:hint="cs"/>
          <w:rtl/>
        </w:rPr>
        <w:t>مِنْ</w:t>
      </w:r>
      <w:r w:rsidR="00476253" w:rsidRPr="001A7C49">
        <w:rPr>
          <w:rStyle w:val="libAieChar"/>
          <w:rtl/>
        </w:rPr>
        <w:t xml:space="preserve"> </w:t>
      </w:r>
      <w:r w:rsidR="00476253" w:rsidRPr="001A7C49">
        <w:rPr>
          <w:rStyle w:val="libAieChar"/>
          <w:rFonts w:hint="cs"/>
          <w:rtl/>
        </w:rPr>
        <w:t>بَعْدِ</w:t>
      </w:r>
      <w:r w:rsidR="00705CD5" w:rsidRPr="00705CD5">
        <w:rPr>
          <w:rStyle w:val="libAieChar"/>
          <w:rFonts w:hint="cs"/>
          <w:rtl/>
        </w:rPr>
        <w:t>ه</w:t>
      </w:r>
      <w:r w:rsidR="00476253" w:rsidRPr="001A7C49">
        <w:rPr>
          <w:rStyle w:val="libAieChar"/>
          <w:rFonts w:hint="cs"/>
          <w:rtl/>
        </w:rPr>
        <w:t>ا</w:t>
      </w:r>
      <w:r w:rsidR="00476253" w:rsidRPr="001A7C49">
        <w:rPr>
          <w:rStyle w:val="libAieChar"/>
          <w:rtl/>
        </w:rPr>
        <w:t xml:space="preserve"> </w:t>
      </w:r>
      <w:r w:rsidR="00476253" w:rsidRPr="001A7C49">
        <w:rPr>
          <w:rStyle w:val="libAieChar"/>
          <w:rFonts w:hint="cs"/>
          <w:rtl/>
        </w:rPr>
        <w:t>لَغَفُورٌ</w:t>
      </w:r>
      <w:r w:rsidR="00476253" w:rsidRPr="001A7C49">
        <w:rPr>
          <w:rStyle w:val="libAieChar"/>
          <w:rtl/>
        </w:rPr>
        <w:t xml:space="preserve"> </w:t>
      </w:r>
      <w:r w:rsidR="00476253" w:rsidRPr="001A7C49">
        <w:rPr>
          <w:rStyle w:val="libAieChar"/>
          <w:rFonts w:hint="cs"/>
          <w:rtl/>
        </w:rPr>
        <w:t>رَحِی</w:t>
      </w:r>
      <w:r w:rsidR="00476253" w:rsidRPr="001A7C49">
        <w:rPr>
          <w:rStyle w:val="libAieChar"/>
          <w:rFonts w:hint="eastAsia"/>
          <w:rtl/>
        </w:rPr>
        <w:t>مٌ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(56)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جن لوگوں نے برے اعمال کئے اور پھر توبہ کرل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اور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لے آئے تو توبہ کے بعد تمھارا پروردگار بھت بخشنے والا اور بڑا مھربان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6F6A7F" w:rsidP="001A7C49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1A7C49">
        <w:rPr>
          <w:rStyle w:val="libAieChar"/>
          <w:rtl/>
        </w:rPr>
        <w:t>فَإِنْ تَابُوا وَ</w:t>
      </w:r>
      <w:r w:rsidR="00BA0B7F">
        <w:rPr>
          <w:rStyle w:val="libAieChar"/>
          <w:rtl/>
        </w:rPr>
        <w:t>ا</w:t>
      </w:r>
      <w:r w:rsidR="00476253" w:rsidRPr="001A7C49">
        <w:rPr>
          <w:rStyle w:val="libAieChar"/>
          <w:rFonts w:hint="eastAsia"/>
          <w:rtl/>
        </w:rPr>
        <w:t>قَامُوا</w:t>
      </w:r>
      <w:r w:rsidR="00476253" w:rsidRPr="001A7C49">
        <w:rPr>
          <w:rStyle w:val="libAieChar"/>
          <w:rtl/>
        </w:rPr>
        <w:t xml:space="preserve"> الصَّلَاةَ وَآتَوْا الزَّكَاةَ فَخَلُّوا سَبِ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1A7C49">
        <w:rPr>
          <w:rStyle w:val="libAieChar"/>
          <w:rFonts w:hint="cs"/>
          <w:rtl/>
        </w:rPr>
        <w:t>م</w:t>
      </w:r>
      <w:r w:rsidR="00476253" w:rsidRPr="001A7C49">
        <w:rPr>
          <w:rStyle w:val="libAieChar"/>
          <w:rtl/>
        </w:rPr>
        <w:t xml:space="preserve"> إِنَّ اللهَ غَفُورٌ رَحِ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مٌ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(57)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 xml:space="preserve"> پھر اگر (وہ لوگ) توبہ کر لےں اور نماز قائم کر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اور زکاة اداکر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تو پھر ان کا راستہ چھوڑ دو، بے شک خدا بڑا بخشنے والا اور مھربان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1A7C49">
        <w:rPr>
          <w:rStyle w:val="libAieChar"/>
          <w:rtl/>
        </w:rPr>
        <w:t>وَآخَرُونَ اعْتَرَفُوا بِذُنُوبِ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1A7C49">
        <w:rPr>
          <w:rStyle w:val="libAieChar"/>
          <w:rFonts w:hint="cs"/>
          <w:rtl/>
        </w:rPr>
        <w:t>م</w:t>
      </w:r>
      <w:r w:rsidR="00476253" w:rsidRPr="001A7C49">
        <w:rPr>
          <w:rStyle w:val="libAieChar"/>
          <w:rtl/>
        </w:rPr>
        <w:t xml:space="preserve"> </w:t>
      </w:r>
      <w:r w:rsidR="00476253" w:rsidRPr="001A7C49">
        <w:rPr>
          <w:rStyle w:val="libAieChar"/>
          <w:rFonts w:hint="cs"/>
          <w:rtl/>
        </w:rPr>
        <w:t>خَلَطُوا</w:t>
      </w:r>
      <w:r w:rsidR="00476253" w:rsidRPr="001A7C49">
        <w:rPr>
          <w:rStyle w:val="libAieChar"/>
          <w:rtl/>
        </w:rPr>
        <w:t xml:space="preserve"> </w:t>
      </w:r>
      <w:r w:rsidR="00476253" w:rsidRPr="001A7C49">
        <w:rPr>
          <w:rStyle w:val="libAieChar"/>
          <w:rFonts w:hint="cs"/>
          <w:rtl/>
        </w:rPr>
        <w:t>عَمَلًا</w:t>
      </w:r>
      <w:r w:rsidR="00476253" w:rsidRPr="001A7C49">
        <w:rPr>
          <w:rStyle w:val="libAieChar"/>
          <w:rtl/>
        </w:rPr>
        <w:t xml:space="preserve"> </w:t>
      </w:r>
      <w:r w:rsidR="00476253" w:rsidRPr="001A7C49">
        <w:rPr>
          <w:rStyle w:val="libAieChar"/>
          <w:rFonts w:hint="cs"/>
          <w:rtl/>
        </w:rPr>
        <w:t>صَالِحًا</w:t>
      </w:r>
      <w:r w:rsidR="00476253" w:rsidRPr="001A7C49">
        <w:rPr>
          <w:rStyle w:val="libAieChar"/>
          <w:rtl/>
        </w:rPr>
        <w:t xml:space="preserve"> </w:t>
      </w:r>
      <w:r w:rsidR="00476253" w:rsidRPr="001A7C49">
        <w:rPr>
          <w:rStyle w:val="libAieChar"/>
          <w:rFonts w:hint="cs"/>
          <w:rtl/>
        </w:rPr>
        <w:t>وَآخَرَ</w:t>
      </w:r>
      <w:r w:rsidR="00476253" w:rsidRPr="001A7C49">
        <w:rPr>
          <w:rStyle w:val="libAieChar"/>
          <w:rtl/>
        </w:rPr>
        <w:t xml:space="preserve"> </w:t>
      </w:r>
      <w:r w:rsidR="00476253" w:rsidRPr="001A7C49">
        <w:rPr>
          <w:rStyle w:val="libAieChar"/>
          <w:rFonts w:hint="cs"/>
          <w:rtl/>
        </w:rPr>
        <w:t>سَی</w:t>
      </w:r>
      <w:r w:rsidR="00476253" w:rsidRPr="001A7C49">
        <w:rPr>
          <w:rStyle w:val="libAieChar"/>
          <w:rFonts w:hint="eastAsia"/>
          <w:rtl/>
        </w:rPr>
        <w:t>ئًا</w:t>
      </w:r>
      <w:r w:rsidR="00476253" w:rsidRPr="001A7C49">
        <w:rPr>
          <w:rStyle w:val="libAieChar"/>
          <w:rtl/>
        </w:rPr>
        <w:t xml:space="preserve"> عَسَ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tl/>
        </w:rPr>
        <w:t xml:space="preserve"> اللهُ </w:t>
      </w:r>
      <w:r w:rsidR="00BA0B7F">
        <w:rPr>
          <w:rStyle w:val="libAieChar"/>
          <w:rtl/>
        </w:rPr>
        <w:t>ا</w:t>
      </w:r>
      <w:r w:rsidR="00476253" w:rsidRPr="001A7C49">
        <w:rPr>
          <w:rStyle w:val="libAieChar"/>
          <w:rFonts w:hint="eastAsia"/>
          <w:rtl/>
        </w:rPr>
        <w:t>نْ</w:t>
      </w:r>
      <w:r w:rsidR="00476253" w:rsidRPr="001A7C49">
        <w:rPr>
          <w:rStyle w:val="libAieChar"/>
          <w:rtl/>
        </w:rPr>
        <w:t xml:space="preserve"> 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تُوبَ</w:t>
      </w:r>
      <w:r w:rsidR="00476253" w:rsidRPr="001A7C49">
        <w:rPr>
          <w:rStyle w:val="libAieChar"/>
          <w:rtl/>
        </w:rPr>
        <w:t xml:space="preserve"> عَلَ</w:t>
      </w:r>
      <w:r w:rsidR="00476253" w:rsidRPr="001A7C49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1A7C49">
        <w:rPr>
          <w:rStyle w:val="libAieChar"/>
          <w:rFonts w:hint="cs"/>
          <w:rtl/>
        </w:rPr>
        <w:t>م</w:t>
      </w:r>
      <w:r w:rsidR="00476253" w:rsidRPr="001A7C49">
        <w:rPr>
          <w:rStyle w:val="libAieChar"/>
          <w:rtl/>
        </w:rPr>
        <w:t xml:space="preserve"> إِنَّ اللهَ غَفُورٌ رَحِ</w:t>
      </w:r>
      <w:r w:rsidR="00476253" w:rsidRPr="001A7C49">
        <w:rPr>
          <w:rStyle w:val="libAieChar"/>
          <w:rFonts w:hint="cs"/>
          <w:rtl/>
        </w:rPr>
        <w:t>ی</w:t>
      </w:r>
      <w:r w:rsidR="00476253" w:rsidRPr="001A7C49">
        <w:rPr>
          <w:rStyle w:val="libAieChar"/>
          <w:rFonts w:hint="eastAsia"/>
          <w:rtl/>
        </w:rPr>
        <w:t>مٌ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(58)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دوسرے لوگ جنھوں نے اپنے گناھوں کا اعتراف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ا،</w:t>
      </w:r>
      <w:r w:rsidR="00476253">
        <w:rPr>
          <w:rtl/>
          <w:lang w:bidi="ur-PK"/>
        </w:rPr>
        <w:t xml:space="preserve"> انھوں نے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اور بد اعمال مخلوط کردئے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،</w:t>
      </w:r>
      <w:r w:rsidR="00476253">
        <w:rPr>
          <w:rtl/>
          <w:lang w:bidi="ur-PK"/>
        </w:rPr>
        <w:t xml:space="preserve"> عنقر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</w:t>
      </w:r>
      <w:r w:rsidR="00476253">
        <w:rPr>
          <w:rtl/>
          <w:lang w:bidi="ur-PK"/>
        </w:rPr>
        <w:t xml:space="preserve"> خدا ان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توبہ قبول کر لے گا کہ وہ بڑا بخشنے والا اور مھربان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قارئ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کرام! مذکورہ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گناھگار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و معرفت کو حاصل کرنا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خواہش رکھتا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جائے، اس کا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نامہ اعمال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جائے، اور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دردناک عذاب سے چھٹکارا مل جائے تو اسے چاہئے کہ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شدہ نسخوں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 حسب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امور پر عمل کرے: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1۔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اتباع 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>2۔ تقويٰ و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کرے اور اپنے آپ کو گناھوں سے دور رکھے۔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3۔ حق بات کھے، اور وقت پر گفتگو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4۔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5۔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6۔ خدا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7۔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8۔ مال و دولت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جھاد و کوشش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9۔ راہ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دل و جان سے کوشش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10۔ ضرورت مندوں کو قرض الحسنہ دے۔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11۔ گناھوں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کرے اور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پلٹ جائے۔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12۔ غلط و باطل عقائد سے اجتناب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13۔ نماز قائم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14۔ زکوٰة ادا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15۔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گناھوں کا اقرار و اعتراف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1A7C49">
        <w:rPr>
          <w:rStyle w:val="libArabicChar"/>
          <w:rFonts w:hint="eastAsia"/>
          <w:rtl/>
        </w:rPr>
        <w:t>جاءَ</w:t>
      </w:r>
      <w:r w:rsidRPr="001A7C49">
        <w:rPr>
          <w:rStyle w:val="libArabicChar"/>
          <w:rtl/>
        </w:rPr>
        <w:t xml:space="preserve"> رَجُلٌ اِلَ</w:t>
      </w:r>
      <w:r w:rsidRPr="001A7C49">
        <w:rPr>
          <w:rStyle w:val="libArabicChar"/>
          <w:rFonts w:hint="cs"/>
          <w:rtl/>
        </w:rPr>
        <w:t>ی</w:t>
      </w:r>
      <w:r w:rsidRPr="001A7C49">
        <w:rPr>
          <w:rStyle w:val="libArabicChar"/>
          <w:rtl/>
        </w:rPr>
        <w:t xml:space="preserve"> النَّبِ</w:t>
      </w:r>
      <w:r w:rsidRPr="001A7C49">
        <w:rPr>
          <w:rStyle w:val="libArabicChar"/>
          <w:rFonts w:hint="cs"/>
          <w:rtl/>
        </w:rPr>
        <w:t>ی</w:t>
      </w:r>
      <w:r w:rsidRPr="001A7C49">
        <w:rPr>
          <w:rStyle w:val="libArabicChar"/>
          <w:rtl/>
        </w:rPr>
        <w:t xml:space="preserve"> فَقالَ:يٰارَسُولَ اللّٰ</w:t>
      </w:r>
      <w:r w:rsidR="00705CD5" w:rsidRPr="00163EB1">
        <w:rPr>
          <w:rStyle w:val="libArabicChar"/>
          <w:rFonts w:hint="cs"/>
          <w:rtl/>
        </w:rPr>
        <w:t>ه</w:t>
      </w:r>
      <w:r w:rsidRPr="001A7C49">
        <w:rPr>
          <w:rStyle w:val="libArabicChar"/>
          <w:rFonts w:hint="cs"/>
          <w:rtl/>
        </w:rPr>
        <w:t>ِ،</w:t>
      </w:r>
      <w:r w:rsidRPr="001A7C49">
        <w:rPr>
          <w:rStyle w:val="libArabicChar"/>
          <w:rtl/>
        </w:rPr>
        <w:t xml:space="preserve"> </w:t>
      </w:r>
      <w:r w:rsidRPr="001A7C49">
        <w:rPr>
          <w:rStyle w:val="libArabicChar"/>
          <w:rFonts w:hint="cs"/>
          <w:rtl/>
        </w:rPr>
        <w:t>مٰاعَمَلُ</w:t>
      </w:r>
      <w:r w:rsidRPr="001A7C49">
        <w:rPr>
          <w:rStyle w:val="libArabicChar"/>
          <w:rtl/>
        </w:rPr>
        <w:t xml:space="preserve"> </w:t>
      </w:r>
      <w:r w:rsidRPr="001A7C49">
        <w:rPr>
          <w:rStyle w:val="libArabicChar"/>
          <w:rFonts w:hint="cs"/>
          <w:rtl/>
        </w:rPr>
        <w:t>اَ</w:t>
      </w:r>
      <w:r w:rsidR="00705CD5" w:rsidRPr="00163EB1">
        <w:rPr>
          <w:rStyle w:val="libArabicChar"/>
          <w:rFonts w:hint="cs"/>
          <w:rtl/>
        </w:rPr>
        <w:t>ه</w:t>
      </w:r>
      <w:r w:rsidRPr="001A7C49">
        <w:rPr>
          <w:rStyle w:val="libArabicChar"/>
          <w:rFonts w:hint="cs"/>
          <w:rtl/>
        </w:rPr>
        <w:t>ل</w:t>
      </w:r>
      <w:r w:rsidRPr="001A7C49">
        <w:rPr>
          <w:rStyle w:val="libArabicChar"/>
          <w:rtl/>
        </w:rPr>
        <w:t xml:space="preserve"> </w:t>
      </w:r>
      <w:r w:rsidRPr="001A7C49">
        <w:rPr>
          <w:rStyle w:val="libArabicChar"/>
          <w:rFonts w:hint="cs"/>
          <w:rtl/>
        </w:rPr>
        <w:t>الْجَنَّةِ؟</w:t>
      </w:r>
      <w:r w:rsidRPr="001A7C49">
        <w:rPr>
          <w:rStyle w:val="libArabicChar"/>
          <w:rtl/>
        </w:rPr>
        <w:t xml:space="preserve"> </w:t>
      </w:r>
      <w:r w:rsidRPr="001A7C49">
        <w:rPr>
          <w:rStyle w:val="libArabicChar"/>
          <w:rFonts w:hint="cs"/>
          <w:rtl/>
        </w:rPr>
        <w:t>فَقالَ</w:t>
      </w:r>
      <w:r w:rsidRPr="001A7C49">
        <w:rPr>
          <w:rStyle w:val="libArabicChar"/>
          <w:rtl/>
        </w:rPr>
        <w:t>:</w:t>
      </w:r>
      <w:r w:rsidRPr="001A7C49">
        <w:rPr>
          <w:rStyle w:val="libArabicChar"/>
          <w:rFonts w:hint="cs"/>
          <w:rtl/>
        </w:rPr>
        <w:t>اَلصِّدْقُ،</w:t>
      </w:r>
      <w:r w:rsidRPr="001A7C49">
        <w:rPr>
          <w:rStyle w:val="libArabicChar"/>
          <w:rtl/>
        </w:rPr>
        <w:t xml:space="preserve"> </w:t>
      </w:r>
      <w:r w:rsidRPr="001A7C49">
        <w:rPr>
          <w:rStyle w:val="libArabicChar"/>
          <w:rFonts w:hint="cs"/>
          <w:rtl/>
        </w:rPr>
        <w:t>اِذا</w:t>
      </w:r>
      <w:r w:rsidRPr="001A7C49">
        <w:rPr>
          <w:rStyle w:val="libArabicChar"/>
          <w:rtl/>
        </w:rPr>
        <w:t xml:space="preserve"> </w:t>
      </w:r>
      <w:r w:rsidRPr="001A7C49">
        <w:rPr>
          <w:rStyle w:val="libArabicChar"/>
          <w:rFonts w:hint="cs"/>
          <w:rtl/>
        </w:rPr>
        <w:t>صَدَقَ</w:t>
      </w:r>
      <w:r w:rsidRPr="001A7C49">
        <w:rPr>
          <w:rStyle w:val="libArabicChar"/>
          <w:rtl/>
        </w:rPr>
        <w:t xml:space="preserve"> </w:t>
      </w:r>
      <w:r w:rsidRPr="001A7C49">
        <w:rPr>
          <w:rStyle w:val="libArabicChar"/>
          <w:rFonts w:hint="cs"/>
          <w:rtl/>
        </w:rPr>
        <w:t>الْعَبْدُ</w:t>
      </w:r>
      <w:r w:rsidRPr="001A7C49">
        <w:rPr>
          <w:rStyle w:val="libArabicChar"/>
          <w:rtl/>
        </w:rPr>
        <w:t xml:space="preserve"> </w:t>
      </w:r>
      <w:r w:rsidRPr="001A7C49">
        <w:rPr>
          <w:rStyle w:val="libArabicChar"/>
          <w:rFonts w:hint="cs"/>
          <w:rtl/>
        </w:rPr>
        <w:t>بَرَّ،</w:t>
      </w:r>
      <w:r w:rsidRPr="001A7C49">
        <w:rPr>
          <w:rStyle w:val="libArabicChar"/>
          <w:rtl/>
        </w:rPr>
        <w:t xml:space="preserve"> </w:t>
      </w:r>
      <w:r w:rsidRPr="001A7C49">
        <w:rPr>
          <w:rStyle w:val="libArabicChar"/>
          <w:rFonts w:hint="cs"/>
          <w:rtl/>
        </w:rPr>
        <w:t>وَ</w:t>
      </w:r>
      <w:r w:rsidRPr="001A7C49">
        <w:rPr>
          <w:rStyle w:val="libArabicChar"/>
          <w:rtl/>
        </w:rPr>
        <w:t xml:space="preserve"> </w:t>
      </w:r>
      <w:r w:rsidRPr="001A7C49">
        <w:rPr>
          <w:rStyle w:val="libArabicChar"/>
          <w:rFonts w:hint="cs"/>
          <w:rtl/>
        </w:rPr>
        <w:t>اِذا</w:t>
      </w:r>
      <w:r w:rsidRPr="001A7C49">
        <w:rPr>
          <w:rStyle w:val="libArabicChar"/>
          <w:rtl/>
        </w:rPr>
        <w:t xml:space="preserve"> </w:t>
      </w:r>
      <w:r w:rsidRPr="001A7C49">
        <w:rPr>
          <w:rStyle w:val="libArabicChar"/>
          <w:rFonts w:hint="cs"/>
          <w:rtl/>
        </w:rPr>
        <w:t>بَرَّاَ</w:t>
      </w:r>
      <w:r w:rsidRPr="001A7C49">
        <w:rPr>
          <w:rStyle w:val="libArabicChar"/>
          <w:rtl/>
        </w:rPr>
        <w:t xml:space="preserve"> </w:t>
      </w:r>
      <w:r w:rsidRPr="001A7C49">
        <w:rPr>
          <w:rStyle w:val="libArabicChar"/>
          <w:rFonts w:hint="cs"/>
          <w:rtl/>
        </w:rPr>
        <w:t>مِنَ</w:t>
      </w:r>
      <w:r w:rsidRPr="001A7C49">
        <w:rPr>
          <w:rStyle w:val="libArabicChar"/>
          <w:rtl/>
        </w:rPr>
        <w:t xml:space="preserve"> </w:t>
      </w:r>
      <w:r w:rsidRPr="001A7C49">
        <w:rPr>
          <w:rStyle w:val="libArabicChar"/>
          <w:rFonts w:hint="cs"/>
          <w:rtl/>
        </w:rPr>
        <w:t>وَاِذا</w:t>
      </w:r>
      <w:r w:rsidRPr="001A7C49">
        <w:rPr>
          <w:rStyle w:val="libArabicChar"/>
          <w:rtl/>
        </w:rPr>
        <w:t xml:space="preserve"> </w:t>
      </w:r>
      <w:r w:rsidRPr="001A7C49">
        <w:rPr>
          <w:rStyle w:val="libArabicChar"/>
          <w:rFonts w:hint="cs"/>
          <w:rtl/>
        </w:rPr>
        <w:t>اَمِنَ</w:t>
      </w:r>
      <w:r w:rsidRPr="001A7C49">
        <w:rPr>
          <w:rStyle w:val="libArabicChar"/>
          <w:rtl/>
        </w:rPr>
        <w:t xml:space="preserve"> </w:t>
      </w:r>
      <w:r w:rsidRPr="001A7C49">
        <w:rPr>
          <w:rStyle w:val="libArabicChar"/>
          <w:rFonts w:hint="cs"/>
          <w:rtl/>
        </w:rPr>
        <w:t>دَخَلَ</w:t>
      </w:r>
      <w:r w:rsidRPr="001A7C49">
        <w:rPr>
          <w:rStyle w:val="libArabicChar"/>
          <w:rtl/>
        </w:rPr>
        <w:t xml:space="preserve"> </w:t>
      </w:r>
      <w:r w:rsidRPr="001A7C49">
        <w:rPr>
          <w:rStyle w:val="libArabicChar"/>
          <w:rFonts w:hint="cs"/>
          <w:rtl/>
        </w:rPr>
        <w:t>الْجَنَّةُفَقالَ</w:t>
      </w:r>
      <w:r w:rsidRPr="001A7C49">
        <w:rPr>
          <w:rStyle w:val="libArabicChar"/>
          <w:rtl/>
        </w:rPr>
        <w:t xml:space="preserve"> </w:t>
      </w:r>
      <w:r w:rsidRPr="001A7C49">
        <w:rPr>
          <w:rStyle w:val="libArabicChar"/>
          <w:rFonts w:hint="cs"/>
          <w:rtl/>
        </w:rPr>
        <w:t>يٰ</w:t>
      </w:r>
      <w:r w:rsidRPr="001A7C49">
        <w:rPr>
          <w:rStyle w:val="libArabicChar"/>
          <w:rtl/>
        </w:rPr>
        <w:t>ا رَسُولَ اللّٰ</w:t>
      </w:r>
      <w:r w:rsidR="00705CD5" w:rsidRPr="00163EB1">
        <w:rPr>
          <w:rStyle w:val="libArabicChar"/>
          <w:rFonts w:hint="cs"/>
          <w:rtl/>
        </w:rPr>
        <w:t>ه</w:t>
      </w:r>
      <w:r w:rsidRPr="001A7C49">
        <w:rPr>
          <w:rStyle w:val="libArabicChar"/>
          <w:rFonts w:hint="cs"/>
          <w:rtl/>
        </w:rPr>
        <w:t>ِ،</w:t>
      </w:r>
      <w:r w:rsidRPr="001A7C49">
        <w:rPr>
          <w:rStyle w:val="libArabicChar"/>
          <w:rtl/>
        </w:rPr>
        <w:t xml:space="preserve"> </w:t>
      </w:r>
      <w:r w:rsidRPr="001A7C49">
        <w:rPr>
          <w:rStyle w:val="libArabicChar"/>
          <w:rFonts w:hint="cs"/>
          <w:rtl/>
        </w:rPr>
        <w:t>مٰاعَمَلُ</w:t>
      </w:r>
      <w:r w:rsidRPr="001A7C49">
        <w:rPr>
          <w:rStyle w:val="libArabicChar"/>
          <w:rtl/>
        </w:rPr>
        <w:t xml:space="preserve"> </w:t>
      </w:r>
      <w:r w:rsidRPr="001A7C49">
        <w:rPr>
          <w:rStyle w:val="libArabicChar"/>
          <w:rFonts w:hint="cs"/>
          <w:rtl/>
        </w:rPr>
        <w:t>اَ</w:t>
      </w:r>
      <w:r w:rsidR="00705CD5" w:rsidRPr="00163EB1">
        <w:rPr>
          <w:rStyle w:val="libArabicChar"/>
          <w:rFonts w:hint="cs"/>
          <w:rtl/>
        </w:rPr>
        <w:t>ه</w:t>
      </w:r>
      <w:r w:rsidRPr="001A7C49">
        <w:rPr>
          <w:rStyle w:val="libArabicChar"/>
          <w:rFonts w:hint="cs"/>
          <w:rtl/>
        </w:rPr>
        <w:t>ل</w:t>
      </w:r>
      <w:r w:rsidRPr="001A7C49">
        <w:rPr>
          <w:rStyle w:val="libArabicChar"/>
          <w:rtl/>
        </w:rPr>
        <w:t xml:space="preserve"> </w:t>
      </w:r>
      <w:r w:rsidRPr="001A7C49">
        <w:rPr>
          <w:rStyle w:val="libArabicChar"/>
          <w:rFonts w:hint="cs"/>
          <w:rtl/>
        </w:rPr>
        <w:t>النّٰارِ،</w:t>
      </w:r>
      <w:r w:rsidRPr="001A7C49">
        <w:rPr>
          <w:rStyle w:val="libArabicChar"/>
          <w:rtl/>
        </w:rPr>
        <w:t xml:space="preserve"> </w:t>
      </w:r>
      <w:r w:rsidRPr="001A7C49">
        <w:rPr>
          <w:rStyle w:val="libArabicChar"/>
          <w:rFonts w:hint="cs"/>
          <w:rtl/>
        </w:rPr>
        <w:t>قٰالَ</w:t>
      </w:r>
      <w:r w:rsidRPr="001A7C49">
        <w:rPr>
          <w:rStyle w:val="libArabicChar"/>
          <w:rtl/>
        </w:rPr>
        <w:t>:</w:t>
      </w:r>
      <w:r w:rsidRPr="001A7C49">
        <w:rPr>
          <w:rStyle w:val="libArabicChar"/>
          <w:rFonts w:hint="cs"/>
          <w:rtl/>
        </w:rPr>
        <w:t>اَلْكِذْبُ،</w:t>
      </w:r>
      <w:r w:rsidRPr="001A7C49">
        <w:rPr>
          <w:rStyle w:val="libArabicChar"/>
          <w:rtl/>
        </w:rPr>
        <w:t xml:space="preserve"> </w:t>
      </w:r>
      <w:r w:rsidRPr="001A7C49">
        <w:rPr>
          <w:rStyle w:val="libArabicChar"/>
          <w:rFonts w:hint="cs"/>
          <w:rtl/>
        </w:rPr>
        <w:t>اِ</w:t>
      </w:r>
      <w:r w:rsidRPr="001A7C49">
        <w:rPr>
          <w:rStyle w:val="libArabicChar"/>
          <w:rFonts w:hint="eastAsia"/>
          <w:rtl/>
        </w:rPr>
        <w:t>ذا</w:t>
      </w:r>
      <w:r w:rsidRPr="001A7C49">
        <w:rPr>
          <w:rStyle w:val="libArabicChar"/>
          <w:rtl/>
        </w:rPr>
        <w:t xml:space="preserve"> كَذَبَ الْعَبْدُ فَجَرَ وَاِذا فَجَرَ كَفَرَ، وَاِذا كَفَرَ دَخَلَ النّٰارَ</w:t>
      </w:r>
      <w:r>
        <w:rPr>
          <w:rtl/>
          <w:lang w:bidi="ur-PK"/>
        </w:rPr>
        <w:t>:“</w:t>
      </w:r>
      <w:r w:rsidR="00024CEF" w:rsidRPr="00572206">
        <w:rPr>
          <w:rStyle w:val="libFootnotenumChar"/>
          <w:rtl/>
        </w:rPr>
        <w:t>(59)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”ا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ااور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 ! اھل بہشت کا عمل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صداقت،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جس وقت خدا کا بندہ سچ بولتا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اس نے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انجام د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جب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امان مل 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جب امان مل </w:t>
      </w:r>
      <w:r>
        <w:rPr>
          <w:rFonts w:hint="eastAsia"/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سوال کرنے والے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اللہ! اھل جہنم کا عمل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تو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جھوٹ،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جب انسان جھوٹ بولتا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گناہ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 رجب گناہ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ناشکر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کفر سے دچار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کفر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ازواج مطھرات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زوجہ 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رسول اکرم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</w:t>
      </w:r>
      <w:r w:rsidRPr="003E50C6">
        <w:rPr>
          <w:rStyle w:val="libArabicChar"/>
          <w:rFonts w:hint="eastAsia"/>
          <w:rtl/>
        </w:rPr>
        <w:t>بِمَ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Fonts w:hint="eastAsia"/>
          <w:rtl/>
        </w:rPr>
        <w:t>عْرَفُ</w:t>
      </w:r>
      <w:r w:rsidRPr="003E50C6">
        <w:rPr>
          <w:rStyle w:val="libArabicChar"/>
          <w:rtl/>
        </w:rPr>
        <w:t xml:space="preserve"> الْمُ</w:t>
      </w:r>
      <w:r w:rsidR="00AA04E3">
        <w:rPr>
          <w:rStyle w:val="libArabicChar"/>
          <w:rtl/>
        </w:rPr>
        <w:t>و</w:t>
      </w:r>
      <w:r w:rsidRPr="003E50C6">
        <w:rPr>
          <w:rStyle w:val="libArabicChar"/>
          <w:rFonts w:hint="eastAsia"/>
          <w:rtl/>
        </w:rPr>
        <w:t>مِنُ</w:t>
      </w:r>
      <w:r w:rsidRPr="003E50C6">
        <w:rPr>
          <w:rStyle w:val="libArabicChar"/>
          <w:rtl/>
        </w:rPr>
        <w:t xml:space="preserve"> ؟قٰالَ:بِوَقارِ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ِ،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وَلی</w:t>
      </w:r>
      <w:r w:rsidRPr="003E50C6">
        <w:rPr>
          <w:rStyle w:val="libArabicChar"/>
          <w:rFonts w:hint="eastAsia"/>
          <w:rtl/>
        </w:rPr>
        <w:t>نِ</w:t>
      </w:r>
      <w:r w:rsidRPr="003E50C6">
        <w:rPr>
          <w:rStyle w:val="libArabicChar"/>
          <w:rtl/>
        </w:rPr>
        <w:t xml:space="preserve"> كَلامِ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ِ،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وَصِدْقِ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حَدی</w:t>
      </w:r>
      <w:r w:rsidRPr="003E50C6">
        <w:rPr>
          <w:rStyle w:val="libArabicChar"/>
          <w:rFonts w:hint="eastAsia"/>
          <w:rtl/>
        </w:rPr>
        <w:t>ثِ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ِ</w:t>
      </w:r>
      <w:r>
        <w:rPr>
          <w:rtl/>
          <w:lang w:bidi="ur-PK"/>
        </w:rPr>
        <w:t>:“</w:t>
      </w:r>
      <w:r w:rsidR="00024CEF" w:rsidRPr="00572206">
        <w:rPr>
          <w:rStyle w:val="libFootnotenumChar"/>
          <w:rtl/>
        </w:rPr>
        <w:t>(60)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”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 ! کن اعمال سے مومن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پہچان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تو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وقار، نرم لہجہ اور صداقت سے“۔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داؤد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سے کھا: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3E50C6">
        <w:rPr>
          <w:rStyle w:val="libArabicChar"/>
          <w:rFonts w:hint="eastAsia"/>
          <w:rtl/>
        </w:rPr>
        <w:t>اِجْتَمِعُوا،</w:t>
      </w:r>
      <w:r w:rsidRPr="003E50C6">
        <w:rPr>
          <w:rStyle w:val="libArabicChar"/>
          <w:rtl/>
        </w:rPr>
        <w:t xml:space="preserve"> فَاِنّ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tl/>
        </w:rPr>
        <w:t xml:space="preserve"> اُرِ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Fonts w:hint="eastAsia"/>
          <w:rtl/>
        </w:rPr>
        <w:t>دُ</w:t>
      </w:r>
      <w:r w:rsidRPr="003E50C6">
        <w:rPr>
          <w:rStyle w:val="libArabicChar"/>
          <w:rtl/>
        </w:rPr>
        <w:t xml:space="preserve"> اَن اَقُومَ ف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Fonts w:hint="eastAsia"/>
          <w:rtl/>
        </w:rPr>
        <w:t>كُمْ</w:t>
      </w:r>
      <w:r w:rsidRPr="003E50C6">
        <w:rPr>
          <w:rStyle w:val="libArabicChar"/>
          <w:rtl/>
        </w:rPr>
        <w:t xml:space="preserve"> بِكَلِمَتَ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Fonts w:hint="eastAsia"/>
          <w:rtl/>
        </w:rPr>
        <w:t>ن</w:t>
      </w:r>
      <w:r w:rsidRPr="003E50C6">
        <w:rPr>
          <w:rStyle w:val="libArabicChar"/>
          <w:rtl/>
        </w:rPr>
        <w:t xml:space="preserve"> :فَاجْتَمَعُوا عَلٰ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tl/>
        </w:rPr>
        <w:t xml:space="preserve"> بابِ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ِ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فَخَرَجَ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عَلَی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ِمْ</w:t>
      </w:r>
      <w:r w:rsidRPr="003E50C6">
        <w:rPr>
          <w:rStyle w:val="libArabicChar"/>
          <w:rtl/>
        </w:rPr>
        <w:t xml:space="preserve"> فَقٰالَ:يٰا بَن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tl/>
        </w:rPr>
        <w:t xml:space="preserve"> اِسْرائ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Fonts w:hint="eastAsia"/>
          <w:rtl/>
        </w:rPr>
        <w:t>لَ،</w:t>
      </w:r>
      <w:r w:rsidRPr="003E50C6">
        <w:rPr>
          <w:rStyle w:val="libArabicChar"/>
          <w:rtl/>
        </w:rPr>
        <w:t xml:space="preserve"> لاٰ 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Fonts w:hint="eastAsia"/>
          <w:rtl/>
        </w:rPr>
        <w:t>دْخُلْ</w:t>
      </w:r>
      <w:r w:rsidRPr="003E50C6">
        <w:rPr>
          <w:rStyle w:val="libArabicChar"/>
          <w:rtl/>
        </w:rPr>
        <w:t xml:space="preserve"> اَجْوافَكُمْ اِلاّ طَ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Fonts w:hint="eastAsia"/>
          <w:rtl/>
        </w:rPr>
        <w:t>بٌ</w:t>
      </w:r>
      <w:r w:rsidRPr="003E50C6">
        <w:rPr>
          <w:rStyle w:val="libArabicChar"/>
          <w:rtl/>
        </w:rPr>
        <w:t xml:space="preserve"> وَلاٰ 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Fonts w:hint="eastAsia"/>
          <w:rtl/>
        </w:rPr>
        <w:t>خْرُجُ</w:t>
      </w:r>
      <w:r w:rsidRPr="003E50C6">
        <w:rPr>
          <w:rStyle w:val="libArabicChar"/>
          <w:rtl/>
        </w:rPr>
        <w:t xml:space="preserve"> مِنْ اَفْوا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ِكُمْ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اِلاّ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طَی</w:t>
      </w:r>
      <w:r w:rsidRPr="003E50C6">
        <w:rPr>
          <w:rStyle w:val="libArabicChar"/>
          <w:rFonts w:hint="eastAsia"/>
          <w:rtl/>
        </w:rPr>
        <w:t>بٌ</w:t>
      </w:r>
      <w:r>
        <w:rPr>
          <w:rtl/>
          <w:lang w:bidi="ur-PK"/>
        </w:rPr>
        <w:t xml:space="preserve"> :“</w:t>
      </w:r>
      <w:r w:rsidR="00024CEF" w:rsidRPr="00572206">
        <w:rPr>
          <w:rStyle w:val="libFootnotenumChar"/>
          <w:rtl/>
        </w:rPr>
        <w:t>(61)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”تم</w:t>
      </w:r>
      <w:r>
        <w:rPr>
          <w:rtl/>
          <w:lang w:bidi="ur-PK"/>
        </w:rPr>
        <w:t xml:space="preserve"> لوگ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جگہ جمع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جاؤ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سے کچھ گفتگو کرنا چاھتا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جب لوگ جناب داؤد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دروازہ پر جمع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 تو انھوں نے ان کے روبرو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کر خطاب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اے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>! پاک اور حلال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علاوہ کچھ نہ کھاؤ، اور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اور حق بات کے علاوہ زبان مت کھولو“۔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جابر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سنا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کعب بن عجرہ سے فرما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 w:rsidRPr="003E50C6">
        <w:rPr>
          <w:rStyle w:val="libArabicChar"/>
          <w:rFonts w:hint="eastAsia"/>
          <w:rtl/>
        </w:rPr>
        <w:t>لا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Fonts w:hint="eastAsia"/>
          <w:rtl/>
        </w:rPr>
        <w:t>دْخُلُ</w:t>
      </w:r>
      <w:r w:rsidRPr="003E50C6">
        <w:rPr>
          <w:rStyle w:val="libArabicChar"/>
          <w:rtl/>
        </w:rPr>
        <w:t xml:space="preserve"> الْجَنَّةَ مِنْ نَبَتَ لَحْمُ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ُ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مِنَ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السُّحْتِ،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اَلنّٰارُ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اَوْلٰی</w:t>
      </w:r>
      <w:r w:rsidRPr="003E50C6">
        <w:rPr>
          <w:rStyle w:val="libArabicChar"/>
          <w:rtl/>
        </w:rPr>
        <w:t xml:space="preserve"> بِ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ِ</w:t>
      </w:r>
      <w:r>
        <w:rPr>
          <w:rtl/>
          <w:lang w:bidi="ur-PK"/>
        </w:rPr>
        <w:t xml:space="preserve"> “</w:t>
      </w:r>
      <w:r w:rsidR="00572206" w:rsidRPr="00572206">
        <w:rPr>
          <w:rStyle w:val="libFootnotenumChar"/>
          <w:rtl/>
          <w:lang w:bidi="ur-PK"/>
        </w:rPr>
        <w:t>(62)</w:t>
      </w:r>
      <w:r w:rsidR="00572206">
        <w:rPr>
          <w:rtl/>
          <w:lang w:bidi="ur-PK"/>
        </w:rPr>
        <w:t xml:space="preserve"> </w:t>
      </w:r>
      <w:r w:rsidR="00572206">
        <w:rPr>
          <w:rtl/>
          <w:lang w:bidi="ur-PK"/>
        </w:rPr>
        <w:cr/>
      </w:r>
      <w:r>
        <w:rPr>
          <w:rFonts w:hint="eastAsia"/>
          <w:rtl/>
          <w:lang w:bidi="ur-PK"/>
        </w:rPr>
        <w:t>”جس</w:t>
      </w:r>
      <w:r>
        <w:rPr>
          <w:rtl/>
          <w:lang w:bidi="ur-PK"/>
        </w:rPr>
        <w:t xml:space="preserve"> شخص کا گوشت حرام مال سے بڑھا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وہ بہشت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جاسکتا، بلکہ جہنم اس کے لئے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سزاوا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مرو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3E50C6">
        <w:rPr>
          <w:rStyle w:val="libArabicChar"/>
          <w:rFonts w:hint="eastAsia"/>
          <w:rtl/>
        </w:rPr>
        <w:t>مَنْ</w:t>
      </w:r>
      <w:r w:rsidRPr="003E50C6">
        <w:rPr>
          <w:rStyle w:val="libArabicChar"/>
          <w:rtl/>
        </w:rPr>
        <w:t xml:space="preserve"> نَقَلَ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ُ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ُ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مِنْ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ذُلِّ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الْمَعاصی</w:t>
      </w:r>
      <w:r w:rsidRPr="003E50C6">
        <w:rPr>
          <w:rStyle w:val="libArabicChar"/>
          <w:rtl/>
        </w:rPr>
        <w:t xml:space="preserve"> اِلٰ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tl/>
        </w:rPr>
        <w:t xml:space="preserve"> عِزِّ التَّقْويٰ اَغْنٰا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ُ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بِلا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مالٍ،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وَاَعَزَّ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ُ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بِلا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عَشی</w:t>
      </w:r>
      <w:r w:rsidRPr="003E50C6">
        <w:rPr>
          <w:rStyle w:val="libArabicChar"/>
          <w:rFonts w:hint="eastAsia"/>
          <w:rtl/>
        </w:rPr>
        <w:t>رَةٍ،</w:t>
      </w:r>
      <w:r w:rsidRPr="003E50C6">
        <w:rPr>
          <w:rStyle w:val="libArabicChar"/>
          <w:rtl/>
        </w:rPr>
        <w:t xml:space="preserve"> وَا ٓنَسَ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بِلا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اَنی</w:t>
      </w:r>
      <w:r w:rsidRPr="003E50C6">
        <w:rPr>
          <w:rStyle w:val="libArabicChar"/>
          <w:rFonts w:hint="eastAsia"/>
          <w:rtl/>
        </w:rPr>
        <w:t>سٍ</w:t>
      </w:r>
      <w:r>
        <w:rPr>
          <w:rtl/>
          <w:lang w:bidi="ur-PK"/>
        </w:rPr>
        <w:t>:“</w:t>
      </w:r>
      <w:r w:rsidR="00024CEF" w:rsidRPr="00572206">
        <w:rPr>
          <w:rStyle w:val="libFootnotenumChar"/>
          <w:rtl/>
        </w:rPr>
        <w:t>(63)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”جس</w:t>
      </w:r>
      <w:r>
        <w:rPr>
          <w:rtl/>
          <w:lang w:bidi="ur-PK"/>
        </w:rPr>
        <w:t xml:space="preserve"> شخص کو خداوندعالم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ذلت سے نکال کر تقويٰ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تک پہنچادے تو خدا اس کو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مال عطاکئے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قوم و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کے عزت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دوست کے انس و محبت عطا فرماتا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3E50C6">
        <w:rPr>
          <w:rStyle w:val="libArabicChar"/>
          <w:rFonts w:hint="eastAsia"/>
          <w:rtl/>
        </w:rPr>
        <w:t>عَنِ</w:t>
      </w:r>
      <w:r w:rsidRPr="003E50C6">
        <w:rPr>
          <w:rStyle w:val="libArabicChar"/>
          <w:rtl/>
        </w:rPr>
        <w:t xml:space="preserve"> اَم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Fonts w:hint="eastAsia"/>
          <w:rtl/>
        </w:rPr>
        <w:t>رِ</w:t>
      </w:r>
      <w:r w:rsidRPr="003E50C6">
        <w:rPr>
          <w:rStyle w:val="libArabicChar"/>
          <w:rtl/>
        </w:rPr>
        <w:t xml:space="preserve"> الْمُ</w:t>
      </w:r>
      <w:r w:rsidR="00AA04E3">
        <w:rPr>
          <w:rStyle w:val="libArabicChar"/>
          <w:rtl/>
        </w:rPr>
        <w:t>و</w:t>
      </w:r>
      <w:r w:rsidRPr="003E50C6">
        <w:rPr>
          <w:rStyle w:val="libArabicChar"/>
          <w:rFonts w:hint="eastAsia"/>
          <w:rtl/>
        </w:rPr>
        <w:t>مِن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Fonts w:hint="eastAsia"/>
          <w:rtl/>
        </w:rPr>
        <w:t>نَ</w:t>
      </w:r>
      <w:r w:rsidRPr="003E50C6">
        <w:rPr>
          <w:rStyle w:val="libArabicChar"/>
          <w:rtl/>
        </w:rPr>
        <w:t xml:space="preserve"> :اَلدُّنْ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Fonts w:hint="eastAsia"/>
          <w:rtl/>
        </w:rPr>
        <w:t>ا</w:t>
      </w:r>
      <w:r w:rsidRPr="003E50C6">
        <w:rPr>
          <w:rStyle w:val="libArabicChar"/>
          <w:rtl/>
        </w:rPr>
        <w:t xml:space="preserve"> مَمَرٌّ، وَالنَّاسُ ف</w:t>
      </w:r>
      <w:r w:rsidRPr="003E50C6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ا</w:t>
      </w:r>
      <w:r w:rsidRPr="003E50C6">
        <w:rPr>
          <w:rStyle w:val="libArabicChar"/>
          <w:rtl/>
        </w:rPr>
        <w:t xml:space="preserve"> رَجُلاٰنِ:رَجُلٌ باعَ نَفْسَ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ُ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فَاَوْبَقَ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ٰا،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وَرَجُلٌ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ابْتاعَ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نَفْسَ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ُ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فَاَعْتَقَ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ا</w:t>
      </w:r>
      <w:r>
        <w:rPr>
          <w:rtl/>
          <w:lang w:bidi="ur-PK"/>
        </w:rPr>
        <w:t>:“</w:t>
      </w:r>
      <w:r w:rsidR="00024CEF" w:rsidRPr="00572206">
        <w:rPr>
          <w:rStyle w:val="libFootnotenumChar"/>
          <w:rtl/>
        </w:rPr>
        <w:t>(64)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”حضرت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گزرگاہ(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راستہ)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سے دو طرح کے لوگ گزرتے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وہ شخص جس نے اپنے آپ کو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بدلے فروخت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لہٰذا اس نے خود کو نابود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دوسرے وہ شخص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نے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اپنے آپ کو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لہٰذا اس نے خ</w:t>
      </w:r>
      <w:r>
        <w:rPr>
          <w:rFonts w:hint="eastAsia"/>
          <w:rtl/>
          <w:lang w:bidi="ur-PK"/>
        </w:rPr>
        <w:t>ود</w:t>
      </w:r>
      <w:r>
        <w:rPr>
          <w:rtl/>
          <w:lang w:bidi="ur-PK"/>
        </w:rPr>
        <w:t xml:space="preserve"> کو آزاد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مرو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کر عرض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گناھگار شخص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اورگناہ پر صبر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کرسکتا، لہٰذا مجھے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ئے،</w:t>
      </w:r>
      <w:r>
        <w:rPr>
          <w:rtl/>
          <w:lang w:bidi="ur-PK"/>
        </w:rPr>
        <w:t xml:space="preserve"> تو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اس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تو پانچ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انجام دے اس کے بعد جو چاھے گناہ کرنا: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1۔ خداکا عطا کردہ رزق مت کھا۔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2۔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و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باھر نکل جا۔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>3۔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تلاش کر جھاں خدا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4۔ جس وقت ملک الموت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قبض کرنے آئے تو اس بچ کر بھاگ جانا۔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5۔ جب (روز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>) تجھے مالكِ دوزخ، دوزخ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ڈالنا چاھے تو اس وقت دوزخ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جانا۔“</w:t>
      </w:r>
      <w:r w:rsidR="00024CEF" w:rsidRPr="00572206">
        <w:rPr>
          <w:rStyle w:val="libFootnotenumChar"/>
          <w:rtl/>
        </w:rPr>
        <w:t>(65)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”</w:t>
      </w:r>
      <w:r w:rsidRPr="003E50C6">
        <w:rPr>
          <w:rStyle w:val="libArabicChar"/>
          <w:rFonts w:hint="eastAsia"/>
          <w:rtl/>
        </w:rPr>
        <w:t>قالَ</w:t>
      </w:r>
      <w:r w:rsidRPr="003E50C6">
        <w:rPr>
          <w:rStyle w:val="libArabicChar"/>
          <w:rtl/>
        </w:rPr>
        <w:t xml:space="preserve"> عَلِ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tl/>
        </w:rPr>
        <w:t xml:space="preserve"> بْنُ الْحُس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Fonts w:hint="eastAsia"/>
          <w:rtl/>
        </w:rPr>
        <w:t>نِ</w:t>
      </w:r>
      <w:r w:rsidRPr="003E50C6">
        <w:rPr>
          <w:rStyle w:val="libArabicChar"/>
          <w:rtl/>
        </w:rPr>
        <w:t xml:space="preserve"> عل</w:t>
      </w:r>
      <w:r w:rsidRPr="003E50C6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tl/>
        </w:rPr>
        <w:t xml:space="preserve"> السلام: اِنَّ الْمَعْرِفَةَ وَكَمالَ د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Fonts w:hint="eastAsia"/>
          <w:rtl/>
        </w:rPr>
        <w:t>نِ</w:t>
      </w:r>
      <w:r w:rsidRPr="003E50C6">
        <w:rPr>
          <w:rStyle w:val="libArabicChar"/>
          <w:rtl/>
        </w:rPr>
        <w:t xml:space="preserve"> الْمُسْلِمِ تَرْكُ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ُ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الْكَلامَ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فی</w:t>
      </w:r>
      <w:r w:rsidRPr="003E50C6">
        <w:rPr>
          <w:rStyle w:val="libArabicChar"/>
          <w:rFonts w:hint="eastAsia"/>
          <w:rtl/>
        </w:rPr>
        <w:t>ما</w:t>
      </w:r>
      <w:r w:rsidRPr="003E50C6">
        <w:rPr>
          <w:rStyle w:val="libArabicChar"/>
          <w:rtl/>
        </w:rPr>
        <w:t xml:space="preserve"> لاٰ 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Fonts w:hint="eastAsia"/>
          <w:rtl/>
        </w:rPr>
        <w:t>عْن</w:t>
      </w:r>
      <w:r w:rsidRPr="003E50C6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ِ،</w:t>
      </w:r>
      <w:r w:rsidRPr="003E50C6">
        <w:rPr>
          <w:rStyle w:val="libArabicChar"/>
          <w:rtl/>
        </w:rPr>
        <w:t xml:space="preserve"> وَ قِلَّةُ مِرائِ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ِ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وَ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حِلْمُ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ُ</w:t>
      </w:r>
      <w:r w:rsidRPr="003E50C6">
        <w:rPr>
          <w:rStyle w:val="libArabicChar"/>
          <w:rtl/>
        </w:rPr>
        <w:t xml:space="preserve"> وَ صَبْرُ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ُ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وَ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حُسْنُ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خُلْقِ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ِ</w:t>
      </w:r>
      <w:r>
        <w:rPr>
          <w:rtl/>
          <w:lang w:bidi="ur-PK"/>
        </w:rPr>
        <w:t>:“</w:t>
      </w:r>
      <w:r w:rsidR="00024CEF" w:rsidRPr="00572206">
        <w:rPr>
          <w:rStyle w:val="libFootnotenumChar"/>
          <w:rtl/>
        </w:rPr>
        <w:t>(66)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”حضرت</w:t>
      </w:r>
      <w:r>
        <w:rPr>
          <w:rtl/>
          <w:lang w:bidi="ur-PK"/>
        </w:rPr>
        <w:t xml:space="preserve">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:بے شک مسلمانوں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کمال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بے فائدہ گفتگو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کرے، نزاع و جھگڑے سے دور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، صبر و حلم اور حسن خُلق سے کام لے“۔ </w:t>
      </w:r>
    </w:p>
    <w:p w:rsidR="00476253" w:rsidRDefault="00476253" w:rsidP="00476253">
      <w:pPr>
        <w:pStyle w:val="libNormal"/>
        <w:rPr>
          <w:rtl/>
          <w:lang w:bidi="ur-PK"/>
        </w:rPr>
      </w:pPr>
      <w:r w:rsidRPr="003E50C6">
        <w:rPr>
          <w:rStyle w:val="libArabicChar"/>
          <w:rFonts w:hint="eastAsia"/>
          <w:rtl/>
        </w:rPr>
        <w:t>عَنِ</w:t>
      </w:r>
      <w:r w:rsidRPr="003E50C6">
        <w:rPr>
          <w:rStyle w:val="libArabicChar"/>
          <w:rtl/>
        </w:rPr>
        <w:t xml:space="preserve"> الْبَاقِرِ (عَلَ</w:t>
      </w:r>
      <w:r w:rsidRPr="003E50C6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tl/>
        </w:rPr>
        <w:t xml:space="preserve"> السَّلام):مَنْ صَدَقَ لِسَانُ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ُ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زَکيٰ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عَمَلُ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ُ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وَمَنْ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حَسُنَتْ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نِی</w:t>
      </w:r>
      <w:r w:rsidRPr="003E50C6">
        <w:rPr>
          <w:rStyle w:val="libArabicChar"/>
          <w:rFonts w:hint="eastAsia"/>
          <w:rtl/>
        </w:rPr>
        <w:t>تُ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ُ</w:t>
      </w:r>
      <w:r w:rsidRPr="003E50C6">
        <w:rPr>
          <w:rStyle w:val="libArabicChar"/>
          <w:rtl/>
        </w:rPr>
        <w:t xml:space="preserve"> زِ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Fonts w:hint="eastAsia"/>
          <w:rtl/>
        </w:rPr>
        <w:t>دَفِ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tl/>
        </w:rPr>
        <w:t xml:space="preserve"> رِزْقِ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ِ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وَمَنْ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حَسُنَ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بِرُّ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ُ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بِاَ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ل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ِ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زِی</w:t>
      </w:r>
      <w:r w:rsidRPr="003E50C6">
        <w:rPr>
          <w:rStyle w:val="libArabicChar"/>
          <w:rFonts w:hint="eastAsia"/>
          <w:rtl/>
        </w:rPr>
        <w:t>دَفِ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tl/>
        </w:rPr>
        <w:t xml:space="preserve"> عُمْرِ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ِ</w:t>
      </w:r>
      <w:r>
        <w:rPr>
          <w:rtl/>
          <w:lang w:bidi="ur-PK"/>
        </w:rPr>
        <w:t>“۔</w:t>
      </w:r>
      <w:r w:rsidR="00572206" w:rsidRPr="00572206">
        <w:rPr>
          <w:rStyle w:val="libFootnotenumChar"/>
          <w:rtl/>
          <w:lang w:bidi="ur-PK"/>
        </w:rPr>
        <w:t>(67)</w:t>
      </w:r>
      <w:r w:rsidR="00572206">
        <w:rPr>
          <w:rtl/>
          <w:lang w:bidi="ur-PK"/>
        </w:rPr>
        <w:t xml:space="preserve"> </w:t>
      </w:r>
      <w:r w:rsidR="00572206">
        <w:rPr>
          <w:rtl/>
          <w:lang w:bidi="ur-PK"/>
        </w:rPr>
        <w:cr/>
      </w: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باقر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جس شخص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سچ بولے اس کاعمل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جس شخص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جو شخص اپنے اھل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احسان کرے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بڑھ 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3E50C6">
        <w:rPr>
          <w:rStyle w:val="libArabicChar"/>
          <w:rFonts w:hint="eastAsia"/>
          <w:rtl/>
        </w:rPr>
        <w:t>عَن</w:t>
      </w:r>
      <w:r w:rsidRPr="003E50C6">
        <w:rPr>
          <w:rStyle w:val="libArabicChar"/>
          <w:rtl/>
        </w:rPr>
        <w:t xml:space="preserve"> اَب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tl/>
        </w:rPr>
        <w:t xml:space="preserve"> عَبْدِاللّٰ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ِ</w:t>
      </w:r>
      <w:r w:rsidRPr="003E50C6">
        <w:rPr>
          <w:rStyle w:val="libArabicChar"/>
          <w:rtl/>
        </w:rPr>
        <w:t>(</w:t>
      </w:r>
      <w:r w:rsidRPr="003E50C6">
        <w:rPr>
          <w:rStyle w:val="libArabicChar"/>
          <w:rFonts w:hint="cs"/>
          <w:rtl/>
        </w:rPr>
        <w:t>عَلَی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tl/>
        </w:rPr>
        <w:t xml:space="preserve"> السَّلام): اَوْرَعَ النّٰاسِ مَنْ وَقَفَ عِنْدَ الشُّبْ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َةِ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اَعْبَدُ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النَّاسِ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مَنْ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اَقامَ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الْفَرائِضَ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اَزْ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َدُ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النَّاسِ</w:t>
      </w:r>
      <w:r w:rsidRPr="003E50C6">
        <w:rPr>
          <w:rStyle w:val="libArabicChar"/>
          <w:rtl/>
        </w:rPr>
        <w:t xml:space="preserve"> مَنْ تَرَكَ الْحَرامَ</w:t>
      </w:r>
      <w:r w:rsidRPr="003E50C6">
        <w:rPr>
          <w:rStyle w:val="libArabicChar"/>
          <w:rFonts w:hint="cs"/>
          <w:rtl/>
        </w:rPr>
        <w:t>اَشَدُّ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النَّاسِ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اجْتِ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اداً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مَنْ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تَرَكَ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الذُّنُوبَ</w:t>
      </w:r>
      <w:r>
        <w:rPr>
          <w:rtl/>
          <w:lang w:bidi="ur-PK"/>
        </w:rPr>
        <w:t>:“</w:t>
      </w:r>
      <w:r w:rsidR="00024CEF" w:rsidRPr="00572206">
        <w:rPr>
          <w:rStyle w:val="libFootnotenumChar"/>
          <w:rtl/>
        </w:rPr>
        <w:t>(68)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”حضرت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باتقويٰ وہ شخص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خود کو مشتبہ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محفوظ رکھے، سب سے اچھا بندہ وہ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واجبات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بجالائے، زاہد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شخص وہ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حرام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ترک کرے، اور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جدو جہد کرنے والا شخص وہ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گناھوں </w:t>
      </w:r>
      <w:r>
        <w:rPr>
          <w:rFonts w:hint="eastAsia"/>
          <w:rtl/>
          <w:lang w:bidi="ur-PK"/>
        </w:rPr>
        <w:t>چھوڑ</w:t>
      </w:r>
      <w:r>
        <w:rPr>
          <w:rtl/>
          <w:lang w:bidi="ur-PK"/>
        </w:rPr>
        <w:t xml:space="preserve"> دے“۔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موسيٰ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ہشام بن حکم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3E50C6">
        <w:rPr>
          <w:rStyle w:val="libArabicChar"/>
          <w:rFonts w:hint="eastAsia"/>
          <w:rtl/>
        </w:rPr>
        <w:t>رَحِمَ</w:t>
      </w:r>
      <w:r w:rsidRPr="003E50C6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ُ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مَنِ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اسْتَحْی</w:t>
      </w:r>
      <w:r w:rsidRPr="003E50C6">
        <w:rPr>
          <w:rStyle w:val="libArabicChar"/>
          <w:rFonts w:hint="eastAsia"/>
          <w:rtl/>
        </w:rPr>
        <w:t>يٰ</w:t>
      </w:r>
      <w:r w:rsidRPr="003E50C6">
        <w:rPr>
          <w:rStyle w:val="libArabicChar"/>
          <w:rtl/>
        </w:rPr>
        <w:t xml:space="preserve"> مِنَ اللّٰ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ِ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حَقَّ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الْحَی</w:t>
      </w:r>
      <w:r w:rsidRPr="003E50C6">
        <w:rPr>
          <w:rStyle w:val="libArabicChar"/>
          <w:rFonts w:hint="eastAsia"/>
          <w:rtl/>
        </w:rPr>
        <w:t>اءِ،</w:t>
      </w:r>
      <w:r w:rsidRPr="003E50C6">
        <w:rPr>
          <w:rStyle w:val="libArabicChar"/>
          <w:rtl/>
        </w:rPr>
        <w:t xml:space="preserve"> فَحَفِظَ الرَّ</w:t>
      </w:r>
      <w:r w:rsidR="00BA0B7F">
        <w:rPr>
          <w:rStyle w:val="libArabicChar"/>
          <w:rtl/>
        </w:rPr>
        <w:t>ا</w:t>
      </w:r>
      <w:r w:rsidRPr="003E50C6">
        <w:rPr>
          <w:rStyle w:val="libArabicChar"/>
          <w:rFonts w:hint="eastAsia"/>
          <w:rtl/>
        </w:rPr>
        <w:t>سَ</w:t>
      </w:r>
      <w:r w:rsidRPr="003E50C6">
        <w:rPr>
          <w:rStyle w:val="libArabicChar"/>
          <w:rtl/>
        </w:rPr>
        <w:t xml:space="preserve"> وَما حَوٰ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Fonts w:hint="eastAsia"/>
          <w:rtl/>
        </w:rPr>
        <w:t>،</w:t>
      </w:r>
      <w:r w:rsidRPr="003E50C6">
        <w:rPr>
          <w:rStyle w:val="libArabicChar"/>
          <w:rtl/>
        </w:rPr>
        <w:t xml:space="preserve"> وَالْبَطْنَ وَ ما وَعيٰ، وَذَكَرَ الْمَوْتَ وَالْبِليٰ، وَعَلِمَ اَنَّ الْجَنَّةَ مَحْفُوفَةٌ بِالْمَكٰارِ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ِ،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وَ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النَّارَ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مَحْفُوفَةٌ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بِالشَّ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َواتِ</w:t>
      </w:r>
      <w:r>
        <w:rPr>
          <w:rtl/>
          <w:lang w:bidi="ur-PK"/>
        </w:rPr>
        <w:t>:“</w:t>
      </w:r>
      <w:r w:rsidR="00024CEF" w:rsidRPr="00572206">
        <w:rPr>
          <w:rStyle w:val="libFootnotenumChar"/>
          <w:rtl/>
        </w:rPr>
        <w:t>(69)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”خداوندعالم</w:t>
      </w:r>
      <w:r>
        <w:rPr>
          <w:rtl/>
          <w:lang w:bidi="ur-PK"/>
        </w:rPr>
        <w:t xml:space="preserve"> رحمت کرے اس شخص پر جو خداکے سامنے اس طرح شرم کرے جس کا وہ حقدار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آنکھ، کان اور زبان کو گناھوں سے محفوظ رکھے، اپنے کو لقمہ حرام سے بچائے رکھے، قبر اور قبر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بدن کے بوس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نے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رکھے، اور اس بات پر توجہ رکھے کہ جنت زحمت و مشکلات کے سات</w:t>
      </w:r>
      <w:r>
        <w:rPr>
          <w:rFonts w:hint="eastAsia"/>
          <w:rtl/>
          <w:lang w:bidi="ur-PK"/>
        </w:rPr>
        <w:t>ھ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جہنم لذت شھوت کے ساتھ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حضرات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کرام، اور ائمہ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نے ان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امور اور انسان کو شقاوت و ھلاکت سے بچانے والے اھم مسائل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معتبر کتابوں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مذکورہ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ٹھاٹے مارتے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سمندر کے چند </w:t>
      </w:r>
      <w:r>
        <w:rPr>
          <w:rtl/>
          <w:lang w:bidi="ur-PK"/>
        </w:rPr>
        <w:lastRenderedPageBreak/>
        <w:t>قطرے تھے ۔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علماء کرام سے وعظ و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نقل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جو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علاج کے لئے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نسخے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انسان اپنے نفس کو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کثافت سے بچاسکتا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چند نمونے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ملاحظہ فرمال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عارف نے کھا: ھم نے چار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چار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طلب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راستہ کا غلط انتخاب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ھم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وہ چار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1۔بے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مال و دولت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ڈھونڈا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قناعت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2۔مقام و عظمت کو حسب ونسب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تلاش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تقويٰ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3۔چ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وسکون کو 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کثرت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ڈھونڈا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کم 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4۔نعمت کو لباس، غذا اور لذتوں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تلاش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کو بدن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صحت و سلامت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 w:rsidR="00024CEF" w:rsidRPr="00572206">
        <w:rPr>
          <w:rStyle w:val="libFootnotenumChar"/>
          <w:rtl/>
        </w:rPr>
        <w:t>(70)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لقمان نے اپنے فرزند کو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کل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چار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گا: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گزار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کو کس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مال و دولت کھاں سے حاصل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حاصل شدہ مال و دولت کھاں پر خرچ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>
        <w:rPr>
          <w:rtl/>
          <w:lang w:bidi="ur-PK"/>
        </w:rPr>
        <w:t xml:space="preserve"> لہٰ</w:t>
      </w:r>
      <w:r>
        <w:rPr>
          <w:rFonts w:hint="eastAsia"/>
          <w:rtl/>
          <w:lang w:bidi="ur-PK"/>
        </w:rPr>
        <w:t>ذا</w:t>
      </w:r>
      <w:r>
        <w:rPr>
          <w:rtl/>
          <w:lang w:bidi="ur-PK"/>
        </w:rPr>
        <w:t xml:space="preserve"> اس کے لئے جواب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کرلو</w:t>
      </w:r>
      <w:r w:rsidR="00024CEF" w:rsidRPr="00572206">
        <w:rPr>
          <w:rStyle w:val="libFootnotenumChar"/>
          <w:rtl/>
        </w:rPr>
        <w:t>(71)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عارف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:دانشوروں نے چارچ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پر اتفاق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ان کو چار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انتخاب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1۔تور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>: جس شخص نے قناعت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2۔زبور: جس شخص نے سکوت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و سالم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3۔انج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>: جس شخص نے ناحق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اور نامناسب لوگوں سے کنارہ 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نجات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4۔ قرآن: جو شخص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چلا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راہ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024CEF" w:rsidRPr="00572206">
        <w:rPr>
          <w:rStyle w:val="libFootnotenumChar"/>
          <w:rtl/>
        </w:rPr>
        <w:t>(72)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”سل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“نے ”حم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طو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“سے کھا: مجھے موعظہ و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>:تو ”حم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“نے کھا: اگر خلوت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ںخدا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</w:t>
      </w:r>
      <w:r w:rsidR="00AA04E3">
        <w:rPr>
          <w:rtl/>
          <w:lang w:bidi="ur-PK"/>
        </w:rPr>
        <w:t xml:space="preserve">رہے 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 xml:space="preserve">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جانتے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کہ خدا تم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تو تم نے بھت بڑے کام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جرئت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اگر تم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سوچو کہ خدا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تم کافر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</w:t>
      </w:r>
      <w:r w:rsidR="00024CEF" w:rsidRPr="00572206">
        <w:rPr>
          <w:rStyle w:val="libFootnotenumChar"/>
          <w:rtl/>
        </w:rPr>
        <w:t>(73)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نے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! اگر روئے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ھم لوگ عبادت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کام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مسلمان</w:t>
      </w:r>
      <w:r>
        <w:rPr>
          <w:rtl/>
          <w:lang w:bidi="ur-PK"/>
        </w:rPr>
        <w:t xml:space="preserve"> کو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پلاتے، اھل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رکھنے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مددکرتے، اور لوگوں کے گناھوں کو چھپا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</w:t>
      </w:r>
      <w:r w:rsidR="00024CEF" w:rsidRPr="00572206">
        <w:rPr>
          <w:rStyle w:val="libFootnotenumChar"/>
          <w:rtl/>
        </w:rPr>
        <w:t>(74)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عالم بزرگوار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خداوندا! تجھ سے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رکھنا،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ثنا کرنام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پر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سخن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تجھ سے ملاقات کا وقت،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محبوب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وقت</w:t>
      </w:r>
      <w:r w:rsidR="00AA04E3">
        <w:rPr>
          <w:rtl/>
          <w:lang w:bidi="ur-PK"/>
        </w:rPr>
        <w:t xml:space="preserve"> ہے</w:t>
      </w:r>
      <w:r w:rsidR="00024CEF" w:rsidRPr="00572206">
        <w:rPr>
          <w:rStyle w:val="libFootnotenumChar"/>
          <w:rtl/>
        </w:rPr>
        <w:t>(75)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عارف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پانچ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بدبخت اور ملعون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گناہ</w:t>
      </w:r>
      <w:r>
        <w:rPr>
          <w:rtl/>
          <w:lang w:bidi="ur-PK"/>
        </w:rPr>
        <w:t xml:space="preserve"> کا اقرار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گناہ پر شرمندہ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ملامت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توبہ کا ارادہ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رحمت خدا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ا؛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جناب آدم پانچ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گئے: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خطا کا اقرار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شرمندہ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ئے،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ملامت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توبہ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رحمت خدا سے ناام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ئے۔</w:t>
      </w:r>
      <w:r w:rsidR="00572206" w:rsidRPr="00572206">
        <w:rPr>
          <w:rStyle w:val="libFootnotenumChar"/>
          <w:rtl/>
          <w:lang w:bidi="ur-PK"/>
        </w:rPr>
        <w:t>(76)</w:t>
      </w:r>
      <w:r w:rsidR="00572206">
        <w:rPr>
          <w:rtl/>
          <w:lang w:bidi="ur-PK"/>
        </w:rPr>
        <w:t xml:space="preserve"> </w:t>
      </w:r>
      <w:r w:rsidR="00572206">
        <w:rPr>
          <w:rtl/>
          <w:lang w:bidi="ur-PK"/>
        </w:rPr>
        <w:cr/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حيٰ</w:t>
      </w:r>
      <w:r>
        <w:rPr>
          <w:rtl/>
          <w:lang w:bidi="ur-PK"/>
        </w:rPr>
        <w:t xml:space="preserve"> بن معاذ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جو شخص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کھانا کھاتا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شھوت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اضافہ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شھوت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کے گناہ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جس کے گناہ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وہ سنگ </w:t>
      </w:r>
      <w:r>
        <w:rPr>
          <w:rFonts w:hint="eastAsia"/>
          <w:rtl/>
          <w:lang w:bidi="ur-PK"/>
        </w:rPr>
        <w:t>دل</w:t>
      </w:r>
      <w:r>
        <w:rPr>
          <w:rtl/>
          <w:lang w:bidi="ur-PK"/>
        </w:rPr>
        <w:t xml:space="preserve"> بن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جو سنگ دل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وہ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زرق و برق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آفات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 w:rsidR="00024CEF" w:rsidRPr="00572206">
        <w:rPr>
          <w:rStyle w:val="libFootnotenumChar"/>
          <w:rtl/>
        </w:rPr>
        <w:t>(77)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صفات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خصلت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1۔ سکوت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کو محفوظ رکھتے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نجات کا دروازے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2۔ ان کا شکم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جو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كُنج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3۔ دن بھر کے روزے اور رات بھر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اپنے نفس کو زحمت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ڈالتے </w:t>
      </w:r>
      <w:r w:rsidR="00AA04E3">
        <w:rPr>
          <w:rtl/>
          <w:lang w:bidi="ur-PK"/>
        </w:rPr>
        <w:t xml:space="preserve"> ہیں </w:t>
      </w:r>
      <w:r w:rsidR="00024CEF" w:rsidRPr="00572206">
        <w:rPr>
          <w:rStyle w:val="libFootnotenumChar"/>
          <w:rtl/>
        </w:rPr>
        <w:t>(78)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قارئ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کرام! اگر ھر گناھگار بندہ ؛خدا، رسول اور ائمہ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علمائے کرام کے بتائے نسخہ پر عمل کرے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اس کے گناہ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جاتے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روح کاعلاج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ممکن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گناھگار</w:t>
      </w:r>
      <w:r>
        <w:rPr>
          <w:rtl/>
          <w:lang w:bidi="ur-PK"/>
        </w:rPr>
        <w:t xml:space="preserve"> انسان کو اس بات پر توجہ رکھنا چاہئے کہ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بعثت، ائمہ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اور علمائے کرام کے علم و حکمت کا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مقصد انسانوں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روح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علاج کرنا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لہٰذا گناھگار بندے کا مغفرت سے ناام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کو</w:t>
      </w:r>
      <w:r>
        <w:rPr>
          <w:rFonts w:hint="eastAsia"/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رکھتا، لہٰذا اپنے دل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 ناام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آلودہ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کرنا چاہئے، اپنے کو گناھوں پر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رکھنا چاہئے، اور نہ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شقاوت و بدبخت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کرنا چاہئے، بلکہ گناھگار انسان اس پر لازم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خداوندعالم،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و ائمہ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خصوصاً</w:t>
      </w:r>
      <w:r>
        <w:rPr>
          <w:rtl/>
          <w:lang w:bidi="ur-PK"/>
        </w:rPr>
        <w:t xml:space="preserve">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واسعہ اور اس کے لطف و کرم کے مدنظر اپنے گناھوں سے توبہ کرلے۔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3E50C6" w:rsidRDefault="003E50C6" w:rsidP="00476253">
      <w:pPr>
        <w:pStyle w:val="libNormal"/>
        <w:rPr>
          <w:rtl/>
          <w:lang w:bidi="ur-PK"/>
        </w:rPr>
      </w:pPr>
    </w:p>
    <w:p w:rsidR="003937EF" w:rsidRDefault="003937EF" w:rsidP="00476253">
      <w:pPr>
        <w:pStyle w:val="libNormal"/>
        <w:rPr>
          <w:rtl/>
          <w:lang w:bidi="ur-PK"/>
        </w:rPr>
      </w:pPr>
    </w:p>
    <w:p w:rsidR="003937EF" w:rsidRDefault="003937EF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20" w:name="_Toc520983957"/>
      <w:r>
        <w:rPr>
          <w:rFonts w:hint="eastAsia"/>
          <w:rtl/>
          <w:lang w:bidi="ur-PK"/>
        </w:rPr>
        <w:lastRenderedPageBreak/>
        <w:t>توبہ</w:t>
      </w:r>
      <w:r>
        <w:rPr>
          <w:rtl/>
          <w:lang w:bidi="ur-PK"/>
        </w:rPr>
        <w:t xml:space="preserve"> واجب ِفور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bookmarkEnd w:id="20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گزشتہ</w:t>
      </w:r>
      <w:r>
        <w:rPr>
          <w:rtl/>
          <w:lang w:bidi="ur-PK"/>
        </w:rPr>
        <w:t xml:space="preserve"> بحث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ھم ثابت کرچکے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 سے گناہ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اور بتاچکے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قابل علاج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واضح کرچکے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علاج کرنے والے اطباء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خدا،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اء،</w:t>
      </w:r>
      <w:r>
        <w:rPr>
          <w:rtl/>
          <w:lang w:bidi="ur-PK"/>
        </w:rPr>
        <w:t xml:space="preserve"> ائمہ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اور علمائے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لہٰ</w:t>
      </w:r>
      <w:r>
        <w:rPr>
          <w:rFonts w:hint="eastAsia"/>
          <w:rtl/>
          <w:lang w:bidi="ur-PK"/>
        </w:rPr>
        <w:t>ذا</w:t>
      </w:r>
      <w:r>
        <w:rPr>
          <w:rtl/>
          <w:lang w:bidi="ur-PK"/>
        </w:rPr>
        <w:t xml:space="preserve"> گناھگار بندے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علاج کے لئے ان مقدس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اطباء کے پاس جانا چاہئے، اور ان کے تجو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کردہ نسخہ پر عمل کرنا چاہئے تاکہ 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شفا مل جائے، صحت و سلامت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لوٹ آئے، اورن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 صالح بندوں کے قافلہ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شامل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گناھوں</w:t>
      </w:r>
      <w:r>
        <w:rPr>
          <w:rtl/>
          <w:lang w:bidi="ur-PK"/>
        </w:rPr>
        <w:t xml:space="preserve">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کو اس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پر توجہ رکھنا چاہئے کہ جس طرح انسان عام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کے فوراً بعد اس کے علاج کے لئے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ڈاکٹر کے پاس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تاکہ درد و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سے نجات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کے علاوہ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جڑ نہ پکڑلے، جس کا علاج ناممکن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گن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علاج کے لئے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چاہئے اور بھت جلد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نسخہ پر عمل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توبہ و استغفار کرنا چاہئے، تاکہ گناہ و ظلمت،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شرّ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اور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کا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خاتمہ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جائے، اوراس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رحمت و مغفرت، صحت و سلامت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نور چمکنے ل</w:t>
      </w:r>
      <w:r>
        <w:rPr>
          <w:rFonts w:hint="eastAsia"/>
          <w:rtl/>
          <w:lang w:bidi="ur-PK"/>
        </w:rPr>
        <w:t>گے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گناھگار</w:t>
      </w:r>
      <w:r>
        <w:rPr>
          <w:rtl/>
          <w:lang w:bidi="ur-PK"/>
        </w:rPr>
        <w:t xml:space="preserve"> کو چاہئے کہ خواب غفلت سے باھر نکل آئے،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نامناسب حالت پر توجہ دے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سوچے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خداکے ان تمام لطف و کرم، احسان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کے مقابلہ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شب و روز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کو نور اطاعت و عبادت اورخدمت خلق سے منور کرنے کے بجائے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گناہ اور خطا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اپنے کو آلودہ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موقع پر اپنے اوپر واجب قرار دے کہ اپنے تمام ظاھر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گناھوں کو ترک کرے،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اطاعت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کرے،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رجوع کرے، اور صراط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پر برقرار رہنے کے ساتھ ساتھ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شرم، عبادت و ب</w:t>
      </w:r>
      <w:r>
        <w:rPr>
          <w:rFonts w:hint="eastAsia"/>
          <w:rtl/>
          <w:lang w:bidi="ur-PK"/>
        </w:rPr>
        <w:t>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بندگان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اپنے ماض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تدارک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فقھ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لحاظ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واجب ”واجبِ فور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وقت گناھگار انسان اپنے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جائے،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احساس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کہ اس نے کس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مقدس ذات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کس منعم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کو گناہ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استعمال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کس مولائے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سے جنگ کے لئے آ</w:t>
      </w:r>
      <w:r>
        <w:rPr>
          <w:rFonts w:hint="eastAsia"/>
          <w:rtl/>
          <w:lang w:bidi="ur-PK"/>
        </w:rPr>
        <w:t>مادہ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کس مھربان کے روبرو کھڑا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تو فور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اپنے علاج کے لئے توبہ کرے اور ندامت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حرارت اور حسرت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اپنے وجود سے گناھوں کے اثر کو جلادے، اور اپنے دل و جان اور روح سے فحشاء و منکر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پاک کردے، اور اپنے اندر </w:t>
      </w:r>
      <w:r>
        <w:rPr>
          <w:rFonts w:hint="eastAsia"/>
          <w:rtl/>
          <w:lang w:bidi="ur-PK"/>
        </w:rPr>
        <w:t>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و مغفرت کو جگہ دے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توبہ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کرنا خود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گناہ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خود کو عذاب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محفوظ سمجھنا اور اس حالت پر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رہنا گناھان 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عبد العظ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حسن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 نے حضرت امام محمد 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سے، انھوں نے حضرت امام رضا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سے، انھوںنے حضرت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سے، انھوں نے حضرت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عمرو بن عُبَ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  <w:r>
        <w:rPr>
          <w:rFonts w:hint="eastAsia"/>
          <w:rtl/>
          <w:lang w:bidi="ur-PK"/>
        </w:rPr>
        <w:t>گناھان</w:t>
      </w:r>
      <w:r>
        <w:rPr>
          <w:rtl/>
          <w:lang w:bidi="ur-PK"/>
        </w:rPr>
        <w:t xml:space="preserve"> 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کون سے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تو آپ نے قرآن سے گناھان 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:خود کو عذاب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محفوظ سمجھنا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گناہ 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</w:t>
      </w:r>
      <w:r w:rsidR="00572206" w:rsidRPr="00572206">
        <w:rPr>
          <w:rStyle w:val="libFootnotenumChar"/>
          <w:rtl/>
          <w:lang w:bidi="ur-PK"/>
        </w:rPr>
        <w:t>(79)</w:t>
      </w:r>
      <w:r w:rsidR="00572206">
        <w:rPr>
          <w:rtl/>
          <w:lang w:bidi="ur-PK"/>
        </w:rPr>
        <w:t xml:space="preserve"> </w:t>
      </w:r>
      <w:r w:rsidR="00572206">
        <w:rPr>
          <w:rtl/>
          <w:lang w:bidi="ur-PK"/>
        </w:rPr>
        <w:cr/>
      </w:r>
      <w:r>
        <w:rPr>
          <w:rFonts w:hint="eastAsia"/>
          <w:rtl/>
          <w:lang w:bidi="ur-PK"/>
        </w:rPr>
        <w:t>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گناھگار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حق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کہ وہ توبہ و استغفار کے لئے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زمانہ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کرے اور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بازگشت کو آئندہ پر چھوڑدے، اور اپنے درد کے علاج کو بوڑھاپے کے لئے چھوڑدے۔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ضمانت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جس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سھارے 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علاج کو آئندہ پرچھوڑا جارھا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وہ اس وقت تک زندہ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گا،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جوان کا بوڑھاپے تک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رہنا ضرور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؟!!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غفلت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اور گناھوں و شھوت کے عالم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موت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پہنچ جائے۔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بھت سے لوگ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جو کھتے تھے کہ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جوان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بوڑھاپے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موت نے ان کو فرصت نہ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عالم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کئے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چل بسے۔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بھت</w:t>
      </w:r>
      <w:r>
        <w:rPr>
          <w:rtl/>
          <w:lang w:bidi="ur-PK"/>
        </w:rPr>
        <w:t xml:space="preserve"> سے گناھگار جوانوں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 کھتے تھے کہ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ھم جوان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لذت و شھوت سے فائدہ اٹھائ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بوڑھاپے کے وقت توبہ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اچانک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عالم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موت نے آکر اچک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بھت سے گناھگاروں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کھتے تھے کہ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وقت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و استغفار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گناھوں اور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تکرار نے نفس کو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و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 کا غلام بنال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نے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گرفتار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گناھوں کے اثر سے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کھو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ٹھے،</w:t>
      </w:r>
      <w:r>
        <w:rPr>
          <w:rtl/>
          <w:lang w:bidi="ur-PK"/>
        </w:rPr>
        <w:t xml:space="preserve"> اور ھرگز تو</w:t>
      </w:r>
      <w:r>
        <w:rPr>
          <w:rFonts w:hint="eastAsia"/>
          <w:rtl/>
          <w:lang w:bidi="ur-PK"/>
        </w:rPr>
        <w:t>بہ</w:t>
      </w:r>
      <w:r>
        <w:rPr>
          <w:rtl/>
          <w:lang w:bidi="ur-PK"/>
        </w:rPr>
        <w:t xml:space="preserve"> و استغفار نہ کرسکے، اس کے علاوہ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کثرت، ظلمت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وہ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اس کے عذاب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کو جھٹلانے لگے، اور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مذاق اڑانے لگے، اور خود اپنے ھاتھوں سے توبہ و استغفار کا دروازہ بند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!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3E50C6">
        <w:rPr>
          <w:rStyle w:val="libAieChar"/>
          <w:rtl/>
        </w:rPr>
        <w:t>ثُمَّ كَانَ عَاقِبَةَ الَّذِ</w:t>
      </w:r>
      <w:r w:rsidR="00476253" w:rsidRPr="003E50C6">
        <w:rPr>
          <w:rStyle w:val="libAieChar"/>
          <w:rFonts w:hint="cs"/>
          <w:rtl/>
        </w:rPr>
        <w:t>ی</w:t>
      </w:r>
      <w:r w:rsidR="00476253" w:rsidRPr="003E50C6">
        <w:rPr>
          <w:rStyle w:val="libAieChar"/>
          <w:rFonts w:hint="eastAsia"/>
          <w:rtl/>
        </w:rPr>
        <w:t>نَ</w:t>
      </w:r>
      <w:r w:rsidR="00476253" w:rsidRPr="003E50C6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3E50C6">
        <w:rPr>
          <w:rStyle w:val="libAieChar"/>
          <w:rFonts w:hint="eastAsia"/>
          <w:rtl/>
        </w:rPr>
        <w:t>سَائُوا</w:t>
      </w:r>
      <w:r w:rsidR="00476253" w:rsidRPr="003E50C6">
        <w:rPr>
          <w:rStyle w:val="libAieChar"/>
          <w:rtl/>
        </w:rPr>
        <w:t xml:space="preserve"> السُّوئَ</w:t>
      </w:r>
      <w:r w:rsidR="00476253" w:rsidRPr="003E50C6">
        <w:rPr>
          <w:rStyle w:val="libAieChar"/>
          <w:rFonts w:hint="cs"/>
          <w:rtl/>
        </w:rPr>
        <w:t>ی</w:t>
      </w:r>
      <w:r w:rsidR="00476253" w:rsidRPr="003E50C6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3E50C6">
        <w:rPr>
          <w:rStyle w:val="libAieChar"/>
          <w:rFonts w:hint="eastAsia"/>
          <w:rtl/>
        </w:rPr>
        <w:t>نْ</w:t>
      </w:r>
      <w:r w:rsidR="00476253" w:rsidRPr="003E50C6">
        <w:rPr>
          <w:rStyle w:val="libAieChar"/>
          <w:rtl/>
        </w:rPr>
        <w:t xml:space="preserve"> كَذَّبُوا بِآ</w:t>
      </w:r>
      <w:r w:rsidR="00476253" w:rsidRPr="003E50C6">
        <w:rPr>
          <w:rStyle w:val="libAieChar"/>
          <w:rFonts w:hint="cs"/>
          <w:rtl/>
        </w:rPr>
        <w:t>ی</w:t>
      </w:r>
      <w:r w:rsidR="00476253" w:rsidRPr="003E50C6">
        <w:rPr>
          <w:rStyle w:val="libAieChar"/>
          <w:rFonts w:hint="eastAsia"/>
          <w:rtl/>
        </w:rPr>
        <w:t>اتِ</w:t>
      </w:r>
      <w:r w:rsidR="00476253" w:rsidRPr="003E50C6">
        <w:rPr>
          <w:rStyle w:val="libAieChar"/>
          <w:rtl/>
        </w:rPr>
        <w:t xml:space="preserve"> اللهِ وَكَانُوا 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3E50C6">
        <w:rPr>
          <w:rStyle w:val="libAieChar"/>
          <w:rFonts w:hint="cs"/>
          <w:rtl/>
        </w:rPr>
        <w:t>ا</w:t>
      </w:r>
      <w:r w:rsidR="00476253" w:rsidRPr="003E50C6">
        <w:rPr>
          <w:rStyle w:val="libAieChar"/>
          <w:rtl/>
        </w:rPr>
        <w:t xml:space="preserve"> </w:t>
      </w:r>
      <w:r w:rsidR="00476253" w:rsidRPr="003E50C6">
        <w:rPr>
          <w:rStyle w:val="libAieChar"/>
          <w:rFonts w:hint="cs"/>
          <w:rtl/>
        </w:rPr>
        <w:t>ی</w:t>
      </w:r>
      <w:r w:rsidR="00476253" w:rsidRPr="003E50C6">
        <w:rPr>
          <w:rStyle w:val="libAieChar"/>
          <w:rFonts w:hint="eastAsia"/>
          <w:rtl/>
        </w:rPr>
        <w:t>سْتَ</w:t>
      </w:r>
      <w:r w:rsidR="00705CD5" w:rsidRPr="00705CD5">
        <w:rPr>
          <w:rStyle w:val="libAieChar"/>
          <w:rFonts w:hint="cs"/>
          <w:rtl/>
        </w:rPr>
        <w:t>ه</w:t>
      </w:r>
      <w:r w:rsidR="00476253" w:rsidRPr="003E50C6">
        <w:rPr>
          <w:rStyle w:val="libAieChar"/>
          <w:rFonts w:hint="cs"/>
          <w:rtl/>
        </w:rPr>
        <w:t>ْزِئُون</w:t>
      </w:r>
      <w:r w:rsidR="006F6A7F"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(80)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”اس</w:t>
      </w:r>
      <w:r w:rsidR="00476253">
        <w:rPr>
          <w:rtl/>
          <w:lang w:bidi="ur-PK"/>
        </w:rPr>
        <w:t xml:space="preserve"> کے بعد برائ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کرنے والوںکا انجام برا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ا کہ انھوں نے خدا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نشان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</w:t>
      </w:r>
      <w:r w:rsidR="00476253">
        <w:rPr>
          <w:rtl/>
          <w:lang w:bidi="ur-PK"/>
        </w:rPr>
        <w:t xml:space="preserve"> کو جھٹلا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اور برابر ان کا مذاق اڑاتے </w:t>
      </w:r>
      <w:r w:rsidR="00AA04E3">
        <w:rPr>
          <w:rtl/>
          <w:lang w:bidi="ur-PK"/>
        </w:rPr>
        <w:t xml:space="preserve">رہے 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گناہ،</w:t>
      </w:r>
      <w:r>
        <w:rPr>
          <w:rtl/>
          <w:lang w:bidi="ur-PK"/>
        </w:rPr>
        <w:t xml:space="preserve"> جذام اور برص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گناھگار انسان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مان،</w:t>
      </w:r>
      <w:r>
        <w:rPr>
          <w:rtl/>
          <w:lang w:bidi="ur-PK"/>
        </w:rPr>
        <w:t xml:space="preserve">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دہ،</w:t>
      </w:r>
      <w:r>
        <w:rPr>
          <w:rtl/>
          <w:lang w:bidi="ur-PK"/>
        </w:rPr>
        <w:t xml:space="preserve"> اخلاق،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کرامت اور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کھاجاتے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منزل پر پھونچ 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انسان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کرنے لگتاھے، اور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اء،</w:t>
      </w:r>
      <w:r>
        <w:rPr>
          <w:rtl/>
          <w:lang w:bidi="ur-PK"/>
        </w:rPr>
        <w:t xml:space="preserve"> ائمہ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اور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کا مسخرہ کرتا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ا </w:t>
      </w:r>
      <w:r>
        <w:rPr>
          <w:rFonts w:hint="eastAsia"/>
          <w:rtl/>
          <w:lang w:bidi="ur-PK"/>
        </w:rPr>
        <w:t>نظر</w:t>
      </w:r>
      <w:r>
        <w:rPr>
          <w:rtl/>
          <w:lang w:bidi="ur-PK"/>
        </w:rPr>
        <w:t xml:space="preserve"> آتا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پر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وعظ و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اثر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اللہ</w:t>
      </w:r>
      <w:r>
        <w:rPr>
          <w:rtl/>
          <w:lang w:bidi="ur-PK"/>
        </w:rPr>
        <w:t xml:space="preserve"> تعاليٰ کا ارشاد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lastRenderedPageBreak/>
        <w:t>(</w:t>
      </w:r>
      <w:r w:rsidR="00476253" w:rsidRPr="003E50C6">
        <w:rPr>
          <w:rStyle w:val="libAieChar"/>
          <w:rtl/>
        </w:rPr>
        <w:t>وَسَارِعُوا إِلَ</w:t>
      </w:r>
      <w:r w:rsidR="00476253" w:rsidRPr="003E50C6">
        <w:rPr>
          <w:rStyle w:val="libAieChar"/>
          <w:rFonts w:hint="cs"/>
          <w:rtl/>
        </w:rPr>
        <w:t>ی</w:t>
      </w:r>
      <w:r w:rsidR="00476253" w:rsidRPr="003E50C6">
        <w:rPr>
          <w:rStyle w:val="libAieChar"/>
          <w:rtl/>
        </w:rPr>
        <w:t xml:space="preserve"> مَغْفِرَةٍ مِنْ رَبِّكُمْ وَجَنَّةٍ عَرْضُ</w:t>
      </w:r>
      <w:r w:rsidR="00705CD5" w:rsidRPr="00705CD5">
        <w:rPr>
          <w:rStyle w:val="libAieChar"/>
          <w:rFonts w:hint="cs"/>
          <w:rtl/>
        </w:rPr>
        <w:t>ه</w:t>
      </w:r>
      <w:r w:rsidR="00476253" w:rsidRPr="003E50C6">
        <w:rPr>
          <w:rStyle w:val="libAieChar"/>
          <w:rFonts w:hint="cs"/>
          <w:rtl/>
        </w:rPr>
        <w:t>ا</w:t>
      </w:r>
      <w:r w:rsidR="00476253" w:rsidRPr="003E50C6">
        <w:rPr>
          <w:rStyle w:val="libAieChar"/>
          <w:rtl/>
        </w:rPr>
        <w:t xml:space="preserve"> </w:t>
      </w:r>
      <w:r w:rsidR="00476253" w:rsidRPr="003E50C6">
        <w:rPr>
          <w:rStyle w:val="libAieChar"/>
          <w:rFonts w:hint="cs"/>
          <w:rtl/>
        </w:rPr>
        <w:t>السَّمَاوَاتُ</w:t>
      </w:r>
      <w:r w:rsidR="00476253" w:rsidRPr="003E50C6">
        <w:rPr>
          <w:rStyle w:val="libAieChar"/>
          <w:rtl/>
        </w:rPr>
        <w:t xml:space="preserve"> </w:t>
      </w:r>
      <w:r w:rsidR="00476253" w:rsidRPr="003E50C6">
        <w:rPr>
          <w:rStyle w:val="libAieChar"/>
          <w:rFonts w:hint="cs"/>
          <w:rtl/>
        </w:rPr>
        <w:t>وَالْ</w:t>
      </w:r>
      <w:r w:rsidR="00BA0B7F">
        <w:rPr>
          <w:rStyle w:val="libAieChar"/>
          <w:rFonts w:hint="cs"/>
          <w:rtl/>
        </w:rPr>
        <w:t>ا</w:t>
      </w:r>
      <w:r w:rsidR="00476253" w:rsidRPr="003E50C6">
        <w:rPr>
          <w:rStyle w:val="libAieChar"/>
          <w:rFonts w:hint="eastAsia"/>
          <w:rtl/>
        </w:rPr>
        <w:t>رْضُ</w:t>
      </w:r>
      <w:r w:rsidR="00476253" w:rsidRPr="003E50C6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3E50C6">
        <w:rPr>
          <w:rStyle w:val="libAieChar"/>
          <w:rFonts w:hint="eastAsia"/>
          <w:rtl/>
        </w:rPr>
        <w:t>عِدَّتْ</w:t>
      </w:r>
      <w:r w:rsidR="00476253" w:rsidRPr="003E50C6">
        <w:rPr>
          <w:rStyle w:val="libAieChar"/>
          <w:rtl/>
        </w:rPr>
        <w:t xml:space="preserve"> لِلْمُتَّقِ</w:t>
      </w:r>
      <w:r w:rsidR="00476253" w:rsidRPr="003E50C6">
        <w:rPr>
          <w:rStyle w:val="libAieChar"/>
          <w:rFonts w:hint="cs"/>
          <w:rtl/>
        </w:rPr>
        <w:t>ی</w:t>
      </w:r>
      <w:r w:rsidR="00476253" w:rsidRPr="003E50C6">
        <w:rPr>
          <w:rStyle w:val="libAieChar"/>
          <w:rFonts w:hint="eastAsia"/>
          <w:rtl/>
        </w:rPr>
        <w:t>ن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(81)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اپنے پروردگار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مغفرت اور اور اس جنت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طرف جلد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کرو جس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وسعت زم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و آسمان کے برابر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اسے صاحبان تقويٰ لئے مھ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اھے“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 واجب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انسان اپنے ظاھر و باطن کو گناھوں سے پاک کرنے اور مغفرت و بہشت حاصل کرنے کے لئے توبہ و استغفار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جلد از جلد قدم اٹھائے، اور توبہ و استغفار کے تحقق کے لئے جتنا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سکے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توبہ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کے لئے تاخ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کرنا جائز ن</w:t>
      </w:r>
      <w:r w:rsidR="00AA04E3">
        <w:rPr>
          <w:rFonts w:hint="eastAsia"/>
          <w:rtl/>
          <w:lang w:bidi="ur-PK"/>
        </w:rPr>
        <w:t xml:space="preserve"> ہیں 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رُوسے توبہ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کرنا چاھے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ظلم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ظلم دوسرے گناھوں سے الگ خود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گناہ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3E50C6">
        <w:rPr>
          <w:rStyle w:val="libAieChar"/>
          <w:rtl/>
        </w:rPr>
        <w:t xml:space="preserve">وَمَنْ لَمْ </w:t>
      </w:r>
      <w:r w:rsidR="00476253" w:rsidRPr="003E50C6">
        <w:rPr>
          <w:rStyle w:val="libAieChar"/>
          <w:rFonts w:hint="cs"/>
          <w:rtl/>
        </w:rPr>
        <w:t>ی</w:t>
      </w:r>
      <w:r w:rsidR="00476253" w:rsidRPr="003E50C6">
        <w:rPr>
          <w:rStyle w:val="libAieChar"/>
          <w:rFonts w:hint="eastAsia"/>
          <w:rtl/>
        </w:rPr>
        <w:t>تُبْ</w:t>
      </w:r>
      <w:r w:rsidR="00476253" w:rsidRPr="003E50C6">
        <w:rPr>
          <w:rStyle w:val="libAieChar"/>
          <w:rtl/>
        </w:rPr>
        <w:t xml:space="preserve"> فَ</w:t>
      </w:r>
      <w:r w:rsidR="00BA0B7F">
        <w:rPr>
          <w:rStyle w:val="libAieChar"/>
          <w:rtl/>
        </w:rPr>
        <w:t>ا</w:t>
      </w:r>
      <w:r w:rsidR="00476253" w:rsidRPr="003E50C6">
        <w:rPr>
          <w:rStyle w:val="libAieChar"/>
          <w:rFonts w:hint="eastAsia"/>
          <w:rtl/>
        </w:rPr>
        <w:t>وْلَئِكَ</w:t>
      </w:r>
      <w:r w:rsidR="00476253" w:rsidRPr="003E50C6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3E50C6">
        <w:rPr>
          <w:rStyle w:val="libAieChar"/>
          <w:rFonts w:hint="cs"/>
          <w:rtl/>
        </w:rPr>
        <w:t>م</w:t>
      </w:r>
      <w:r w:rsidR="00476253" w:rsidRPr="003E50C6">
        <w:rPr>
          <w:rStyle w:val="libAieChar"/>
          <w:rtl/>
        </w:rPr>
        <w:t xml:space="preserve"> </w:t>
      </w:r>
      <w:r w:rsidR="00476253" w:rsidRPr="003E50C6">
        <w:rPr>
          <w:rStyle w:val="libAieChar"/>
          <w:rFonts w:hint="cs"/>
          <w:rtl/>
        </w:rPr>
        <w:t>الظَّالِمُونَ</w:t>
      </w:r>
      <w:r w:rsidR="006F6A7F" w:rsidRPr="006F6A7F">
        <w:rPr>
          <w:rStyle w:val="libAlaemChar"/>
          <w:rtl/>
        </w:rPr>
        <w:t>)</w:t>
      </w:r>
      <w:r w:rsidRPr="00572206">
        <w:rPr>
          <w:rStyle w:val="libFootnotenumChar"/>
          <w:rtl/>
        </w:rPr>
        <w:t>(82)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اور جو شخص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توبہ نہ کرے تو سمجھ لو کہ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لوگ در حق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قت</w:t>
      </w:r>
      <w:r w:rsidR="00476253">
        <w:rPr>
          <w:rtl/>
          <w:lang w:bidi="ur-PK"/>
        </w:rPr>
        <w:t xml:space="preserve"> ظالموں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گناھگار</w:t>
      </w:r>
      <w:r>
        <w:rPr>
          <w:rtl/>
          <w:lang w:bidi="ur-PK"/>
        </w:rPr>
        <w:t xml:space="preserve"> کو اس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کا علم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چاہئے کہ توبہ کا ترک کرنا اسے ستم گاروں کے قافلہ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ستم گاروں کو خداوندعالم دوست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رکھتا۔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3E50C6">
        <w:rPr>
          <w:rStyle w:val="libAieChar"/>
          <w:rtl/>
        </w:rPr>
        <w:t>وَاللهُ لاَ</w:t>
      </w:r>
      <w:r w:rsidR="00476253" w:rsidRPr="003E50C6">
        <w:rPr>
          <w:rStyle w:val="libAieChar"/>
          <w:rFonts w:hint="cs"/>
          <w:rtl/>
        </w:rPr>
        <w:t>ی</w:t>
      </w:r>
      <w:r w:rsidR="00476253" w:rsidRPr="003E50C6">
        <w:rPr>
          <w:rStyle w:val="libAieChar"/>
          <w:rFonts w:hint="eastAsia"/>
          <w:rtl/>
        </w:rPr>
        <w:t>حِبُّ</w:t>
      </w:r>
      <w:r w:rsidR="00476253" w:rsidRPr="003E50C6">
        <w:rPr>
          <w:rStyle w:val="libAieChar"/>
          <w:rtl/>
        </w:rPr>
        <w:t xml:space="preserve"> الظَّالِمِ</w:t>
      </w:r>
      <w:r w:rsidR="00476253" w:rsidRPr="003E50C6">
        <w:rPr>
          <w:rStyle w:val="libAieChar"/>
          <w:rFonts w:hint="cs"/>
          <w:rtl/>
        </w:rPr>
        <w:t>ی</w:t>
      </w:r>
      <w:r w:rsidR="00476253" w:rsidRPr="003E50C6">
        <w:rPr>
          <w:rStyle w:val="libAieChar"/>
          <w:rFonts w:hint="eastAsia"/>
          <w:rtl/>
        </w:rPr>
        <w:t>ن</w:t>
      </w:r>
      <w:r w:rsidR="006F6A7F"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(83)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اور خدا، ظلم کرنے والوں کوپسند ن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کرتا“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گناھگار</w:t>
      </w:r>
      <w:r>
        <w:rPr>
          <w:rtl/>
          <w:lang w:bidi="ur-PK"/>
        </w:rPr>
        <w:t xml:space="preserve"> کو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چاہئے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شخص سے خداوندعالم،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 ائمہ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سخت نفرت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اس سے ناراض رھتے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چنانچہ حضرت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حوار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تہد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 xml:space="preserve">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Fonts w:hint="eastAsia"/>
          <w:rtl/>
        </w:rPr>
        <w:t>ا</w:t>
      </w:r>
      <w:r w:rsidRPr="003E50C6">
        <w:rPr>
          <w:rStyle w:val="libArabicChar"/>
          <w:rtl/>
        </w:rPr>
        <w:t xml:space="preserve"> مَعْشَرَ الْحَوارِ</w:t>
      </w:r>
      <w:r w:rsidRPr="003E50C6">
        <w:rPr>
          <w:rStyle w:val="libArabicChar"/>
          <w:rFonts w:hint="cs"/>
          <w:rtl/>
        </w:rPr>
        <w:t>یی</w:t>
      </w:r>
      <w:r w:rsidRPr="003E50C6">
        <w:rPr>
          <w:rStyle w:val="libArabicChar"/>
          <w:rFonts w:hint="eastAsia"/>
          <w:rtl/>
        </w:rPr>
        <w:t>نَ،</w:t>
      </w:r>
      <w:r w:rsidRPr="003E50C6">
        <w:rPr>
          <w:rStyle w:val="libArabicChar"/>
          <w:rtl/>
        </w:rPr>
        <w:t xml:space="preserve"> تَحَبَّبُوا اِلَ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ِ</w:t>
      </w:r>
      <w:r w:rsidRPr="003E50C6">
        <w:rPr>
          <w:rStyle w:val="libArabicChar"/>
          <w:rtl/>
        </w:rPr>
        <w:t xml:space="preserve"> بِبُغْضِ اَ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ل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الْمَعاصی</w:t>
      </w:r>
      <w:r w:rsidRPr="003E50C6">
        <w:rPr>
          <w:rStyle w:val="libArabicChar"/>
          <w:rFonts w:hint="eastAsia"/>
          <w:rtl/>
        </w:rPr>
        <w:t>،</w:t>
      </w:r>
      <w:r w:rsidRPr="003E50C6">
        <w:rPr>
          <w:rStyle w:val="libArabicChar"/>
          <w:rtl/>
        </w:rPr>
        <w:t xml:space="preserve"> وَ تَقَرَّبُوا اِلَ</w:t>
      </w:r>
      <w:r w:rsidRPr="003E50C6">
        <w:rPr>
          <w:rStyle w:val="libArabicChar"/>
          <w:rFonts w:hint="cs"/>
          <w:rtl/>
        </w:rPr>
        <w:t>ی</w:t>
      </w:r>
      <w:r w:rsidRPr="003E50C6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ِ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بِالتَّباعُدِ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مِنْ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ُمْ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وَ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الْتَمِسُوا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رِضا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ُ</w:t>
      </w:r>
      <w:r w:rsidRPr="003E50C6">
        <w:rPr>
          <w:rStyle w:val="libArabicChar"/>
          <w:rtl/>
        </w:rPr>
        <w:t xml:space="preserve"> </w:t>
      </w:r>
      <w:r w:rsidRPr="003E50C6">
        <w:rPr>
          <w:rStyle w:val="libArabicChar"/>
          <w:rFonts w:hint="cs"/>
          <w:rtl/>
        </w:rPr>
        <w:t>بِسَخَطِ</w:t>
      </w:r>
      <w:r w:rsidR="00705CD5" w:rsidRPr="00163EB1">
        <w:rPr>
          <w:rStyle w:val="libArabicChar"/>
          <w:rFonts w:hint="cs"/>
          <w:rtl/>
        </w:rPr>
        <w:t>ه</w:t>
      </w:r>
      <w:r w:rsidRPr="003E50C6">
        <w:rPr>
          <w:rStyle w:val="libArabicChar"/>
          <w:rFonts w:hint="cs"/>
          <w:rtl/>
        </w:rPr>
        <w:t>ِمْ</w:t>
      </w:r>
      <w:r w:rsidR="003E50C6">
        <w:rPr>
          <w:rtl/>
          <w:lang w:bidi="ur-PK"/>
        </w:rPr>
        <w:t xml:space="preserve"> </w:t>
      </w:r>
      <w:r>
        <w:rPr>
          <w:rtl/>
          <w:lang w:bidi="ur-PK"/>
        </w:rPr>
        <w:t>“</w:t>
      </w:r>
      <w:r w:rsidR="00024CEF" w:rsidRPr="00572206">
        <w:rPr>
          <w:rStyle w:val="libFootnotenumChar"/>
          <w:rtl/>
        </w:rPr>
        <w:t>(84)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”اے</w:t>
      </w:r>
      <w:r>
        <w:rPr>
          <w:rtl/>
          <w:lang w:bidi="ur-PK"/>
        </w:rPr>
        <w:t xml:space="preserve"> گروہ حوار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! گناھگاروں اور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کاروں سے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ناراضگ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اظھار کرکے خود کو خدا کا محبوب بناؤ، آلودہ لوگوں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خدا سے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جاؤ، اور گناھگاروں کے ساتھ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و غضب اورغصہ کا اظھار کرکے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خوشنود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کرلو“۔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گناھگار</w:t>
      </w:r>
      <w:r>
        <w:rPr>
          <w:rtl/>
          <w:lang w:bidi="ur-PK"/>
        </w:rPr>
        <w:t xml:space="preserve"> انسان کو اس بات پر متوجہ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چاہئے کہ ھر گناہ کے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خدا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کرامت کم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انسان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بلکہ اس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پست تر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چلا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شخص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محشور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سکتا۔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براء بن عازب سے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”تم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>
        <w:rPr>
          <w:rtl/>
          <w:lang w:bidi="ur-PK"/>
        </w:rPr>
        <w:t xml:space="preserve"> انھوں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مولا!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آنے اور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و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اقرار کرنے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اتباع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پھلے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تھا، ھمارے لئے عبادت و بندگ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اطاعت و </w:t>
      </w:r>
      <w:r>
        <w:rPr>
          <w:rFonts w:hint="eastAsia"/>
          <w:rtl/>
          <w:lang w:bidi="ur-PK"/>
        </w:rPr>
        <w:t>خدمت</w:t>
      </w:r>
      <w:r>
        <w:rPr>
          <w:rtl/>
          <w:lang w:bidi="ur-PK"/>
        </w:rPr>
        <w:t xml:space="preserve"> بے اھم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تھے۔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ھمارے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حقائق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 عبادت و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کا پتہ چل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وقت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دوسرے لوگ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 گدھے کے برابر محشور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گے، اور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ھر شخص روز محشر بہشت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جارھا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گا</w:t>
      </w:r>
      <w:r w:rsidR="00024CEF" w:rsidRPr="00572206">
        <w:rPr>
          <w:rStyle w:val="libFootnotenumChar"/>
          <w:rtl/>
        </w:rPr>
        <w:t>(85)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21" w:name="_Toc520983958"/>
      <w:r>
        <w:rPr>
          <w:rFonts w:hint="eastAsia"/>
          <w:rtl/>
          <w:lang w:bidi="ur-PK"/>
        </w:rPr>
        <w:t>توبہ</w:t>
      </w:r>
      <w:r>
        <w:rPr>
          <w:rtl/>
          <w:lang w:bidi="ur-PK"/>
        </w:rPr>
        <w:t xml:space="preserve"> واجب اخلاق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bookmarkEnd w:id="21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علمائے</w:t>
      </w:r>
      <w:r>
        <w:rPr>
          <w:rtl/>
          <w:lang w:bidi="ur-PK"/>
        </w:rPr>
        <w:t xml:space="preserve"> کرام، اھل عرفان حضرات اور پاک دل دانشوروں نے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مسائل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اخلاق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دوحصوں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شرح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اخلاق حسنہ، اور اخلاق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ئہ</w:t>
      </w:r>
      <w:r>
        <w:rPr>
          <w:rtl/>
          <w:lang w:bidi="ur-PK"/>
        </w:rPr>
        <w:t xml:space="preserve"> (برا اخلاق) غرور وتکبر، اور خود غرض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برے اخلاق اور تواضع و انکسار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اخلاق حسنہ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مفصل </w:t>
      </w:r>
      <w:r>
        <w:rPr>
          <w:rFonts w:hint="eastAsia"/>
          <w:rtl/>
          <w:lang w:bidi="ur-PK"/>
        </w:rPr>
        <w:t>طور</w:t>
      </w:r>
      <w:r>
        <w:rPr>
          <w:rtl/>
          <w:lang w:bidi="ur-PK"/>
        </w:rPr>
        <w:t xml:space="preserve">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اھے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کے لئے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صورتحال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لئے لعنت کا طوق اس کے گلے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</w:t>
      </w:r>
      <w:r>
        <w:rPr>
          <w:rtl/>
          <w:lang w:bidi="ur-PK"/>
        </w:rPr>
        <w:t xml:space="preserve"> اس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سے نکال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نے حکم خداکے مقابلہ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غرور و تکبر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جناب آدم اور جناب حوّا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</w:t>
      </w:r>
      <w:r>
        <w:rPr>
          <w:rFonts w:hint="eastAsia"/>
          <w:rtl/>
          <w:lang w:bidi="ur-PK"/>
        </w:rPr>
        <w:t>ول</w:t>
      </w:r>
      <w:r>
        <w:rPr>
          <w:rtl/>
          <w:lang w:bidi="ur-PK"/>
        </w:rPr>
        <w:t xml:space="preserve"> کر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تواضع و انکسار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قرآن نے واضح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چونکہ غرور و تکبر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سے نکال دئے جانے کا سبب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لہٰذا اس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کرنا واجب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تواضع و انکسار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کو خدا سے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کو عبادت و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رغبت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مدد م</w:t>
      </w:r>
      <w:r>
        <w:rPr>
          <w:rFonts w:hint="eastAsia"/>
          <w:rtl/>
          <w:lang w:bidi="ur-PK"/>
        </w:rPr>
        <w:t>لت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انسان اپنے گناھوں اور خطاؤں کے لئے خدا سے عذر خواھ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توبہ و استغفار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لہٰذا انسان پر واجب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خودکو تواضع و انکسار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آراستہ کرے،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کے سامنے سرتسل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خم کردے، خشوع و خضوع اورآنسو بھر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کے ساتھ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 xml:space="preserve">اور اس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عہد کرے کہ آئندہ گناھوں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کرے گا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اپنے گزشتہ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گا۔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خدائے</w:t>
      </w:r>
      <w:r>
        <w:rPr>
          <w:rtl/>
          <w:lang w:bidi="ur-PK"/>
        </w:rPr>
        <w:t xml:space="preserve"> مھربان جناب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عمران سے خطاب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فرماتا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Fonts w:hint="eastAsia"/>
          <w:rtl/>
        </w:rPr>
        <w:t>ابْنَ</w:t>
      </w:r>
      <w:r w:rsidRPr="00FC7E97">
        <w:rPr>
          <w:rStyle w:val="libArabicChar"/>
          <w:rtl/>
        </w:rPr>
        <w:t xml:space="preserve"> عِمْرانَ، 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َبْ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لی</w:t>
      </w:r>
      <w:r w:rsidRPr="00FC7E97">
        <w:rPr>
          <w:rStyle w:val="libArabicChar"/>
          <w:rtl/>
        </w:rPr>
        <w:t xml:space="preserve"> مِنْ عَ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Fonts w:hint="eastAsia"/>
          <w:rtl/>
        </w:rPr>
        <w:t>نَ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Fonts w:hint="eastAsia"/>
          <w:rtl/>
        </w:rPr>
        <w:t>كَ</w:t>
      </w:r>
      <w:r w:rsidRPr="00FC7E97">
        <w:rPr>
          <w:rStyle w:val="libArabicChar"/>
          <w:rtl/>
        </w:rPr>
        <w:t xml:space="preserve"> الدُّمُوعَ، وَمِنْ قَبلكَ الْخُشُوعَ، وَ مِنْ بَدَنِكَ الْخُضُوعَ ثُمَّ ادْعُن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tl/>
        </w:rPr>
        <w:t xml:space="preserve"> ف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tl/>
        </w:rPr>
        <w:t xml:space="preserve"> ظُلَمِ اللَّ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Fonts w:hint="eastAsia"/>
          <w:rtl/>
        </w:rPr>
        <w:t>ال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tl/>
        </w:rPr>
        <w:t xml:space="preserve"> تَجِدْن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tl/>
        </w:rPr>
        <w:t xml:space="preserve"> قَر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Fonts w:hint="eastAsia"/>
          <w:rtl/>
        </w:rPr>
        <w:t>باً</w:t>
      </w:r>
      <w:r w:rsidRPr="00FC7E97">
        <w:rPr>
          <w:rStyle w:val="libArabicChar"/>
          <w:rtl/>
        </w:rPr>
        <w:t xml:space="preserve"> مُج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Fonts w:hint="eastAsia"/>
          <w:rtl/>
        </w:rPr>
        <w:t>باً</w:t>
      </w:r>
      <w:r>
        <w:rPr>
          <w:rtl/>
          <w:lang w:bidi="ur-PK"/>
        </w:rPr>
        <w:t>:</w:t>
      </w:r>
      <w:r w:rsidR="00024CEF" w:rsidRPr="00572206">
        <w:rPr>
          <w:rStyle w:val="libFootnotenumChar"/>
          <w:rtl/>
        </w:rPr>
        <w:t>(86)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”اے</w:t>
      </w:r>
      <w:r>
        <w:rPr>
          <w:rtl/>
          <w:lang w:bidi="ur-PK"/>
        </w:rPr>
        <w:t xml:space="preserve"> موسيٰ بن عمران!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اشکبار آنکھوں، خاشع قلب اور لرزتے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جسم کے ساتھ حاضر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پھر شب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مجھے پکارو، مجھے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 پاؤگے“۔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lastRenderedPageBreak/>
        <w:t>(</w:t>
      </w:r>
      <w:r w:rsidR="00476253" w:rsidRPr="00FC7E97">
        <w:rPr>
          <w:rStyle w:val="libAieChar"/>
          <w:rtl/>
        </w:rPr>
        <w:t xml:space="preserve">قَالَ مَا مَنَعَكَ </w:t>
      </w:r>
      <w:r w:rsidR="00BA0B7F">
        <w:rPr>
          <w:rStyle w:val="libAieChar"/>
          <w:rtl/>
        </w:rPr>
        <w:t>ا</w:t>
      </w:r>
      <w:r w:rsidR="00476253" w:rsidRPr="00FC7E97">
        <w:rPr>
          <w:rStyle w:val="libAieChar"/>
          <w:rFonts w:hint="eastAsia"/>
          <w:rtl/>
        </w:rPr>
        <w:t>لاَّ</w:t>
      </w:r>
      <w:r w:rsidR="00476253" w:rsidRPr="00FC7E97">
        <w:rPr>
          <w:rStyle w:val="libAieChar"/>
          <w:rtl/>
        </w:rPr>
        <w:t xml:space="preserve"> تَسْجُدَ إِذْ </w:t>
      </w:r>
      <w:r w:rsidR="00BA0B7F">
        <w:rPr>
          <w:rStyle w:val="libAieChar"/>
          <w:rtl/>
        </w:rPr>
        <w:t>ا</w:t>
      </w:r>
      <w:r w:rsidR="00476253" w:rsidRPr="00FC7E97">
        <w:rPr>
          <w:rStyle w:val="libAieChar"/>
          <w:rFonts w:hint="eastAsia"/>
          <w:rtl/>
        </w:rPr>
        <w:t>مَرْتُكَ</w:t>
      </w:r>
      <w:r w:rsidR="00476253" w:rsidRPr="00FC7E97">
        <w:rPr>
          <w:rStyle w:val="libAieChar"/>
          <w:rtl/>
        </w:rPr>
        <w:t xml:space="preserve"> قَالَ </w:t>
      </w:r>
      <w:r w:rsidR="00BA0B7F">
        <w:rPr>
          <w:rStyle w:val="libAieChar"/>
          <w:rtl/>
        </w:rPr>
        <w:t>ا</w:t>
      </w:r>
      <w:r w:rsidR="00476253" w:rsidRPr="00FC7E97">
        <w:rPr>
          <w:rStyle w:val="libAieChar"/>
          <w:rFonts w:hint="eastAsia"/>
          <w:rtl/>
        </w:rPr>
        <w:t>نَا</w:t>
      </w:r>
      <w:r w:rsidR="00476253" w:rsidRPr="00FC7E97">
        <w:rPr>
          <w:rStyle w:val="libAieChar"/>
          <w:rtl/>
        </w:rPr>
        <w:t xml:space="preserve"> خَ</w:t>
      </w:r>
      <w:r w:rsidR="00476253" w:rsidRPr="00FC7E97">
        <w:rPr>
          <w:rStyle w:val="libAieChar"/>
          <w:rFonts w:hint="cs"/>
          <w:rtl/>
        </w:rPr>
        <w:t>ی</w:t>
      </w:r>
      <w:r w:rsidR="00476253" w:rsidRPr="00FC7E97">
        <w:rPr>
          <w:rStyle w:val="libAieChar"/>
          <w:rFonts w:hint="eastAsia"/>
          <w:rtl/>
        </w:rPr>
        <w:t>رٌ</w:t>
      </w:r>
      <w:r w:rsidR="00476253" w:rsidRPr="00FC7E97">
        <w:rPr>
          <w:rStyle w:val="libAieChar"/>
          <w:rtl/>
        </w:rPr>
        <w:t xml:space="preserve"> مِنْ</w:t>
      </w:r>
      <w:r w:rsidR="00705CD5" w:rsidRPr="00705CD5">
        <w:rPr>
          <w:rStyle w:val="libAieChar"/>
          <w:rFonts w:hint="cs"/>
          <w:rtl/>
        </w:rPr>
        <w:t>ه</w:t>
      </w:r>
      <w:r w:rsidR="00476253" w:rsidRPr="00FC7E97">
        <w:rPr>
          <w:rStyle w:val="libAieChar"/>
          <w:rFonts w:hint="cs"/>
          <w:rtl/>
        </w:rPr>
        <w:t>ُ</w:t>
      </w:r>
      <w:r w:rsidR="00476253" w:rsidRPr="00FC7E97">
        <w:rPr>
          <w:rStyle w:val="libAieChar"/>
          <w:rtl/>
        </w:rPr>
        <w:t xml:space="preserve"> </w:t>
      </w:r>
      <w:r w:rsidR="00476253" w:rsidRPr="00FC7E97">
        <w:rPr>
          <w:rStyle w:val="libAieChar"/>
          <w:rFonts w:hint="cs"/>
          <w:rtl/>
        </w:rPr>
        <w:t>خَلَقْتَنِی</w:t>
      </w:r>
      <w:r w:rsidR="00476253" w:rsidRPr="00FC7E97">
        <w:rPr>
          <w:rStyle w:val="libAieChar"/>
          <w:rtl/>
        </w:rPr>
        <w:t xml:space="preserve"> مِنْ نَارٍ وَخَلَقْتَ</w:t>
      </w:r>
      <w:r w:rsidR="00705CD5" w:rsidRPr="00705CD5">
        <w:rPr>
          <w:rStyle w:val="libAieChar"/>
          <w:rFonts w:hint="cs"/>
          <w:rtl/>
        </w:rPr>
        <w:t>ه</w:t>
      </w:r>
      <w:r w:rsidR="00476253" w:rsidRPr="00FC7E97">
        <w:rPr>
          <w:rStyle w:val="libAieChar"/>
          <w:rFonts w:hint="cs"/>
          <w:rtl/>
        </w:rPr>
        <w:t>ُ</w:t>
      </w:r>
      <w:r w:rsidR="00476253" w:rsidRPr="00FC7E97">
        <w:rPr>
          <w:rStyle w:val="libAieChar"/>
          <w:rtl/>
        </w:rPr>
        <w:t xml:space="preserve"> </w:t>
      </w:r>
      <w:r w:rsidR="00476253" w:rsidRPr="00FC7E97">
        <w:rPr>
          <w:rStyle w:val="libAieChar"/>
          <w:rFonts w:hint="cs"/>
          <w:rtl/>
        </w:rPr>
        <w:t>مِنْ</w:t>
      </w:r>
      <w:r w:rsidR="00476253" w:rsidRPr="00FC7E97">
        <w:rPr>
          <w:rStyle w:val="libAieChar"/>
          <w:rtl/>
        </w:rPr>
        <w:t xml:space="preserve"> </w:t>
      </w:r>
      <w:r w:rsidR="00476253" w:rsidRPr="00FC7E97">
        <w:rPr>
          <w:rStyle w:val="libAieChar"/>
          <w:rFonts w:hint="cs"/>
          <w:rtl/>
        </w:rPr>
        <w:t>طِی</w:t>
      </w:r>
      <w:r w:rsidR="00476253" w:rsidRPr="00FC7E97">
        <w:rPr>
          <w:rStyle w:val="libAieChar"/>
          <w:rFonts w:hint="eastAsia"/>
          <w:rtl/>
        </w:rPr>
        <w:t>نٍ</w:t>
      </w:r>
      <w:r w:rsidR="00476253" w:rsidRPr="00FC7E97">
        <w:rPr>
          <w:rStyle w:val="libAieChar"/>
          <w:rtl/>
        </w:rPr>
        <w:t xml:space="preserve"> </w:t>
      </w:r>
      <w:r w:rsidR="00476253" w:rsidRPr="00FC7E97">
        <w:rPr>
          <w:rStyle w:val="libAieChar"/>
          <w:rFonts w:hint="cs"/>
          <w:rtl/>
        </w:rPr>
        <w:t>قَالَ</w:t>
      </w:r>
      <w:r w:rsidR="00476253" w:rsidRPr="00FC7E97">
        <w:rPr>
          <w:rStyle w:val="libAieChar"/>
          <w:rtl/>
        </w:rPr>
        <w:t xml:space="preserve"> </w:t>
      </w:r>
      <w:r w:rsidR="00476253" w:rsidRPr="00FC7E97">
        <w:rPr>
          <w:rStyle w:val="libAieChar"/>
          <w:rFonts w:hint="cs"/>
          <w:rtl/>
        </w:rPr>
        <w:t>فَا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FC7E97">
        <w:rPr>
          <w:rStyle w:val="libAieChar"/>
          <w:rFonts w:hint="cs"/>
          <w:rtl/>
        </w:rPr>
        <w:t>بطْ</w:t>
      </w:r>
      <w:r w:rsidR="00476253" w:rsidRPr="00FC7E97">
        <w:rPr>
          <w:rStyle w:val="libAieChar"/>
          <w:rtl/>
        </w:rPr>
        <w:t xml:space="preserve"> </w:t>
      </w:r>
      <w:r w:rsidR="00476253" w:rsidRPr="00FC7E97">
        <w:rPr>
          <w:rStyle w:val="libAieChar"/>
          <w:rFonts w:hint="cs"/>
          <w:rtl/>
        </w:rPr>
        <w:t>مِنْ</w:t>
      </w:r>
      <w:r w:rsidR="00705CD5" w:rsidRPr="00705CD5">
        <w:rPr>
          <w:rStyle w:val="libAieChar"/>
          <w:rFonts w:hint="cs"/>
          <w:rtl/>
        </w:rPr>
        <w:t>ه</w:t>
      </w:r>
      <w:r w:rsidR="00476253" w:rsidRPr="00FC7E97">
        <w:rPr>
          <w:rStyle w:val="libAieChar"/>
          <w:rFonts w:hint="cs"/>
          <w:rtl/>
        </w:rPr>
        <w:t>ا</w:t>
      </w:r>
      <w:r w:rsidR="00476253" w:rsidRPr="00FC7E97">
        <w:rPr>
          <w:rStyle w:val="libAieChar"/>
          <w:rtl/>
        </w:rPr>
        <w:t xml:space="preserve"> </w:t>
      </w:r>
      <w:r w:rsidR="00476253" w:rsidRPr="00FC7E97">
        <w:rPr>
          <w:rStyle w:val="libAieChar"/>
          <w:rFonts w:hint="cs"/>
          <w:rtl/>
        </w:rPr>
        <w:t>فَمَا</w:t>
      </w:r>
      <w:r w:rsidR="00476253" w:rsidRPr="00FC7E97">
        <w:rPr>
          <w:rStyle w:val="libAieChar"/>
          <w:rtl/>
        </w:rPr>
        <w:t xml:space="preserve"> </w:t>
      </w:r>
      <w:r w:rsidR="00476253" w:rsidRPr="00FC7E97">
        <w:rPr>
          <w:rStyle w:val="libAieChar"/>
          <w:rFonts w:hint="cs"/>
          <w:rtl/>
        </w:rPr>
        <w:t>ی</w:t>
      </w:r>
      <w:r w:rsidR="00476253" w:rsidRPr="00FC7E97">
        <w:rPr>
          <w:rStyle w:val="libAieChar"/>
          <w:rFonts w:hint="eastAsia"/>
          <w:rtl/>
        </w:rPr>
        <w:t>كُونُ</w:t>
      </w:r>
      <w:r w:rsidR="00476253" w:rsidRPr="00FC7E97">
        <w:rPr>
          <w:rStyle w:val="libAieChar"/>
          <w:rtl/>
        </w:rPr>
        <w:t xml:space="preserve"> لَكَ </w:t>
      </w:r>
      <w:r w:rsidR="00BA0B7F">
        <w:rPr>
          <w:rStyle w:val="libAieChar"/>
          <w:rtl/>
        </w:rPr>
        <w:t>ا</w:t>
      </w:r>
      <w:r w:rsidR="00476253" w:rsidRPr="00FC7E97">
        <w:rPr>
          <w:rStyle w:val="libAieChar"/>
          <w:rFonts w:hint="eastAsia"/>
          <w:rtl/>
        </w:rPr>
        <w:t>نْ</w:t>
      </w:r>
      <w:r w:rsidR="00476253" w:rsidRPr="00FC7E97">
        <w:rPr>
          <w:rStyle w:val="libAieChar"/>
          <w:rtl/>
        </w:rPr>
        <w:t xml:space="preserve"> تَتَكَبَّرَ فِ</w:t>
      </w:r>
      <w:r w:rsidR="00476253" w:rsidRPr="00FC7E97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FC7E97">
        <w:rPr>
          <w:rStyle w:val="libAieChar"/>
          <w:rFonts w:hint="cs"/>
          <w:rtl/>
        </w:rPr>
        <w:t>ا</w:t>
      </w:r>
      <w:r w:rsidR="00476253" w:rsidRPr="00FC7E97">
        <w:rPr>
          <w:rStyle w:val="libAieChar"/>
          <w:rtl/>
        </w:rPr>
        <w:t xml:space="preserve"> فَاخْرُجْ إِنَّكَ مِنَ الصَّاغِرِ</w:t>
      </w:r>
      <w:r w:rsidR="00476253" w:rsidRPr="00FC7E97">
        <w:rPr>
          <w:rStyle w:val="libAieChar"/>
          <w:rFonts w:hint="cs"/>
          <w:rtl/>
        </w:rPr>
        <w:t>ی</w:t>
      </w:r>
      <w:r w:rsidR="00476253" w:rsidRPr="00FC7E97">
        <w:rPr>
          <w:rStyle w:val="libAieChar"/>
          <w:rFonts w:hint="eastAsia"/>
          <w:rtl/>
        </w:rPr>
        <w:t>نَ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(87)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”فرما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>: (اے ابل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س</w:t>
      </w:r>
      <w:r w:rsidR="00476253">
        <w:rPr>
          <w:rtl/>
          <w:lang w:bidi="ur-PK"/>
        </w:rPr>
        <w:t>) تجھے کس 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ز</w:t>
      </w:r>
      <w:r w:rsidR="00476253">
        <w:rPr>
          <w:rtl/>
          <w:lang w:bidi="ur-PK"/>
        </w:rPr>
        <w:t xml:space="preserve"> نے روکا تھا کہ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رے</w:t>
      </w:r>
      <w:r w:rsidR="00476253">
        <w:rPr>
          <w:rtl/>
          <w:lang w:bidi="ur-PK"/>
        </w:rPr>
        <w:t xml:space="preserve"> حکم کے بعد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سجدہ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>۔ اس نے کھا کہ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ان سے بھتر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ں۔ تو نے مجھے آگ سے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دا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ان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خاک سے بنا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۔ فرما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تو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ھاں</w:t>
      </w:r>
      <w:r w:rsidR="00476253">
        <w:rPr>
          <w:rtl/>
          <w:lang w:bidi="ur-PK"/>
        </w:rPr>
        <w:t xml:space="preserve"> سے چلا جا، تجھے ھمار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بارگاہ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رہنے کا حق ن</w:t>
      </w:r>
      <w:r w:rsidR="00AA04E3">
        <w:rPr>
          <w:rtl/>
          <w:lang w:bidi="ur-PK"/>
        </w:rPr>
        <w:t xml:space="preserve"> ہیں  ہے</w:t>
      </w:r>
      <w:r w:rsidR="00476253">
        <w:rPr>
          <w:rtl/>
          <w:lang w:bidi="ur-PK"/>
        </w:rPr>
        <w:t xml:space="preserve"> تو نے غرور سے کام </w:t>
      </w:r>
      <w:r w:rsidR="00476253">
        <w:rPr>
          <w:rFonts w:hint="eastAsia"/>
          <w:rtl/>
          <w:lang w:bidi="ur-PK"/>
        </w:rPr>
        <w:t>لےا،</w:t>
      </w:r>
      <w:r w:rsidR="00476253">
        <w:rPr>
          <w:rtl/>
          <w:lang w:bidi="ur-PK"/>
        </w:rPr>
        <w:t xml:space="preserve"> نکل جا کہ تو ذل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ل</w:t>
      </w:r>
      <w:r w:rsidR="00476253">
        <w:rPr>
          <w:rtl/>
          <w:lang w:bidi="ur-PK"/>
        </w:rPr>
        <w:t xml:space="preserve"> لوگوں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شقاوت اور بدبخت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حکم خدا کے سامنے غرور و تکبر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وہ بارگاہ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نکال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لہٰذا انسان کو غرور و تکبر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کرنا چاہئے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صفت انسان کو حکمِ خدا کے مقابلہ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 کھڑ ا کرت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د،</w:t>
      </w:r>
      <w:r>
        <w:rPr>
          <w:rtl/>
          <w:lang w:bidi="ur-PK"/>
        </w:rPr>
        <w:t xml:space="preserve"> جناب آدم و حوا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ھما</w:t>
      </w:r>
      <w:r>
        <w:rPr>
          <w:rtl/>
          <w:lang w:bidi="ur-PK"/>
        </w:rPr>
        <w:t xml:space="preserve"> السلام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FC7E97">
        <w:rPr>
          <w:rStyle w:val="libAieChar"/>
          <w:rtl/>
        </w:rPr>
        <w:t xml:space="preserve">قَالاَرَبَّنَا ظَلَمْنَا </w:t>
      </w:r>
      <w:r w:rsidR="00BA0B7F">
        <w:rPr>
          <w:rStyle w:val="libAieChar"/>
          <w:rtl/>
        </w:rPr>
        <w:t>ا</w:t>
      </w:r>
      <w:r w:rsidR="00476253" w:rsidRPr="00FC7E97">
        <w:rPr>
          <w:rStyle w:val="libAieChar"/>
          <w:rFonts w:hint="eastAsia"/>
          <w:rtl/>
        </w:rPr>
        <w:t>نفُسَنَا</w:t>
      </w:r>
      <w:r w:rsidR="00476253" w:rsidRPr="00FC7E97">
        <w:rPr>
          <w:rStyle w:val="libAieChar"/>
          <w:rtl/>
        </w:rPr>
        <w:t xml:space="preserve"> وَإِنْ لَمْ تَغْفِرْ لَنَا وَتَرْحَمْنَا لَنَكُونَنَّ مِنْ الْخَاسِرِ</w:t>
      </w:r>
      <w:r w:rsidR="00476253" w:rsidRPr="00FC7E97">
        <w:rPr>
          <w:rStyle w:val="libAieChar"/>
          <w:rFonts w:hint="cs"/>
          <w:rtl/>
        </w:rPr>
        <w:t>ی</w:t>
      </w:r>
      <w:r w:rsidR="00476253" w:rsidRPr="00FC7E97">
        <w:rPr>
          <w:rStyle w:val="libAieChar"/>
          <w:rFonts w:hint="eastAsia"/>
          <w:rtl/>
        </w:rPr>
        <w:t>نَ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(88)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”ان</w:t>
      </w:r>
      <w:r w:rsidR="00476253">
        <w:rPr>
          <w:rtl/>
          <w:lang w:bidi="ur-PK"/>
        </w:rPr>
        <w:t xml:space="preserve"> دونوں نے کھا کہ پروردگار! ھم نے اپنے نفس پر ظلم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اب اگر تو معاف نہ کرے گا اور ھم پررحم نہ کرے گا، تو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نا</w:t>
      </w:r>
      <w:r w:rsidR="00476253">
        <w:rPr>
          <w:rtl/>
          <w:lang w:bidi="ur-PK"/>
        </w:rPr>
        <w:t xml:space="preserve"> ھم خسارہ اٹھانے والوں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سے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 xml:space="preserve">جائےںگے“۔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نے جناب آدم و حوا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ھماالسلام</w:t>
      </w:r>
      <w:r>
        <w:rPr>
          <w:rtl/>
          <w:lang w:bidi="ur-PK"/>
        </w:rPr>
        <w:t xml:space="preserve"> کے اقرار و اعتراف اور طلب مغفرت کو جو واقعاً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پسند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اور قابل تعر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عمل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کوان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کے عنوان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سورہ بقرہ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نمبر 37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توبہ کا تذکرہ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توجہ کرنا ضرور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اق</w:t>
      </w:r>
      <w:r>
        <w:rPr>
          <w:rFonts w:hint="eastAsia"/>
          <w:rtl/>
          <w:lang w:bidi="ur-PK"/>
        </w:rPr>
        <w:t>رار</w:t>
      </w:r>
      <w:r>
        <w:rPr>
          <w:rtl/>
          <w:lang w:bidi="ur-PK"/>
        </w:rPr>
        <w:t xml:space="preserve"> و اعتراف اور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بازگشت، خشوع و خضوع، قلب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دل شکستگ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ثمرہ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چونکہ علمائے اخلاق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تکبر انسان اور ذات خدا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سخت حجاب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تواضع و خاکسار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اورذات خدا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دھا</w:t>
      </w:r>
      <w:r>
        <w:rPr>
          <w:rtl/>
          <w:lang w:bidi="ur-PK"/>
        </w:rPr>
        <w:t xml:space="preserve"> راستہ اور کھلا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درواز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کبر و تکبر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پر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گناہ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نخوت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کرنا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واجب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اورتواضع و انکسار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آراستہ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عمل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اپنے کو گناھوں سے دھونا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عبادت و بندگ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؛ لہٰذا گناھوں سے توبہ کرنا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تواضع و انکسا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کبر و نخوت سے دور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علامت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تکبر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ضمن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FC7E97">
        <w:rPr>
          <w:rStyle w:val="libArabicChar"/>
          <w:rFonts w:hint="eastAsia"/>
          <w:rtl/>
        </w:rPr>
        <w:t>عَن</w:t>
      </w:r>
      <w:r w:rsidRPr="00FC7E97">
        <w:rPr>
          <w:rStyle w:val="libArabicChar"/>
          <w:rtl/>
        </w:rPr>
        <w:t xml:space="preserve"> حَک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Fonts w:hint="eastAsia"/>
          <w:rtl/>
        </w:rPr>
        <w:t>مٍ</w:t>
      </w:r>
      <w:r w:rsidRPr="00FC7E97">
        <w:rPr>
          <w:rStyle w:val="libArabicChar"/>
          <w:rtl/>
        </w:rPr>
        <w:t xml:space="preserve"> قالَ:سَ</w:t>
      </w:r>
      <w:r w:rsidR="00BA0B7F">
        <w:rPr>
          <w:rStyle w:val="libArabicChar"/>
          <w:rtl/>
        </w:rPr>
        <w:t>ا</w:t>
      </w:r>
      <w:r w:rsidRPr="00FC7E97">
        <w:rPr>
          <w:rStyle w:val="libArabicChar"/>
          <w:rFonts w:hint="eastAsia"/>
          <w:rtl/>
        </w:rPr>
        <w:t>لَتْ</w:t>
      </w:r>
      <w:r w:rsidRPr="00FC7E97">
        <w:rPr>
          <w:rStyle w:val="libArabicChar"/>
          <w:rtl/>
        </w:rPr>
        <w:t xml:space="preserve"> اَبا عَبْدِاللّٰ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ِ</w:t>
      </w:r>
      <w:r w:rsidRPr="00FC7E97">
        <w:rPr>
          <w:rStyle w:val="libArabicChar"/>
          <w:rtl/>
        </w:rPr>
        <w:t xml:space="preserve"> (</w:t>
      </w:r>
      <w:r w:rsidRPr="00FC7E97">
        <w:rPr>
          <w:rStyle w:val="libArabicChar"/>
          <w:rFonts w:hint="cs"/>
          <w:rtl/>
        </w:rPr>
        <w:t>علی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tl/>
        </w:rPr>
        <w:t xml:space="preserve"> السلام ) عَنْ اَدْنَ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tl/>
        </w:rPr>
        <w:t xml:space="preserve"> الاِلْحادِ، فَقالَ:اِنَّ الْكِبْرَ اَدْنا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ُ</w:t>
      </w:r>
      <w:r>
        <w:rPr>
          <w:rtl/>
          <w:lang w:bidi="ur-PK"/>
        </w:rPr>
        <w:t>:“</w:t>
      </w:r>
      <w:r w:rsidR="00024CEF" w:rsidRPr="00572206">
        <w:rPr>
          <w:rStyle w:val="libFootnotenumChar"/>
          <w:rtl/>
        </w:rPr>
        <w:t>(89)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”حک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حضرت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”الحاد“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انکار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سب سے کم درجے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تو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اس کا پست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درجہ تکبر اور غرور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 اعلا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حضرت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سنا کہ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 w:rsidRPr="00FC7E97">
        <w:rPr>
          <w:rStyle w:val="libArabicChar"/>
          <w:rFonts w:hint="eastAsia"/>
          <w:rtl/>
        </w:rPr>
        <w:t>اَلْكِبْرُ</w:t>
      </w:r>
      <w:r w:rsidRPr="00FC7E97">
        <w:rPr>
          <w:rStyle w:val="libArabicChar"/>
          <w:rtl/>
        </w:rPr>
        <w:t xml:space="preserve"> قَدْ 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Fonts w:hint="eastAsia"/>
          <w:rtl/>
        </w:rPr>
        <w:t>کونُ</w:t>
      </w:r>
      <w:r w:rsidRPr="00FC7E97">
        <w:rPr>
          <w:rStyle w:val="libArabicChar"/>
          <w:rtl/>
        </w:rPr>
        <w:t xml:space="preserve"> ف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tl/>
        </w:rPr>
        <w:t xml:space="preserve"> شِرارِ النَّاسِ مِنْ كُلِّ جِنْسٍ، وَالْكِبْرُ رِداءُ اللّٰ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ِ،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فَمَنْ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نازَعَ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َ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عَزَّ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وَجَلَّ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رِداءَ</w:t>
      </w:r>
      <w:r w:rsidRPr="00FC7E97">
        <w:rPr>
          <w:rStyle w:val="libArabicChar"/>
          <w:rtl/>
        </w:rPr>
        <w:t xml:space="preserve"> 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ُ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لَمْ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Fonts w:hint="eastAsia"/>
          <w:rtl/>
        </w:rPr>
        <w:t>زِدْ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ُ</w:t>
      </w:r>
      <w:r w:rsidRPr="00FC7E97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ُ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اِلاَّسَفالاً</w:t>
      </w:r>
      <w:r w:rsidR="00FC7E97">
        <w:rPr>
          <w:rtl/>
          <w:lang w:bidi="ur-PK"/>
        </w:rPr>
        <w:t xml:space="preserve"> </w:t>
      </w:r>
      <w:r>
        <w:rPr>
          <w:rtl/>
          <w:lang w:bidi="ur-PK"/>
        </w:rPr>
        <w:t>“</w:t>
      </w:r>
      <w:r w:rsidR="00024CEF" w:rsidRPr="00572206">
        <w:rPr>
          <w:rStyle w:val="libFootnotenumChar"/>
          <w:rtl/>
        </w:rPr>
        <w:t>(90)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تکبر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وہ بدتر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لوگوں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بزرگ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خدا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کے لئے سزاوا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>، لہٰذا جو شخص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بزرگ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جھگڑے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اقدس کے ساتھ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چاھے تو اس کو خدا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محمد باقر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FC7E97">
        <w:rPr>
          <w:rStyle w:val="libArabicChar"/>
          <w:rFonts w:hint="eastAsia"/>
          <w:rtl/>
        </w:rPr>
        <w:t>اَلْعِزُّ</w:t>
      </w:r>
      <w:r w:rsidRPr="00FC7E97">
        <w:rPr>
          <w:rStyle w:val="libArabicChar"/>
          <w:rtl/>
        </w:rPr>
        <w:t xml:space="preserve"> رِداءُ اللّٰ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ِ،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وَالْكِبْرُ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اِزارُ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ُ،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فَمَنْ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تَناوَلَ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شَی</w:t>
      </w:r>
      <w:r w:rsidRPr="00FC7E97">
        <w:rPr>
          <w:rStyle w:val="libArabicChar"/>
          <w:rFonts w:hint="eastAsia"/>
          <w:rtl/>
        </w:rPr>
        <w:t>ئاً</w:t>
      </w:r>
      <w:r w:rsidRPr="00FC7E97">
        <w:rPr>
          <w:rStyle w:val="libArabicChar"/>
          <w:rtl/>
        </w:rPr>
        <w:t xml:space="preserve"> مِنْ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ُ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اَكَبَّ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ُ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ُ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فی</w:t>
      </w:r>
      <w:r w:rsidRPr="00FC7E97">
        <w:rPr>
          <w:rStyle w:val="libArabicChar"/>
          <w:rtl/>
        </w:rPr>
        <w:t xml:space="preserve"> جَ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َنَّمَ</w:t>
      </w:r>
      <w:r>
        <w:rPr>
          <w:rtl/>
          <w:lang w:bidi="ur-PK"/>
        </w:rPr>
        <w:t xml:space="preserve"> :“</w:t>
      </w:r>
      <w:r w:rsidR="00024CEF" w:rsidRPr="00572206">
        <w:rPr>
          <w:rStyle w:val="libFootnotenumChar"/>
          <w:rtl/>
        </w:rPr>
        <w:t>(91)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”عزت</w:t>
      </w:r>
      <w:r>
        <w:rPr>
          <w:rtl/>
          <w:lang w:bidi="ur-PK"/>
        </w:rPr>
        <w:t xml:space="preserve"> ردائے خدا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بزرگ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 جامہ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جو شخص ان کو اپنے لئے سمجھے تو خداوندعالم اس کو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22" w:name="_Toc520983959"/>
      <w:r>
        <w:rPr>
          <w:rFonts w:hint="eastAsia"/>
          <w:rtl/>
          <w:lang w:bidi="ur-PK"/>
        </w:rPr>
        <w:t>تواضع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bookmarkEnd w:id="22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 w:rsidRPr="00FC7E97">
        <w:rPr>
          <w:rStyle w:val="libArabicChar"/>
          <w:rFonts w:hint="eastAsia"/>
          <w:rtl/>
        </w:rPr>
        <w:t>اِنَّ</w:t>
      </w:r>
      <w:r w:rsidRPr="00FC7E97">
        <w:rPr>
          <w:rStyle w:val="libArabicChar"/>
          <w:rtl/>
        </w:rPr>
        <w:t xml:space="preserve"> فِ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tl/>
        </w:rPr>
        <w:t xml:space="preserve"> السَّماءِ مَلَكَ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Fonts w:hint="eastAsia"/>
          <w:rtl/>
        </w:rPr>
        <w:t>نِ</w:t>
      </w:r>
      <w:r w:rsidRPr="00FC7E97">
        <w:rPr>
          <w:rStyle w:val="libArabicChar"/>
          <w:rtl/>
        </w:rPr>
        <w:t xml:space="preserve"> مُوَكَّلَ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Fonts w:hint="eastAsia"/>
          <w:rtl/>
        </w:rPr>
        <w:t>نِ</w:t>
      </w:r>
      <w:r w:rsidRPr="00FC7E97">
        <w:rPr>
          <w:rStyle w:val="libArabicChar"/>
          <w:rtl/>
        </w:rPr>
        <w:t xml:space="preserve"> بِالْعِبادِ، فَمَنْ تَواضَعَ لِلّٰ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ِ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رَفَعا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ُ،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وَمَنْ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تَكَبَّرَ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وَضَعا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ُ</w:t>
      </w:r>
      <w:r>
        <w:rPr>
          <w:rtl/>
          <w:lang w:bidi="ur-PK"/>
        </w:rPr>
        <w:t>:“</w:t>
      </w:r>
      <w:r w:rsidR="00024CEF" w:rsidRPr="00572206">
        <w:rPr>
          <w:rStyle w:val="libFootnotenumChar"/>
          <w:rtl/>
        </w:rPr>
        <w:t>(92)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”بے</w:t>
      </w:r>
      <w:r>
        <w:rPr>
          <w:rtl/>
          <w:lang w:bidi="ur-PK"/>
        </w:rPr>
        <w:t xml:space="preserve"> شک آسمان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 فرشتے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جن کو خدا نے اپنے بندوں پر موکل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جو شخص خدا کے سامنے تواضع و انکسار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آئے اسے سربلنداور جو شخص غرور و تکبر سے کام لے اسے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اور رسواکرد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FC7E97">
        <w:rPr>
          <w:rStyle w:val="libArabicChar"/>
          <w:rFonts w:hint="eastAsia"/>
          <w:rtl/>
        </w:rPr>
        <w:t>فَاِنَّ</w:t>
      </w:r>
      <w:r w:rsidRPr="00FC7E97">
        <w:rPr>
          <w:rStyle w:val="libArabicChar"/>
          <w:rtl/>
        </w:rPr>
        <w:t xml:space="preserve"> مَنْ تَواضَعَ لِلّٰ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ِ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رَفَعَ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ُ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ُ،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وَمَن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تَكَبَّرَ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خَفَضَ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ُ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ُ،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وَمَن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اقْتَصَدَ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فی</w:t>
      </w:r>
      <w:r w:rsidRPr="00FC7E97">
        <w:rPr>
          <w:rStyle w:val="libArabicChar"/>
          <w:rtl/>
        </w:rPr>
        <w:t xml:space="preserve"> مَع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Fonts w:hint="eastAsia"/>
          <w:rtl/>
        </w:rPr>
        <w:t>شَتِ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ِ</w:t>
      </w:r>
      <w:r w:rsidRPr="00FC7E97">
        <w:rPr>
          <w:rStyle w:val="libArabicChar"/>
          <w:rtl/>
        </w:rPr>
        <w:t xml:space="preserve"> رَزَقَ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tl/>
        </w:rPr>
        <w:t>ُ اللّٰ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ُ،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وَمَنْ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بَذَّرَ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حَرَمَ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ُ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ُ،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وَمَنْ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اَكْثَرَ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ذِكْرَ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الْمَوْتِ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اَحَبَّ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ُ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ُ</w:t>
      </w:r>
      <w:r>
        <w:rPr>
          <w:rtl/>
          <w:lang w:bidi="ur-PK"/>
        </w:rPr>
        <w:t xml:space="preserve"> :“</w:t>
      </w:r>
      <w:r w:rsidR="00024CEF" w:rsidRPr="00572206">
        <w:rPr>
          <w:rStyle w:val="libFootnotenumChar"/>
          <w:rtl/>
        </w:rPr>
        <w:t>(93)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>
        <w:rPr>
          <w:rFonts w:hint="eastAsia"/>
          <w:rtl/>
          <w:lang w:bidi="ur-PK"/>
        </w:rPr>
        <w:t>”بے</w:t>
      </w:r>
      <w:r>
        <w:rPr>
          <w:rtl/>
          <w:lang w:bidi="ur-PK"/>
        </w:rPr>
        <w:t xml:space="preserve"> شک جو شخص خداکے سامنے تواضع وانکسار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آئےگا خداوندعالم اس کو بلند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گا</w:t>
      </w:r>
      <w:r>
        <w:rPr>
          <w:rtl/>
          <w:lang w:bidi="ur-PK"/>
        </w:rPr>
        <w:t xml:space="preserve"> اور جو شخص اس کے سامنے غرور و تکبر دکھائےگا خداوندعالم اس کو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رسوا کردے گا، جو شخص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راستہ اپنائےگا خداوندعالم اس کو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فرمادے گا، جو شخص اسراف اور فضول خرچ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کام لے گاخداوندعالم اس پر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حرام کردے گااور جو شخص موت کو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رکھے تو خداوندعالم اس کو اپنا محبوب بنالے گا“۔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مقام پر خداوندعالم نے جناب داؤد سے خطاب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Fonts w:hint="eastAsia"/>
          <w:rtl/>
        </w:rPr>
        <w:t>ا</w:t>
      </w:r>
      <w:r w:rsidRPr="00FC7E97">
        <w:rPr>
          <w:rStyle w:val="libArabicChar"/>
          <w:rtl/>
        </w:rPr>
        <w:t xml:space="preserve"> داوُد كَما اَنَّ اَقْرَبَ النَّاسِ مِنَ اللّٰ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ِ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الْمُتَواضِعونَ،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كَذٰلِكَ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اَبْعَدُ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النّٰاسِ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مِنَ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FC7E97">
        <w:rPr>
          <w:rStyle w:val="libArabicChar"/>
          <w:rFonts w:hint="cs"/>
          <w:rtl/>
        </w:rPr>
        <w:t>ِ</w:t>
      </w:r>
      <w:r w:rsidRPr="00FC7E97">
        <w:rPr>
          <w:rStyle w:val="libArabicChar"/>
          <w:rtl/>
        </w:rPr>
        <w:t xml:space="preserve"> </w:t>
      </w:r>
      <w:r w:rsidRPr="00FC7E97">
        <w:rPr>
          <w:rStyle w:val="libArabicChar"/>
          <w:rFonts w:hint="cs"/>
          <w:rtl/>
        </w:rPr>
        <w:t>الْمُتَكَبِّرُونَ</w:t>
      </w:r>
      <w:r>
        <w:rPr>
          <w:rtl/>
          <w:lang w:bidi="ur-PK"/>
        </w:rPr>
        <w:t>:“</w:t>
      </w:r>
      <w:r w:rsidR="00572206" w:rsidRPr="00572206">
        <w:rPr>
          <w:rStyle w:val="libFootnotenumChar"/>
          <w:rtl/>
          <w:lang w:bidi="ur-PK"/>
        </w:rPr>
        <w:t>(94)</w:t>
      </w:r>
      <w:r w:rsidR="00572206">
        <w:rPr>
          <w:rtl/>
          <w:lang w:bidi="ur-PK"/>
        </w:rPr>
        <w:t xml:space="preserve"> </w:t>
      </w:r>
      <w:r w:rsidR="00572206">
        <w:rPr>
          <w:rtl/>
          <w:lang w:bidi="ur-PK"/>
        </w:rPr>
        <w:cr/>
      </w:r>
      <w:r>
        <w:rPr>
          <w:rFonts w:hint="eastAsia"/>
          <w:rtl/>
          <w:lang w:bidi="ur-PK"/>
        </w:rPr>
        <w:t>”اے</w:t>
      </w:r>
      <w:r>
        <w:rPr>
          <w:rtl/>
          <w:lang w:bidi="ur-PK"/>
        </w:rPr>
        <w:t xml:space="preserve"> داؤد! جس طرح خداوندعالم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متواضع افراد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مغرور و متکبر لوگ خدا سے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دور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Pr="00722451" w:rsidRDefault="00722451" w:rsidP="00722451">
      <w:pPr>
        <w:pStyle w:val="libLine"/>
        <w:rPr>
          <w:rtl/>
          <w:lang w:bidi="ur-PK"/>
        </w:rPr>
      </w:pPr>
      <w:r>
        <w:rPr>
          <w:rFonts w:hint="cs"/>
          <w:rtl/>
          <w:lang w:bidi="ur-PK"/>
        </w:rPr>
        <w:lastRenderedPageBreak/>
        <w:t>____________________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44. سور</w:t>
      </w:r>
      <w:r w:rsidR="00BA0B7F">
        <w:rPr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57۔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45. عوال</w:t>
      </w:r>
      <w:r>
        <w:rPr>
          <w:rFonts w:hint="cs"/>
          <w:rtl/>
        </w:rPr>
        <w:t>ی</w:t>
      </w:r>
      <w:r>
        <w:rPr>
          <w:rtl/>
        </w:rPr>
        <w:t xml:space="preserve"> اللئال</w:t>
      </w:r>
      <w:r>
        <w:rPr>
          <w:rFonts w:hint="cs"/>
          <w:rtl/>
        </w:rPr>
        <w:t>ی</w:t>
      </w:r>
      <w:r>
        <w:rPr>
          <w:rtl/>
        </w:rPr>
        <w:t xml:space="preserve"> ج135، الفصل الرابع،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18؛بحار الانوارج3281؛باب 11،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22۔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46. سور</w:t>
      </w:r>
      <w:r w:rsidR="00BA0B7F">
        <w:rPr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57۔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47. سور</w:t>
      </w:r>
      <w:r w:rsidR="00BA0B7F">
        <w:rPr>
          <w:rtl/>
        </w:rPr>
        <w:t>ہ</w:t>
      </w:r>
      <w:r>
        <w:rPr>
          <w:rtl/>
        </w:rPr>
        <w:t xml:space="preserve"> آل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89۔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48. سور</w:t>
      </w:r>
      <w:r w:rsidR="00BA0B7F">
        <w:rPr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87۔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 xml:space="preserve">49. </w:t>
      </w:r>
      <w:r w:rsidRPr="00FC7E97">
        <w:rPr>
          <w:rStyle w:val="libFootNoteArabicChar"/>
          <w:rtl/>
        </w:rPr>
        <w:t>عن اب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tl/>
        </w:rPr>
        <w:t xml:space="preserve"> عبدالله (ع) قال:قلت ل</w:t>
      </w:r>
      <w:r w:rsidR="00705CD5" w:rsidRPr="00163EB1">
        <w:rPr>
          <w:rStyle w:val="libFootNoteArabicChar"/>
          <w:rFonts w:hint="cs"/>
          <w:rtl/>
        </w:rPr>
        <w:t>ه</w:t>
      </w:r>
      <w:r w:rsidRPr="00FC7E97">
        <w:rPr>
          <w:rStyle w:val="libFootNoteArabicChar"/>
          <w:rtl/>
        </w:rPr>
        <w:t>:</w:t>
      </w:r>
      <w:r w:rsidRPr="00FC7E97">
        <w:rPr>
          <w:rStyle w:val="libFootNoteArabicChar"/>
          <w:rFonts w:hint="cs"/>
          <w:rtl/>
        </w:rPr>
        <w:t>قوم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Fonts w:hint="eastAsia"/>
          <w:rtl/>
        </w:rPr>
        <w:t>عملون</w:t>
      </w:r>
      <w:r w:rsidRPr="00FC7E97">
        <w:rPr>
          <w:rStyle w:val="libFootNoteArabicChar"/>
          <w:rtl/>
        </w:rPr>
        <w:t xml:space="preserve"> بالمعاص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tl/>
        </w:rPr>
        <w:t xml:space="preserve"> و 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Fonts w:hint="eastAsia"/>
          <w:rtl/>
        </w:rPr>
        <w:t>قولون</w:t>
      </w:r>
      <w:r w:rsidRPr="00FC7E97">
        <w:rPr>
          <w:rStyle w:val="libFootNoteArabicChar"/>
          <w:rtl/>
        </w:rPr>
        <w:t xml:space="preserve"> نرجو فلا 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Fonts w:hint="eastAsia"/>
          <w:rtl/>
        </w:rPr>
        <w:t>زالون</w:t>
      </w:r>
      <w:r w:rsidRPr="00FC7E97">
        <w:rPr>
          <w:rStyle w:val="libFootNoteArabicChar"/>
          <w:rtl/>
        </w:rPr>
        <w:t xml:space="preserve"> کذلک حت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Fonts w:hint="eastAsia"/>
          <w:rtl/>
        </w:rPr>
        <w:t>ات</w:t>
      </w:r>
      <w:r w:rsidRPr="00FC7E97">
        <w:rPr>
          <w:rStyle w:val="libFootNoteArabicChar"/>
          <w:rFonts w:hint="cs"/>
          <w:rtl/>
        </w:rPr>
        <w:t>ی</w:t>
      </w:r>
      <w:r w:rsidR="00705CD5" w:rsidRPr="00163EB1">
        <w:rPr>
          <w:rStyle w:val="libFootNoteArabicChar"/>
          <w:rFonts w:hint="cs"/>
          <w:rtl/>
        </w:rPr>
        <w:t>ه</w:t>
      </w:r>
      <w:r w:rsidRPr="00FC7E97">
        <w:rPr>
          <w:rStyle w:val="libFootNoteArabicChar"/>
          <w:rFonts w:hint="cs"/>
          <w:rtl/>
        </w:rPr>
        <w:t>م</w:t>
      </w:r>
      <w:r w:rsidRPr="00FC7E97">
        <w:rPr>
          <w:rStyle w:val="libFootNoteArabicChar"/>
          <w:rtl/>
        </w:rPr>
        <w:t xml:space="preserve"> الموت فقال:</w:t>
      </w:r>
      <w:r w:rsidR="00705CD5" w:rsidRPr="00163EB1">
        <w:rPr>
          <w:rStyle w:val="libFootNoteArabicChar"/>
          <w:rFonts w:hint="cs"/>
          <w:rtl/>
        </w:rPr>
        <w:t>ه</w:t>
      </w:r>
      <w:r w:rsidR="00AA04E3">
        <w:rPr>
          <w:rStyle w:val="libFootNoteArabicChar"/>
          <w:rFonts w:hint="cs"/>
          <w:rtl/>
        </w:rPr>
        <w:t>و</w:t>
      </w:r>
      <w:r w:rsidRPr="00FC7E97">
        <w:rPr>
          <w:rStyle w:val="libFootNoteArabicChar"/>
          <w:rFonts w:hint="eastAsia"/>
          <w:rtl/>
        </w:rPr>
        <w:t>لاء</w:t>
      </w:r>
      <w:r w:rsidRPr="00FC7E97">
        <w:rPr>
          <w:rStyle w:val="libFootNoteArabicChar"/>
          <w:rtl/>
        </w:rPr>
        <w:t xml:space="preserve"> قوم 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Fonts w:hint="eastAsia"/>
          <w:rtl/>
        </w:rPr>
        <w:t>ترجحون</w:t>
      </w:r>
      <w:r w:rsidRPr="00FC7E97">
        <w:rPr>
          <w:rStyle w:val="libFootNoteArabicChar"/>
          <w:rtl/>
        </w:rPr>
        <w:t xml:space="preserve"> ف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tl/>
        </w:rPr>
        <w:t xml:space="preserve"> الامان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tl/>
        </w:rPr>
        <w:t xml:space="preserve"> کذبوا ل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Fonts w:hint="eastAsia"/>
          <w:rtl/>
        </w:rPr>
        <w:t>سوا</w:t>
      </w:r>
      <w:r w:rsidRPr="00FC7E97">
        <w:rPr>
          <w:rStyle w:val="libFootNoteArabicChar"/>
          <w:rtl/>
        </w:rPr>
        <w:t xml:space="preserve"> براج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Fonts w:hint="eastAsia"/>
          <w:rtl/>
        </w:rPr>
        <w:t>ن</w:t>
      </w:r>
      <w:r w:rsidRPr="00FC7E97">
        <w:rPr>
          <w:rStyle w:val="libFootNoteArabicChar"/>
          <w:rtl/>
        </w:rPr>
        <w:t xml:space="preserve"> ان من رجا شئ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Fonts w:hint="eastAsia"/>
          <w:rtl/>
        </w:rPr>
        <w:t>ا</w:t>
      </w:r>
      <w:r w:rsidRPr="00FC7E97">
        <w:rPr>
          <w:rStyle w:val="libFootNoteArabicChar"/>
          <w:rtl/>
        </w:rPr>
        <w:t xml:space="preserve"> طلب</w:t>
      </w:r>
      <w:r w:rsidR="00705CD5" w:rsidRPr="00163EB1">
        <w:rPr>
          <w:rStyle w:val="libFootNoteArabicChar"/>
          <w:rFonts w:hint="cs"/>
          <w:rtl/>
        </w:rPr>
        <w:t>ه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ومن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خاف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من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شی</w:t>
      </w:r>
      <w:r w:rsidRPr="00FC7E97">
        <w:rPr>
          <w:rStyle w:val="libFootNoteArabicChar"/>
          <w:rFonts w:hint="eastAsia"/>
          <w:rtl/>
        </w:rPr>
        <w:t>ء</w:t>
      </w:r>
      <w:r w:rsidRPr="00FC7E97">
        <w:rPr>
          <w:rStyle w:val="libFootNoteArabicChar"/>
          <w:rtl/>
        </w:rPr>
        <w:t xml:space="preserve"> </w:t>
      </w:r>
      <w:r w:rsidR="00705CD5" w:rsidRPr="00163EB1">
        <w:rPr>
          <w:rStyle w:val="libFootNoteArabicChar"/>
          <w:rFonts w:hint="cs"/>
          <w:rtl/>
        </w:rPr>
        <w:t>ه</w:t>
      </w:r>
      <w:r w:rsidRPr="00FC7E97">
        <w:rPr>
          <w:rStyle w:val="libFootNoteArabicChar"/>
          <w:rFonts w:hint="cs"/>
          <w:rtl/>
        </w:rPr>
        <w:t>رب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من</w:t>
      </w:r>
      <w:r w:rsidR="00705CD5" w:rsidRPr="00163EB1">
        <w:rPr>
          <w:rStyle w:val="libFootNoteArabicChar"/>
          <w:rFonts w:hint="cs"/>
          <w:rtl/>
        </w:rPr>
        <w:t>ه</w:t>
      </w:r>
      <w:r>
        <w:rPr>
          <w:rtl/>
        </w:rPr>
        <w:t xml:space="preserve">“۔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50. عدة الداع</w:t>
      </w:r>
      <w:r>
        <w:rPr>
          <w:rFonts w:hint="cs"/>
          <w:rtl/>
        </w:rPr>
        <w:t>ی</w:t>
      </w:r>
      <w:r>
        <w:rPr>
          <w:rtl/>
        </w:rPr>
        <w:t xml:space="preserve"> ص37 الباب الاول ف</w:t>
      </w:r>
      <w:r>
        <w:rPr>
          <w:rFonts w:hint="cs"/>
          <w:rtl/>
        </w:rPr>
        <w:t>ی</w:t>
      </w:r>
      <w:r>
        <w:rPr>
          <w:rtl/>
        </w:rPr>
        <w:t xml:space="preserve"> لالحث عل</w:t>
      </w:r>
      <w:r>
        <w:rPr>
          <w:rFonts w:hint="cs"/>
          <w:rtl/>
        </w:rPr>
        <w:t>ی</w:t>
      </w:r>
      <w:r>
        <w:rPr>
          <w:rtl/>
        </w:rPr>
        <w:t xml:space="preserve"> الدعاء؛ارشاد القلوب ج 1، ص153، الباب السابع والاربعون ف</w:t>
      </w:r>
      <w:r>
        <w:rPr>
          <w:rFonts w:hint="cs"/>
          <w:rtl/>
        </w:rPr>
        <w:t>ی</w:t>
      </w:r>
      <w:r>
        <w:rPr>
          <w:rtl/>
        </w:rPr>
        <w:t xml:space="preserve"> الدعاء؛ بحار الانوار ج81، ص61،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12۔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51. سور</w:t>
      </w:r>
      <w:r w:rsidR="00BA0B7F">
        <w:rPr>
          <w:rtl/>
        </w:rPr>
        <w:t>ہ</w:t>
      </w:r>
      <w:r>
        <w:rPr>
          <w:rtl/>
        </w:rPr>
        <w:t xml:space="preserve"> آل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31۔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52. سور</w:t>
      </w:r>
      <w:r w:rsidR="00BA0B7F">
        <w:rPr>
          <w:rtl/>
        </w:rPr>
        <w:t>ہ</w:t>
      </w:r>
      <w:r>
        <w:rPr>
          <w:rtl/>
        </w:rPr>
        <w:t xml:space="preserve"> انفال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29۔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53. سور</w:t>
      </w:r>
      <w:r w:rsidR="00BA0B7F">
        <w:rPr>
          <w:rtl/>
        </w:rPr>
        <w:t>ہ</w:t>
      </w:r>
      <w:r>
        <w:rPr>
          <w:rtl/>
        </w:rPr>
        <w:t xml:space="preserve"> احزاب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70۔71۔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54. سور</w:t>
      </w:r>
      <w:r w:rsidR="00BA0B7F">
        <w:rPr>
          <w:rtl/>
        </w:rPr>
        <w:t>ہ</w:t>
      </w:r>
      <w:r>
        <w:rPr>
          <w:rtl/>
        </w:rPr>
        <w:t xml:space="preserve"> صف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10۔12۔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55. سور</w:t>
      </w:r>
      <w:r w:rsidR="00BA0B7F">
        <w:rPr>
          <w:rtl/>
        </w:rPr>
        <w:t>ہ</w:t>
      </w:r>
      <w:r>
        <w:rPr>
          <w:rtl/>
        </w:rPr>
        <w:t xml:space="preserve"> تغابن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17۔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56. سور</w:t>
      </w:r>
      <w:r w:rsidR="00BA0B7F">
        <w:rPr>
          <w:rtl/>
        </w:rPr>
        <w:t>ہ</w:t>
      </w:r>
      <w:r>
        <w:rPr>
          <w:rtl/>
        </w:rPr>
        <w:t xml:space="preserve">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153۔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57. سور</w:t>
      </w:r>
      <w:r w:rsidR="00BA0B7F">
        <w:rPr>
          <w:rtl/>
        </w:rPr>
        <w:t>ہ</w:t>
      </w:r>
      <w:r>
        <w:rPr>
          <w:rtl/>
        </w:rPr>
        <w:t xml:space="preserve">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58. سور</w:t>
      </w:r>
      <w:r w:rsidR="00BA0B7F">
        <w:rPr>
          <w:rtl/>
        </w:rPr>
        <w:t>ہ</w:t>
      </w:r>
      <w:r>
        <w:rPr>
          <w:rtl/>
        </w:rPr>
        <w:t xml:space="preserve">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120۔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59. مجموع</w:t>
      </w:r>
      <w:r w:rsidR="00BA0B7F">
        <w:rPr>
          <w:rtl/>
        </w:rPr>
        <w:t>ہ</w:t>
      </w:r>
      <w:r>
        <w:rPr>
          <w:rtl/>
        </w:rPr>
        <w:t xml:space="preserve"> ورام، ج1، ص43۔، باب ما جاء ف</w:t>
      </w:r>
      <w:r>
        <w:rPr>
          <w:rFonts w:hint="cs"/>
          <w:rtl/>
        </w:rPr>
        <w:t>ی</w:t>
      </w:r>
      <w:r>
        <w:rPr>
          <w:rtl/>
        </w:rPr>
        <w:t xml:space="preserve"> الصدق و الغضب لله، ارشاد القلوب، ج1ص851۔باب 51۔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60. مجموع</w:t>
      </w:r>
      <w:r w:rsidR="00BA0B7F">
        <w:rPr>
          <w:rtl/>
        </w:rPr>
        <w:t>ہ</w:t>
      </w:r>
      <w:r>
        <w:rPr>
          <w:rtl/>
        </w:rPr>
        <w:t xml:space="preserve"> ورام، ج1، ص43۔، باب ما جاء ف</w:t>
      </w:r>
      <w:r>
        <w:rPr>
          <w:rFonts w:hint="cs"/>
          <w:rtl/>
        </w:rPr>
        <w:t>ی</w:t>
      </w:r>
      <w:r>
        <w:rPr>
          <w:rtl/>
        </w:rPr>
        <w:t xml:space="preserve"> الصدق و لغضب لله، مستدرک الوسائل ج8ص 455 باب 91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9985۔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61. مجموع</w:t>
      </w:r>
      <w:r w:rsidR="00BA0B7F">
        <w:rPr>
          <w:rtl/>
        </w:rPr>
        <w:t>ہ</w:t>
      </w:r>
      <w:r>
        <w:rPr>
          <w:rtl/>
        </w:rPr>
        <w:t xml:space="preserve"> ورام، ج1، ص60۔ باب العتاب۔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62. مجموع</w:t>
      </w:r>
      <w:r w:rsidR="00BA0B7F">
        <w:rPr>
          <w:rtl/>
        </w:rPr>
        <w:t>ہ</w:t>
      </w:r>
      <w:r>
        <w:rPr>
          <w:rtl/>
        </w:rPr>
        <w:t xml:space="preserve"> ورام، ج1، ص61۔باب العتاب۔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63. مجموع</w:t>
      </w:r>
      <w:r w:rsidR="00BA0B7F">
        <w:rPr>
          <w:rtl/>
        </w:rPr>
        <w:t>ہ</w:t>
      </w:r>
      <w:r>
        <w:rPr>
          <w:rtl/>
        </w:rPr>
        <w:t xml:space="preserve"> ورام، ج1، ص65۔باب العتاب۔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lastRenderedPageBreak/>
        <w:t>64. مجموع</w:t>
      </w:r>
      <w:r w:rsidR="00BA0B7F">
        <w:rPr>
          <w:rtl/>
        </w:rPr>
        <w:t>ہ</w:t>
      </w:r>
      <w:r>
        <w:rPr>
          <w:rtl/>
        </w:rPr>
        <w:t xml:space="preserve"> ورام، ج1، ص75۔باب العتاب۔ </w:t>
      </w:r>
    </w:p>
    <w:p w:rsidR="00476253" w:rsidRDefault="00476253" w:rsidP="00705CD5">
      <w:pPr>
        <w:pStyle w:val="libFootnote"/>
        <w:rPr>
          <w:rtl/>
        </w:rPr>
      </w:pPr>
      <w:r>
        <w:rPr>
          <w:rtl/>
        </w:rPr>
        <w:t>65.</w:t>
      </w:r>
      <w:r w:rsidRPr="00FC7E97">
        <w:rPr>
          <w:rStyle w:val="libFootNoteArabicChar"/>
          <w:rtl/>
        </w:rPr>
        <w:t xml:space="preserve"> رو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tl/>
        </w:rPr>
        <w:t xml:space="preserve"> ان الحس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Fonts w:hint="eastAsia"/>
          <w:rtl/>
        </w:rPr>
        <w:t>ن</w:t>
      </w:r>
      <w:r w:rsidRPr="00FC7E97">
        <w:rPr>
          <w:rStyle w:val="libFootNoteArabicChar"/>
          <w:rtl/>
        </w:rPr>
        <w:t xml:space="preserve"> بن عل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tl/>
        </w:rPr>
        <w:t xml:space="preserve"> عل</w:t>
      </w:r>
      <w:r w:rsidRPr="00FC7E97">
        <w:rPr>
          <w:rStyle w:val="libFootNoteArabicChar"/>
          <w:rFonts w:hint="cs"/>
          <w:rtl/>
        </w:rPr>
        <w:t>ی</w:t>
      </w:r>
      <w:r w:rsidR="00705CD5" w:rsidRPr="00163EB1">
        <w:rPr>
          <w:rStyle w:val="libFootNoteArabicChar"/>
          <w:rFonts w:hint="cs"/>
          <w:rtl/>
        </w:rPr>
        <w:t>ه</w:t>
      </w:r>
      <w:r w:rsidRPr="00FC7E97">
        <w:rPr>
          <w:rStyle w:val="libFootNoteArabicChar"/>
          <w:rtl/>
        </w:rPr>
        <w:t xml:space="preserve"> السلام جاء </w:t>
      </w:r>
      <w:r w:rsidR="00705CD5" w:rsidRPr="00163EB1">
        <w:rPr>
          <w:rStyle w:val="libFootNoteArabicChar"/>
          <w:rFonts w:hint="cs"/>
          <w:rtl/>
        </w:rPr>
        <w:t>ه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رجل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و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قال</w:t>
      </w:r>
      <w:r w:rsidRPr="00FC7E97">
        <w:rPr>
          <w:rStyle w:val="libFootNoteArabicChar"/>
          <w:rtl/>
        </w:rPr>
        <w:t>:</w:t>
      </w:r>
      <w:r w:rsidRPr="00FC7E97">
        <w:rPr>
          <w:rStyle w:val="libFootNoteArabicChar"/>
          <w:rFonts w:hint="cs"/>
          <w:rtl/>
        </w:rPr>
        <w:t>انا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رجل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عاص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ولا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اصبر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عن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المعصی</w:t>
      </w:r>
      <w:r w:rsidRPr="00FC7E97">
        <w:rPr>
          <w:rStyle w:val="libFootNoteArabicChar"/>
          <w:rFonts w:hint="eastAsia"/>
          <w:rtl/>
        </w:rPr>
        <w:t>ة</w:t>
      </w:r>
      <w:r w:rsidRPr="00FC7E97">
        <w:rPr>
          <w:rStyle w:val="libFootNoteArabicChar"/>
          <w:rtl/>
        </w:rPr>
        <w:t xml:space="preserve"> فعظن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tl/>
        </w:rPr>
        <w:t xml:space="preserve"> بموعظة</w:t>
      </w:r>
      <w:r w:rsidRPr="00FC7E97">
        <w:rPr>
          <w:rStyle w:val="libFootNoteArabicChar"/>
          <w:rFonts w:hint="cs"/>
          <w:rtl/>
        </w:rPr>
        <w:t>فقال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علی</w:t>
      </w:r>
      <w:r w:rsidR="00705CD5" w:rsidRPr="00163EB1">
        <w:rPr>
          <w:rStyle w:val="libFootNoteArabicChar"/>
          <w:rFonts w:hint="cs"/>
          <w:rtl/>
        </w:rPr>
        <w:t>ه</w:t>
      </w:r>
      <w:r w:rsidRPr="00FC7E97">
        <w:rPr>
          <w:rStyle w:val="libFootNoteArabicChar"/>
          <w:rtl/>
        </w:rPr>
        <w:t xml:space="preserve"> السلام:افعل خمسة اش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Fonts w:hint="eastAsia"/>
          <w:rtl/>
        </w:rPr>
        <w:t>اء</w:t>
      </w:r>
      <w:r w:rsidRPr="00FC7E97">
        <w:rPr>
          <w:rStyle w:val="libFootNoteArabicChar"/>
          <w:rtl/>
        </w:rPr>
        <w:t xml:space="preserve"> واذنب ما شئت فاول ذلک لا تاکل رزق الل</w:t>
      </w:r>
      <w:r w:rsidR="00705CD5" w:rsidRPr="00163EB1">
        <w:rPr>
          <w:rStyle w:val="libFootNoteArabicChar"/>
          <w:rFonts w:hint="cs"/>
          <w:rtl/>
        </w:rPr>
        <w:t>ه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واذنب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ما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شئت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والثانی</w:t>
      </w:r>
      <w:r w:rsidRPr="00FC7E97">
        <w:rPr>
          <w:rStyle w:val="libFootNoteArabicChar"/>
          <w:rtl/>
        </w:rPr>
        <w:t xml:space="preserve"> اخرج من ولا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Fonts w:hint="eastAsia"/>
          <w:rtl/>
        </w:rPr>
        <w:t>ة</w:t>
      </w:r>
      <w:r w:rsidRPr="00FC7E97">
        <w:rPr>
          <w:rStyle w:val="libFootNoteArabicChar"/>
          <w:rtl/>
        </w:rPr>
        <w:t xml:space="preserve"> الل</w:t>
      </w:r>
      <w:r w:rsidR="00705CD5" w:rsidRPr="00163EB1">
        <w:rPr>
          <w:rStyle w:val="libFootNoteArabicChar"/>
          <w:rFonts w:hint="cs"/>
          <w:rtl/>
        </w:rPr>
        <w:t>ه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واذنب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ما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شئت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والثالث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اطلب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موضعا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لا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Fonts w:hint="eastAsia"/>
          <w:rtl/>
        </w:rPr>
        <w:t>راک</w:t>
      </w:r>
      <w:r w:rsidRPr="00FC7E97">
        <w:rPr>
          <w:rStyle w:val="libFootNoteArabicChar"/>
          <w:rtl/>
        </w:rPr>
        <w:t xml:space="preserve"> الل</w:t>
      </w:r>
      <w:r w:rsidR="00705CD5" w:rsidRPr="00163EB1">
        <w:rPr>
          <w:rStyle w:val="libFootNoteArabicChar"/>
          <w:rFonts w:hint="cs"/>
          <w:rtl/>
        </w:rPr>
        <w:t>ه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و</w:t>
      </w:r>
      <w:r w:rsidRPr="00FC7E97">
        <w:rPr>
          <w:rStyle w:val="libFootNoteArabicChar"/>
          <w:rFonts w:hint="eastAsia"/>
          <w:rtl/>
        </w:rPr>
        <w:t>اذنب</w:t>
      </w:r>
      <w:r w:rsidRPr="00FC7E97">
        <w:rPr>
          <w:rStyle w:val="libFootNoteArabicChar"/>
          <w:rtl/>
        </w:rPr>
        <w:t xml:space="preserve"> ماشئت والرابع اذاجاء ملک الموت ل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Fonts w:hint="eastAsia"/>
          <w:rtl/>
        </w:rPr>
        <w:t>قبض</w:t>
      </w:r>
      <w:r w:rsidRPr="00FC7E97">
        <w:rPr>
          <w:rStyle w:val="libFootNoteArabicChar"/>
          <w:rtl/>
        </w:rPr>
        <w:t xml:space="preserve"> روحک فادفع</w:t>
      </w:r>
      <w:r w:rsidR="00705CD5" w:rsidRPr="00163EB1">
        <w:rPr>
          <w:rStyle w:val="libFootNoteArabicChar"/>
          <w:rFonts w:hint="cs"/>
          <w:rtl/>
        </w:rPr>
        <w:t>ه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عن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نفسک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واذنب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ماشئت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والخامس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اذا</w:t>
      </w:r>
      <w:r w:rsidRPr="00FC7E97">
        <w:rPr>
          <w:rStyle w:val="libFootNoteArabicChar"/>
          <w:rtl/>
        </w:rPr>
        <w:t xml:space="preserve"> </w:t>
      </w:r>
      <w:r w:rsidR="00BA0B7F">
        <w:rPr>
          <w:rStyle w:val="libFootNoteArabicChar"/>
          <w:rFonts w:hint="cs"/>
          <w:rtl/>
        </w:rPr>
        <w:t>ا</w:t>
      </w:r>
      <w:r w:rsidRPr="00FC7E97">
        <w:rPr>
          <w:rStyle w:val="libFootNoteArabicChar"/>
          <w:rFonts w:hint="eastAsia"/>
          <w:rtl/>
        </w:rPr>
        <w:t>دخلک</w:t>
      </w:r>
      <w:r w:rsidRPr="00FC7E97">
        <w:rPr>
          <w:rStyle w:val="libFootNoteArabicChar"/>
          <w:rtl/>
        </w:rPr>
        <w:t xml:space="preserve"> مالک ف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tl/>
        </w:rPr>
        <w:t xml:space="preserve"> النار فلا تدخل ف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tl/>
        </w:rPr>
        <w:t xml:space="preserve"> النار واذنب ماشئت</w:t>
      </w:r>
      <w:r>
        <w:rPr>
          <w:rtl/>
        </w:rPr>
        <w:t xml:space="preserve">“۔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66. تحف العقول ص279؛بحار الانوار، ج75، ص137، باب 21،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3۔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67. بحار الانوار ج75، ص175، باب22،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5۔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68. خصا ل ج1، ص16،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56؛تحف العقول ص489؛بحار الانوار ج75، ص192، باب 23،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5۔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69. تحف العقول ص390؛بحار الانوار ج 75، ص305، باب 25حد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1؛مستدرک الوسائل ج8ص464، باب 93،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10022۔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70. مواعظ العدد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 336۔ </w:t>
      </w:r>
    </w:p>
    <w:p w:rsidR="00476253" w:rsidRDefault="00476253" w:rsidP="00705CD5">
      <w:pPr>
        <w:pStyle w:val="libFootnote"/>
        <w:rPr>
          <w:rtl/>
        </w:rPr>
      </w:pPr>
      <w:r>
        <w:rPr>
          <w:rtl/>
        </w:rPr>
        <w:t xml:space="preserve">71. </w:t>
      </w:r>
      <w:r w:rsidRPr="00FC7E97">
        <w:rPr>
          <w:rStyle w:val="libFootNoteArabicChar"/>
          <w:rtl/>
        </w:rPr>
        <w:t>عن اب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tl/>
        </w:rPr>
        <w:t xml:space="preserve"> عبد الل</w:t>
      </w:r>
      <w:r w:rsidR="00705CD5" w:rsidRPr="00163EB1">
        <w:rPr>
          <w:rStyle w:val="libFootNoteArabicChar"/>
          <w:rFonts w:hint="cs"/>
          <w:rtl/>
        </w:rPr>
        <w:t>ه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علی</w:t>
      </w:r>
      <w:r w:rsidR="00705CD5" w:rsidRPr="00163EB1">
        <w:rPr>
          <w:rStyle w:val="libFootNoteArabicChar"/>
          <w:rFonts w:hint="cs"/>
          <w:rtl/>
        </w:rPr>
        <w:t>ه</w:t>
      </w:r>
      <w:r w:rsidRPr="00FC7E97">
        <w:rPr>
          <w:rStyle w:val="libFootNoteArabicChar"/>
          <w:rtl/>
        </w:rPr>
        <w:t xml:space="preserve"> السلام قال :کان ف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Fonts w:hint="eastAsia"/>
          <w:rtl/>
        </w:rPr>
        <w:t>ما</w:t>
      </w:r>
      <w:r w:rsidRPr="00FC7E97">
        <w:rPr>
          <w:rStyle w:val="libFootNoteArabicChar"/>
          <w:rtl/>
        </w:rPr>
        <w:t xml:space="preserve"> وعظ ب</w:t>
      </w:r>
      <w:r w:rsidR="00705CD5" w:rsidRPr="00163EB1">
        <w:rPr>
          <w:rStyle w:val="libFootNoteArabicChar"/>
          <w:rFonts w:hint="cs"/>
          <w:rtl/>
        </w:rPr>
        <w:t>ه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لقمان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ابنی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واعلم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انک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ستس</w:t>
      </w:r>
      <w:r w:rsidR="00BA0B7F">
        <w:rPr>
          <w:rStyle w:val="libFootNoteArabicChar"/>
          <w:rFonts w:hint="cs"/>
          <w:rtl/>
        </w:rPr>
        <w:t>ا</w:t>
      </w:r>
      <w:r w:rsidRPr="00FC7E97">
        <w:rPr>
          <w:rStyle w:val="libFootNoteArabicChar"/>
          <w:rFonts w:hint="eastAsia"/>
          <w:rtl/>
        </w:rPr>
        <w:t>ل</w:t>
      </w:r>
      <w:r w:rsidRPr="00FC7E97">
        <w:rPr>
          <w:rStyle w:val="libFootNoteArabicChar"/>
          <w:rtl/>
        </w:rPr>
        <w:t xml:space="preserve"> غدا اذا وقفت ب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Fonts w:hint="eastAsia"/>
          <w:rtl/>
        </w:rPr>
        <w:t>ن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Fonts w:hint="eastAsia"/>
          <w:rtl/>
        </w:rPr>
        <w:t>د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tl/>
        </w:rPr>
        <w:t xml:space="preserve"> الل</w:t>
      </w:r>
      <w:r w:rsidR="00705CD5" w:rsidRPr="00163EB1">
        <w:rPr>
          <w:rStyle w:val="libFootNoteArabicChar"/>
          <w:rFonts w:hint="cs"/>
          <w:rtl/>
        </w:rPr>
        <w:t>ه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عز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وجل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عن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اربع</w:t>
      </w:r>
      <w:r w:rsidRPr="00FC7E97">
        <w:rPr>
          <w:rStyle w:val="libFootNoteArabicChar"/>
          <w:rtl/>
        </w:rPr>
        <w:t xml:space="preserve"> :</w:t>
      </w:r>
      <w:r w:rsidRPr="00FC7E97">
        <w:rPr>
          <w:rStyle w:val="libFootNoteArabicChar"/>
          <w:rFonts w:hint="cs"/>
          <w:rtl/>
        </w:rPr>
        <w:t>شبابک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فی</w:t>
      </w:r>
      <w:r w:rsidRPr="00FC7E97">
        <w:rPr>
          <w:rStyle w:val="libFootNoteArabicChar"/>
          <w:rFonts w:hint="eastAsia"/>
          <w:rtl/>
        </w:rPr>
        <w:t>ما</w:t>
      </w:r>
      <w:r w:rsidRPr="00FC7E97">
        <w:rPr>
          <w:rStyle w:val="libFootNoteArabicChar"/>
          <w:rtl/>
        </w:rPr>
        <w:t xml:space="preserve"> ابل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Fonts w:hint="eastAsia"/>
          <w:rtl/>
        </w:rPr>
        <w:t>ت</w:t>
      </w:r>
      <w:r w:rsidR="00705CD5" w:rsidRPr="00163EB1">
        <w:rPr>
          <w:rStyle w:val="libFootNoteArabicChar"/>
          <w:rFonts w:hint="cs"/>
          <w:rtl/>
        </w:rPr>
        <w:t>ه</w:t>
      </w:r>
      <w:r w:rsidRPr="00FC7E97">
        <w:rPr>
          <w:rStyle w:val="libFootNoteArabicChar"/>
          <w:rtl/>
        </w:rPr>
        <w:t xml:space="preserve"> و عمرک ف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Fonts w:hint="eastAsia"/>
          <w:rtl/>
        </w:rPr>
        <w:t>ما</w:t>
      </w:r>
      <w:r w:rsidRPr="00FC7E97">
        <w:rPr>
          <w:rStyle w:val="libFootNoteArabicChar"/>
          <w:rtl/>
        </w:rPr>
        <w:t xml:space="preserve"> افن</w:t>
      </w:r>
      <w:r w:rsidRPr="00FC7E97">
        <w:rPr>
          <w:rStyle w:val="libFootNoteArabicChar"/>
          <w:rFonts w:hint="cs"/>
          <w:rtl/>
        </w:rPr>
        <w:t>ی</w:t>
      </w:r>
      <w:r w:rsidRPr="00FC7E97">
        <w:rPr>
          <w:rStyle w:val="libFootNoteArabicChar"/>
          <w:rFonts w:hint="eastAsia"/>
          <w:rtl/>
        </w:rPr>
        <w:t>ت</w:t>
      </w:r>
      <w:r w:rsidR="00705CD5" w:rsidRPr="00163EB1">
        <w:rPr>
          <w:rStyle w:val="libFootNoteArabicChar"/>
          <w:rFonts w:hint="cs"/>
          <w:rtl/>
        </w:rPr>
        <w:t>ه</w:t>
      </w:r>
      <w:r w:rsidRPr="00FC7E97">
        <w:rPr>
          <w:rStyle w:val="libFootNoteArabicChar"/>
          <w:rtl/>
        </w:rPr>
        <w:t xml:space="preserve"> ومالک مما اکتسبت</w:t>
      </w:r>
      <w:r w:rsidR="00705CD5" w:rsidRPr="00163EB1">
        <w:rPr>
          <w:rStyle w:val="libFootNoteArabicChar"/>
          <w:rFonts w:hint="cs"/>
          <w:rtl/>
        </w:rPr>
        <w:t>ه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وفی</w:t>
      </w:r>
      <w:r w:rsidRPr="00FC7E97">
        <w:rPr>
          <w:rStyle w:val="libFootNoteArabicChar"/>
          <w:rFonts w:hint="eastAsia"/>
          <w:rtl/>
        </w:rPr>
        <w:t>ماانفقت</w:t>
      </w:r>
      <w:r w:rsidR="00705CD5" w:rsidRPr="00163EB1">
        <w:rPr>
          <w:rStyle w:val="libFootNoteArabicChar"/>
          <w:rFonts w:hint="cs"/>
          <w:rtl/>
        </w:rPr>
        <w:t>ه</w:t>
      </w:r>
      <w:r w:rsidRPr="00FC7E97">
        <w:rPr>
          <w:rStyle w:val="libFootNoteArabicChar"/>
          <w:rtl/>
        </w:rPr>
        <w:t xml:space="preserve"> فتا</w:t>
      </w:r>
      <w:r w:rsidR="00705CD5" w:rsidRPr="00163EB1">
        <w:rPr>
          <w:rStyle w:val="libFootNoteArabicChar"/>
          <w:rFonts w:hint="cs"/>
          <w:rtl/>
        </w:rPr>
        <w:t>ه</w:t>
      </w:r>
      <w:r w:rsidRPr="00FC7E97">
        <w:rPr>
          <w:rStyle w:val="libFootNoteArabicChar"/>
          <w:rFonts w:hint="cs"/>
          <w:rtl/>
        </w:rPr>
        <w:t>ب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لذلک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و</w:t>
      </w:r>
      <w:r w:rsidR="00BA0B7F">
        <w:rPr>
          <w:rStyle w:val="libFootNoteArabicChar"/>
          <w:rFonts w:hint="cs"/>
          <w:rtl/>
        </w:rPr>
        <w:t>ا</w:t>
      </w:r>
      <w:r w:rsidRPr="00FC7E97">
        <w:rPr>
          <w:rStyle w:val="libFootNoteArabicChar"/>
          <w:rFonts w:hint="eastAsia"/>
          <w:rtl/>
        </w:rPr>
        <w:t>عد</w:t>
      </w:r>
      <w:r w:rsidRPr="00FC7E97">
        <w:rPr>
          <w:rStyle w:val="libFootNoteArabicChar"/>
          <w:rtl/>
        </w:rPr>
        <w:t xml:space="preserve"> ل</w:t>
      </w:r>
      <w:r w:rsidR="00705CD5" w:rsidRPr="00163EB1">
        <w:rPr>
          <w:rStyle w:val="libFootNoteArabicChar"/>
          <w:rFonts w:hint="cs"/>
          <w:rtl/>
        </w:rPr>
        <w:t>ه</w:t>
      </w:r>
      <w:r w:rsidRPr="00FC7E97">
        <w:rPr>
          <w:rStyle w:val="libFootNoteArabicChar"/>
          <w:rtl/>
        </w:rPr>
        <w:t xml:space="preserve"> </w:t>
      </w:r>
      <w:r w:rsidRPr="00FC7E97">
        <w:rPr>
          <w:rStyle w:val="libFootNoteArabicChar"/>
          <w:rFonts w:hint="cs"/>
          <w:rtl/>
        </w:rPr>
        <w:t>جوابا</w:t>
      </w:r>
      <w:r>
        <w:rPr>
          <w:rtl/>
        </w:rPr>
        <w:t xml:space="preserve">“۔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72. مواعظ عدد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ص240۔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 xml:space="preserve">73. مجموعہ ورام ج1، ص 236 با ب محا سبة النفس 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74. مجموعہ ورام ج1، ص 236، با ب ذکر ال</w:t>
      </w:r>
      <w:r w:rsidR="00BA0B7F">
        <w:rPr>
          <w:rtl/>
        </w:rPr>
        <w:t>ا</w:t>
      </w:r>
      <w:r>
        <w:rPr>
          <w:rFonts w:hint="eastAsia"/>
          <w:rtl/>
        </w:rPr>
        <w:t>شرار</w:t>
      </w:r>
      <w:r>
        <w:rPr>
          <w:rtl/>
        </w:rPr>
        <w:t xml:space="preserve"> و الفجّار۔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75. مواعظ عدد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ص190۔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76. مواعظ عدد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ص278۔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77. مواعظ عدد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ص280۔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78. مواعظ عدد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ص192۔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79. کاف</w:t>
      </w:r>
      <w:r>
        <w:rPr>
          <w:rFonts w:hint="cs"/>
          <w:rtl/>
        </w:rPr>
        <w:t>ی</w:t>
      </w:r>
      <w:r>
        <w:rPr>
          <w:rtl/>
        </w:rPr>
        <w:t xml:space="preserve"> ج2، ص285، باب الکبائر،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24؛وسائل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ج15، ص318، باب 46،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20629۔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80. سور</w:t>
      </w:r>
      <w:r w:rsidR="00BA0B7F">
        <w:rPr>
          <w:rtl/>
        </w:rPr>
        <w:t>ہ</w:t>
      </w:r>
      <w:r>
        <w:rPr>
          <w:rtl/>
        </w:rPr>
        <w:t xml:space="preserve"> روم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81. سور</w:t>
      </w:r>
      <w:r w:rsidR="00BA0B7F">
        <w:rPr>
          <w:rtl/>
        </w:rPr>
        <w:t>ہ</w:t>
      </w:r>
      <w:r>
        <w:rPr>
          <w:rtl/>
        </w:rPr>
        <w:t xml:space="preserve"> آل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133۔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82. سور</w:t>
      </w:r>
      <w:r w:rsidR="00BA0B7F">
        <w:rPr>
          <w:rtl/>
        </w:rPr>
        <w:t>ہ</w:t>
      </w:r>
      <w:r>
        <w:rPr>
          <w:rtl/>
        </w:rPr>
        <w:t xml:space="preserve"> حجرات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11۔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lastRenderedPageBreak/>
        <w:t>83. سور</w:t>
      </w:r>
      <w:r w:rsidR="00BA0B7F">
        <w:rPr>
          <w:rtl/>
        </w:rPr>
        <w:t>ہ</w:t>
      </w:r>
      <w:r>
        <w:rPr>
          <w:rtl/>
        </w:rPr>
        <w:t xml:space="preserve"> آل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57۔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84. مجموع</w:t>
      </w:r>
      <w:r w:rsidR="00BA0B7F">
        <w:rPr>
          <w:rtl/>
        </w:rPr>
        <w:t>ہ</w:t>
      </w:r>
      <w:r>
        <w:rPr>
          <w:rtl/>
        </w:rPr>
        <w:t xml:space="preserve"> ورّام ج2، ص235، الجزء الثان</w:t>
      </w:r>
      <w:r>
        <w:rPr>
          <w:rFonts w:hint="cs"/>
          <w:rtl/>
        </w:rPr>
        <w:t>ی</w:t>
      </w:r>
      <w:r>
        <w:rPr>
          <w:rtl/>
        </w:rPr>
        <w:t xml:space="preserve"> ؛بحار الانوار، ج14، ص330، باب 21،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64؛مستدرک الوسائل ج12، ص196، باب6،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13865۔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 xml:space="preserve">85. رجال علامہ بحر العلوم، ج2، ص127۔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86. عدة الداع</w:t>
      </w:r>
      <w:r>
        <w:rPr>
          <w:rFonts w:hint="cs"/>
          <w:rtl/>
        </w:rPr>
        <w:t>ی</w:t>
      </w:r>
      <w:r>
        <w:rPr>
          <w:rtl/>
        </w:rPr>
        <w:t xml:space="preserve"> 207، القسم الثالث ف</w:t>
      </w:r>
      <w:r>
        <w:rPr>
          <w:rFonts w:hint="cs"/>
          <w:rtl/>
        </w:rPr>
        <w:t>ی</w:t>
      </w:r>
      <w:r>
        <w:rPr>
          <w:rtl/>
        </w:rPr>
        <w:t xml:space="preserve"> الاداب المتاخرة؛بحار الانوار، ج13، ص361، باب11،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78۔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87. سور</w:t>
      </w:r>
      <w:r w:rsidR="00BA0B7F">
        <w:rPr>
          <w:rtl/>
        </w:rPr>
        <w:t>ہ</w:t>
      </w:r>
      <w:r>
        <w:rPr>
          <w:rtl/>
        </w:rPr>
        <w:t xml:space="preserve">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12۔13۔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88. سور</w:t>
      </w:r>
      <w:r w:rsidR="00BA0B7F">
        <w:rPr>
          <w:rtl/>
        </w:rPr>
        <w:t>ہ</w:t>
      </w:r>
      <w:r>
        <w:rPr>
          <w:rtl/>
        </w:rPr>
        <w:t xml:space="preserve">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23۔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89.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ص309، باب الکبر،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1؛بحار الانوارج70، ص190، باب 130،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90.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ص309، باب الکبر،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2؛بحار الانوارج70، ص209، باب 130،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91.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ص309، باب الکبر،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3؛ثواب الاعمال ص221، عقاب المتکبر؛بحار الانوار ج70، ص213، باب 130،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92.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ص122، باب التواضع،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2؛مشکاة الانوار ص227، الفصل الثان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التواضع ؛بحار الانوار ج70، ص237، باب130،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44۔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93.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ص122، باب التواضع،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3؛مجموعہ ورّام ج2، ص190، الجزء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؛بحارالانوار</w:t>
      </w:r>
      <w:r>
        <w:rPr>
          <w:rtl/>
        </w:rPr>
        <w:t xml:space="preserve"> ج72، ص126، باب 51،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25۔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94.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ص123، باب التواضع،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11؛وسائل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ج15، ص272، باب 28،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20494؛ بحار الانوار ج72، ص132، باب51،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34 ۔ </w:t>
      </w:r>
    </w:p>
    <w:p w:rsidR="00722451" w:rsidRDefault="00722451" w:rsidP="006F6A7F">
      <w:pPr>
        <w:pStyle w:val="libNormal"/>
        <w:rPr>
          <w:lang w:bidi="ur-PK"/>
        </w:rPr>
      </w:pPr>
      <w:r>
        <w:rPr>
          <w:lang w:bidi="ur-PK"/>
        </w:rPr>
        <w:br w:type="page"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23" w:name="_Toc520983960"/>
      <w:r>
        <w:rPr>
          <w:rFonts w:hint="eastAsia"/>
          <w:rtl/>
          <w:lang w:bidi="ur-PK"/>
        </w:rPr>
        <w:lastRenderedPageBreak/>
        <w:t>خداوند</w:t>
      </w:r>
      <w:r>
        <w:rPr>
          <w:rtl/>
          <w:lang w:bidi="ur-PK"/>
        </w:rPr>
        <w:t xml:space="preserve"> 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واپس</w:t>
      </w:r>
      <w:r>
        <w:rPr>
          <w:rFonts w:hint="cs"/>
          <w:rtl/>
          <w:lang w:bidi="ur-PK"/>
        </w:rPr>
        <w:t>ی</w:t>
      </w:r>
      <w:bookmarkEnd w:id="23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476253" w:rsidRDefault="006F6A7F" w:rsidP="00125F42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FC7E97">
        <w:rPr>
          <w:rStyle w:val="libAieChar"/>
          <w:rtl/>
        </w:rPr>
        <w:t>وَإِنِّ</w:t>
      </w:r>
      <w:r w:rsidR="00476253" w:rsidRPr="00FC7E97">
        <w:rPr>
          <w:rStyle w:val="libAieChar"/>
          <w:rFonts w:hint="cs"/>
          <w:rtl/>
        </w:rPr>
        <w:t>ی</w:t>
      </w:r>
      <w:r w:rsidR="00476253" w:rsidRPr="00FC7E97">
        <w:rPr>
          <w:rStyle w:val="libAieChar"/>
          <w:rtl/>
        </w:rPr>
        <w:t xml:space="preserve"> لَغَفَّارٌ لِمَنْ تَابَ وَآمَنَ وَعَمِلَ صَالِحًا ثُمَّ ا</w:t>
      </w:r>
      <w:r w:rsidR="00705CD5" w:rsidRPr="00705CD5">
        <w:rPr>
          <w:rStyle w:val="libAieChar"/>
          <w:rFonts w:hint="cs"/>
          <w:rtl/>
        </w:rPr>
        <w:t>ه</w:t>
      </w:r>
      <w:r w:rsidR="00476253" w:rsidRPr="00FC7E97">
        <w:rPr>
          <w:rStyle w:val="libAieChar"/>
          <w:rFonts w:hint="cs"/>
          <w:rtl/>
        </w:rPr>
        <w:t>تدَی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(95)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ز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ادہ</w:t>
      </w:r>
      <w:r w:rsidR="00476253">
        <w:rPr>
          <w:rtl/>
          <w:lang w:bidi="ur-PK"/>
        </w:rPr>
        <w:t xml:space="preserve"> بخشنے والاھوں اس شخص کے لئے جو توبہ کر لے اور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لے آئے اور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عمل کرے اور پھر راہ ہدا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tl/>
          <w:lang w:bidi="ur-PK"/>
        </w:rPr>
        <w:t xml:space="preserve"> پر ثابت قدم </w:t>
      </w:r>
      <w:r w:rsidR="00AA04E3">
        <w:rPr>
          <w:rtl/>
          <w:lang w:bidi="ur-PK"/>
        </w:rPr>
        <w:t xml:space="preserve">رہے 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24" w:name="_Toc520983961"/>
      <w:r>
        <w:rPr>
          <w:rFonts w:hint="eastAsia"/>
          <w:rtl/>
          <w:lang w:bidi="ur-PK"/>
        </w:rPr>
        <w:t>گناھگار</w:t>
      </w:r>
      <w:r>
        <w:rPr>
          <w:rtl/>
          <w:lang w:bidi="ur-PK"/>
        </w:rPr>
        <w:t xml:space="preserve"> اور توبہ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</w:t>
      </w:r>
      <w:bookmarkEnd w:id="24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نے اپنے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کو گناھگار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رحم مادر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 رخطاکار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</w:t>
      </w:r>
      <w:r w:rsidR="003264F6">
        <w:rPr>
          <w:rtl/>
          <w:lang w:bidi="ur-PK"/>
        </w:rPr>
        <w:t xml:space="preserve"> ہو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بچہ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قدم رکھتا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علم و دانش اورفکر و نظر سے خال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اپنے اطراف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والے واقعات سے بالکل بے خبر رھتا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وقت بچہ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رونے اور ماں کا دودھ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علاوہ اور کچھ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جانتا، بلکہ شروع شروع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غافل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آہستہ آہستہ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ںاحساسات،</w:t>
      </w:r>
      <w:r>
        <w:rPr>
          <w:rtl/>
          <w:lang w:bidi="ur-PK"/>
        </w:rPr>
        <w:t xml:space="preserve"> خواہش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شھوات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لگت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اپنے کارواں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آگے بڑھانے کے لئے اپنے گھروا</w:t>
      </w:r>
      <w:r>
        <w:rPr>
          <w:rFonts w:hint="eastAsia"/>
          <w:rtl/>
          <w:lang w:bidi="ur-PK"/>
        </w:rPr>
        <w:t>لوںاور</w:t>
      </w:r>
      <w:r>
        <w:rPr>
          <w:rtl/>
          <w:lang w:bidi="ur-PK"/>
        </w:rPr>
        <w:t xml:space="preserve"> پھر باھر والوں سے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</w:t>
      </w:r>
      <w:r>
        <w:rPr>
          <w:rtl/>
          <w:lang w:bidi="ur-PK"/>
        </w:rPr>
        <w:t xml:space="preserve">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دوران اس کے بدن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مختلف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لگت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و روح، نفس اور قلب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خطائ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عمل و اخلاق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گناھوںکا مرتکب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لگتا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پس معلوم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کہ گناہ بدن پر طار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</w:t>
      </w:r>
      <w:r>
        <w:rPr>
          <w:rFonts w:hint="eastAsia"/>
          <w:rtl/>
          <w:lang w:bidi="ur-PK"/>
        </w:rPr>
        <w:t>عارض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ذات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کے بدن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کے تجو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کئے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نسخہ پر عمل کرنے سے ختم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بالکل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و روح اور نفس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علاج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خداوندمھربان کے احکام پر عمل کرنے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گناھگار</w:t>
      </w:r>
      <w:r>
        <w:rPr>
          <w:rtl/>
          <w:lang w:bidi="ur-PK"/>
        </w:rPr>
        <w:t xml:space="preserve"> جب خود کو پہچان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اپنے خالق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کردہ حلال و حرام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حاصل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نااس</w:t>
      </w:r>
      <w:r>
        <w:rPr>
          <w:rtl/>
          <w:lang w:bidi="ur-PK"/>
        </w:rPr>
        <w:t xml:space="preserve">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کے نسخہ پر عمل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گناھوں سے توبہ کرنے پر آمادہ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خداوندمھربان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سے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وہ اس کو گناھوں کے دلدل سے باھرن</w:t>
      </w:r>
      <w:r>
        <w:rPr>
          <w:rFonts w:hint="eastAsia"/>
          <w:rtl/>
          <w:lang w:bidi="ur-PK"/>
        </w:rPr>
        <w:t>کال</w:t>
      </w:r>
      <w:r>
        <w:rPr>
          <w:rtl/>
          <w:lang w:bidi="ur-PK"/>
        </w:rPr>
        <w:t xml:space="preserve"> دے گا اور پھر وہ اس طرح پاک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شکم مادر سے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اھو۔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گناھگار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کہہ سکتا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رکھتا،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جو شخص گناہ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رکھتا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بے شک وہ توبہ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ھاں، انسان کھانے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نے،</w:t>
      </w:r>
      <w:r>
        <w:rPr>
          <w:rtl/>
          <w:lang w:bidi="ur-PK"/>
        </w:rPr>
        <w:t xml:space="preserve"> آنے جانے، کہنے سننے،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کرنے، کاروبار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نے، ورزش کرنے،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گذارنے اور زورآزمائ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مظاھرے پر قدرت رکھتا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خاص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ڈاکٹر کے کہنے پر بعض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کرسگتا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بڑھنے کے خوف سے جس طرح کچھ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کھاتا،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جن گناھوں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ملوث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ان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جن نافرمان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رک 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خداوندعالم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نہ رکھنے کا عذر و بھانہ کرنا قابل قبول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اگر گناھگار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نہ رکھتا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تو خداوندعالم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گناھگار</w:t>
      </w:r>
      <w:r>
        <w:rPr>
          <w:rtl/>
          <w:lang w:bidi="ur-PK"/>
        </w:rPr>
        <w:t xml:space="preserve"> کو اس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رکھنا چاہئے کہ وہ ھر موقع و محل پر تركِ گناہ پر قاد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>، اور قرآن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نقطہ نظر سے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تواب و 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وہ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انسان کے تمام گناھوں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و مغفرت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اگرچہ تمام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گزاروں</w:t>
      </w:r>
      <w:r>
        <w:rPr>
          <w:rtl/>
          <w:lang w:bidi="ur-PK"/>
        </w:rPr>
        <w:t xml:space="preserve"> کے برابر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اور اس کے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نامہ اعمال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مغفرت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مٹاد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گناھگار</w:t>
      </w:r>
      <w:r>
        <w:rPr>
          <w:rtl/>
          <w:lang w:bidi="ur-PK"/>
        </w:rPr>
        <w:t xml:space="preserve"> کو اس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زکا</w:t>
      </w:r>
      <w:r>
        <w:rPr>
          <w:rtl/>
          <w:lang w:bidi="ur-PK"/>
        </w:rPr>
        <w:t xml:space="preserve"> علم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چاہئے کہ اگر تركِ گناہ اور اپنے ظاھر و باطن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قدم نہ اٹھائے اور گناہ و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کرتا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>، تو پھر خداوندعالم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کو دردناک عذاب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سخت سے سخت عقوبت اس کے لئے مقرر فرماتاھے۔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خداوندعالم</w:t>
      </w:r>
      <w:r>
        <w:rPr>
          <w:rtl/>
          <w:lang w:bidi="ur-PK"/>
        </w:rPr>
        <w:t xml:space="preserve"> نے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کو اس طرح سے پہچنوا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FC7E97">
        <w:rPr>
          <w:rStyle w:val="libAieChar"/>
          <w:rtl/>
        </w:rPr>
        <w:t>غَافِرِ الذَّنْبِ وَقَابِلِ التَّوْبِ شَدِ</w:t>
      </w:r>
      <w:r w:rsidR="00476253" w:rsidRPr="00FC7E97">
        <w:rPr>
          <w:rStyle w:val="libAieChar"/>
          <w:rFonts w:hint="cs"/>
          <w:rtl/>
        </w:rPr>
        <w:t>ی</w:t>
      </w:r>
      <w:r w:rsidR="00476253" w:rsidRPr="00FC7E97">
        <w:rPr>
          <w:rStyle w:val="libAieChar"/>
          <w:rFonts w:hint="eastAsia"/>
          <w:rtl/>
        </w:rPr>
        <w:t>دِ</w:t>
      </w:r>
      <w:r w:rsidR="00476253" w:rsidRPr="00FC7E97">
        <w:rPr>
          <w:rStyle w:val="libAieChar"/>
          <w:rtl/>
        </w:rPr>
        <w:t xml:space="preserve"> الْعِقَاب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(96)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”وہ</w:t>
      </w:r>
      <w:r w:rsidR="00476253">
        <w:rPr>
          <w:rtl/>
          <w:lang w:bidi="ur-PK"/>
        </w:rPr>
        <w:t xml:space="preserve"> گناھوں کا بخشنے والا، توبہ کا قبول کرنے والا اور شد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tl/>
          <w:lang w:bidi="ur-PK"/>
        </w:rPr>
        <w:t xml:space="preserve"> عذاب کرنے والا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معصوم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دعائے افتتاح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طرح حمد و ثنا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FC7E97">
        <w:rPr>
          <w:rStyle w:val="libArabicChar"/>
          <w:rFonts w:hint="eastAsia"/>
          <w:rtl/>
        </w:rPr>
        <w:t>وَاَ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Fonts w:hint="eastAsia"/>
          <w:rtl/>
        </w:rPr>
        <w:t>قَنْتُ</w:t>
      </w:r>
      <w:r w:rsidRPr="00FC7E97">
        <w:rPr>
          <w:rStyle w:val="libArabicChar"/>
          <w:rtl/>
        </w:rPr>
        <w:t xml:space="preserve"> اَنَّكَ اَرْحَمُ الرَّاحِمِ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Fonts w:hint="eastAsia"/>
          <w:rtl/>
        </w:rPr>
        <w:t>نَ</w:t>
      </w:r>
      <w:r w:rsidRPr="00FC7E97">
        <w:rPr>
          <w:rStyle w:val="libArabicChar"/>
          <w:rtl/>
        </w:rPr>
        <w:t xml:space="preserve"> فِ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tl/>
        </w:rPr>
        <w:t xml:space="preserve"> مَوْضِعِ الْعَفْوِوَالرَّحْمَةِ، وَاَشَدُّ المُعَاقِبِ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Fonts w:hint="eastAsia"/>
          <w:rtl/>
        </w:rPr>
        <w:t>نَ</w:t>
      </w:r>
      <w:r w:rsidRPr="00FC7E97">
        <w:rPr>
          <w:rStyle w:val="libArabicChar"/>
          <w:rtl/>
        </w:rPr>
        <w:t xml:space="preserve"> فِ</w:t>
      </w:r>
      <w:r w:rsidRPr="00FC7E97">
        <w:rPr>
          <w:rStyle w:val="libArabicChar"/>
          <w:rFonts w:hint="cs"/>
          <w:rtl/>
        </w:rPr>
        <w:t>ی</w:t>
      </w:r>
      <w:r w:rsidRPr="00FC7E97">
        <w:rPr>
          <w:rStyle w:val="libArabicChar"/>
          <w:rtl/>
        </w:rPr>
        <w:t xml:space="preserve"> مَوْضِعِ النَّکالِ وَالنَّقِمَةِ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”مجھے</w:t>
      </w:r>
      <w:r>
        <w:rPr>
          <w:rtl/>
          <w:lang w:bidi="ur-PK"/>
        </w:rPr>
        <w:t xml:space="preserve"> اس بات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تو رحمت و بخشش کے مقام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مھربان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عذاب و عقاب کے مقام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عذاب کرنے والاھے“۔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خداوندعالم نے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گناھگاروں سے خطاب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FC7E97">
        <w:rPr>
          <w:rStyle w:val="libAieChar"/>
          <w:rtl/>
        </w:rPr>
        <w:t xml:space="preserve">قُلْ </w:t>
      </w:r>
      <w:r w:rsidR="00476253" w:rsidRPr="00FC7E97">
        <w:rPr>
          <w:rStyle w:val="libAieChar"/>
          <w:rFonts w:hint="cs"/>
          <w:rtl/>
        </w:rPr>
        <w:t>ی</w:t>
      </w:r>
      <w:r w:rsidR="00476253" w:rsidRPr="00FC7E97">
        <w:rPr>
          <w:rStyle w:val="libAieChar"/>
          <w:rFonts w:hint="eastAsia"/>
          <w:rtl/>
        </w:rPr>
        <w:t>اعِبَادِ</w:t>
      </w:r>
      <w:r w:rsidR="00476253" w:rsidRPr="00FC7E97">
        <w:rPr>
          <w:rStyle w:val="libAieChar"/>
          <w:rFonts w:hint="cs"/>
          <w:rtl/>
        </w:rPr>
        <w:t>ی</w:t>
      </w:r>
      <w:r w:rsidR="00476253" w:rsidRPr="00FC7E97">
        <w:rPr>
          <w:rStyle w:val="libAieChar"/>
          <w:rtl/>
        </w:rPr>
        <w:t xml:space="preserve"> الَّذِ</w:t>
      </w:r>
      <w:r w:rsidR="00476253" w:rsidRPr="00FC7E97">
        <w:rPr>
          <w:rStyle w:val="libAieChar"/>
          <w:rFonts w:hint="cs"/>
          <w:rtl/>
        </w:rPr>
        <w:t>ی</w:t>
      </w:r>
      <w:r w:rsidR="00476253" w:rsidRPr="00FC7E97">
        <w:rPr>
          <w:rStyle w:val="libAieChar"/>
          <w:rFonts w:hint="eastAsia"/>
          <w:rtl/>
        </w:rPr>
        <w:t>نَ</w:t>
      </w:r>
      <w:r w:rsidR="00476253" w:rsidRPr="00FC7E97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FC7E97">
        <w:rPr>
          <w:rStyle w:val="libAieChar"/>
          <w:rFonts w:hint="eastAsia"/>
          <w:rtl/>
        </w:rPr>
        <w:t>سْرَفُوا</w:t>
      </w:r>
      <w:r w:rsidR="00476253" w:rsidRPr="00FC7E97">
        <w:rPr>
          <w:rStyle w:val="libAieChar"/>
          <w:rtl/>
        </w:rPr>
        <w:t xml:space="preserve"> عَلَ</w:t>
      </w:r>
      <w:r w:rsidR="00476253" w:rsidRPr="00FC7E97">
        <w:rPr>
          <w:rStyle w:val="libAieChar"/>
          <w:rFonts w:hint="cs"/>
          <w:rtl/>
        </w:rPr>
        <w:t>ی</w:t>
      </w:r>
      <w:r w:rsidR="00476253" w:rsidRPr="00FC7E97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FC7E97">
        <w:rPr>
          <w:rStyle w:val="libAieChar"/>
          <w:rFonts w:hint="eastAsia"/>
          <w:rtl/>
        </w:rPr>
        <w:t>نْفُسِ</w:t>
      </w:r>
      <w:r w:rsidR="00705CD5" w:rsidRPr="00705CD5">
        <w:rPr>
          <w:rStyle w:val="libAieChar"/>
          <w:rFonts w:hint="cs"/>
          <w:rtl/>
        </w:rPr>
        <w:t>ه</w:t>
      </w:r>
      <w:r w:rsidR="00476253" w:rsidRPr="00FC7E97">
        <w:rPr>
          <w:rStyle w:val="libAieChar"/>
          <w:rFonts w:hint="cs"/>
          <w:rtl/>
        </w:rPr>
        <w:t>م</w:t>
      </w:r>
      <w:r w:rsidR="00476253" w:rsidRPr="00FC7E97">
        <w:rPr>
          <w:rStyle w:val="libAieChar"/>
          <w:rtl/>
        </w:rPr>
        <w:t xml:space="preserve"> لاَتَقْنَطُوا مِنْ رَحْمَةِ اللهِ إِنَّ اللهَ </w:t>
      </w:r>
      <w:r w:rsidR="00476253" w:rsidRPr="00FC7E97">
        <w:rPr>
          <w:rStyle w:val="libAieChar"/>
          <w:rFonts w:hint="cs"/>
          <w:rtl/>
        </w:rPr>
        <w:t>ی</w:t>
      </w:r>
      <w:r w:rsidR="00476253" w:rsidRPr="00FC7E97">
        <w:rPr>
          <w:rStyle w:val="libAieChar"/>
          <w:rFonts w:hint="eastAsia"/>
          <w:rtl/>
        </w:rPr>
        <w:t>غْفِرُ</w:t>
      </w:r>
      <w:r w:rsidR="00476253" w:rsidRPr="00FC7E97">
        <w:rPr>
          <w:rStyle w:val="libAieChar"/>
          <w:rtl/>
        </w:rPr>
        <w:t xml:space="preserve"> الذُّنُوبَ جَمِ</w:t>
      </w:r>
      <w:r w:rsidR="00476253" w:rsidRPr="00FC7E97">
        <w:rPr>
          <w:rStyle w:val="libAieChar"/>
          <w:rFonts w:hint="cs"/>
          <w:rtl/>
        </w:rPr>
        <w:t>ی</w:t>
      </w:r>
      <w:r w:rsidR="00476253" w:rsidRPr="00FC7E97">
        <w:rPr>
          <w:rStyle w:val="libAieChar"/>
          <w:rFonts w:hint="eastAsia"/>
          <w:rtl/>
        </w:rPr>
        <w:t>عًا</w:t>
      </w:r>
      <w:r w:rsidR="00476253" w:rsidRPr="00FC7E97">
        <w:rPr>
          <w:rStyle w:val="libAieChar"/>
          <w:rtl/>
        </w:rPr>
        <w:t xml:space="preserve"> إِنَّ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FC7E97">
        <w:rPr>
          <w:rStyle w:val="libAieChar"/>
          <w:rFonts w:hint="cs"/>
          <w:rtl/>
        </w:rPr>
        <w:t>ُ</w:t>
      </w:r>
      <w:r w:rsidR="00476253" w:rsidRPr="00FC7E97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FC7E97">
        <w:rPr>
          <w:rStyle w:val="libAieChar"/>
          <w:rFonts w:hint="cs"/>
          <w:rtl/>
        </w:rPr>
        <w:t>ُوَ</w:t>
      </w:r>
      <w:r w:rsidR="00476253" w:rsidRPr="00FC7E97">
        <w:rPr>
          <w:rStyle w:val="libAieChar"/>
          <w:rtl/>
        </w:rPr>
        <w:t xml:space="preserve"> </w:t>
      </w:r>
      <w:r w:rsidR="00476253" w:rsidRPr="00FC7E97">
        <w:rPr>
          <w:rStyle w:val="libAieChar"/>
          <w:rFonts w:hint="cs"/>
          <w:rtl/>
        </w:rPr>
        <w:t>الْغَفُورُ</w:t>
      </w:r>
      <w:r w:rsidR="00476253" w:rsidRPr="00FC7E97">
        <w:rPr>
          <w:rStyle w:val="libAieChar"/>
          <w:rtl/>
        </w:rPr>
        <w:t xml:space="preserve"> </w:t>
      </w:r>
      <w:r w:rsidR="00476253" w:rsidRPr="00FC7E97">
        <w:rPr>
          <w:rStyle w:val="libAieChar"/>
          <w:rFonts w:hint="cs"/>
          <w:rtl/>
        </w:rPr>
        <w:t>الرَّحِی</w:t>
      </w:r>
      <w:r w:rsidR="00476253" w:rsidRPr="00FC7E97">
        <w:rPr>
          <w:rStyle w:val="libAieChar"/>
          <w:rFonts w:hint="eastAsia"/>
          <w:rtl/>
        </w:rPr>
        <w:t>مُ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(97)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(اے )پ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غمبر</w:t>
      </w:r>
      <w:r w:rsidR="00476253">
        <w:rPr>
          <w:rtl/>
          <w:lang w:bidi="ur-PK"/>
        </w:rPr>
        <w:t xml:space="preserve"> آپ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غام</w:t>
      </w:r>
      <w:r w:rsidR="00476253">
        <w:rPr>
          <w:rtl/>
          <w:lang w:bidi="ur-PK"/>
        </w:rPr>
        <w:t xml:space="preserve"> پہنچا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جئے</w:t>
      </w:r>
      <w:r w:rsidR="00476253">
        <w:rPr>
          <w:rtl/>
          <w:lang w:bidi="ur-PK"/>
        </w:rPr>
        <w:t xml:space="preserve"> کہ اے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رے</w:t>
      </w:r>
      <w:r w:rsidR="00476253">
        <w:rPr>
          <w:rtl/>
          <w:lang w:bidi="ur-PK"/>
        </w:rPr>
        <w:t xml:space="preserve"> بندو! جنھوں نے اپنے نفس پر ز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ادت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رحمت خدا سے ما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وس</w:t>
      </w:r>
      <w:r w:rsidR="00476253"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ں، اللہ تمام گناھوں کا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معاف</w:t>
      </w:r>
      <w:r>
        <w:rPr>
          <w:rtl/>
          <w:lang w:bidi="ur-PK"/>
        </w:rPr>
        <w:t xml:space="preserve"> کرنے والا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بخشنے والا اور مھربان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لہٰذا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خداوندعالم کا تواب و غفور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اور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گناھگار انسان کا گناھوں کے ترک کرنے پر قادر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اس کے علاوہ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کا گناھگار انسان کو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و مغفرت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بشارت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ناان</w:t>
      </w:r>
      <w:r>
        <w:rPr>
          <w:rtl/>
          <w:lang w:bidi="ur-PK"/>
        </w:rPr>
        <w:t xml:space="preserve"> تمام باتوں کے باوجود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گناھگار کو اپنے گناھوں کے ترک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عذر و بھانہ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رہنا چاہئے،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 گناھگار کے لئے توبہ کرنا عقل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لحاظ سے ”واجب فور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“ھے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گناھگار توبہ کے لئے قدم نہ بڑھائے، اپنے گزشتہ کا جبران وتلاف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کرے اور اپنے ظاھر و باطن کو گناہ سے پاک نہ کرے، تو عقل و شرع، وجدان اور حکمت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محکوم و مذموم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خداوندعالم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مستحق عذاب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شخص روز 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حسرت 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اور ندامت و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کرے گا: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36C2F">
        <w:rPr>
          <w:rStyle w:val="libAieChar"/>
          <w:rtl/>
        </w:rPr>
        <w:t xml:space="preserve">لَوْ </w:t>
      </w:r>
      <w:r w:rsidR="00BA0B7F">
        <w:rPr>
          <w:rStyle w:val="libAieChar"/>
          <w:rtl/>
        </w:rPr>
        <w:t>ا</w:t>
      </w:r>
      <w:r w:rsidR="00476253" w:rsidRPr="00E36C2F">
        <w:rPr>
          <w:rStyle w:val="libAieChar"/>
          <w:rFonts w:hint="eastAsia"/>
          <w:rtl/>
        </w:rPr>
        <w:t>نَّ</w:t>
      </w:r>
      <w:r w:rsidR="00476253" w:rsidRPr="00E36C2F">
        <w:rPr>
          <w:rStyle w:val="libAieChar"/>
          <w:rtl/>
        </w:rPr>
        <w:t xml:space="preserve"> لِ</w:t>
      </w:r>
      <w:r w:rsidR="00476253" w:rsidRPr="00E36C2F">
        <w:rPr>
          <w:rStyle w:val="libAieChar"/>
          <w:rFonts w:hint="cs"/>
          <w:rtl/>
        </w:rPr>
        <w:t>ی</w:t>
      </w:r>
      <w:r w:rsidR="00476253" w:rsidRPr="00E36C2F">
        <w:rPr>
          <w:rStyle w:val="libAieChar"/>
          <w:rtl/>
        </w:rPr>
        <w:t xml:space="preserve"> كَرَّةً فَ</w:t>
      </w:r>
      <w:r w:rsidR="00BA0B7F">
        <w:rPr>
          <w:rStyle w:val="libAieChar"/>
          <w:rtl/>
        </w:rPr>
        <w:t>ا</w:t>
      </w:r>
      <w:r w:rsidR="00476253" w:rsidRPr="00E36C2F">
        <w:rPr>
          <w:rStyle w:val="libAieChar"/>
          <w:rFonts w:hint="eastAsia"/>
          <w:rtl/>
        </w:rPr>
        <w:t>كُونَ</w:t>
      </w:r>
      <w:r w:rsidR="00476253" w:rsidRPr="00E36C2F">
        <w:rPr>
          <w:rStyle w:val="libAieChar"/>
          <w:rtl/>
        </w:rPr>
        <w:t xml:space="preserve"> مِنْ الْمُحْسِنِ</w:t>
      </w:r>
      <w:r w:rsidR="00476253" w:rsidRPr="00E36C2F">
        <w:rPr>
          <w:rStyle w:val="libAieChar"/>
          <w:rFonts w:hint="cs"/>
          <w:rtl/>
        </w:rPr>
        <w:t>ی</w:t>
      </w:r>
      <w:r w:rsidR="00476253" w:rsidRPr="00E36C2F">
        <w:rPr>
          <w:rStyle w:val="libAieChar"/>
          <w:rFonts w:hint="eastAsia"/>
          <w:rtl/>
        </w:rPr>
        <w:t>نَ</w:t>
      </w:r>
      <w:r w:rsidR="006F6A7F"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(98)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”اگر</w:t>
      </w:r>
      <w:r w:rsidR="00476253">
        <w:rPr>
          <w:rtl/>
          <w:lang w:bidi="ur-PK"/>
        </w:rPr>
        <w:t xml:space="preserve"> مجھے دوبارہ واپس جانے کا موقع مل جائے تو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کردار لوگوں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سے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>جا</w:t>
      </w:r>
      <w:r w:rsidR="00AA04E3">
        <w:rPr>
          <w:rtl/>
          <w:lang w:bidi="ur-PK"/>
        </w:rPr>
        <w:t>و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وقت خداوندعالم جواب دے گا: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E36C2F">
        <w:rPr>
          <w:rStyle w:val="libAieChar"/>
          <w:rtl/>
        </w:rPr>
        <w:t>بَلَ</w:t>
      </w:r>
      <w:r w:rsidR="00476253" w:rsidRPr="00E36C2F">
        <w:rPr>
          <w:rStyle w:val="libAieChar"/>
          <w:rFonts w:hint="cs"/>
          <w:rtl/>
        </w:rPr>
        <w:t>ی</w:t>
      </w:r>
      <w:r w:rsidR="00476253" w:rsidRPr="00E36C2F">
        <w:rPr>
          <w:rStyle w:val="libAieChar"/>
          <w:rtl/>
        </w:rPr>
        <w:t xml:space="preserve"> قَدْ جَائَتْكَ آ</w:t>
      </w:r>
      <w:r w:rsidR="00476253" w:rsidRPr="00E36C2F">
        <w:rPr>
          <w:rStyle w:val="libAieChar"/>
          <w:rFonts w:hint="cs"/>
          <w:rtl/>
        </w:rPr>
        <w:t>ی</w:t>
      </w:r>
      <w:r w:rsidR="00476253" w:rsidRPr="00E36C2F">
        <w:rPr>
          <w:rStyle w:val="libAieChar"/>
          <w:rFonts w:hint="eastAsia"/>
          <w:rtl/>
        </w:rPr>
        <w:t>اتِ</w:t>
      </w:r>
      <w:r w:rsidR="00476253" w:rsidRPr="00E36C2F">
        <w:rPr>
          <w:rStyle w:val="libAieChar"/>
          <w:rFonts w:hint="cs"/>
          <w:rtl/>
        </w:rPr>
        <w:t>ی</w:t>
      </w:r>
      <w:r w:rsidR="00476253" w:rsidRPr="00E36C2F">
        <w:rPr>
          <w:rStyle w:val="libAieChar"/>
          <w:rtl/>
        </w:rPr>
        <w:t xml:space="preserve"> فَكَذَّبْتَ 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E36C2F">
        <w:rPr>
          <w:rStyle w:val="libAieChar"/>
          <w:rFonts w:hint="cs"/>
          <w:rtl/>
        </w:rPr>
        <w:t>ا</w:t>
      </w:r>
      <w:r w:rsidR="00476253" w:rsidRPr="00E36C2F">
        <w:rPr>
          <w:rStyle w:val="libAieChar"/>
          <w:rtl/>
        </w:rPr>
        <w:t xml:space="preserve"> </w:t>
      </w:r>
      <w:r w:rsidR="00476253" w:rsidRPr="00E36C2F">
        <w:rPr>
          <w:rStyle w:val="libAieChar"/>
          <w:rFonts w:hint="cs"/>
          <w:rtl/>
        </w:rPr>
        <w:t>وَاسْتَكْبَرْتَ</w:t>
      </w:r>
      <w:r w:rsidR="00476253" w:rsidRPr="00E36C2F">
        <w:rPr>
          <w:rStyle w:val="libAieChar"/>
          <w:rtl/>
        </w:rPr>
        <w:t xml:space="preserve"> </w:t>
      </w:r>
      <w:r w:rsidR="00476253" w:rsidRPr="00E36C2F">
        <w:rPr>
          <w:rStyle w:val="libAieChar"/>
          <w:rFonts w:hint="cs"/>
          <w:rtl/>
        </w:rPr>
        <w:t>وَكُنْتَ</w:t>
      </w:r>
      <w:r w:rsidR="00476253" w:rsidRPr="00E36C2F">
        <w:rPr>
          <w:rStyle w:val="libAieChar"/>
          <w:rtl/>
        </w:rPr>
        <w:t xml:space="preserve"> </w:t>
      </w:r>
      <w:r w:rsidR="00476253" w:rsidRPr="00E36C2F">
        <w:rPr>
          <w:rStyle w:val="libAieChar"/>
          <w:rFonts w:hint="cs"/>
          <w:rtl/>
        </w:rPr>
        <w:t>مِنْ</w:t>
      </w:r>
      <w:r w:rsidR="00476253" w:rsidRPr="00E36C2F">
        <w:rPr>
          <w:rStyle w:val="libAieChar"/>
          <w:rtl/>
        </w:rPr>
        <w:t xml:space="preserve"> </w:t>
      </w:r>
      <w:r w:rsidR="00476253" w:rsidRPr="00E36C2F">
        <w:rPr>
          <w:rStyle w:val="libAieChar"/>
          <w:rFonts w:hint="cs"/>
          <w:rtl/>
        </w:rPr>
        <w:t>الْكَافِرِی</w:t>
      </w:r>
      <w:r w:rsidR="00476253" w:rsidRPr="00E36C2F">
        <w:rPr>
          <w:rStyle w:val="libAieChar"/>
          <w:rFonts w:hint="eastAsia"/>
          <w:rtl/>
        </w:rPr>
        <w:t>نَ</w:t>
      </w:r>
      <w:r w:rsidRPr="006F6A7F">
        <w:rPr>
          <w:rStyle w:val="libAlaemChar"/>
          <w:rtl/>
        </w:rPr>
        <w:t>)</w:t>
      </w:r>
      <w:r w:rsidR="00024CEF" w:rsidRPr="00572206">
        <w:rPr>
          <w:rStyle w:val="libFootnotenumChar"/>
          <w:rtl/>
        </w:rPr>
        <w:t>(99)</w:t>
      </w:r>
      <w:r w:rsidR="00024CEF">
        <w:rPr>
          <w:rtl/>
          <w:lang w:bidi="ur-PK"/>
        </w:rPr>
        <w:t xml:space="preserve"> </w:t>
      </w:r>
      <w:r w:rsidR="00024CEF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”ھاں</w:t>
      </w:r>
      <w:r w:rsidR="00476253">
        <w:rPr>
          <w:rtl/>
          <w:lang w:bidi="ur-PK"/>
        </w:rPr>
        <w:t xml:space="preserve"> ھاں 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رے</w:t>
      </w:r>
      <w:r w:rsidR="00476253">
        <w:rPr>
          <w:rtl/>
          <w:lang w:bidi="ur-PK"/>
        </w:rPr>
        <w:t xml:space="preserve"> پاس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آ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آئ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تو نے ان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جھٹلا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اور تکبر سے کام 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اور کافروں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سے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>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روز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گناھگار شخص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نجات کے لئے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عمل کے بدلے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قبول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سزا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مھر لگاد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E36C2F">
        <w:rPr>
          <w:rStyle w:val="libAieChar"/>
          <w:rtl/>
        </w:rPr>
        <w:t xml:space="preserve">وَلَوْ </w:t>
      </w:r>
      <w:r w:rsidR="00BA0B7F">
        <w:rPr>
          <w:rStyle w:val="libAieChar"/>
          <w:rtl/>
        </w:rPr>
        <w:t>ا</w:t>
      </w:r>
      <w:r w:rsidR="00476253" w:rsidRPr="00E36C2F">
        <w:rPr>
          <w:rStyle w:val="libAieChar"/>
          <w:rFonts w:hint="eastAsia"/>
          <w:rtl/>
        </w:rPr>
        <w:t>نَّ</w:t>
      </w:r>
      <w:r w:rsidR="00476253" w:rsidRPr="00E36C2F">
        <w:rPr>
          <w:rStyle w:val="libAieChar"/>
          <w:rtl/>
        </w:rPr>
        <w:t xml:space="preserve"> لِلَّذِ</w:t>
      </w:r>
      <w:r w:rsidR="00476253" w:rsidRPr="00E36C2F">
        <w:rPr>
          <w:rStyle w:val="libAieChar"/>
          <w:rFonts w:hint="cs"/>
          <w:rtl/>
        </w:rPr>
        <w:t>ی</w:t>
      </w:r>
      <w:r w:rsidR="00476253" w:rsidRPr="00E36C2F">
        <w:rPr>
          <w:rStyle w:val="libAieChar"/>
          <w:rFonts w:hint="eastAsia"/>
          <w:rtl/>
        </w:rPr>
        <w:t>نَ</w:t>
      </w:r>
      <w:r w:rsidR="00476253" w:rsidRPr="00E36C2F">
        <w:rPr>
          <w:rStyle w:val="libAieChar"/>
          <w:rtl/>
        </w:rPr>
        <w:t xml:space="preserve"> ظَلَمُوا مَا فِ</w:t>
      </w:r>
      <w:r w:rsidR="00476253" w:rsidRPr="00E36C2F">
        <w:rPr>
          <w:rStyle w:val="libAieChar"/>
          <w:rFonts w:hint="cs"/>
          <w:rtl/>
        </w:rPr>
        <w:t>ی</w:t>
      </w:r>
      <w:r w:rsidR="00476253" w:rsidRPr="00E36C2F">
        <w:rPr>
          <w:rStyle w:val="libAieChar"/>
          <w:rtl/>
        </w:rPr>
        <w:t xml:space="preserve"> الْ</w:t>
      </w:r>
      <w:r w:rsidR="00BA0B7F">
        <w:rPr>
          <w:rStyle w:val="libAieChar"/>
          <w:rtl/>
        </w:rPr>
        <w:t>ا</w:t>
      </w:r>
      <w:r w:rsidR="00476253" w:rsidRPr="00E36C2F">
        <w:rPr>
          <w:rStyle w:val="libAieChar"/>
          <w:rFonts w:hint="eastAsia"/>
          <w:rtl/>
        </w:rPr>
        <w:t>رْضِ</w:t>
      </w:r>
      <w:r w:rsidR="00476253" w:rsidRPr="00E36C2F">
        <w:rPr>
          <w:rStyle w:val="libAieChar"/>
          <w:rtl/>
        </w:rPr>
        <w:t xml:space="preserve"> جَمِ</w:t>
      </w:r>
      <w:r w:rsidR="00476253" w:rsidRPr="00E36C2F">
        <w:rPr>
          <w:rStyle w:val="libAieChar"/>
          <w:rFonts w:hint="cs"/>
          <w:rtl/>
        </w:rPr>
        <w:t>ی</w:t>
      </w:r>
      <w:r w:rsidR="00476253" w:rsidRPr="00E36C2F">
        <w:rPr>
          <w:rStyle w:val="libAieChar"/>
          <w:rFonts w:hint="eastAsia"/>
          <w:rtl/>
        </w:rPr>
        <w:t>عًا</w:t>
      </w:r>
      <w:r w:rsidR="00476253" w:rsidRPr="00E36C2F">
        <w:rPr>
          <w:rStyle w:val="libAieChar"/>
          <w:rtl/>
        </w:rPr>
        <w:t xml:space="preserve"> وَمِثْلَ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E36C2F">
        <w:rPr>
          <w:rStyle w:val="libAieChar"/>
          <w:rFonts w:hint="cs"/>
          <w:rtl/>
        </w:rPr>
        <w:t>ُ</w:t>
      </w:r>
      <w:r w:rsidR="00476253" w:rsidRPr="00E36C2F">
        <w:rPr>
          <w:rStyle w:val="libAieChar"/>
          <w:rtl/>
        </w:rPr>
        <w:t xml:space="preserve"> </w:t>
      </w:r>
      <w:r w:rsidR="00476253" w:rsidRPr="00E36C2F">
        <w:rPr>
          <w:rStyle w:val="libAieChar"/>
          <w:rFonts w:hint="cs"/>
          <w:rtl/>
        </w:rPr>
        <w:t>مَعَ</w:t>
      </w:r>
      <w:r w:rsidR="00705CD5" w:rsidRPr="00705CD5">
        <w:rPr>
          <w:rStyle w:val="libAieChar"/>
          <w:rFonts w:hint="cs"/>
          <w:rtl/>
        </w:rPr>
        <w:t>ه</w:t>
      </w:r>
      <w:r w:rsidR="00476253" w:rsidRPr="00E36C2F">
        <w:rPr>
          <w:rStyle w:val="libAieChar"/>
          <w:rFonts w:hint="cs"/>
          <w:rtl/>
        </w:rPr>
        <w:t>ُ</w:t>
      </w:r>
      <w:r w:rsidR="00476253" w:rsidRPr="00E36C2F">
        <w:rPr>
          <w:rStyle w:val="libAieChar"/>
          <w:rtl/>
        </w:rPr>
        <w:t xml:space="preserve"> </w:t>
      </w:r>
      <w:r w:rsidR="00476253" w:rsidRPr="00E36C2F">
        <w:rPr>
          <w:rStyle w:val="libAieChar"/>
          <w:rFonts w:hint="cs"/>
          <w:rtl/>
        </w:rPr>
        <w:t>لاَفْتَدَوْا</w:t>
      </w:r>
      <w:r w:rsidR="00476253" w:rsidRPr="00E36C2F">
        <w:rPr>
          <w:rStyle w:val="libAieChar"/>
          <w:rtl/>
        </w:rPr>
        <w:t xml:space="preserve"> </w:t>
      </w:r>
      <w:r w:rsidR="00476253" w:rsidRPr="00E36C2F">
        <w:rPr>
          <w:rStyle w:val="libAieChar"/>
          <w:rFonts w:hint="cs"/>
          <w:rtl/>
        </w:rPr>
        <w:t>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E36C2F">
        <w:rPr>
          <w:rStyle w:val="libAieChar"/>
          <w:rFonts w:hint="cs"/>
          <w:rtl/>
        </w:rPr>
        <w:t>ِ</w:t>
      </w:r>
      <w:r w:rsidR="00476253" w:rsidRPr="00E36C2F">
        <w:rPr>
          <w:rStyle w:val="libAieChar"/>
          <w:rtl/>
        </w:rPr>
        <w:t xml:space="preserve"> </w:t>
      </w:r>
      <w:r w:rsidR="00476253" w:rsidRPr="00E36C2F">
        <w:rPr>
          <w:rStyle w:val="libAieChar"/>
          <w:rFonts w:hint="cs"/>
          <w:rtl/>
        </w:rPr>
        <w:t>مِنْ</w:t>
      </w:r>
      <w:r w:rsidR="00476253" w:rsidRPr="00E36C2F">
        <w:rPr>
          <w:rStyle w:val="libAieChar"/>
          <w:rtl/>
        </w:rPr>
        <w:t xml:space="preserve"> </w:t>
      </w:r>
      <w:r w:rsidR="00476253" w:rsidRPr="00E36C2F">
        <w:rPr>
          <w:rStyle w:val="libAieChar"/>
          <w:rFonts w:hint="cs"/>
          <w:rtl/>
        </w:rPr>
        <w:t>سُوءِ</w:t>
      </w:r>
      <w:r w:rsidR="00476253" w:rsidRPr="00E36C2F">
        <w:rPr>
          <w:rStyle w:val="libAieChar"/>
          <w:rtl/>
        </w:rPr>
        <w:t xml:space="preserve"> </w:t>
      </w:r>
      <w:r w:rsidR="00476253" w:rsidRPr="00E36C2F">
        <w:rPr>
          <w:rStyle w:val="libAieChar"/>
          <w:rFonts w:hint="cs"/>
          <w:rtl/>
        </w:rPr>
        <w:t>الْعَذَابِ</w:t>
      </w:r>
      <w:r w:rsidR="00476253" w:rsidRPr="00E36C2F">
        <w:rPr>
          <w:rStyle w:val="libAieChar"/>
          <w:rtl/>
        </w:rPr>
        <w:t xml:space="preserve"> </w:t>
      </w:r>
      <w:r w:rsidR="00476253" w:rsidRPr="00E36C2F">
        <w:rPr>
          <w:rStyle w:val="libAieChar"/>
          <w:rFonts w:hint="cs"/>
          <w:rtl/>
        </w:rPr>
        <w:t>ی</w:t>
      </w:r>
      <w:r w:rsidR="00476253" w:rsidRPr="00E36C2F">
        <w:rPr>
          <w:rStyle w:val="libAieChar"/>
          <w:rFonts w:hint="eastAsia"/>
          <w:rtl/>
        </w:rPr>
        <w:t>وْمَ</w:t>
      </w:r>
      <w:r w:rsidR="00476253" w:rsidRPr="00E36C2F">
        <w:rPr>
          <w:rStyle w:val="libAieChar"/>
          <w:rtl/>
        </w:rPr>
        <w:t xml:space="preserve"> الْقِ</w:t>
      </w:r>
      <w:r w:rsidR="00476253" w:rsidRPr="00E36C2F">
        <w:rPr>
          <w:rStyle w:val="libAieChar"/>
          <w:rFonts w:hint="cs"/>
          <w:rtl/>
        </w:rPr>
        <w:t>ی</w:t>
      </w:r>
      <w:r w:rsidR="00476253" w:rsidRPr="00E36C2F">
        <w:rPr>
          <w:rStyle w:val="libAieChar"/>
          <w:rFonts w:hint="eastAsia"/>
          <w:rtl/>
        </w:rPr>
        <w:t>امَةِ</w:t>
      </w:r>
      <w:r w:rsidR="00476253" w:rsidRPr="00E36C2F">
        <w:rPr>
          <w:rStyle w:val="libAieChar"/>
          <w:rtl/>
        </w:rPr>
        <w:t xml:space="preserve"> وَبَدَا 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E36C2F">
        <w:rPr>
          <w:rStyle w:val="libAieChar"/>
          <w:rFonts w:hint="cs"/>
          <w:rtl/>
        </w:rPr>
        <w:t>م</w:t>
      </w:r>
      <w:r w:rsidR="00476253" w:rsidRPr="00E36C2F">
        <w:rPr>
          <w:rStyle w:val="libAieChar"/>
          <w:rtl/>
        </w:rPr>
        <w:t xml:space="preserve"> </w:t>
      </w:r>
      <w:r w:rsidR="00476253" w:rsidRPr="00E36C2F">
        <w:rPr>
          <w:rStyle w:val="libAieChar"/>
          <w:rFonts w:hint="cs"/>
          <w:rtl/>
        </w:rPr>
        <w:t>مِنْ</w:t>
      </w:r>
      <w:r w:rsidR="00476253" w:rsidRPr="00E36C2F">
        <w:rPr>
          <w:rStyle w:val="libAieChar"/>
          <w:rtl/>
        </w:rPr>
        <w:t xml:space="preserve"> </w:t>
      </w:r>
      <w:r w:rsidR="00476253" w:rsidRPr="00E36C2F">
        <w:rPr>
          <w:rStyle w:val="libAieChar"/>
          <w:rFonts w:hint="cs"/>
          <w:rtl/>
        </w:rPr>
        <w:t>اللهِ</w:t>
      </w:r>
      <w:r w:rsidR="00476253" w:rsidRPr="00E36C2F">
        <w:rPr>
          <w:rStyle w:val="libAieChar"/>
          <w:rtl/>
        </w:rPr>
        <w:t xml:space="preserve"> </w:t>
      </w:r>
      <w:r w:rsidR="00476253" w:rsidRPr="00E36C2F">
        <w:rPr>
          <w:rStyle w:val="libAieChar"/>
          <w:rFonts w:hint="cs"/>
          <w:rtl/>
        </w:rPr>
        <w:t>مَا</w:t>
      </w:r>
      <w:r w:rsidR="00476253" w:rsidRPr="00E36C2F">
        <w:rPr>
          <w:rStyle w:val="libAieChar"/>
          <w:rtl/>
        </w:rPr>
        <w:t xml:space="preserve"> </w:t>
      </w:r>
      <w:r w:rsidR="00476253" w:rsidRPr="00E36C2F">
        <w:rPr>
          <w:rStyle w:val="libAieChar"/>
          <w:rFonts w:hint="cs"/>
          <w:rtl/>
        </w:rPr>
        <w:t>لَمْ</w:t>
      </w:r>
      <w:r w:rsidR="00476253" w:rsidRPr="00E36C2F">
        <w:rPr>
          <w:rStyle w:val="libAieChar"/>
          <w:rtl/>
        </w:rPr>
        <w:t xml:space="preserve"> </w:t>
      </w:r>
      <w:r w:rsidR="00476253" w:rsidRPr="00E36C2F">
        <w:rPr>
          <w:rStyle w:val="libAieChar"/>
          <w:rFonts w:hint="cs"/>
          <w:rtl/>
        </w:rPr>
        <w:t>ی</w:t>
      </w:r>
      <w:r w:rsidR="00476253" w:rsidRPr="00E36C2F">
        <w:rPr>
          <w:rStyle w:val="libAieChar"/>
          <w:rFonts w:hint="eastAsia"/>
          <w:rtl/>
        </w:rPr>
        <w:t>كُونُوا</w:t>
      </w:r>
      <w:r w:rsidR="00476253" w:rsidRPr="00E36C2F">
        <w:rPr>
          <w:rStyle w:val="libAieChar"/>
          <w:rtl/>
        </w:rPr>
        <w:t xml:space="preserve"> </w:t>
      </w:r>
      <w:r w:rsidR="00476253" w:rsidRPr="00E36C2F">
        <w:rPr>
          <w:rStyle w:val="libAieChar"/>
          <w:rFonts w:hint="cs"/>
          <w:rtl/>
        </w:rPr>
        <w:t>ی</w:t>
      </w:r>
      <w:r w:rsidR="00476253" w:rsidRPr="00E36C2F">
        <w:rPr>
          <w:rStyle w:val="libAieChar"/>
          <w:rFonts w:hint="eastAsia"/>
          <w:rtl/>
        </w:rPr>
        <w:t>حْتَسِبُونَ</w:t>
      </w:r>
      <w:r w:rsidRPr="006F6A7F">
        <w:rPr>
          <w:rStyle w:val="libAlaemChar"/>
          <w:rtl/>
        </w:rPr>
        <w:t>)</w:t>
      </w:r>
      <w:r w:rsidR="0005211C" w:rsidRPr="00125F42">
        <w:rPr>
          <w:rStyle w:val="libFootnotenumChar"/>
          <w:rtl/>
          <w:lang w:bidi="ur-PK"/>
        </w:rPr>
        <w:t>(100)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اگر ظلم کرنے والوں کو زم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تمام کائنات مل جائے اور اتنا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اور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جائے تو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روز 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امت</w:t>
      </w:r>
      <w:r w:rsidR="00476253">
        <w:rPr>
          <w:rtl/>
          <w:lang w:bidi="ur-PK"/>
        </w:rPr>
        <w:t xml:space="preserve"> کے بدتر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عذاب کے بدلے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سب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گے، 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کن</w:t>
      </w:r>
      <w:r w:rsidR="00476253">
        <w:rPr>
          <w:rtl/>
          <w:lang w:bidi="ur-PK"/>
        </w:rPr>
        <w:t xml:space="preserve"> ان کے لئے خدا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طرف سے وہ سب بھر حال ظاھر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گا جس کا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وھم و گمان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رکھتے تھے“۔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دعائے 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گناھگار کے توبہ نہ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عذر قبول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خدا نے گناھگار پر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حجت تمام کرد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</w:t>
      </w:r>
      <w:r w:rsidRPr="00E36C2F">
        <w:rPr>
          <w:rStyle w:val="libArabicChar"/>
          <w:rtl/>
        </w:rPr>
        <w:t>فَلَكَ الحُجةُ عَلَيَّ ف</w:t>
      </w:r>
      <w:r w:rsidRPr="00E36C2F">
        <w:rPr>
          <w:rStyle w:val="libArabicChar"/>
          <w:rFonts w:hint="cs"/>
          <w:rtl/>
        </w:rPr>
        <w:t>ی</w:t>
      </w:r>
      <w:r w:rsidRPr="00E36C2F">
        <w:rPr>
          <w:rStyle w:val="libArabicChar"/>
          <w:rtl/>
        </w:rPr>
        <w:t xml:space="preserve"> جَم</w:t>
      </w:r>
      <w:r w:rsidRPr="00E36C2F">
        <w:rPr>
          <w:rStyle w:val="libArabicChar"/>
          <w:rFonts w:hint="cs"/>
          <w:rtl/>
        </w:rPr>
        <w:t>ی</w:t>
      </w:r>
      <w:r w:rsidRPr="00E36C2F">
        <w:rPr>
          <w:rStyle w:val="libArabicChar"/>
          <w:rFonts w:hint="eastAsia"/>
          <w:rtl/>
        </w:rPr>
        <w:t>عِ</w:t>
      </w:r>
      <w:r w:rsidRPr="00E36C2F">
        <w:rPr>
          <w:rStyle w:val="libArabicChar"/>
          <w:rtl/>
        </w:rPr>
        <w:t xml:space="preserve"> ذٰلِكَ، وَلاٰحُجَّةَ لِ</w:t>
      </w:r>
      <w:r w:rsidRPr="00E36C2F">
        <w:rPr>
          <w:rStyle w:val="libArabicChar"/>
          <w:rFonts w:hint="cs"/>
          <w:rtl/>
        </w:rPr>
        <w:t>ی</w:t>
      </w:r>
      <w:r w:rsidRPr="00E36C2F">
        <w:rPr>
          <w:rStyle w:val="libArabicChar"/>
          <w:rtl/>
        </w:rPr>
        <w:t xml:space="preserve"> فِ</w:t>
      </w:r>
      <w:r w:rsidRPr="00E36C2F">
        <w:rPr>
          <w:rStyle w:val="libArabicChar"/>
          <w:rFonts w:hint="cs"/>
          <w:rtl/>
        </w:rPr>
        <w:t>ی</w:t>
      </w:r>
      <w:r w:rsidRPr="00E36C2F">
        <w:rPr>
          <w:rStyle w:val="libArabicChar"/>
          <w:rtl/>
        </w:rPr>
        <w:t xml:space="preserve"> مٰاجَريٰ عَلَيَّ ف</w:t>
      </w:r>
      <w:r w:rsidRPr="00E36C2F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E36C2F">
        <w:rPr>
          <w:rStyle w:val="libArabicChar"/>
          <w:rFonts w:hint="cs"/>
          <w:rtl/>
        </w:rPr>
        <w:t>ِ</w:t>
      </w:r>
      <w:r w:rsidRPr="00E36C2F">
        <w:rPr>
          <w:rStyle w:val="libArabicChar"/>
          <w:rtl/>
        </w:rPr>
        <w:t xml:space="preserve"> قَضٰا</w:t>
      </w:r>
      <w:r w:rsidR="00AA04E3">
        <w:rPr>
          <w:rStyle w:val="libArabicChar"/>
          <w:rtl/>
        </w:rPr>
        <w:t>و</w:t>
      </w:r>
      <w:r w:rsidRPr="00E36C2F">
        <w:rPr>
          <w:rStyle w:val="libArabicChar"/>
          <w:rFonts w:hint="eastAsia"/>
          <w:rtl/>
        </w:rPr>
        <w:t>كَ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”تمام</w:t>
      </w:r>
      <w:r>
        <w:rPr>
          <w:rtl/>
          <w:lang w:bidi="ur-PK"/>
        </w:rPr>
        <w:t xml:space="preserve"> معاملات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اوپر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حجت تمام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اسے پورا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حجت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بندوں</w:t>
      </w:r>
      <w:r>
        <w:rPr>
          <w:rtl/>
          <w:lang w:bidi="ur-PK"/>
        </w:rPr>
        <w:t xml:space="preserve"> پر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حجت کے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اھم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”عبد</w:t>
      </w:r>
      <w:r>
        <w:rPr>
          <w:rtl/>
          <w:lang w:bidi="ur-PK"/>
        </w:rPr>
        <w:t xml:space="preserve"> الاعليٰ موليٰ آل سام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حضرت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سنا کہ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جم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عورت کو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 جس نے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حسن و جمال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گناہ ومعص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اپنا شعار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گناھ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ثابت کرنے کے لئے کھے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پالنے والے! تو نے مجھے خوبصورت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لہٰذا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حسن و جمال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مرتکب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وقت جناب 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(سلام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</w:t>
      </w:r>
      <w:r>
        <w:rPr>
          <w:rtl/>
          <w:lang w:bidi="ur-PK"/>
        </w:rPr>
        <w:t>) کو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اور کھا جائے گا: تو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خوبصورت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باعظمت خاتون؟ ھم نے اس کو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خوبصورت خلق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پھر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انھوں نے اپنے کو محفوظ رکھا،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دور ر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خوبصورت مرد کو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خوبصورت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گناھوں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غرق رھا،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کھے گا: پالنے والے ! تو نے مجھے خوبصورت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نامحرم عورتوں کے ساتھ گناھوں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ملوث رھا۔ اس وقت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(عل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السلام) کو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اور کھا جائے گا: تو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خوبصورت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انسان، ھم نے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بھت خوبصورت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انھوں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آپ کو گناھوں سے محفوظ رکھااور فتنہ و فساد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غرق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ئے۔ </w:t>
      </w:r>
    </w:p>
    <w:p w:rsidR="00476253" w:rsidRDefault="00476253" w:rsidP="00C1157B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شخص کو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جو بلاء اور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ںگرفتار</w:t>
      </w:r>
      <w:r>
        <w:rPr>
          <w:rtl/>
          <w:lang w:bidi="ur-PK"/>
        </w:rPr>
        <w:t xml:space="preserve"> رہ چکا تھا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اس نے اپنے کو گناھوں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غرق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عرض کرے گا: پالنے والے! چونکہ تونے مجھے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بتوں</w:t>
      </w:r>
      <w:r>
        <w:rPr>
          <w:rtl/>
          <w:lang w:bidi="ur-PK"/>
        </w:rPr>
        <w:t xml:space="preserve"> اور بلاؤں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جس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حوصلہ اور استقامت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رھ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گناھوں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وقت جناب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وب</w:t>
      </w:r>
      <w:r>
        <w:rPr>
          <w:rtl/>
          <w:lang w:bidi="ur-PK"/>
        </w:rPr>
        <w:t xml:space="preserve"> (عل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السلام) کو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گااور کھا جائے گا: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گھرے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انھوں اپنے آپ کو محفوظ رکھا اور فتنہ وفساد کے گڑھے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گرے“</w:t>
      </w:r>
      <w:r w:rsidR="00C1157B" w:rsidRPr="00572206">
        <w:rPr>
          <w:rStyle w:val="libFootnotenumChar"/>
          <w:rtl/>
          <w:lang w:bidi="ur-PK"/>
        </w:rPr>
        <w:t xml:space="preserve"> </w:t>
      </w:r>
      <w:r w:rsidR="00572206" w:rsidRPr="00572206">
        <w:rPr>
          <w:rStyle w:val="libFootnotenumChar"/>
          <w:rtl/>
          <w:lang w:bidi="ur-PK"/>
        </w:rPr>
        <w:t>(</w:t>
      </w:r>
      <w:r w:rsidR="00C1157B" w:rsidRPr="00C1157B">
        <w:rPr>
          <w:rStyle w:val="libFootnotenumChar"/>
          <w:rtl/>
        </w:rPr>
        <w:t>1</w:t>
      </w:r>
      <w:r w:rsidR="00572206" w:rsidRPr="00572206">
        <w:rPr>
          <w:rStyle w:val="libFootnotenumChar"/>
          <w:rtl/>
          <w:lang w:bidi="ur-PK"/>
        </w:rPr>
        <w:t>01)</w:t>
      </w:r>
      <w:r w:rsidR="00572206">
        <w:rPr>
          <w:rtl/>
          <w:lang w:bidi="ur-PK"/>
        </w:rPr>
        <w:t xml:space="preserve"> </w:t>
      </w:r>
      <w:r w:rsidR="00572206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25" w:name="_Toc520983962"/>
      <w:r>
        <w:rPr>
          <w:rFonts w:hint="eastAsia"/>
          <w:rtl/>
          <w:lang w:bidi="ur-PK"/>
        </w:rPr>
        <w:t>توبہ،</w:t>
      </w:r>
      <w:r>
        <w:rPr>
          <w:rtl/>
          <w:lang w:bidi="ur-PK"/>
        </w:rPr>
        <w:t xml:space="preserve"> آدم و حوا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bookmarkEnd w:id="25"/>
    </w:p>
    <w:p w:rsidR="00476253" w:rsidRDefault="00476253" w:rsidP="00C1157B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آدم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روئے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خداوندعالم کے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اور اس کے نائب کے عنوان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داکئے</w:t>
      </w:r>
      <w:r>
        <w:rPr>
          <w:rtl/>
          <w:lang w:bidi="ur-PK"/>
        </w:rPr>
        <w:t xml:space="preserve"> گئے، اور پتلہ بنانے کے بعد اللہ نے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کو پھونک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C1157B" w:rsidRPr="00C1157B">
        <w:rPr>
          <w:rStyle w:val="libFootnotenumChar"/>
          <w:rFonts w:hint="cs"/>
          <w:rtl/>
        </w:rPr>
        <w:t>(102)</w:t>
      </w:r>
      <w:r w:rsidRPr="00C1157B">
        <w:rPr>
          <w:rStyle w:val="libFootnotenumChar"/>
          <w:rtl/>
        </w:rPr>
        <w:t xml:space="preserve"> </w:t>
      </w:r>
      <w:r>
        <w:rPr>
          <w:rtl/>
          <w:lang w:bidi="ur-PK"/>
        </w:rPr>
        <w:t>اور ان کو ”اسماء“ کا علم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فرشتوں 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و کرامت کے سامنے حکم خدا کے سے سجدہ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وقت خدا کے حکم سے وہ اور جناب حوّابہشت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رہنے لگے</w:t>
      </w:r>
      <w:r w:rsidR="00C1157B" w:rsidRPr="00C1157B">
        <w:rPr>
          <w:rStyle w:val="libFootnotenumChar"/>
          <w:rFonts w:hint="cs"/>
          <w:rtl/>
        </w:rPr>
        <w:t>(103)</w:t>
      </w:r>
      <w:r>
        <w:rPr>
          <w:rtl/>
          <w:lang w:bidi="ur-PK"/>
        </w:rPr>
        <w:t>بہشت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تمام نعمتوں سے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کے لئے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رکاوٹ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مگر دونوں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فلاں درخت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ظ</w:t>
      </w:r>
      <w:r>
        <w:rPr>
          <w:rFonts w:hint="eastAsia"/>
          <w:rtl/>
          <w:lang w:bidi="ur-PK"/>
        </w:rPr>
        <w:t>الم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ستمگاروں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جاؤگے</w:t>
      </w:r>
      <w:r w:rsidR="00125F42" w:rsidRPr="00125F42">
        <w:rPr>
          <w:rStyle w:val="libFootnotenumChar"/>
          <w:rtl/>
          <w:lang w:bidi="ur-PK"/>
        </w:rPr>
        <w:t>(104)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جس نے جناب آدم کو سجدہ نہ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حکم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سے نکال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لعنت </w:t>
      </w:r>
      <w:r>
        <w:rPr>
          <w:rtl/>
          <w:lang w:bidi="ur-PK"/>
        </w:rPr>
        <w:lastRenderedPageBreak/>
        <w:t>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کا غرور و تکبر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تھا کہ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کرلے،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اور حسد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جناب آدم و حوا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ھماالسلام</w:t>
      </w:r>
      <w:r>
        <w:rPr>
          <w:rtl/>
          <w:lang w:bidi="ur-PK"/>
        </w:rPr>
        <w:t xml:space="preserve"> سے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نکالنے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لگ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تاکہ ان کا چھپا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بدن ظاھر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جائے،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و کرامت سے ھاتھ دھو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 w:rsidR="00AA04E3">
        <w:rPr>
          <w:rFonts w:hint="eastAsia"/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بہشت عنبر سے باھر نکال دئے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خدا کے لطف و کرم سے منھ موڑل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ان جملوں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اس درخت کا پھل کھلانے کے لئے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وسوسہ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”اے</w:t>
      </w:r>
      <w:r>
        <w:rPr>
          <w:rtl/>
          <w:lang w:bidi="ur-PK"/>
        </w:rPr>
        <w:t xml:space="preserve"> آدم و حوا ! خداوندعالم نے اس درخت کا پھل کھانے سے اس لئے منع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اگر تم اس کا پھل کھالوگے تو فرشتے بن جاؤگے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ھرے بھرے باغ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لئے رہ جاؤگے“۔ </w:t>
      </w:r>
    </w:p>
    <w:p w:rsidR="00476253" w:rsidRDefault="00476253" w:rsidP="00487200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اپنے</w:t>
      </w:r>
      <w:r>
        <w:rPr>
          <w:rtl/>
          <w:lang w:bidi="ur-PK"/>
        </w:rPr>
        <w:t xml:space="preserve"> وسوسہ کو ان دونوں کے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ثابت و مستحکم کرنے کے لئے اس نے (جھوٹ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قسم 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تمھارا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رخواہ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ں۔ </w:t>
      </w:r>
      <w:r w:rsidR="00487200" w:rsidRPr="00487200">
        <w:rPr>
          <w:rStyle w:val="libFootnotenumChar"/>
          <w:rFonts w:hint="cs"/>
          <w:rtl/>
        </w:rPr>
        <w:t>(105)</w:t>
      </w:r>
      <w:r w:rsidRPr="00487200">
        <w:rPr>
          <w:rStyle w:val="libFootnotenumChar"/>
          <w:rtl/>
        </w:rPr>
        <w:t xml:space="preserve"> </w:t>
      </w:r>
      <w:r>
        <w:rPr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کا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وسوسہ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نے دونوں حضرات کے حرص کو شعلہ ور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ان دونوں کا حرص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حجاب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ان د</w:t>
      </w:r>
      <w:r>
        <w:rPr>
          <w:rFonts w:hint="eastAsia"/>
          <w:rtl/>
          <w:lang w:bidi="ur-PK"/>
        </w:rPr>
        <w:t>ونوں</w:t>
      </w:r>
      <w:r>
        <w:rPr>
          <w:rtl/>
          <w:lang w:bidi="ur-PK"/>
        </w:rPr>
        <w:t xml:space="preserve"> کو دھوکہ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 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نافرمان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 ۔اس درخت کا پھل کھال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ان کا بدن ظاھر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وقار و</w:t>
      </w:r>
      <w:r w:rsidR="00EC52B0">
        <w:rPr>
          <w:rtl/>
          <w:lang w:bidi="ur-PK"/>
        </w:rPr>
        <w:t xml:space="preserve"> ہی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اور نور و کرامت کا لباس اترگ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اپنے بدن کو بہشت کے درخت کے پتوں سے چھپانا 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وقت خداوندعالم نے خطاب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ھم نے تم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اس درخت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جانے سے منع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اور اعلان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کہ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تمھارا كُھلا دشمن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؟!</w:t>
      </w:r>
      <w:r w:rsidR="00487200" w:rsidRPr="00572206">
        <w:rPr>
          <w:rStyle w:val="libFootnotenumChar"/>
          <w:rtl/>
          <w:lang w:bidi="ur-PK"/>
        </w:rPr>
        <w:t xml:space="preserve"> </w:t>
      </w:r>
      <w:r w:rsidR="00572206" w:rsidRPr="00572206">
        <w:rPr>
          <w:rStyle w:val="libFootnotenumChar"/>
          <w:rtl/>
          <w:lang w:bidi="ur-PK"/>
        </w:rPr>
        <w:t>(</w:t>
      </w:r>
      <w:r w:rsidR="00487200" w:rsidRPr="00BA0B7F">
        <w:rPr>
          <w:rStyle w:val="libFootnotenumChar"/>
          <w:rFonts w:hint="cs"/>
          <w:rtl/>
        </w:rPr>
        <w:t>1</w:t>
      </w:r>
      <w:r w:rsidR="00572206" w:rsidRPr="00572206">
        <w:rPr>
          <w:rStyle w:val="libFootnotenumChar"/>
          <w:rtl/>
          <w:lang w:bidi="ur-PK"/>
        </w:rPr>
        <w:t>06)</w:t>
      </w:r>
      <w:r w:rsidR="00572206">
        <w:rPr>
          <w:rtl/>
          <w:lang w:bidi="ur-PK"/>
        </w:rPr>
        <w:t xml:space="preserve"> </w:t>
      </w:r>
      <w:r w:rsidR="00572206">
        <w:rPr>
          <w:rtl/>
          <w:lang w:bidi="ur-PK"/>
        </w:rPr>
        <w:cr/>
      </w: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آدم و حوا بہشت سے نکال دئے گئے، مقام خلافت و علم اور مسجود ملائکہ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نہ چلا، اور جو عظمت ان کو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سے ھبوط کرگئے، اور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دئے گئے۔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مقام</w:t>
      </w:r>
      <w:r>
        <w:rPr>
          <w:rtl/>
          <w:lang w:bidi="ur-PK"/>
        </w:rPr>
        <w:t xml:space="preserve"> قرب سے دور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فرشتوں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ھم 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محروم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بہشت سے خروج، 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پر بے توجھ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دونوں غم و اندوہ اور حسرت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گئے، خود پسند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خوفناک اور محدود زندان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 گئے،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 پسند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خود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رحمت و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لطف و کرم سے محروم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چکے تھے، اورغ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اللہ کے جال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پھنس گئے تھے،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مان،</w:t>
      </w:r>
      <w:r>
        <w:rPr>
          <w:rtl/>
          <w:lang w:bidi="ur-PK"/>
        </w:rPr>
        <w:t xml:space="preserve"> عشق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وارد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گئے، جھاں سے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فائدے اور آخرت کے لئے بے نھا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فوائد انسان کو ملنے والے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آدم و حوّا (عل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ھما</w:t>
      </w:r>
      <w:r>
        <w:rPr>
          <w:rtl/>
          <w:lang w:bidi="ur-PK"/>
        </w:rPr>
        <w:t xml:space="preserve"> السلام) اس طرح اپنے آپ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آئے تو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ھم انان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غفلت کے سبب فراق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کے زندان گرفتار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گئے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خودخواھ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حرص و غرور کے اندھ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گئے اور </w:t>
      </w:r>
      <w:r w:rsidR="0005211C">
        <w:rPr>
          <w:rStyle w:val="libAlaemChar"/>
          <w:rtl/>
        </w:rPr>
        <w:t>(</w:t>
      </w:r>
      <w:r w:rsidRPr="00925D3C">
        <w:rPr>
          <w:rStyle w:val="libAieChar"/>
          <w:rtl/>
        </w:rPr>
        <w:t>ظَلَمْنَا اَنْفُسَنَا</w:t>
      </w:r>
      <w:r w:rsidR="006F6A7F" w:rsidRPr="006F6A7F">
        <w:rPr>
          <w:rStyle w:val="libAlaemChar"/>
          <w:rtl/>
        </w:rPr>
        <w:t>)</w:t>
      </w:r>
      <w:r>
        <w:rPr>
          <w:rtl/>
          <w:lang w:bidi="ur-PK"/>
        </w:rPr>
        <w:t xml:space="preserve"> سے دچار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گئے۔ </w:t>
      </w:r>
    </w:p>
    <w:p w:rsidR="00476253" w:rsidRDefault="00476253" w:rsidP="00925D3C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پر متوجہ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نے، حرّ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آزاد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ںوارد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کے جال سے نجات پانے،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اور بارگاہ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تواضع و انکسار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آنے کا سبب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کہ اگر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پر </w:t>
      </w:r>
      <w:r>
        <w:rPr>
          <w:rtl/>
          <w:lang w:bidi="ur-PK"/>
        </w:rPr>
        <w:lastRenderedPageBreak/>
        <w:t>توجہ کرتا تو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مردود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اوراس کے گلے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لئے لعنت کا طوق نہ ڈالا جاتا۔جناب آدم و حوا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ھماالسلام</w:t>
      </w:r>
      <w:r>
        <w:rPr>
          <w:rtl/>
          <w:lang w:bidi="ur-PK"/>
        </w:rPr>
        <w:t xml:space="preserve"> غور و فکر او راند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شہ،</w:t>
      </w:r>
      <w:r>
        <w:rPr>
          <w:rtl/>
          <w:lang w:bidi="ur-PK"/>
        </w:rPr>
        <w:t xml:space="preserve"> تعقل، توجہ،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فضاء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وارد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ئے، ندامت و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اشک چشم کے ساتھ اس طرح ادب اور خاکسار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کھا کہ: ”</w:t>
      </w:r>
      <w:r w:rsidRPr="00E36C2F">
        <w:rPr>
          <w:rStyle w:val="libAieChar"/>
          <w:rtl/>
        </w:rPr>
        <w:t>اِغْفِرْ لَنَا</w:t>
      </w:r>
      <w:r>
        <w:rPr>
          <w:rtl/>
          <w:lang w:bidi="ur-PK"/>
        </w:rPr>
        <w:t>“، بلکہ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  <w:r w:rsidR="006F6A7F" w:rsidRPr="006F6A7F">
        <w:rPr>
          <w:rStyle w:val="libAlaemChar"/>
          <w:rtl/>
        </w:rPr>
        <w:t>(</w:t>
      </w:r>
      <w:r w:rsidRPr="00E36C2F">
        <w:rPr>
          <w:rStyle w:val="libAieChar"/>
          <w:rtl/>
        </w:rPr>
        <w:t>وَإِنْ لَمْ تَغْفِرْ لَنَا وَتَرْحَمْنَا</w:t>
      </w:r>
      <w:r w:rsidR="006F6A7F" w:rsidRPr="006F6A7F">
        <w:rPr>
          <w:rStyle w:val="libAlaemChar"/>
          <w:rtl/>
        </w:rPr>
        <w:t>)</w:t>
      </w:r>
      <w:r>
        <w:rPr>
          <w:rtl/>
          <w:lang w:bidi="ur-PK"/>
        </w:rPr>
        <w:t>اگر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بخشے گا اور ھم پر رحم نہ کرے گا </w:t>
      </w:r>
      <w:r w:rsidR="0005211C">
        <w:rPr>
          <w:rStyle w:val="libAlaemChar"/>
          <w:rtl/>
        </w:rPr>
        <w:t>(</w:t>
      </w:r>
      <w:r w:rsidRPr="00E36C2F">
        <w:rPr>
          <w:rStyle w:val="libAieChar"/>
          <w:rtl/>
        </w:rPr>
        <w:t>لَنَكُونَنَّ مِنَ الْخَاسِرِ</w:t>
      </w:r>
      <w:r w:rsidRPr="00E36C2F">
        <w:rPr>
          <w:rStyle w:val="libAieChar"/>
          <w:rFonts w:hint="cs"/>
          <w:rtl/>
        </w:rPr>
        <w:t>ی</w:t>
      </w:r>
      <w:r w:rsidRPr="00E36C2F">
        <w:rPr>
          <w:rStyle w:val="libAieChar"/>
          <w:rFonts w:hint="eastAsia"/>
          <w:rtl/>
        </w:rPr>
        <w:t>نَ</w:t>
      </w:r>
      <w:r>
        <w:rPr>
          <w:rtl/>
          <w:lang w:bidi="ur-PK"/>
        </w:rPr>
        <w:t>۔</w:t>
      </w:r>
      <w:r w:rsidR="006F6A7F" w:rsidRPr="006F6A7F">
        <w:rPr>
          <w:rStyle w:val="libAlaemChar"/>
          <w:rtl/>
        </w:rPr>
        <w:t>)</w:t>
      </w:r>
      <w:r>
        <w:rPr>
          <w:rtl/>
          <w:lang w:bidi="ur-PK"/>
        </w:rPr>
        <w:t xml:space="preserve"> </w:t>
      </w:r>
      <w:r w:rsidR="00925D3C" w:rsidRPr="00925D3C">
        <w:rPr>
          <w:rStyle w:val="libFootnotenumChar"/>
          <w:rFonts w:hint="cs"/>
          <w:rtl/>
        </w:rPr>
        <w:t>(107)</w:t>
      </w:r>
      <w:r>
        <w:rPr>
          <w:rtl/>
          <w:lang w:bidi="ur-PK"/>
        </w:rPr>
        <w:t xml:space="preserve"> تو ھم خسارہ اٹھانے والوں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توجہ،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تواضع و انکسار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ندامت و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توبہ اور خود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نکل کر 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جانے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رحمت خدا کے دروازے کھل گئے، خدائے مھربان کا لطف و کرم شامل حال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اور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توجہ نے بڑھ کر استقبال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E36C2F">
        <w:rPr>
          <w:rStyle w:val="libAieChar"/>
          <w:rtl/>
        </w:rPr>
        <w:t>فَتَلَقَّ</w:t>
      </w:r>
      <w:r w:rsidR="00476253" w:rsidRPr="00E36C2F">
        <w:rPr>
          <w:rStyle w:val="libAieChar"/>
          <w:rFonts w:hint="cs"/>
          <w:rtl/>
        </w:rPr>
        <w:t>ی</w:t>
      </w:r>
      <w:r w:rsidR="00476253" w:rsidRPr="00E36C2F">
        <w:rPr>
          <w:rStyle w:val="libAieChar"/>
          <w:rtl/>
        </w:rPr>
        <w:t xml:space="preserve"> آدَمُ مِنْ رَبِّ</w:t>
      </w:r>
      <w:r w:rsidR="00705CD5" w:rsidRPr="00705CD5">
        <w:rPr>
          <w:rStyle w:val="libAieChar"/>
          <w:rFonts w:hint="cs"/>
          <w:rtl/>
        </w:rPr>
        <w:t>ه</w:t>
      </w:r>
      <w:r w:rsidR="00476253" w:rsidRPr="00E36C2F">
        <w:rPr>
          <w:rStyle w:val="libAieChar"/>
          <w:rFonts w:hint="cs"/>
          <w:rtl/>
        </w:rPr>
        <w:t>ِ</w:t>
      </w:r>
      <w:r w:rsidR="00476253" w:rsidRPr="00E36C2F">
        <w:rPr>
          <w:rStyle w:val="libAieChar"/>
          <w:rtl/>
        </w:rPr>
        <w:t xml:space="preserve"> </w:t>
      </w:r>
      <w:r w:rsidR="00476253" w:rsidRPr="00E36C2F">
        <w:rPr>
          <w:rStyle w:val="libAieChar"/>
          <w:rFonts w:hint="cs"/>
          <w:rtl/>
        </w:rPr>
        <w:t>كَلِمَاتٍ</w:t>
      </w:r>
      <w:r w:rsidR="00476253" w:rsidRPr="00E36C2F">
        <w:rPr>
          <w:rStyle w:val="libAieChar"/>
          <w:rtl/>
        </w:rPr>
        <w:t xml:space="preserve"> </w:t>
      </w:r>
      <w:r w:rsidR="00476253" w:rsidRPr="00E36C2F">
        <w:rPr>
          <w:rStyle w:val="libAieChar"/>
          <w:rFonts w:hint="cs"/>
          <w:rtl/>
        </w:rPr>
        <w:t>فَ</w:t>
      </w:r>
      <w:r w:rsidR="00476253" w:rsidRPr="00E36C2F">
        <w:rPr>
          <w:rStyle w:val="libAieChar"/>
          <w:rtl/>
        </w:rPr>
        <w:t>تَابَ عَلَ</w:t>
      </w:r>
      <w:r w:rsidR="00476253" w:rsidRPr="00E36C2F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E36C2F">
        <w:rPr>
          <w:rStyle w:val="libAieChar"/>
          <w:rFonts w:hint="cs"/>
          <w:rtl/>
        </w:rPr>
        <w:t>ِ</w:t>
      </w:r>
      <w:r w:rsidR="00476253" w:rsidRPr="00E36C2F">
        <w:rPr>
          <w:rStyle w:val="libAieChar"/>
          <w:rtl/>
        </w:rPr>
        <w:t xml:space="preserve"> إِنَّ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E36C2F">
        <w:rPr>
          <w:rStyle w:val="libAieChar"/>
          <w:rFonts w:hint="cs"/>
          <w:rtl/>
        </w:rPr>
        <w:t>ُ</w:t>
      </w:r>
      <w:r w:rsidR="00476253" w:rsidRPr="00E36C2F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E36C2F">
        <w:rPr>
          <w:rStyle w:val="libAieChar"/>
          <w:rFonts w:hint="cs"/>
          <w:rtl/>
        </w:rPr>
        <w:t>ُوَ</w:t>
      </w:r>
      <w:r w:rsidR="00476253" w:rsidRPr="00E36C2F">
        <w:rPr>
          <w:rStyle w:val="libAieChar"/>
          <w:rtl/>
        </w:rPr>
        <w:t xml:space="preserve"> </w:t>
      </w:r>
      <w:r w:rsidR="00476253" w:rsidRPr="00E36C2F">
        <w:rPr>
          <w:rStyle w:val="libAieChar"/>
          <w:rFonts w:hint="cs"/>
          <w:rtl/>
        </w:rPr>
        <w:t>التَّوَّابُ</w:t>
      </w:r>
      <w:r w:rsidR="00476253" w:rsidRPr="00E36C2F">
        <w:rPr>
          <w:rStyle w:val="libAieChar"/>
          <w:rtl/>
        </w:rPr>
        <w:t xml:space="preserve"> </w:t>
      </w:r>
      <w:r w:rsidR="00476253" w:rsidRPr="00E36C2F">
        <w:rPr>
          <w:rStyle w:val="libAieChar"/>
          <w:rFonts w:hint="cs"/>
          <w:rtl/>
        </w:rPr>
        <w:t>الرَّحِی</w:t>
      </w:r>
      <w:r w:rsidR="00476253" w:rsidRPr="00E36C2F">
        <w:rPr>
          <w:rStyle w:val="libAieChar"/>
          <w:rFonts w:hint="eastAsia"/>
          <w:rtl/>
        </w:rPr>
        <w:t>م</w:t>
      </w:r>
      <w:r w:rsidRPr="006F6A7F">
        <w:rPr>
          <w:rStyle w:val="libAlaemChar"/>
          <w:rtl/>
        </w:rPr>
        <w:t>)</w:t>
      </w:r>
      <w:r w:rsidR="0005211C" w:rsidRPr="00125F42">
        <w:rPr>
          <w:rStyle w:val="libFootnotenumChar"/>
          <w:rtl/>
          <w:lang w:bidi="ur-PK"/>
        </w:rPr>
        <w:t>(108)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”پھر</w:t>
      </w:r>
      <w:r w:rsidR="00476253">
        <w:rPr>
          <w:rtl/>
          <w:lang w:bidi="ur-PK"/>
        </w:rPr>
        <w:t xml:space="preserve"> آدم نے پروردگار سے کلمات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تعل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</w:t>
      </w:r>
      <w:r w:rsidR="00476253">
        <w:rPr>
          <w:rtl/>
          <w:lang w:bidi="ur-PK"/>
        </w:rPr>
        <w:t xml:space="preserve"> حاصل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اور ان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بر کت سے خدانے ان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توبہ قبول کر ل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کہ وہ توبہ قبول کرنے والا اور مھربان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نور</w:t>
      </w:r>
      <w:r>
        <w:rPr>
          <w:rtl/>
          <w:lang w:bidi="ur-PK"/>
        </w:rPr>
        <w:t xml:space="preserve"> ربوب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نے کلمات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تجل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جناب آدم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نے درک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نور ربوب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کلمات اور روح آدم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ھم آہنگ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سبب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توبہ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وہ توبہ جس نے ماض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تدارک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توبہ کرنے والوں کے مستقبل کو روشن اور تابناک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باقر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جن کلمات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جناب آدم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کلمات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تھے: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36C2F">
        <w:rPr>
          <w:rStyle w:val="libArabicChar"/>
          <w:rFonts w:hint="eastAsia"/>
          <w:rtl/>
        </w:rPr>
        <w:t>اَللّٰ</w:t>
      </w:r>
      <w:r w:rsidR="00705CD5" w:rsidRPr="00163EB1">
        <w:rPr>
          <w:rStyle w:val="libArabicChar"/>
          <w:rFonts w:hint="cs"/>
          <w:rtl/>
        </w:rPr>
        <w:t>ه</w:t>
      </w:r>
      <w:r w:rsidRPr="00E36C2F">
        <w:rPr>
          <w:rStyle w:val="libArabicChar"/>
          <w:rFonts w:hint="cs"/>
          <w:rtl/>
        </w:rPr>
        <w:t>ُمَّ،</w:t>
      </w:r>
      <w:r w:rsidRPr="00E36C2F">
        <w:rPr>
          <w:rStyle w:val="libArabicChar"/>
          <w:rtl/>
        </w:rPr>
        <w:t xml:space="preserve"> لا اِلٰ</w:t>
      </w:r>
      <w:r w:rsidR="00705CD5" w:rsidRPr="00163EB1">
        <w:rPr>
          <w:rStyle w:val="libArabicChar"/>
          <w:rFonts w:hint="cs"/>
          <w:rtl/>
        </w:rPr>
        <w:t>ه</w:t>
      </w:r>
      <w:r w:rsidRPr="00E36C2F">
        <w:rPr>
          <w:rStyle w:val="libArabicChar"/>
          <w:rFonts w:hint="cs"/>
          <w:rtl/>
        </w:rPr>
        <w:t>َ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اِلاَّ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اَنْتَ،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سُبْحانَكَ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وَ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بِحَمْدِكَ،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رَبِّ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اِنّی</w:t>
      </w:r>
      <w:r w:rsidRPr="00E36C2F">
        <w:rPr>
          <w:rStyle w:val="libArabicChar"/>
          <w:rtl/>
        </w:rPr>
        <w:t xml:space="preserve"> ظَلَمْتُ نَفْس</w:t>
      </w:r>
      <w:r w:rsidRPr="00E36C2F">
        <w:rPr>
          <w:rStyle w:val="libArabicChar"/>
          <w:rFonts w:hint="cs"/>
          <w:rtl/>
        </w:rPr>
        <w:t>ی</w:t>
      </w:r>
      <w:r w:rsidRPr="00E36C2F">
        <w:rPr>
          <w:rStyle w:val="libArabicChar"/>
          <w:rFonts w:hint="eastAsia"/>
          <w:rtl/>
        </w:rPr>
        <w:t>،</w:t>
      </w:r>
      <w:r w:rsidRPr="00E36C2F">
        <w:rPr>
          <w:rStyle w:val="libArabicChar"/>
          <w:rtl/>
        </w:rPr>
        <w:t xml:space="preserve"> فَاغْفِرْلِ</w:t>
      </w:r>
      <w:r w:rsidRPr="00E36C2F">
        <w:rPr>
          <w:rStyle w:val="libArabicChar"/>
          <w:rFonts w:hint="cs"/>
          <w:rtl/>
        </w:rPr>
        <w:t>ی</w:t>
      </w:r>
      <w:r w:rsidRPr="00E36C2F">
        <w:rPr>
          <w:rStyle w:val="libArabicChar"/>
          <w:rFonts w:hint="eastAsia"/>
          <w:rtl/>
        </w:rPr>
        <w:t>،</w:t>
      </w:r>
      <w:r w:rsidRPr="00E36C2F">
        <w:rPr>
          <w:rStyle w:val="libArabicChar"/>
          <w:rtl/>
        </w:rPr>
        <w:t xml:space="preserve"> اِنَّكَ خَ</w:t>
      </w:r>
      <w:r w:rsidRPr="00E36C2F">
        <w:rPr>
          <w:rStyle w:val="libArabicChar"/>
          <w:rFonts w:hint="cs"/>
          <w:rtl/>
        </w:rPr>
        <w:t>ی</w:t>
      </w:r>
      <w:r w:rsidRPr="00E36C2F">
        <w:rPr>
          <w:rStyle w:val="libArabicChar"/>
          <w:rFonts w:hint="eastAsia"/>
          <w:rtl/>
        </w:rPr>
        <w:t>رُ</w:t>
      </w:r>
      <w:r w:rsidRPr="00E36C2F">
        <w:rPr>
          <w:rStyle w:val="libArabicChar"/>
          <w:rtl/>
        </w:rPr>
        <w:t xml:space="preserve"> الْغٰافِرِ</w:t>
      </w:r>
      <w:r w:rsidRPr="00E36C2F">
        <w:rPr>
          <w:rStyle w:val="libArabicChar"/>
          <w:rFonts w:hint="cs"/>
          <w:rtl/>
        </w:rPr>
        <w:t>ی</w:t>
      </w:r>
      <w:r w:rsidRPr="00E36C2F">
        <w:rPr>
          <w:rStyle w:val="libArabicChar"/>
          <w:rFonts w:hint="eastAsia"/>
          <w:rtl/>
        </w:rPr>
        <w:t>نَ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اَللّٰ</w:t>
      </w:r>
      <w:r w:rsidR="00705CD5" w:rsidRPr="00163EB1">
        <w:rPr>
          <w:rStyle w:val="libArabicChar"/>
          <w:rFonts w:hint="cs"/>
          <w:rtl/>
        </w:rPr>
        <w:t>ه</w:t>
      </w:r>
      <w:r w:rsidRPr="00E36C2F">
        <w:rPr>
          <w:rStyle w:val="libArabicChar"/>
          <w:rFonts w:hint="cs"/>
          <w:rtl/>
        </w:rPr>
        <w:t>ُمَّ،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لا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اِلٰ</w:t>
      </w:r>
      <w:r w:rsidR="00705CD5" w:rsidRPr="00163EB1">
        <w:rPr>
          <w:rStyle w:val="libArabicChar"/>
          <w:rFonts w:hint="cs"/>
          <w:rtl/>
        </w:rPr>
        <w:t>ه</w:t>
      </w:r>
      <w:r w:rsidRPr="00E36C2F">
        <w:rPr>
          <w:rStyle w:val="libArabicChar"/>
          <w:rFonts w:hint="cs"/>
          <w:rtl/>
        </w:rPr>
        <w:t>َ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اِلاَّ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اَنْتَ،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سُبْحانَكَ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وَ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بِحَمْدِكَ،</w:t>
      </w:r>
      <w:r w:rsidRPr="00E36C2F">
        <w:rPr>
          <w:rStyle w:val="libArabicChar"/>
          <w:rtl/>
        </w:rPr>
        <w:t xml:space="preserve"> رَبِّ اِنّ</w:t>
      </w:r>
      <w:r w:rsidRPr="00E36C2F">
        <w:rPr>
          <w:rStyle w:val="libArabicChar"/>
          <w:rFonts w:hint="cs"/>
          <w:rtl/>
        </w:rPr>
        <w:t>ی</w:t>
      </w:r>
      <w:r w:rsidRPr="00E36C2F">
        <w:rPr>
          <w:rStyle w:val="libArabicChar"/>
          <w:rtl/>
        </w:rPr>
        <w:t xml:space="preserve"> ظَلَمْتُ نَفْس</w:t>
      </w:r>
      <w:r w:rsidRPr="00E36C2F">
        <w:rPr>
          <w:rStyle w:val="libArabicChar"/>
          <w:rFonts w:hint="cs"/>
          <w:rtl/>
        </w:rPr>
        <w:t>ی</w:t>
      </w:r>
      <w:r w:rsidRPr="00E36C2F">
        <w:rPr>
          <w:rStyle w:val="libArabicChar"/>
          <w:rFonts w:hint="eastAsia"/>
          <w:rtl/>
        </w:rPr>
        <w:t>،</w:t>
      </w:r>
      <w:r w:rsidRPr="00E36C2F">
        <w:rPr>
          <w:rStyle w:val="libArabicChar"/>
          <w:rtl/>
        </w:rPr>
        <w:t xml:space="preserve"> فَارْحَمْن</w:t>
      </w:r>
      <w:r w:rsidRPr="00E36C2F">
        <w:rPr>
          <w:rStyle w:val="libArabicChar"/>
          <w:rFonts w:hint="cs"/>
          <w:rtl/>
        </w:rPr>
        <w:t>ی</w:t>
      </w:r>
      <w:r w:rsidRPr="00E36C2F">
        <w:rPr>
          <w:rStyle w:val="libArabicChar"/>
          <w:rtl/>
        </w:rPr>
        <w:t xml:space="preserve"> اِنَّكَ خَ</w:t>
      </w:r>
      <w:r w:rsidRPr="00E36C2F">
        <w:rPr>
          <w:rStyle w:val="libArabicChar"/>
          <w:rFonts w:hint="cs"/>
          <w:rtl/>
        </w:rPr>
        <w:t>ی</w:t>
      </w:r>
      <w:r w:rsidRPr="00E36C2F">
        <w:rPr>
          <w:rStyle w:val="libArabicChar"/>
          <w:rFonts w:hint="eastAsia"/>
          <w:rtl/>
        </w:rPr>
        <w:t>رُالرّاحِم</w:t>
      </w:r>
      <w:r w:rsidRPr="00E36C2F">
        <w:rPr>
          <w:rStyle w:val="libArabicChar"/>
          <w:rFonts w:hint="cs"/>
          <w:rtl/>
        </w:rPr>
        <w:t>ی</w:t>
      </w:r>
      <w:r w:rsidRPr="00E36C2F">
        <w:rPr>
          <w:rStyle w:val="libArabicChar"/>
          <w:rFonts w:hint="eastAsia"/>
          <w:rtl/>
        </w:rPr>
        <w:t>نَ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اَللّٰ</w:t>
      </w:r>
      <w:r w:rsidR="00705CD5" w:rsidRPr="00163EB1">
        <w:rPr>
          <w:rStyle w:val="libArabicChar"/>
          <w:rFonts w:hint="cs"/>
          <w:rtl/>
        </w:rPr>
        <w:t>ه</w:t>
      </w:r>
      <w:r w:rsidRPr="00E36C2F">
        <w:rPr>
          <w:rStyle w:val="libArabicChar"/>
          <w:rFonts w:hint="cs"/>
          <w:rtl/>
        </w:rPr>
        <w:t>ُمَّ،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لا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اِلٰ</w:t>
      </w:r>
      <w:r w:rsidR="00705CD5" w:rsidRPr="00163EB1">
        <w:rPr>
          <w:rStyle w:val="libArabicChar"/>
          <w:rFonts w:hint="cs"/>
          <w:rtl/>
        </w:rPr>
        <w:t>ه</w:t>
      </w:r>
      <w:r w:rsidRPr="00E36C2F">
        <w:rPr>
          <w:rStyle w:val="libArabicChar"/>
          <w:rFonts w:hint="cs"/>
          <w:rtl/>
        </w:rPr>
        <w:t>َ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اِلاَّ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اَنْتَ،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سُبْحانَكَ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وَ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بِحَمْدِكَ،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رَبِّ</w:t>
      </w:r>
      <w:r w:rsidRPr="00E36C2F">
        <w:rPr>
          <w:rStyle w:val="libArabicChar"/>
          <w:rtl/>
        </w:rPr>
        <w:t xml:space="preserve"> </w:t>
      </w:r>
      <w:r w:rsidRPr="00E36C2F">
        <w:rPr>
          <w:rStyle w:val="libArabicChar"/>
          <w:rFonts w:hint="cs"/>
          <w:rtl/>
        </w:rPr>
        <w:t>اِنّی</w:t>
      </w:r>
      <w:r w:rsidRPr="00E36C2F">
        <w:rPr>
          <w:rStyle w:val="libArabicChar"/>
          <w:rtl/>
        </w:rPr>
        <w:t xml:space="preserve"> ظَلَمْتُ نَفْس</w:t>
      </w:r>
      <w:r w:rsidRPr="00E36C2F">
        <w:rPr>
          <w:rStyle w:val="libArabicChar"/>
          <w:rFonts w:hint="cs"/>
          <w:rtl/>
        </w:rPr>
        <w:t>ی</w:t>
      </w:r>
      <w:r w:rsidRPr="00E36C2F">
        <w:rPr>
          <w:rStyle w:val="libArabicChar"/>
          <w:rtl/>
        </w:rPr>
        <w:t xml:space="preserve"> فَتُبْ عَلَ</w:t>
      </w:r>
      <w:r w:rsidRPr="00E36C2F">
        <w:rPr>
          <w:rStyle w:val="libArabicChar"/>
          <w:rFonts w:hint="cs"/>
          <w:rtl/>
        </w:rPr>
        <w:t>ی</w:t>
      </w:r>
      <w:r w:rsidRPr="00E36C2F">
        <w:rPr>
          <w:rStyle w:val="libArabicChar"/>
          <w:rtl/>
        </w:rPr>
        <w:t xml:space="preserve"> اِنَّكَ اَنْتَ التَّوّابُ الرَّح</w:t>
      </w:r>
      <w:r w:rsidRPr="00E36C2F">
        <w:rPr>
          <w:rStyle w:val="libArabicChar"/>
          <w:rFonts w:hint="cs"/>
          <w:rtl/>
        </w:rPr>
        <w:t>ی</w:t>
      </w:r>
      <w:r w:rsidRPr="00E36C2F">
        <w:rPr>
          <w:rStyle w:val="libArabicChar"/>
          <w:rFonts w:hint="eastAsia"/>
          <w:rtl/>
        </w:rPr>
        <w:t>مُ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(109)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”پالنے</w:t>
      </w:r>
      <w:r>
        <w:rPr>
          <w:rtl/>
          <w:lang w:bidi="ur-PK"/>
        </w:rPr>
        <w:t xml:space="preserve"> والے! تو پاک 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حمد کرتا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ںت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پالنے والے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اپنے نفس پر ظلم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لہٰذا مجھے معاف کردے،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تو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معاف کرنے والا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تو پاک 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حمد کرتا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ں، پال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والے 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اپنے نفس پر ظلم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اوپر رحم فرما کہ تو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رحم کرنے والا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پالنے والے!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تو پاک 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حمد کرتا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اپنے نفس پر ظلم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کو قبول کرے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تو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توبہ قبول کرنے والا اور مھربان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اس</w:t>
      </w:r>
      <w:r>
        <w:rPr>
          <w:rtl/>
          <w:lang w:bidi="ur-PK"/>
        </w:rPr>
        <w:t xml:space="preserve">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: جناب آدم (عل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)نے عرش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چند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اسماء لکھے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کھے،</w:t>
      </w:r>
      <w:r>
        <w:rPr>
          <w:rtl/>
          <w:lang w:bidi="ur-PK"/>
        </w:rPr>
        <w:t xml:space="preserve"> تو انھوں نے ان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آواز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کلمات مقام و منزلت کے اعتبار سے تمام موجودات عالم پر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رکھتے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اور وہ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محمد،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فاطمہ، حسن و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(عل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السلام)، جناب آدم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کے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اور اپنے مقام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ان اسماء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سے توسل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ان اسماء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برکت سے جناب آدم (عل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 w:rsidR="00125F42" w:rsidRPr="00125F42">
        <w:rPr>
          <w:rStyle w:val="libFootnotenumChar"/>
          <w:rtl/>
          <w:lang w:bidi="ur-PK"/>
        </w:rPr>
        <w:t>(110)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ھاں!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کلمات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لئے خداوندعالم کے الھامات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بارش جناب آدم کے دان</w:t>
      </w:r>
      <w:r w:rsidR="00BA0B7F">
        <w:rPr>
          <w:rtl/>
          <w:lang w:bidi="ur-PK"/>
        </w:rPr>
        <w:t>ہ</w:t>
      </w:r>
      <w:r>
        <w:rPr>
          <w:rtl/>
          <w:lang w:bidi="ur-PK"/>
        </w:rPr>
        <w:t xml:space="preserve"> عشق و محبت پربرس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 اپنے نفس پر ظلم کے اقرار و اعتراف کا پودا اُگ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جناب آدم نے دعا و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 استغاثہ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احساس گناہ کا درخت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تناور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پر ت</w:t>
      </w:r>
      <w:r>
        <w:rPr>
          <w:rFonts w:hint="eastAsia"/>
          <w:rtl/>
          <w:lang w:bidi="ur-PK"/>
        </w:rPr>
        <w:t>وبہ</w:t>
      </w:r>
      <w:r>
        <w:rPr>
          <w:rtl/>
          <w:lang w:bidi="ur-PK"/>
        </w:rPr>
        <w:t xml:space="preserve"> کا پھول کھل اٹھا: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E36C2F">
        <w:rPr>
          <w:rStyle w:val="libArabicChar"/>
          <w:rtl/>
        </w:rPr>
        <w:t>ثُمَّ اجْتَبَا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E36C2F">
        <w:rPr>
          <w:rStyle w:val="libArabicChar"/>
          <w:rFonts w:hint="cs"/>
          <w:rtl/>
        </w:rPr>
        <w:t>ُ</w:t>
      </w:r>
      <w:r w:rsidR="00476253" w:rsidRPr="00E36C2F">
        <w:rPr>
          <w:rStyle w:val="libArabicChar"/>
          <w:rtl/>
        </w:rPr>
        <w:t xml:space="preserve"> </w:t>
      </w:r>
      <w:r w:rsidR="00476253" w:rsidRPr="00E36C2F">
        <w:rPr>
          <w:rStyle w:val="libArabicChar"/>
          <w:rFonts w:hint="cs"/>
          <w:rtl/>
        </w:rPr>
        <w:t>رَبُّ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E36C2F">
        <w:rPr>
          <w:rStyle w:val="libArabicChar"/>
          <w:rFonts w:hint="cs"/>
          <w:rtl/>
        </w:rPr>
        <w:t>ُ</w:t>
      </w:r>
      <w:r w:rsidR="00476253" w:rsidRPr="00E36C2F">
        <w:rPr>
          <w:rStyle w:val="libArabicChar"/>
          <w:rtl/>
        </w:rPr>
        <w:t xml:space="preserve"> </w:t>
      </w:r>
      <w:r w:rsidR="00476253" w:rsidRPr="00E36C2F">
        <w:rPr>
          <w:rStyle w:val="libArabicChar"/>
          <w:rFonts w:hint="cs"/>
          <w:rtl/>
        </w:rPr>
        <w:t>فَتَابَ</w:t>
      </w:r>
      <w:r w:rsidR="00476253" w:rsidRPr="00E36C2F">
        <w:rPr>
          <w:rStyle w:val="libArabicChar"/>
          <w:rtl/>
        </w:rPr>
        <w:t xml:space="preserve"> </w:t>
      </w:r>
      <w:r w:rsidR="00476253" w:rsidRPr="00E36C2F">
        <w:rPr>
          <w:rStyle w:val="libArabicChar"/>
          <w:rFonts w:hint="cs"/>
          <w:rtl/>
        </w:rPr>
        <w:t>عَلَی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E36C2F">
        <w:rPr>
          <w:rStyle w:val="libArabicChar"/>
          <w:rFonts w:hint="cs"/>
          <w:rtl/>
        </w:rPr>
        <w:t>ِ</w:t>
      </w:r>
      <w:r w:rsidR="00476253" w:rsidRPr="00E36C2F">
        <w:rPr>
          <w:rStyle w:val="libArabicChar"/>
          <w:rtl/>
        </w:rPr>
        <w:t xml:space="preserve"> وَ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E36C2F">
        <w:rPr>
          <w:rStyle w:val="libArabicChar"/>
          <w:rFonts w:hint="cs"/>
          <w:rtl/>
        </w:rPr>
        <w:t>َدَی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(111)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”پھر</w:t>
      </w:r>
      <w:r w:rsidR="00476253">
        <w:rPr>
          <w:rtl/>
          <w:lang w:bidi="ur-PK"/>
        </w:rPr>
        <w:t xml:space="preserve"> خدا نے ان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چن 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ااوران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توبہ قبول کرل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اور ان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راستہ پرلگاد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26" w:name="_Toc520983963"/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گناہ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؟</w:t>
      </w:r>
      <w:bookmarkEnd w:id="26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”توبہ نامہ “کے عنوان سے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خوبصورت کلام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جن سے توبہ کرناواجب فور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واجب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واجب اخلاق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اگر ان گناھوں کا تدارک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اپنے</w:t>
      </w:r>
      <w:r>
        <w:rPr>
          <w:rtl/>
          <w:lang w:bidi="ur-PK"/>
        </w:rPr>
        <w:t xml:space="preserve"> نامہ اعمال کو دھو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عذاب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دردناک انجام سے دوچار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پڑے گا،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گناھوں کو اس طرح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”واجبات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ترک کرنا، حقوق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نماز، روزہ، زکوٰة، جھاد، حج، عمرہ، وضوء، غسل، عبادت شب، کثرت ذکر، کفارہ قسم،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کلمہ استرجاع کہنا، (</w:t>
      </w:r>
      <w:r w:rsidRPr="00E36C2F">
        <w:rPr>
          <w:rStyle w:val="libAieChar"/>
          <w:rtl/>
        </w:rPr>
        <w:t>انا لله و انا ال</w:t>
      </w:r>
      <w:r w:rsidRPr="00E36C2F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Pr="00E36C2F">
        <w:rPr>
          <w:rStyle w:val="libAieChar"/>
          <w:rtl/>
        </w:rPr>
        <w:t xml:space="preserve"> راجعون</w:t>
      </w:r>
      <w:r>
        <w:rPr>
          <w:rtl/>
          <w:lang w:bidi="ur-PK"/>
        </w:rPr>
        <w:t>)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سے غفلت کرنا، اور اپنے واجب و مستحب اعمال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کوتاھ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کے بعد ان سے رو</w:t>
      </w:r>
      <w:r>
        <w:rPr>
          <w:rFonts w:hint="eastAsia"/>
          <w:rtl/>
          <w:lang w:bidi="ur-PK"/>
        </w:rPr>
        <w:t>گردان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گناھان</w:t>
      </w:r>
      <w:r>
        <w:rPr>
          <w:rtl/>
          <w:lang w:bidi="ur-PK"/>
        </w:rPr>
        <w:t xml:space="preserve"> 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کا مرتکب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رغبت رکھنا، گناھوں کا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اپنانا، شھوات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خطا کو اپنے ذمہ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غرض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عمد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ظاھر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خدا کرنا۔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ناحق خون بھانا،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عاق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قطع رحم کرنا،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جنگ سے فرار کرنا، باعفت شخص پر تھمت لگانا، ناجائز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کا مال کھانا، جھوٹ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کترانا،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فروش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ربا خور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انت،</w:t>
      </w:r>
      <w:r>
        <w:rPr>
          <w:rtl/>
          <w:lang w:bidi="ur-PK"/>
        </w:rPr>
        <w:t xml:space="preserve"> مال حرام، جادو، ٹوٹا،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گڑھنا، نظر </w:t>
      </w:r>
      <w:r>
        <w:rPr>
          <w:rFonts w:hint="eastAsia"/>
          <w:rtl/>
          <w:lang w:bidi="ur-PK"/>
        </w:rPr>
        <w:t>بد</w:t>
      </w:r>
      <w:r>
        <w:rPr>
          <w:rtl/>
          <w:lang w:bidi="ur-PK"/>
        </w:rPr>
        <w:t xml:space="preserve"> ڈالنا، شرک،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چور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شراب خور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کم تولنا اور کم ناپنا، ناپن تول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کرنا،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و دشمن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منافقت، عہد و </w:t>
      </w:r>
      <w:r>
        <w:rPr>
          <w:rtl/>
          <w:lang w:bidi="ur-PK"/>
        </w:rPr>
        <w:lastRenderedPageBreak/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توڑد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خوامخواہ الزام لگانا،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اور دھوکہ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اھل ذمہ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عہدو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توڑنا، قسم،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کرنا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سننا، چغل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کرنا، تھمت لگانا، دو</w:t>
      </w:r>
      <w:r>
        <w:rPr>
          <w:rFonts w:hint="eastAsia"/>
          <w:rtl/>
          <w:lang w:bidi="ur-PK"/>
        </w:rPr>
        <w:t>سروں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تلاش کرنا، دوسروں کو بُرا بھلا کہنا، دوسروں کو بُرے ناموںسے پکارنا، پڑوس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پہچانا، دوسروں کے گھروں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اجازت کے داخل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نا، اپنے اوپر بلا وجہ فخر و مباھات کرنا، گناھوں پر اصرار کرنا، ظالموں کا ھمنوا بننا، تکبر کرنا غرور سے چلنا، حکم 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ستم کرنا، غصہ کے عالم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ظلم کرنا،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و حسد رکھنا، ظالموںک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کرنا،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گناہ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مدد کرنا، اھل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اور 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کرنا، لوگوں سے بدگمان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کرنا، شھوت پرست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روکنا،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پر</w:t>
      </w:r>
      <w:r>
        <w:rPr>
          <w:rtl/>
          <w:lang w:bidi="ur-PK"/>
        </w:rPr>
        <w:t xml:space="preserve"> فتنہ و فساد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لانا،</w:t>
      </w:r>
      <w:r>
        <w:rPr>
          <w:rtl/>
          <w:lang w:bidi="ur-PK"/>
        </w:rPr>
        <w:t xml:space="preserve"> حق کا انکار کرنا، ناحق کاموں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ستمگروں سے مدد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دھوکا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کنجوس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کرنا، نہ جاننے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گفتگو کرنا، خون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سور کا گوشت کھانا، مردار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ذب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حہ</w:t>
      </w:r>
      <w:r>
        <w:rPr>
          <w:rtl/>
          <w:lang w:bidi="ur-PK"/>
        </w:rPr>
        <w:t xml:space="preserve"> جانور کا گوشت کھانا، حسد کرنا،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تجاوز کرنا،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پر مغرور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خودغرض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دکھانا، احسان جتانا، قرآن کا انکار کرنا،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کو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کرنا، سائل کو دھتکارنا، قسم توڑنا، جھوٹ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کھانا،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ناموس اور مال پر ھاتھ ڈالنا، برا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کھنا،</w:t>
      </w:r>
      <w:r>
        <w:rPr>
          <w:rtl/>
          <w:lang w:bidi="ur-PK"/>
        </w:rPr>
        <w:t xml:space="preserve"> برا سننا اور برا کہنا،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سے چھونا،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بُر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بُر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سوچنااور جھوٹ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کھانا“</w:t>
      </w:r>
      <w:r w:rsidR="00125F42" w:rsidRPr="00125F42">
        <w:rPr>
          <w:rStyle w:val="libFootnotenumChar"/>
          <w:rtl/>
          <w:lang w:bidi="ur-PK"/>
        </w:rPr>
        <w:t>(112)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واجب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ترک کرنا اور حرام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کا مرتکب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حضرت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اس ملکوت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گناہ کے عنوان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سے توبہ کرنا ”واجب فور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27" w:name="_Toc520983964"/>
      <w:r>
        <w:rPr>
          <w:rFonts w:hint="eastAsia"/>
          <w:rtl/>
          <w:lang w:bidi="ur-PK"/>
        </w:rPr>
        <w:t>گناھوں</w:t>
      </w:r>
      <w:r>
        <w:rPr>
          <w:rtl/>
          <w:lang w:bidi="ur-PK"/>
        </w:rPr>
        <w:t xml:space="preserve"> کے برے آثار</w:t>
      </w:r>
      <w:bookmarkEnd w:id="27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اھل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گناھوںکے برُے آثارنما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اگر گناھگار اپنے گناھوں سے توبہ نہ کرے تو بے شک ان کے برے آثار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C649F0">
        <w:rPr>
          <w:rStyle w:val="libAieChar"/>
          <w:rtl/>
        </w:rPr>
        <w:t>بَلَ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tl/>
        </w:rPr>
        <w:t xml:space="preserve"> مَنْ كَسَبَ سَ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ئَةً</w:t>
      </w:r>
      <w:r w:rsidR="00476253" w:rsidRPr="00C649F0">
        <w:rPr>
          <w:rStyle w:val="libAieChar"/>
          <w:rtl/>
        </w:rPr>
        <w:t xml:space="preserve"> وَ</w:t>
      </w:r>
      <w:r w:rsidR="00BA0B7F">
        <w:rPr>
          <w:rStyle w:val="libAieChar"/>
          <w:rtl/>
        </w:rPr>
        <w:t>ا</w:t>
      </w:r>
      <w:r w:rsidR="00476253" w:rsidRPr="00C649F0">
        <w:rPr>
          <w:rStyle w:val="libAieChar"/>
          <w:rFonts w:hint="eastAsia"/>
          <w:rtl/>
        </w:rPr>
        <w:t>حَاطَتْ</w:t>
      </w:r>
      <w:r w:rsidR="00476253" w:rsidRPr="00C649F0">
        <w:rPr>
          <w:rStyle w:val="libAieChar"/>
          <w:rtl/>
        </w:rPr>
        <w:t xml:space="preserve"> 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ِ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خَطِی</w:t>
      </w:r>
      <w:r w:rsidR="00476253" w:rsidRPr="00C649F0">
        <w:rPr>
          <w:rStyle w:val="libAieChar"/>
          <w:rFonts w:hint="eastAsia"/>
          <w:rtl/>
        </w:rPr>
        <w:t>ئَتُ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ُ</w:t>
      </w:r>
      <w:r w:rsidR="00476253" w:rsidRPr="00C649F0">
        <w:rPr>
          <w:rStyle w:val="libAieChar"/>
          <w:rtl/>
        </w:rPr>
        <w:t xml:space="preserve"> فَ</w:t>
      </w:r>
      <w:r w:rsidR="00BA0B7F">
        <w:rPr>
          <w:rStyle w:val="libAieChar"/>
          <w:rtl/>
        </w:rPr>
        <w:t>ا</w:t>
      </w:r>
      <w:r w:rsidR="00476253" w:rsidRPr="00C649F0">
        <w:rPr>
          <w:rStyle w:val="libAieChar"/>
          <w:rFonts w:hint="eastAsia"/>
          <w:rtl/>
        </w:rPr>
        <w:t>وْلَئِكَ</w:t>
      </w:r>
      <w:r w:rsidR="00476253" w:rsidRPr="00C649F0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C649F0">
        <w:rPr>
          <w:rStyle w:val="libAieChar"/>
          <w:rFonts w:hint="eastAsia"/>
          <w:rtl/>
        </w:rPr>
        <w:t>صْحَابُ</w:t>
      </w:r>
      <w:r w:rsidR="00476253" w:rsidRPr="00C649F0">
        <w:rPr>
          <w:rStyle w:val="libAieChar"/>
          <w:rtl/>
        </w:rPr>
        <w:t xml:space="preserve"> النَّارِ 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م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فِی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ا</w:t>
      </w:r>
      <w:r w:rsidR="00476253" w:rsidRPr="00C649F0">
        <w:rPr>
          <w:rStyle w:val="libAieChar"/>
          <w:rtl/>
        </w:rPr>
        <w:t xml:space="preserve"> خَالِدُونَ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(113)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نا</w:t>
      </w:r>
      <w:r w:rsidR="00476253">
        <w:rPr>
          <w:rtl/>
          <w:lang w:bidi="ur-PK"/>
        </w:rPr>
        <w:t xml:space="preserve"> جس نے کوئ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برائ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اور اس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غلط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نے اسے گھ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</w:t>
      </w:r>
      <w:r w:rsidR="00476253">
        <w:rPr>
          <w:rtl/>
          <w:lang w:bidi="ur-PK"/>
        </w:rPr>
        <w:t xml:space="preserve"> 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ا،</w:t>
      </w:r>
      <w:r w:rsidR="00476253">
        <w:rPr>
          <w:rtl/>
          <w:lang w:bidi="ur-PK"/>
        </w:rPr>
        <w:t xml:space="preserve"> تو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سے</w:t>
      </w:r>
      <w:r w:rsidR="00476253">
        <w:rPr>
          <w:rtl/>
          <w:lang w:bidi="ur-PK"/>
        </w:rPr>
        <w:t xml:space="preserve"> لوگوں کے لئے جہنم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وہ اس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ھم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شہ</w:t>
      </w:r>
      <w:r w:rsidR="00476253">
        <w:rPr>
          <w:rtl/>
          <w:lang w:bidi="ur-PK"/>
        </w:rPr>
        <w:t xml:space="preserve"> رہنے والے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“۔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C649F0">
        <w:rPr>
          <w:rStyle w:val="libAieChar"/>
          <w:rtl/>
        </w:rPr>
        <w:t xml:space="preserve">قُلْ 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ل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نُنَبِّئُكُمْ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بِالْ</w:t>
      </w:r>
      <w:r w:rsidR="00BA0B7F">
        <w:rPr>
          <w:rStyle w:val="libAieChar"/>
          <w:rFonts w:hint="cs"/>
          <w:rtl/>
        </w:rPr>
        <w:t>ا</w:t>
      </w:r>
      <w:r w:rsidR="00476253" w:rsidRPr="00C649F0">
        <w:rPr>
          <w:rStyle w:val="libAieChar"/>
          <w:rFonts w:hint="eastAsia"/>
          <w:rtl/>
        </w:rPr>
        <w:t>خْسَرِ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نَ</w:t>
      </w:r>
      <w:r w:rsidR="00476253" w:rsidRPr="00C649F0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C649F0">
        <w:rPr>
          <w:rStyle w:val="libAieChar"/>
          <w:rFonts w:hint="eastAsia"/>
          <w:rtl/>
        </w:rPr>
        <w:t>عْمَالًا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الَّذِی</w:t>
      </w:r>
      <w:r w:rsidR="00476253" w:rsidRPr="00C649F0">
        <w:rPr>
          <w:rStyle w:val="libAieChar"/>
          <w:rFonts w:hint="eastAsia"/>
          <w:rtl/>
        </w:rPr>
        <w:t>نَ</w:t>
      </w:r>
      <w:r w:rsidR="00476253" w:rsidRPr="00C649F0">
        <w:rPr>
          <w:rStyle w:val="libAieChar"/>
          <w:rtl/>
        </w:rPr>
        <w:t xml:space="preserve"> ضَلَّ سَعْ</w:t>
      </w:r>
      <w:r w:rsidR="00476253" w:rsidRPr="00C649F0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م</w:t>
      </w:r>
      <w:r w:rsidR="00476253" w:rsidRPr="00C649F0">
        <w:rPr>
          <w:rStyle w:val="libAieChar"/>
          <w:rtl/>
        </w:rPr>
        <w:t xml:space="preserve"> فِ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tl/>
        </w:rPr>
        <w:t xml:space="preserve"> الْحَ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اةِ</w:t>
      </w:r>
      <w:r w:rsidR="00476253" w:rsidRPr="00C649F0">
        <w:rPr>
          <w:rStyle w:val="libAieChar"/>
          <w:rtl/>
        </w:rPr>
        <w:t xml:space="preserve"> الدُّنْ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ا</w:t>
      </w:r>
      <w:r w:rsidR="00476253" w:rsidRPr="00C649F0">
        <w:rPr>
          <w:rStyle w:val="libAieChar"/>
          <w:rtl/>
        </w:rPr>
        <w:t xml:space="preserve"> وَ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م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حْسَبُونَ</w:t>
      </w:r>
      <w:r w:rsidR="00476253" w:rsidRPr="00C649F0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C649F0">
        <w:rPr>
          <w:rStyle w:val="libAieChar"/>
          <w:rFonts w:hint="eastAsia"/>
          <w:rtl/>
        </w:rPr>
        <w:t>نَّ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م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حْسِنُونَ</w:t>
      </w:r>
      <w:r w:rsidR="00476253" w:rsidRPr="00C649F0">
        <w:rPr>
          <w:rStyle w:val="libAieChar"/>
          <w:rtl/>
        </w:rPr>
        <w:t xml:space="preserve"> صُنْعًا  </w:t>
      </w:r>
      <w:r w:rsidR="00BA0B7F">
        <w:rPr>
          <w:rStyle w:val="libAieChar"/>
          <w:rFonts w:hint="cs"/>
          <w:rtl/>
        </w:rPr>
        <w:t>ا</w:t>
      </w:r>
      <w:r w:rsidR="00476253" w:rsidRPr="00C649F0">
        <w:rPr>
          <w:rStyle w:val="libAieChar"/>
          <w:rFonts w:hint="eastAsia"/>
          <w:rtl/>
        </w:rPr>
        <w:t>ولَئِكَ</w:t>
      </w:r>
      <w:r w:rsidR="00476253" w:rsidRPr="00C649F0">
        <w:rPr>
          <w:rStyle w:val="libAieChar"/>
          <w:rtl/>
        </w:rPr>
        <w:t xml:space="preserve"> الَّذِ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نَ</w:t>
      </w:r>
      <w:r w:rsidR="00476253" w:rsidRPr="00C649F0">
        <w:rPr>
          <w:rStyle w:val="libAieChar"/>
          <w:rtl/>
        </w:rPr>
        <w:t xml:space="preserve"> كَفَرُوا بِآ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اتِ</w:t>
      </w:r>
      <w:r w:rsidR="00476253" w:rsidRPr="00C649F0">
        <w:rPr>
          <w:rStyle w:val="libAieChar"/>
          <w:rtl/>
        </w:rPr>
        <w:t xml:space="preserve"> رَبِّ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م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وَلِقَائِ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ِ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فَحَبِطَتْ</w:t>
      </w:r>
      <w:r w:rsidR="00476253" w:rsidRPr="00C649F0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C649F0">
        <w:rPr>
          <w:rStyle w:val="libAieChar"/>
          <w:rFonts w:hint="eastAsia"/>
          <w:rtl/>
        </w:rPr>
        <w:t>عْمَالُ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م</w:t>
      </w:r>
      <w:r w:rsidR="00476253" w:rsidRPr="00C649F0">
        <w:rPr>
          <w:rStyle w:val="libAieChar"/>
          <w:rtl/>
        </w:rPr>
        <w:t xml:space="preserve"> فَلاَنُقِ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مُ</w:t>
      </w:r>
      <w:r w:rsidR="00476253" w:rsidRPr="00C649F0">
        <w:rPr>
          <w:rStyle w:val="libAieChar"/>
          <w:rtl/>
        </w:rPr>
        <w:t xml:space="preserve"> 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م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وْمَ</w:t>
      </w:r>
      <w:r w:rsidR="00476253" w:rsidRPr="00C649F0">
        <w:rPr>
          <w:rStyle w:val="libAieChar"/>
          <w:rtl/>
        </w:rPr>
        <w:t xml:space="preserve"> ا</w:t>
      </w:r>
      <w:r w:rsidR="00476253" w:rsidRPr="00C649F0">
        <w:rPr>
          <w:rStyle w:val="libAieChar"/>
          <w:rFonts w:hint="eastAsia"/>
          <w:rtl/>
        </w:rPr>
        <w:t>لْقِ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امَةِ</w:t>
      </w:r>
      <w:r w:rsidR="00476253" w:rsidRPr="00C649F0">
        <w:rPr>
          <w:rStyle w:val="libAieChar"/>
          <w:rtl/>
        </w:rPr>
        <w:t xml:space="preserve"> وَزْنًا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(114)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”اے</w:t>
      </w:r>
      <w:r w:rsidR="00476253">
        <w:rPr>
          <w:rtl/>
          <w:lang w:bidi="ur-PK"/>
        </w:rPr>
        <w:t xml:space="preserve">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غمبر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ھم تم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ان لوگوں کے بارے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اطلا ع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جو اپنے اعمال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بدتر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خسارہ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وہ لوگ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جن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کوشش زندگان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 دن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بہک گئ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خ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ال</w:t>
      </w:r>
      <w:r w:rsidR="00476253"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کہ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اچھے اعمال انجا م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رہے </w:t>
      </w:r>
      <w:r w:rsidR="00476253">
        <w:rPr>
          <w:rtl/>
          <w:lang w:bidi="ur-PK"/>
        </w:rPr>
        <w:t xml:space="preserve"> ر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،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وہ لوگ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جنھوں</w:t>
      </w:r>
      <w:r w:rsidR="00476253">
        <w:rPr>
          <w:rtl/>
          <w:lang w:bidi="ur-PK"/>
        </w:rPr>
        <w:t xml:space="preserve"> نے </w:t>
      </w:r>
      <w:r w:rsidR="00476253">
        <w:rPr>
          <w:rtl/>
          <w:lang w:bidi="ur-PK"/>
        </w:rPr>
        <w:lastRenderedPageBreak/>
        <w:t>آ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ات</w:t>
      </w:r>
      <w:r w:rsidR="00476253">
        <w:rPr>
          <w:rtl/>
          <w:lang w:bidi="ur-PK"/>
        </w:rPr>
        <w:t xml:space="preserve"> پروردگار اور اس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ملاقات کا انکار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ا،</w:t>
      </w:r>
      <w:r w:rsidR="00476253">
        <w:rPr>
          <w:rtl/>
          <w:lang w:bidi="ur-PK"/>
        </w:rPr>
        <w:t xml:space="preserve"> ان کے اعمال برباد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 xml:space="preserve">گئے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ھم 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امت</w:t>
      </w:r>
      <w:r w:rsidR="00476253">
        <w:rPr>
          <w:rtl/>
          <w:lang w:bidi="ur-PK"/>
        </w:rPr>
        <w:t xml:space="preserve"> کے دن ان کے لئے کوئ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وزن قائم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گے “۔ </w:t>
      </w:r>
    </w:p>
    <w:p w:rsidR="00476253" w:rsidRDefault="006F6A7F" w:rsidP="00125F42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C649F0">
        <w:rPr>
          <w:rStyle w:val="libAieChar"/>
          <w:rtl/>
        </w:rPr>
        <w:t>فِ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tl/>
        </w:rPr>
        <w:t xml:space="preserve"> قُلُوبِ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م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مَرَضٌ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فَزَادَ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م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اللهُ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مَرَضًا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وَلَ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م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عَذَابٌ</w:t>
      </w:r>
      <w:r w:rsidR="00476253" w:rsidRPr="00C649F0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C649F0">
        <w:rPr>
          <w:rStyle w:val="libAieChar"/>
          <w:rFonts w:hint="eastAsia"/>
          <w:rtl/>
        </w:rPr>
        <w:t>لِ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مٌ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(115)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”ان</w:t>
      </w:r>
      <w:r w:rsidR="00476253">
        <w:rPr>
          <w:rtl/>
          <w:lang w:bidi="ur-PK"/>
        </w:rPr>
        <w:t xml:space="preserve"> کے دلوں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ب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مار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خدا نے نفاق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بنا پر اسے اور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بڑھا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، اب اس جھوٹ کے نت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جہ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دردناک عذاب ملے گا“۔ </w:t>
      </w:r>
    </w:p>
    <w:p w:rsidR="00476253" w:rsidRDefault="006F6A7F" w:rsidP="00125F42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C649F0">
        <w:rPr>
          <w:rStyle w:val="libAieChar"/>
          <w:rtl/>
        </w:rPr>
        <w:t>فَتَرَ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tl/>
        </w:rPr>
        <w:t xml:space="preserve"> الَّذِ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نَ</w:t>
      </w:r>
      <w:r w:rsidR="00476253" w:rsidRPr="00C649F0">
        <w:rPr>
          <w:rStyle w:val="libAieChar"/>
          <w:rtl/>
        </w:rPr>
        <w:t xml:space="preserve"> فِ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tl/>
        </w:rPr>
        <w:t xml:space="preserve"> قُلُوبِ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م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مَرَضٌ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سَارِعُونَ</w:t>
      </w:r>
      <w:r w:rsidR="00476253" w:rsidRPr="00C649F0">
        <w:rPr>
          <w:rStyle w:val="libAieChar"/>
          <w:rtl/>
        </w:rPr>
        <w:t xml:space="preserve"> فِ</w:t>
      </w:r>
      <w:r w:rsidR="00476253" w:rsidRPr="00C649F0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م</w:t>
      </w:r>
      <w:r w:rsidRPr="006F6A7F">
        <w:rPr>
          <w:rStyle w:val="libAlaemChar"/>
          <w:rtl/>
        </w:rPr>
        <w:t>)</w:t>
      </w:r>
      <w:r w:rsidR="00125F42" w:rsidRPr="00125F42">
        <w:rPr>
          <w:rStyle w:val="libFootnotenumChar"/>
          <w:rtl/>
          <w:lang w:bidi="ur-PK"/>
        </w:rPr>
        <w:t>(116)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”اے</w:t>
      </w:r>
      <w:r w:rsidR="00476253">
        <w:rPr>
          <w:rtl/>
          <w:lang w:bidi="ur-PK"/>
        </w:rPr>
        <w:t xml:space="preserve">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غمبر</w:t>
      </w:r>
      <w:r w:rsidR="00476253">
        <w:rPr>
          <w:rtl/>
          <w:lang w:bidi="ur-PK"/>
        </w:rPr>
        <w:t xml:space="preserve"> آپ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AA04E3">
        <w:rPr>
          <w:rFonts w:hint="eastAsia"/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گے کہ جن کے دلوں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نفاق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مار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وہ دوڑ دوڑ کر ان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طرف جا </w:t>
      </w:r>
      <w:r w:rsidR="00AA04E3">
        <w:rPr>
          <w:rtl/>
          <w:lang w:bidi="ur-PK"/>
        </w:rPr>
        <w:t xml:space="preserve">رہے 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6F6A7F" w:rsidP="00125F42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C649F0">
        <w:rPr>
          <w:rStyle w:val="libAieChar"/>
          <w:rtl/>
        </w:rPr>
        <w:t>وَ</w:t>
      </w:r>
      <w:r w:rsidR="00BA0B7F">
        <w:rPr>
          <w:rStyle w:val="libAieChar"/>
          <w:rtl/>
        </w:rPr>
        <w:t>ا</w:t>
      </w:r>
      <w:r w:rsidR="00476253" w:rsidRPr="00C649F0">
        <w:rPr>
          <w:rStyle w:val="libAieChar"/>
          <w:rFonts w:hint="eastAsia"/>
          <w:rtl/>
        </w:rPr>
        <w:t>مَّا</w:t>
      </w:r>
      <w:r w:rsidR="00476253" w:rsidRPr="00C649F0">
        <w:rPr>
          <w:rStyle w:val="libAieChar"/>
          <w:rtl/>
        </w:rPr>
        <w:t xml:space="preserve"> الَّذِ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نَ</w:t>
      </w:r>
      <w:r w:rsidR="00476253" w:rsidRPr="00C649F0">
        <w:rPr>
          <w:rStyle w:val="libAieChar"/>
          <w:rtl/>
        </w:rPr>
        <w:t xml:space="preserve"> فِ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tl/>
        </w:rPr>
        <w:t xml:space="preserve"> قُلُوبِ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م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مَرَضٌ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فَزَادَتْ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م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رِجْسًا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إِلَی</w:t>
      </w:r>
      <w:r w:rsidR="00476253" w:rsidRPr="00C649F0">
        <w:rPr>
          <w:rStyle w:val="libAieChar"/>
          <w:rtl/>
        </w:rPr>
        <w:t xml:space="preserve"> رِجْسِ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م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(117)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جن کے دلوں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مرض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ان کے مرض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مز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tl/>
          <w:lang w:bidi="ur-PK"/>
        </w:rPr>
        <w:t xml:space="preserve"> اضافہ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وہ کفر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حالت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مر جاتے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6E184C">
        <w:rPr>
          <w:rStyle w:val="libAieChar"/>
          <w:rtl/>
        </w:rPr>
        <w:t>إِنَّ</w:t>
      </w:r>
      <w:r w:rsidR="00476253" w:rsidRPr="00C649F0">
        <w:rPr>
          <w:rStyle w:val="libAieChar"/>
          <w:rtl/>
        </w:rPr>
        <w:t xml:space="preserve"> الَّذِ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نَ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ی</w:t>
      </w:r>
      <w:r w:rsidR="00BA0B7F">
        <w:rPr>
          <w:rStyle w:val="libAieChar"/>
          <w:rFonts w:hint="eastAsia"/>
          <w:rtl/>
        </w:rPr>
        <w:t>ا</w:t>
      </w:r>
      <w:r w:rsidR="00476253" w:rsidRPr="00C649F0">
        <w:rPr>
          <w:rStyle w:val="libAieChar"/>
          <w:rFonts w:hint="eastAsia"/>
          <w:rtl/>
        </w:rPr>
        <w:t>كُلُونَ</w:t>
      </w:r>
      <w:r w:rsidR="00476253" w:rsidRPr="00C649F0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C649F0">
        <w:rPr>
          <w:rStyle w:val="libAieChar"/>
          <w:rFonts w:hint="eastAsia"/>
          <w:rtl/>
        </w:rPr>
        <w:t>مْوَالَ</w:t>
      </w:r>
      <w:r w:rsidR="00476253" w:rsidRPr="00C649F0">
        <w:rPr>
          <w:rStyle w:val="libAieChar"/>
          <w:rtl/>
        </w:rPr>
        <w:t xml:space="preserve"> الْ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تَامَ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tl/>
        </w:rPr>
        <w:t xml:space="preserve"> ظُلْمًا إِنَّمَا </w:t>
      </w:r>
      <w:r w:rsidR="00476253" w:rsidRPr="00C649F0">
        <w:rPr>
          <w:rStyle w:val="libAieChar"/>
          <w:rFonts w:hint="cs"/>
          <w:rtl/>
        </w:rPr>
        <w:t>ی</w:t>
      </w:r>
      <w:r w:rsidR="00BA0B7F">
        <w:rPr>
          <w:rStyle w:val="libAieChar"/>
          <w:rFonts w:hint="eastAsia"/>
          <w:rtl/>
        </w:rPr>
        <w:t>ا</w:t>
      </w:r>
      <w:r w:rsidR="00476253" w:rsidRPr="00C649F0">
        <w:rPr>
          <w:rStyle w:val="libAieChar"/>
          <w:rFonts w:hint="eastAsia"/>
          <w:rtl/>
        </w:rPr>
        <w:t>كُلُونَ</w:t>
      </w:r>
      <w:r w:rsidR="00476253" w:rsidRPr="00C649F0">
        <w:rPr>
          <w:rStyle w:val="libAieChar"/>
          <w:rtl/>
        </w:rPr>
        <w:t xml:space="preserve"> فِ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tl/>
        </w:rPr>
        <w:t xml:space="preserve"> بُطُونِ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م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نَارًا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وَسَی</w:t>
      </w:r>
      <w:r w:rsidR="00476253" w:rsidRPr="00C649F0">
        <w:rPr>
          <w:rStyle w:val="libAieChar"/>
          <w:rFonts w:hint="eastAsia"/>
          <w:rtl/>
        </w:rPr>
        <w:t>صْلَوْنَ</w:t>
      </w:r>
      <w:r w:rsidR="00476253" w:rsidRPr="00C649F0">
        <w:rPr>
          <w:rStyle w:val="libAieChar"/>
          <w:rtl/>
        </w:rPr>
        <w:t xml:space="preserve"> سَعِ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رًا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(118)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”جو</w:t>
      </w:r>
      <w:r w:rsidR="00476253">
        <w:rPr>
          <w:rtl/>
          <w:lang w:bidi="ur-PK"/>
        </w:rPr>
        <w:t xml:space="preserve"> لوگ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موں</w:t>
      </w:r>
      <w:r w:rsidR="00476253">
        <w:rPr>
          <w:rtl/>
          <w:lang w:bidi="ur-PK"/>
        </w:rPr>
        <w:t xml:space="preserve"> کا مال ناحق کھا جاتے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وہ در حق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قت</w:t>
      </w:r>
      <w:r w:rsidR="00476253">
        <w:rPr>
          <w:rtl/>
          <w:lang w:bidi="ur-PK"/>
        </w:rPr>
        <w:t xml:space="preserve"> اپنے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ٹ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آگ بھر </w:t>
      </w:r>
      <w:r w:rsidR="00AA04E3">
        <w:rPr>
          <w:rtl/>
          <w:lang w:bidi="ur-PK"/>
        </w:rPr>
        <w:t xml:space="preserve">رہے 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وہ عنقر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</w:t>
      </w:r>
      <w:r w:rsidR="00476253">
        <w:rPr>
          <w:rtl/>
          <w:lang w:bidi="ur-PK"/>
        </w:rPr>
        <w:t xml:space="preserve"> واصل جہنم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ں گے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مذکورہ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 اس سے ملت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بناپر بعض محقق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گناھگاروں کو ملنے والا عذاب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گناہ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 گے،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کے گناہ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گے جو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دردناک عذاب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ظاھر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گے، اور گناھگار کو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لئے اپنا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بناکر </w:t>
      </w:r>
      <w:r>
        <w:rPr>
          <w:rFonts w:hint="eastAsia"/>
          <w:rtl/>
          <w:lang w:bidi="ur-PK"/>
        </w:rPr>
        <w:t>عذاب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رک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گے</w:t>
      </w:r>
      <w:r>
        <w:rPr>
          <w:rtl/>
          <w:lang w:bidi="ur-PK"/>
        </w:rPr>
        <w:t xml:space="preserve">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C649F0">
        <w:rPr>
          <w:rStyle w:val="libAieChar"/>
          <w:rtl/>
        </w:rPr>
        <w:t>إِنَّ الَّذِ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نَ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كْتُمُونَ</w:t>
      </w:r>
      <w:r w:rsidR="00476253" w:rsidRPr="00C649F0">
        <w:rPr>
          <w:rStyle w:val="libAieChar"/>
          <w:rtl/>
        </w:rPr>
        <w:t xml:space="preserve"> مَا </w:t>
      </w:r>
      <w:r w:rsidR="00BA0B7F">
        <w:rPr>
          <w:rStyle w:val="libAieChar"/>
          <w:rtl/>
        </w:rPr>
        <w:t>ا</w:t>
      </w:r>
      <w:r w:rsidR="00476253" w:rsidRPr="00C649F0">
        <w:rPr>
          <w:rStyle w:val="libAieChar"/>
          <w:rFonts w:hint="eastAsia"/>
          <w:rtl/>
        </w:rPr>
        <w:t>نزَلَ</w:t>
      </w:r>
      <w:r w:rsidR="00476253" w:rsidRPr="00C649F0">
        <w:rPr>
          <w:rStyle w:val="libAieChar"/>
          <w:rtl/>
        </w:rPr>
        <w:t xml:space="preserve"> اللهُ مِنْ الْكِتَابِ وَ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شْتَرُونَ</w:t>
      </w:r>
      <w:r w:rsidR="00476253" w:rsidRPr="00C649F0">
        <w:rPr>
          <w:rStyle w:val="libAieChar"/>
          <w:rtl/>
        </w:rPr>
        <w:t xml:space="preserve"> 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ِ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ثَمَنًا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قَلِی</w:t>
      </w:r>
      <w:r w:rsidR="00476253" w:rsidRPr="00C649F0">
        <w:rPr>
          <w:rStyle w:val="libAieChar"/>
          <w:rFonts w:hint="eastAsia"/>
          <w:rtl/>
        </w:rPr>
        <w:t>لًا</w:t>
      </w:r>
      <w:r w:rsidR="00476253" w:rsidRPr="00C649F0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C649F0">
        <w:rPr>
          <w:rStyle w:val="libAieChar"/>
          <w:rFonts w:hint="eastAsia"/>
          <w:rtl/>
        </w:rPr>
        <w:t>وْلَئِكَ</w:t>
      </w:r>
      <w:r w:rsidR="00476253" w:rsidRPr="00C649F0">
        <w:rPr>
          <w:rStyle w:val="libAieChar"/>
          <w:rtl/>
        </w:rPr>
        <w:t xml:space="preserve"> مَا </w:t>
      </w:r>
      <w:r w:rsidR="00476253" w:rsidRPr="00C649F0">
        <w:rPr>
          <w:rStyle w:val="libAieChar"/>
          <w:rFonts w:hint="cs"/>
          <w:rtl/>
        </w:rPr>
        <w:t>ی</w:t>
      </w:r>
      <w:r w:rsidR="00BA0B7F">
        <w:rPr>
          <w:rStyle w:val="libAieChar"/>
          <w:rFonts w:hint="eastAsia"/>
          <w:rtl/>
        </w:rPr>
        <w:t>ا</w:t>
      </w:r>
      <w:r w:rsidR="00476253" w:rsidRPr="00C649F0">
        <w:rPr>
          <w:rStyle w:val="libAieChar"/>
          <w:rFonts w:hint="eastAsia"/>
          <w:rtl/>
        </w:rPr>
        <w:t>كُلُونَ</w:t>
      </w:r>
      <w:r w:rsidR="00476253" w:rsidRPr="00C649F0">
        <w:rPr>
          <w:rStyle w:val="libAieChar"/>
          <w:rtl/>
        </w:rPr>
        <w:t xml:space="preserve"> فِ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tl/>
        </w:rPr>
        <w:t xml:space="preserve"> بُطُونِ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م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إِلاَّ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النَّارَ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وَلاَی</w:t>
      </w:r>
      <w:r w:rsidR="00476253" w:rsidRPr="00C649F0">
        <w:rPr>
          <w:rStyle w:val="libAieChar"/>
          <w:rFonts w:hint="eastAsia"/>
          <w:rtl/>
        </w:rPr>
        <w:t>كَلِّمُ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م</w:t>
      </w:r>
      <w:r w:rsidR="00476253" w:rsidRPr="00C649F0">
        <w:rPr>
          <w:rStyle w:val="libAieChar"/>
          <w:rtl/>
        </w:rPr>
        <w:t xml:space="preserve"> اللهُ 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وْمَ</w:t>
      </w:r>
      <w:r w:rsidR="00476253" w:rsidRPr="00C649F0">
        <w:rPr>
          <w:rStyle w:val="libAieChar"/>
          <w:rtl/>
        </w:rPr>
        <w:t xml:space="preserve"> الْقِ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امَةِ</w:t>
      </w:r>
      <w:r w:rsidR="00476253" w:rsidRPr="00C649F0">
        <w:rPr>
          <w:rStyle w:val="libAieChar"/>
          <w:rtl/>
        </w:rPr>
        <w:t xml:space="preserve"> وَلاَ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زَكِّ</w:t>
      </w:r>
      <w:r w:rsidR="00476253" w:rsidRPr="00C649F0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م</w:t>
      </w:r>
      <w:r w:rsidR="00476253" w:rsidRPr="00C649F0">
        <w:rPr>
          <w:rStyle w:val="libAieChar"/>
          <w:rtl/>
        </w:rPr>
        <w:t xml:space="preserve"> وَلَ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م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عَذَابٌ</w:t>
      </w:r>
      <w:r w:rsidR="00476253" w:rsidRPr="00C649F0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C649F0">
        <w:rPr>
          <w:rStyle w:val="libAieChar"/>
          <w:rFonts w:hint="eastAsia"/>
          <w:rtl/>
        </w:rPr>
        <w:t>لِ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مٌ</w:t>
      </w:r>
      <w:r w:rsidR="00476253" w:rsidRPr="00C649F0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C649F0">
        <w:rPr>
          <w:rStyle w:val="libAieChar"/>
          <w:rFonts w:hint="eastAsia"/>
          <w:rtl/>
        </w:rPr>
        <w:t>وْلَئِكَ</w:t>
      </w:r>
      <w:r w:rsidR="00476253" w:rsidRPr="00C649F0">
        <w:rPr>
          <w:rStyle w:val="libAieChar"/>
          <w:rtl/>
        </w:rPr>
        <w:t xml:space="preserve"> الَّذ</w:t>
      </w:r>
      <w:r w:rsidR="00476253" w:rsidRPr="00C649F0">
        <w:rPr>
          <w:rStyle w:val="libAieChar"/>
          <w:rFonts w:hint="eastAsia"/>
          <w:rtl/>
        </w:rPr>
        <w:t>ِ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نَ</w:t>
      </w:r>
      <w:r w:rsidR="00476253" w:rsidRPr="00C649F0">
        <w:rPr>
          <w:rStyle w:val="libAieChar"/>
          <w:rtl/>
        </w:rPr>
        <w:t xml:space="preserve"> اشْتَرَوْا الضَّلاَلَةَ بِالْ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ُدَی</w:t>
      </w:r>
      <w:r w:rsidR="00476253" w:rsidRPr="00C649F0">
        <w:rPr>
          <w:rStyle w:val="libAieChar"/>
          <w:rtl/>
        </w:rPr>
        <w:t xml:space="preserve"> وَالْعَذَابَ بِالْمَغْفِرَةِ فَمَا </w:t>
      </w:r>
      <w:r w:rsidR="00BA0B7F">
        <w:rPr>
          <w:rStyle w:val="libAieChar"/>
          <w:rtl/>
        </w:rPr>
        <w:t>ا</w:t>
      </w:r>
      <w:r w:rsidR="00476253" w:rsidRPr="00C649F0">
        <w:rPr>
          <w:rStyle w:val="libAieChar"/>
          <w:rFonts w:hint="eastAsia"/>
          <w:rtl/>
        </w:rPr>
        <w:t>صْبَرَ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م</w:t>
      </w:r>
      <w:r w:rsidR="00476253" w:rsidRPr="00C649F0">
        <w:rPr>
          <w:rStyle w:val="libAieChar"/>
          <w:rtl/>
        </w:rPr>
        <w:t xml:space="preserve"> عَلَ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tl/>
        </w:rPr>
        <w:t xml:space="preserve"> النَّارِ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(119)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”جو</w:t>
      </w:r>
      <w:r w:rsidR="00476253">
        <w:rPr>
          <w:rtl/>
          <w:lang w:bidi="ur-PK"/>
        </w:rPr>
        <w:t xml:space="preserve"> لوگ خدا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نازل ک</w:t>
      </w:r>
      <w:r w:rsidR="00476253"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کتاب کے احکام کو چھپاتے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اور</w:t>
      </w:r>
      <w:r w:rsidR="00476253">
        <w:rPr>
          <w:rtl/>
          <w:lang w:bidi="ur-PK"/>
        </w:rPr>
        <w:t xml:space="preserve"> اسے تھوڑ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مت</w:t>
      </w:r>
      <w:r w:rsidR="00476253">
        <w:rPr>
          <w:rtl/>
          <w:lang w:bidi="ur-PK"/>
        </w:rPr>
        <w:t xml:space="preserve"> پر ب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چ</w:t>
      </w:r>
      <w:r w:rsidR="00476253">
        <w:rPr>
          <w:rtl/>
          <w:lang w:bidi="ur-PK"/>
        </w:rPr>
        <w:t xml:space="preserve"> ڈالتے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وہ درحق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قت</w:t>
      </w:r>
      <w:r w:rsidR="00476253">
        <w:rPr>
          <w:rtl/>
          <w:lang w:bidi="ur-PK"/>
        </w:rPr>
        <w:t xml:space="preserve"> اپنے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ٹ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صرف آگ بھر </w:t>
      </w:r>
      <w:r w:rsidR="00AA04E3">
        <w:rPr>
          <w:rtl/>
          <w:lang w:bidi="ur-PK"/>
        </w:rPr>
        <w:t xml:space="preserve">رہے 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خدا، روز 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امت</w:t>
      </w:r>
      <w:r w:rsidR="00476253">
        <w:rPr>
          <w:rtl/>
          <w:lang w:bidi="ur-PK"/>
        </w:rPr>
        <w:t xml:space="preserve"> ان سے بات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نہ کرے گا اور نہ ان کا تذک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کرے گا (بلکہ) ان کے لئے دردناک عذاب قرار دے گا۔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وہ لوگ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جنھوں نے گمراھ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کو ہدا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tl/>
          <w:lang w:bidi="ur-PK"/>
        </w:rPr>
        <w:t xml:space="preserve"> کے عوض اور عذاب کو مغفرت کے عوض خر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tl/>
          <w:lang w:bidi="ur-PK"/>
        </w:rPr>
        <w:t xml:space="preserve"> 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، آخر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آتش جہنم پر کتنا صبر کر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گے “۔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C649F0">
        <w:rPr>
          <w:rStyle w:val="libAieChar"/>
          <w:rtl/>
        </w:rPr>
        <w:t>مَثَلُ الَّذِ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نَ</w:t>
      </w:r>
      <w:r w:rsidR="00476253" w:rsidRPr="00C649F0">
        <w:rPr>
          <w:rStyle w:val="libAieChar"/>
          <w:rtl/>
        </w:rPr>
        <w:t xml:space="preserve"> كَفَرُوا بِرَبِّ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م</w:t>
      </w:r>
      <w:r w:rsidR="00476253" w:rsidRPr="00C649F0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C649F0">
        <w:rPr>
          <w:rStyle w:val="libAieChar"/>
          <w:rFonts w:hint="eastAsia"/>
          <w:rtl/>
        </w:rPr>
        <w:t>عْمَالُ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م</w:t>
      </w:r>
      <w:r w:rsidR="00476253" w:rsidRPr="00C649F0">
        <w:rPr>
          <w:rStyle w:val="libAieChar"/>
          <w:rtl/>
        </w:rPr>
        <w:t xml:space="preserve"> كَرَمَادٍ اشْتَدَّتْ 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ِ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الرِّی</w:t>
      </w:r>
      <w:r w:rsidR="00476253" w:rsidRPr="00C649F0">
        <w:rPr>
          <w:rStyle w:val="libAieChar"/>
          <w:rFonts w:hint="eastAsia"/>
          <w:rtl/>
        </w:rPr>
        <w:t>حُ</w:t>
      </w:r>
      <w:r w:rsidR="00476253" w:rsidRPr="00C649F0">
        <w:rPr>
          <w:rStyle w:val="libAieChar"/>
          <w:rtl/>
        </w:rPr>
        <w:t xml:space="preserve"> فِ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tl/>
        </w:rPr>
        <w:t xml:space="preserve"> 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وْمٍ</w:t>
      </w:r>
      <w:r w:rsidR="00476253" w:rsidRPr="00C649F0">
        <w:rPr>
          <w:rStyle w:val="libAieChar"/>
          <w:rtl/>
        </w:rPr>
        <w:t xml:space="preserve"> عَاصِفٍ لاَ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قْدِرُونَ</w:t>
      </w:r>
      <w:r w:rsidR="00476253" w:rsidRPr="00C649F0">
        <w:rPr>
          <w:rStyle w:val="libAieChar"/>
          <w:rtl/>
        </w:rPr>
        <w:t xml:space="preserve"> مِمَّا كَسَبُوا عَلَ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tl/>
        </w:rPr>
        <w:t xml:space="preserve"> شَ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ءٍ</w:t>
      </w:r>
      <w:r w:rsidR="00476253" w:rsidRPr="00C649F0">
        <w:rPr>
          <w:rStyle w:val="libAieChar"/>
          <w:rtl/>
        </w:rPr>
        <w:t xml:space="preserve"> ذَلِكَ 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ُ</w:t>
      </w:r>
      <w:r w:rsidR="00476253" w:rsidRPr="00C649F0">
        <w:rPr>
          <w:rStyle w:val="libAieChar"/>
          <w:rtl/>
        </w:rPr>
        <w:t>وَ الضَّلَالُ الْبَعِ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دُ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(120)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lastRenderedPageBreak/>
        <w:t>”جن</w:t>
      </w:r>
      <w:r w:rsidR="00476253">
        <w:rPr>
          <w:rtl/>
          <w:lang w:bidi="ur-PK"/>
        </w:rPr>
        <w:t xml:space="preserve"> لوگوں نے اپنے پروردگار کا انکار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ان کے اعمال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مثال اس راکھ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مانند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جسے آندھ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کے دن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تند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ا اڑا لے جائے کہ وہ اپنے حاصل کئے</w:t>
      </w:r>
      <w:r w:rsidR="006E184C">
        <w:rPr>
          <w:rtl/>
          <w:lang w:bidi="ur-PK"/>
        </w:rPr>
        <w:t xml:space="preserve"> ہوئے </w:t>
      </w:r>
      <w:r w:rsidR="00476253">
        <w:rPr>
          <w:rtl/>
          <w:lang w:bidi="ur-PK"/>
        </w:rPr>
        <w:t>پر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کوئ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اخت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ار</w:t>
      </w:r>
      <w:r w:rsidR="00476253"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رکھتے اور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بھت دور تک پھ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ل</w:t>
      </w:r>
      <w:r w:rsidR="00476253"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گمراھ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لہٰذا</w:t>
      </w:r>
      <w:r>
        <w:rPr>
          <w:rtl/>
          <w:lang w:bidi="ur-PK"/>
        </w:rPr>
        <w:t xml:space="preserve"> اس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نکلتا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گناھوں کے بُرے آثار اس سے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مثلاً: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آتش</w:t>
      </w:r>
      <w:r>
        <w:rPr>
          <w:rtl/>
          <w:lang w:bidi="ur-PK"/>
        </w:rPr>
        <w:t xml:space="preserve">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جلنا، عذاب کا ابد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ںنقصان</w:t>
      </w:r>
      <w:r>
        <w:rPr>
          <w:rtl/>
          <w:lang w:bidi="ur-PK"/>
        </w:rPr>
        <w:t xml:space="preserve"> اور خسارہ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رہنا،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زحمتوں پر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پھرجانا،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(ن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>) اعمال کا حبط 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ختم)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جانا،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اعمال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r>
        <w:rPr>
          <w:rtl/>
          <w:lang w:bidi="ur-PK"/>
        </w:rPr>
        <w:t xml:space="preserve"> قائم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توبہ نہ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گناھوں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دشمنان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دوڑنا، انسان سے خدا کا تعلق ختم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جانا،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تزک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گمراھ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بدل جانا، مغفرت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بدلہ عذاب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مقرر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گناھوں کے برے آثار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طرح ارشاد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</w:t>
      </w:r>
      <w:r>
        <w:rPr>
          <w:rtl/>
          <w:lang w:bidi="ur-PK"/>
        </w:rPr>
        <w:t xml:space="preserve"> گناھوں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عوام</w:t>
      </w:r>
      <w:r>
        <w:rPr>
          <w:rtl/>
          <w:lang w:bidi="ur-PK"/>
        </w:rPr>
        <w:t xml:space="preserve"> الناس پرظلم و ستم کرنا، کار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عادت چھوڑ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کام کرنے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کرنا، کفران نعمت کرنا اور شکر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چھوڑ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گناہ ندامت اور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باعث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قتل</w:t>
      </w:r>
      <w:r>
        <w:rPr>
          <w:rtl/>
          <w:lang w:bidi="ur-PK"/>
        </w:rPr>
        <w:t xml:space="preserve"> نفس، قطع رحم، وقت ختم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تک نماز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کرنا،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 کرنا، لوگوں کے حقوق ادا نہ کرنا، زکوٰة ادانہ کرنا،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آجائے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بند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</w:t>
      </w:r>
      <w:r>
        <w:rPr>
          <w:rtl/>
          <w:lang w:bidi="ur-PK"/>
        </w:rPr>
        <w:t xml:space="preserve"> گناھوں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زائل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جان</w:t>
      </w:r>
      <w:r>
        <w:rPr>
          <w:rtl/>
          <w:lang w:bidi="ur-PK"/>
        </w:rPr>
        <w:t xml:space="preserve"> بوجھ کر ستم کرنا، لوگوں پر ظلم و تجاوز کرنا، لوگوں کا مذاق اڑانا، دوسرے لوگوں کو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</w:t>
      </w:r>
      <w:r>
        <w:rPr>
          <w:rtl/>
          <w:lang w:bidi="ur-PK"/>
        </w:rPr>
        <w:t xml:space="preserve"> گناھوں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انسان تک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پہنچت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محتاجگ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اظھار کرنا، نماز پڑھے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رات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حصہ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نماز کا وقت نکل جائے، صبح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نماز قضا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تک سونا،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کو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سمجھنا، خداوندعالم سے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</w:t>
      </w:r>
      <w:r>
        <w:rPr>
          <w:rtl/>
          <w:lang w:bidi="ur-PK"/>
        </w:rPr>
        <w:t xml:space="preserve"> گناھوں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پردہ اٹھ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شراب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جوا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لنا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سٹہ لگانا، مسخرہ کرنا،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ھودہ</w:t>
      </w:r>
      <w:r>
        <w:rPr>
          <w:rtl/>
          <w:lang w:bidi="ur-PK"/>
        </w:rPr>
        <w:t xml:space="preserve"> کام کرنا، مذاق اڑانا، لوگوں کے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وب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کرنا، شراب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صحبت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C649F0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گناہ نزول بلاء کا سبب بنتے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غم</w:t>
      </w:r>
      <w:r>
        <w:rPr>
          <w:rtl/>
          <w:lang w:bidi="ur-PK"/>
        </w:rPr>
        <w:t xml:space="preserve"> زدہ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کرنا، مظلوموں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نہ کرنا، امر بالمعروف اور 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ضہ</w:t>
      </w:r>
      <w:r>
        <w:rPr>
          <w:rtl/>
          <w:lang w:bidi="ur-PK"/>
        </w:rPr>
        <w:t xml:space="preserve"> کا ترک کرنا۔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</w:t>
      </w:r>
      <w:r>
        <w:rPr>
          <w:rtl/>
          <w:lang w:bidi="ur-PK"/>
        </w:rPr>
        <w:t xml:space="preserve"> گناھوں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دشمن غالب آجاتے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کھلے</w:t>
      </w:r>
      <w:r>
        <w:rPr>
          <w:rtl/>
          <w:lang w:bidi="ur-PK"/>
        </w:rPr>
        <w:t xml:space="preserve"> عام ظلم کرنا، اپنے گناھوں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کرنا، حرام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مباح سمجھنا،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 صالح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نافرمان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کرنا، بدکاروں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</w:t>
      </w:r>
      <w:r>
        <w:rPr>
          <w:rtl/>
          <w:lang w:bidi="ur-PK"/>
        </w:rPr>
        <w:t xml:space="preserve"> گناھوں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عمر گھٹ 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قطع</w:t>
      </w:r>
      <w:r>
        <w:rPr>
          <w:rtl/>
          <w:lang w:bidi="ur-PK"/>
        </w:rPr>
        <w:t xml:space="preserve"> تعلق کرنا، جھوٹ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کھانا، جھوٹ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بنانا، زناکرنا، مسلمانوں کا راستہ بند کرنا، ناحق امامت کا دعويٰ کرنا۔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</w:t>
      </w:r>
      <w:r>
        <w:rPr>
          <w:rtl/>
          <w:lang w:bidi="ur-PK"/>
        </w:rPr>
        <w:t xml:space="preserve"> گناھوں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دٹوٹ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رحمت</w:t>
      </w:r>
      <w:r>
        <w:rPr>
          <w:rtl/>
          <w:lang w:bidi="ur-PK"/>
        </w:rPr>
        <w:t xml:space="preserve"> خدا سے ناام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دھونا،</w:t>
      </w:r>
      <w:r>
        <w:rPr>
          <w:rtl/>
          <w:lang w:bidi="ur-PK"/>
        </w:rPr>
        <w:t xml:space="preserve"> لطف خدا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حق پر بھروسہ کرنا اور خداوندعالم کے وعدوں کو جھٹلانا۔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</w:t>
      </w:r>
      <w:r>
        <w:rPr>
          <w:rtl/>
          <w:lang w:bidi="ur-PK"/>
        </w:rPr>
        <w:t xml:space="preserve"> گناھوں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انسان کا ضم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سحر</w:t>
      </w:r>
      <w:r>
        <w:rPr>
          <w:rtl/>
          <w:lang w:bidi="ur-PK"/>
        </w:rPr>
        <w:t xml:space="preserve"> و جادو اور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کرنا، ستاروں کو موثر ماننا، قضا و قدر کو جھٹلانا، عقوق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</w:t>
      </w:r>
      <w:r>
        <w:rPr>
          <w:rtl/>
          <w:lang w:bidi="ur-PK"/>
        </w:rPr>
        <w:t xml:space="preserve"> گناھوں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(احترام کا) پردہ اٹھ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واپس</w:t>
      </w:r>
      <w:r>
        <w:rPr>
          <w:rtl/>
          <w:lang w:bidi="ur-PK"/>
        </w:rPr>
        <w:t xml:space="preserve">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قرض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فضول خرچ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کرنا، اھل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اور رشتہ داروں پر خرچ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بخل کرنا، بُرے اخلاق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آنا، بے صبر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کرنا، بے حوصلہ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اپنے کو کاھل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بنانااوراھل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سمجھنا۔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</w:t>
      </w:r>
      <w:r>
        <w:rPr>
          <w:rtl/>
          <w:lang w:bidi="ur-PK"/>
        </w:rPr>
        <w:t xml:space="preserve"> گناھوں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دعا قبول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رکھنا، باطن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منافقت کرنا، دعا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نے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 رکھنا، نماز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اس کا وقت ختم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جائے، کار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 صدقہ کو ترک کرکے تقرب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ترک کرنا اور گفتگو کے دوران ناز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</w:t>
      </w:r>
      <w:r>
        <w:rPr>
          <w:rtl/>
          <w:lang w:bidi="ur-PK"/>
        </w:rPr>
        <w:t xml:space="preserve"> الفاظ استعمال کرنا اور گال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گل</w:t>
      </w:r>
      <w:r>
        <w:rPr>
          <w:rFonts w:hint="eastAsia"/>
          <w:rtl/>
          <w:lang w:bidi="ur-PK"/>
        </w:rPr>
        <w:t>وچ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گناہ باران رحمت سے محروم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سبب بنتے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کاناحق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کرنا، ناحق گواھ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گواھ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چھپانا، زکوٰة اور قرض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ازمندوں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سنگدل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اورضرورت مندوں پر ستم کرنا، سائل کو دھتکارنا، رات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دست اور نادار کو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ھاتھ لوٹانا۔</w:t>
      </w:r>
      <w:r w:rsidR="0005211C" w:rsidRPr="00125F42">
        <w:rPr>
          <w:rStyle w:val="libFootnotenumChar"/>
          <w:rtl/>
          <w:lang w:bidi="ur-PK"/>
        </w:rPr>
        <w:t>(121)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گناھوں کے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925D3C">
      <w:pPr>
        <w:pStyle w:val="libNormal"/>
        <w:rPr>
          <w:rtl/>
          <w:lang w:bidi="ur-PK"/>
        </w:rPr>
      </w:pPr>
      <w:r w:rsidRPr="00925D3C">
        <w:rPr>
          <w:rStyle w:val="libArabicChar"/>
          <w:rFonts w:hint="eastAsia"/>
          <w:rtl/>
        </w:rPr>
        <w:t>”لَوْ</w:t>
      </w:r>
      <w:r w:rsidRPr="00925D3C">
        <w:rPr>
          <w:rStyle w:val="libArabicChar"/>
          <w:rtl/>
        </w:rPr>
        <w:t xml:space="preserve"> لَمْ </w:t>
      </w:r>
      <w:r w:rsidRPr="00925D3C">
        <w:rPr>
          <w:rStyle w:val="libArabicChar"/>
          <w:rFonts w:hint="cs"/>
          <w:rtl/>
        </w:rPr>
        <w:t>ی</w:t>
      </w:r>
      <w:r w:rsidRPr="00925D3C">
        <w:rPr>
          <w:rStyle w:val="libArabicChar"/>
          <w:rFonts w:hint="eastAsia"/>
          <w:rtl/>
        </w:rPr>
        <w:t>تَوَعَّدِ</w:t>
      </w:r>
      <w:r w:rsidRPr="00925D3C">
        <w:rPr>
          <w:rStyle w:val="libArabicChar"/>
          <w:rtl/>
        </w:rPr>
        <w:t xml:space="preserve"> اللّٰ</w:t>
      </w:r>
      <w:r w:rsidR="00925D3C" w:rsidRPr="00925D3C">
        <w:rPr>
          <w:rStyle w:val="libArabicChar"/>
          <w:rFonts w:hint="cs"/>
          <w:rtl/>
        </w:rPr>
        <w:t>ه</w:t>
      </w:r>
      <w:r w:rsidRPr="00925D3C">
        <w:rPr>
          <w:rStyle w:val="libArabicChar"/>
          <w:rtl/>
        </w:rPr>
        <w:t>ُ عَلٰ</w:t>
      </w:r>
      <w:r w:rsidRPr="00925D3C">
        <w:rPr>
          <w:rStyle w:val="libArabicChar"/>
          <w:rFonts w:hint="cs"/>
          <w:rtl/>
        </w:rPr>
        <w:t>ی</w:t>
      </w:r>
      <w:r w:rsidRPr="00925D3C">
        <w:rPr>
          <w:rStyle w:val="libArabicChar"/>
          <w:rtl/>
        </w:rPr>
        <w:t xml:space="preserve"> مَعْصِ</w:t>
      </w:r>
      <w:r w:rsidRPr="00925D3C">
        <w:rPr>
          <w:rStyle w:val="libArabicChar"/>
          <w:rFonts w:hint="cs"/>
          <w:rtl/>
        </w:rPr>
        <w:t>ی</w:t>
      </w:r>
      <w:r w:rsidRPr="00925D3C">
        <w:rPr>
          <w:rStyle w:val="libArabicChar"/>
          <w:rFonts w:hint="eastAsia"/>
          <w:rtl/>
        </w:rPr>
        <w:t>تِ</w:t>
      </w:r>
      <w:r w:rsidR="00925D3C" w:rsidRPr="00925D3C">
        <w:rPr>
          <w:rStyle w:val="libArabicChar"/>
          <w:rFonts w:hint="cs"/>
          <w:rtl/>
        </w:rPr>
        <w:t>ه</w:t>
      </w:r>
      <w:r w:rsidRPr="00925D3C">
        <w:rPr>
          <w:rStyle w:val="libArabicChar"/>
          <w:rFonts w:hint="eastAsia"/>
          <w:rtl/>
        </w:rPr>
        <w:t>ِ</w:t>
      </w:r>
      <w:r w:rsidRPr="00925D3C">
        <w:rPr>
          <w:rStyle w:val="libArabicChar"/>
          <w:rtl/>
        </w:rPr>
        <w:t xml:space="preserve"> لَکانَ </w:t>
      </w:r>
      <w:r w:rsidRPr="00925D3C">
        <w:rPr>
          <w:rStyle w:val="libArabicChar"/>
          <w:rFonts w:hint="cs"/>
          <w:rtl/>
        </w:rPr>
        <w:t>ی</w:t>
      </w:r>
      <w:r w:rsidRPr="00925D3C">
        <w:rPr>
          <w:rStyle w:val="libArabicChar"/>
          <w:rFonts w:hint="eastAsia"/>
          <w:rtl/>
        </w:rPr>
        <w:t>جِبُ</w:t>
      </w:r>
      <w:r w:rsidRPr="00925D3C">
        <w:rPr>
          <w:rStyle w:val="libArabicChar"/>
          <w:rtl/>
        </w:rPr>
        <w:t xml:space="preserve"> </w:t>
      </w:r>
      <w:r w:rsidR="00BA0B7F">
        <w:rPr>
          <w:rStyle w:val="libArabicChar"/>
          <w:rtl/>
        </w:rPr>
        <w:t>ا</w:t>
      </w:r>
      <w:r w:rsidRPr="00925D3C">
        <w:rPr>
          <w:rStyle w:val="libArabicChar"/>
          <w:rFonts w:hint="eastAsia"/>
          <w:rtl/>
        </w:rPr>
        <w:t>ن</w:t>
      </w:r>
      <w:r w:rsidRPr="00925D3C">
        <w:rPr>
          <w:rStyle w:val="libArabicChar"/>
          <w:rtl/>
        </w:rPr>
        <w:t xml:space="preserve"> لا </w:t>
      </w:r>
      <w:r w:rsidRPr="00925D3C">
        <w:rPr>
          <w:rStyle w:val="libArabicChar"/>
          <w:rFonts w:hint="cs"/>
          <w:rtl/>
        </w:rPr>
        <w:t>ی</w:t>
      </w:r>
      <w:r w:rsidRPr="00925D3C">
        <w:rPr>
          <w:rStyle w:val="libArabicChar"/>
          <w:rFonts w:hint="eastAsia"/>
          <w:rtl/>
        </w:rPr>
        <w:t>عْصيٰ</w:t>
      </w:r>
      <w:r w:rsidRPr="00925D3C">
        <w:rPr>
          <w:rStyle w:val="libArabicChar"/>
          <w:rtl/>
        </w:rPr>
        <w:t xml:space="preserve"> شُكْراً لِنِعَمِ</w:t>
      </w:r>
      <w:r w:rsidR="00925D3C" w:rsidRPr="00925D3C">
        <w:rPr>
          <w:rStyle w:val="libArabicChar"/>
          <w:rFonts w:hint="cs"/>
          <w:rtl/>
        </w:rPr>
        <w:t>ه</w:t>
      </w:r>
      <w:r w:rsidRPr="00925D3C">
        <w:rPr>
          <w:rStyle w:val="libArabicChar"/>
          <w:rtl/>
        </w:rPr>
        <w:t>ِ</w:t>
      </w:r>
      <w:r>
        <w:rPr>
          <w:rtl/>
          <w:lang w:bidi="ur-PK"/>
        </w:rPr>
        <w:t>:“</w:t>
      </w:r>
      <w:r w:rsidR="0005211C" w:rsidRPr="00125F42">
        <w:rPr>
          <w:rStyle w:val="libFootnotenumChar"/>
          <w:rtl/>
          <w:lang w:bidi="ur-PK"/>
        </w:rPr>
        <w:t>(122)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”اگر</w:t>
      </w:r>
      <w:r>
        <w:rPr>
          <w:rtl/>
          <w:lang w:bidi="ur-PK"/>
        </w:rPr>
        <w:t xml:space="preserve"> خداوندعالم نے اپنے بندوں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پر عذاب کا وعدہ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تا، تو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 کے شکرانے کے لئے واجب تھا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قارئ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کرام!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شمار نعمتوں کے شکرک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چاہئے کہ ھر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گناہ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اپنے بُرے ماض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بدلنے کے لئے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و استغفار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توبہ استغفار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و مغفرت اور اس ک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لطف و کرم انسان کے شامل حال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28" w:name="_Toc520983965"/>
      <w:r>
        <w:rPr>
          <w:rFonts w:hint="eastAsia"/>
          <w:rtl/>
          <w:lang w:bidi="ur-PK"/>
        </w:rPr>
        <w:t>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کا راستہ</w:t>
      </w:r>
      <w:bookmarkEnd w:id="28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توبہ</w:t>
      </w:r>
      <w:r>
        <w:rPr>
          <w:rtl/>
          <w:lang w:bidi="ur-PK"/>
        </w:rPr>
        <w:t xml:space="preserve"> 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و مغفرت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 و خوشنود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پہنچنا،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پھونچنے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کرنا، عذاب جہنم سے امان ملنا، گمراھ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راستہ سے نکل آنا، راہ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آجانا اور انسان کے نامہ اعمال کا ظلمت و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پاک و صاف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)؛ اس کے ا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آثار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کھا جاسکتا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توبہ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مرحلہ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توبہ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بزرگ پروگرام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توبہ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لہٰذا</w:t>
      </w:r>
      <w:r>
        <w:rPr>
          <w:rtl/>
          <w:lang w:bidi="ur-PK"/>
        </w:rPr>
        <w:t xml:space="preserve"> فقط ”استغفر الله“ کہنے،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شرمندہ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اور خلوت و بزم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آنسو بھانے سے توبہ حاصل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جولوگ اس طرح توبہ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وہ کچھ اس مدت کے بعد دوبارہ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پلٹ جاتے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گناھوں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دوبارہ پلٹ جانا اس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توبہ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انسان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پلٹا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اس قدر اھم اور باعظمت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اس سے مخصوص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29" w:name="_Toc520983966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</w:t>
      </w:r>
      <w:bookmarkEnd w:id="29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اس شخص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 نے زبان پر ”استغفر الله“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اے</w:t>
      </w:r>
      <w:r>
        <w:rPr>
          <w:rtl/>
          <w:lang w:bidi="ur-PK"/>
        </w:rPr>
        <w:t xml:space="preserve"> شخص !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سوگ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جانتا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توبہ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 توبہ علّ</w:t>
      </w:r>
      <w:r>
        <w:rPr>
          <w:rFonts w:hint="cs"/>
          <w:rtl/>
          <w:lang w:bidi="ur-PK"/>
        </w:rPr>
        <w:t>یی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درجہ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جو ان چھ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مل کر محقق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1۔ اپنے ماض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شرمندہ اور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2۔ دوبارہ گناہ نہ کرنے کا مستحکم ارادہ کرنا۔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3۔ لوگوں کے حقوق کاادا کرنا۔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4۔ ترک شدہ واجبات کو بجالانا۔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>5۔ گناھوں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والے گوشت کواس قدر پگھلاد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کہ ہڈ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گوشت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رہ جائے، اور حالت عبادت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گوشت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6۔ بدن کو اطاعت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کرنا جس طرح گناہ کا مزہ چکھا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لہٰذا</w:t>
      </w:r>
      <w:r>
        <w:rPr>
          <w:rtl/>
          <w:lang w:bidi="ur-PK"/>
        </w:rPr>
        <w:t xml:space="preserve"> ان چھ مرحلوں سے گزرنے کے بعد ”استغفر الله“ کہنا۔</w:t>
      </w:r>
      <w:r w:rsidR="0005211C" w:rsidRPr="00125F42">
        <w:rPr>
          <w:rStyle w:val="libFootnotenumChar"/>
          <w:rtl/>
          <w:lang w:bidi="ur-PK"/>
        </w:rPr>
        <w:t>(123)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ھاں، توبہ کرنے والے کو اس طرح توبہ کرنا چاہئے، گناھوں کو ترک کرنے کا مصمم ارادہ کرلے،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پلٹ جانے کا ارادہ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لئے اپنے دل سے نکال دے، دوسر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گناھوں کو انجام نہ دے،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بے شک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مسخر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حضرت امام رضا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ضمن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C649F0">
        <w:rPr>
          <w:rStyle w:val="libArabicChar"/>
          <w:rFonts w:hint="eastAsia"/>
          <w:rtl/>
        </w:rPr>
        <w:t>مَنِ</w:t>
      </w:r>
      <w:r w:rsidRPr="00C649F0">
        <w:rPr>
          <w:rStyle w:val="libArabicChar"/>
          <w:rtl/>
        </w:rPr>
        <w:t xml:space="preserve"> اسْتَغْفَرَ بِلِسانِ</w:t>
      </w:r>
      <w:r w:rsidR="00705CD5" w:rsidRPr="00163EB1">
        <w:rPr>
          <w:rStyle w:val="libArabicChar"/>
          <w:rFonts w:hint="cs"/>
          <w:rtl/>
        </w:rPr>
        <w:t>ه</w:t>
      </w:r>
      <w:r w:rsidRPr="00C649F0">
        <w:rPr>
          <w:rStyle w:val="libArabicChar"/>
          <w:rFonts w:hint="cs"/>
          <w:rtl/>
        </w:rPr>
        <w:t>ِ</w:t>
      </w:r>
      <w:r w:rsidRPr="00C649F0">
        <w:rPr>
          <w:rStyle w:val="libArabicChar"/>
          <w:rtl/>
        </w:rPr>
        <w:t xml:space="preserve"> </w:t>
      </w:r>
      <w:r w:rsidRPr="00C649F0">
        <w:rPr>
          <w:rStyle w:val="libArabicChar"/>
          <w:rFonts w:hint="cs"/>
          <w:rtl/>
        </w:rPr>
        <w:t>وَلَمْ</w:t>
      </w:r>
      <w:r w:rsidRPr="00C649F0">
        <w:rPr>
          <w:rStyle w:val="libArabicChar"/>
          <w:rtl/>
        </w:rPr>
        <w:t xml:space="preserve"> </w:t>
      </w:r>
      <w:r w:rsidRPr="00C649F0">
        <w:rPr>
          <w:rStyle w:val="libArabicChar"/>
          <w:rFonts w:hint="cs"/>
          <w:rtl/>
        </w:rPr>
        <w:t>ی</w:t>
      </w:r>
      <w:r w:rsidRPr="00C649F0">
        <w:rPr>
          <w:rStyle w:val="libArabicChar"/>
          <w:rFonts w:hint="eastAsia"/>
          <w:rtl/>
        </w:rPr>
        <w:t>نْدَمْ</w:t>
      </w:r>
      <w:r w:rsidRPr="00C649F0">
        <w:rPr>
          <w:rStyle w:val="libArabicChar"/>
          <w:rtl/>
        </w:rPr>
        <w:t xml:space="preserve"> بِقَلْبِ</w:t>
      </w:r>
      <w:r w:rsidR="00705CD5" w:rsidRPr="00163EB1">
        <w:rPr>
          <w:rStyle w:val="libArabicChar"/>
          <w:rFonts w:hint="cs"/>
          <w:rtl/>
        </w:rPr>
        <w:t>ه</w:t>
      </w:r>
      <w:r w:rsidRPr="00C649F0">
        <w:rPr>
          <w:rStyle w:val="libArabicChar"/>
          <w:rFonts w:hint="cs"/>
          <w:rtl/>
        </w:rPr>
        <w:t>ِ</w:t>
      </w:r>
      <w:r w:rsidRPr="00C649F0">
        <w:rPr>
          <w:rStyle w:val="libArabicChar"/>
          <w:rtl/>
        </w:rPr>
        <w:t xml:space="preserve"> </w:t>
      </w:r>
      <w:r w:rsidRPr="00C649F0">
        <w:rPr>
          <w:rStyle w:val="libArabicChar"/>
          <w:rFonts w:hint="cs"/>
          <w:rtl/>
        </w:rPr>
        <w:t>فَقَدِ</w:t>
      </w:r>
      <w:r w:rsidRPr="00C649F0">
        <w:rPr>
          <w:rStyle w:val="libArabicChar"/>
          <w:rtl/>
        </w:rPr>
        <w:t xml:space="preserve"> </w:t>
      </w:r>
      <w:r w:rsidRPr="00C649F0">
        <w:rPr>
          <w:rStyle w:val="libArabicChar"/>
          <w:rFonts w:hint="cs"/>
          <w:rtl/>
        </w:rPr>
        <w:t>اسْتَ</w:t>
      </w:r>
      <w:r w:rsidR="00705CD5" w:rsidRPr="00163EB1">
        <w:rPr>
          <w:rStyle w:val="libArabicChar"/>
          <w:rFonts w:hint="cs"/>
          <w:rtl/>
        </w:rPr>
        <w:t>ه</w:t>
      </w:r>
      <w:r w:rsidRPr="00C649F0">
        <w:rPr>
          <w:rStyle w:val="libArabicChar"/>
          <w:rFonts w:hint="cs"/>
          <w:rtl/>
        </w:rPr>
        <w:t>ْزَ</w:t>
      </w:r>
      <w:r w:rsidR="00BA0B7F">
        <w:rPr>
          <w:rStyle w:val="libArabicChar"/>
          <w:rFonts w:hint="cs"/>
          <w:rtl/>
        </w:rPr>
        <w:t>ا</w:t>
      </w:r>
      <w:r w:rsidRPr="00C649F0">
        <w:rPr>
          <w:rStyle w:val="libArabicChar"/>
          <w:rtl/>
        </w:rPr>
        <w:t xml:space="preserve"> بِنَفْسِ</w:t>
      </w:r>
      <w:r w:rsidR="00705CD5" w:rsidRPr="00163EB1">
        <w:rPr>
          <w:rStyle w:val="libArabicChar"/>
          <w:rFonts w:hint="cs"/>
          <w:rtl/>
        </w:rPr>
        <w:t>ه</w:t>
      </w:r>
      <w:r w:rsidRPr="00C649F0">
        <w:rPr>
          <w:rStyle w:val="libArabicChar"/>
          <w:rFonts w:hint="cs"/>
          <w:rtl/>
        </w:rPr>
        <w:t>ِ</w:t>
      </w:r>
      <w:r w:rsidR="00C649F0">
        <w:rPr>
          <w:rtl/>
          <w:lang w:bidi="ur-PK"/>
        </w:rPr>
        <w:t xml:space="preserve"> </w:t>
      </w:r>
      <w:r>
        <w:rPr>
          <w:rtl/>
          <w:lang w:bidi="ur-PK"/>
        </w:rPr>
        <w:t>“</w:t>
      </w:r>
      <w:r w:rsidR="0005211C" w:rsidRPr="00125F42">
        <w:rPr>
          <w:rStyle w:val="libFootnotenumChar"/>
          <w:rtl/>
          <w:lang w:bidi="ur-PK"/>
        </w:rPr>
        <w:t>(124)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زبان سے توبہ و استغفار کرے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شرمندگ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نے خود کا مذاق اڑا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اھے</w:t>
      </w:r>
      <w:r>
        <w:rPr>
          <w:rtl/>
          <w:lang w:bidi="ur-PK"/>
        </w:rPr>
        <w:t xml:space="preserve">!“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واقعاً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مقام اور افسوس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انسان دوا او رعلاج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کو 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کرلے، واقعاً انسان کس قدر خسارہ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وہ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گناہ و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مرتکب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جائے، اور خود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تلق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کرتا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کہ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توبہ کا دروازہ كُھلا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لہٰذا اب گنا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کرلوں، لذت حاصل کرلوں !!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کرلوں گا!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اور اگر تمام شرائط کے ساتھ توبہ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جائے، تو پھر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پاک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نفس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صفا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انسان کے اعضاء و جوارح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ظاھر و باطن سے گناھوں کے آثار ختم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توبہ</w:t>
      </w:r>
      <w:r>
        <w:rPr>
          <w:rtl/>
          <w:lang w:bidi="ur-PK"/>
        </w:rPr>
        <w:t xml:space="preserve"> بار بار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چاہئے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گناہ ظلمت و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توبہ نور و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نام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اندھ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اور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آمد و رفت سے روح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خراب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۔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گناہ سے توبہ کرنے کے بعد دوبارہ پھر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گناہ سے ملوث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توبہ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مکمل شرائط کے ساتھ توبہ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۔)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نفس جہنم کے منھ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بھرنے والا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نفس گناھوں سے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تھکتا، اس کے گناھوں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انسان خدا سے دور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چلا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لہٰذا اس تنورکے دروازہ کو توبہ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بند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اور اس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مرئ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باندھ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توبہ؛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انقلاب اور دل و جان کے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کا نام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انقلاب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انسان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کم مائل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خداوندعالم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مستحکم رابطہ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توبہ؛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ابتداء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ملکوت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قلب انسان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خدا، نفس انسان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حسنات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ظاھر و باطن تمام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کثافتوں سے پاک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توبہ؛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کے چراغ کو گُل کرنا اور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مطابق اپنے قدم اٹھانا۔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توبہ؛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اندر کے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کو ختم کرنا اور اپنے نفس پر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کا راستہ ھموار کرنا۔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30" w:name="_Toc520983967"/>
      <w:r>
        <w:rPr>
          <w:rFonts w:hint="eastAsia"/>
          <w:rtl/>
          <w:lang w:bidi="ur-PK"/>
        </w:rPr>
        <w:t>ھر</w:t>
      </w:r>
      <w:r>
        <w:rPr>
          <w:rtl/>
          <w:lang w:bidi="ur-PK"/>
        </w:rPr>
        <w:t xml:space="preserve"> گناہ کے لئے مخصوص توبہ</w:t>
      </w:r>
      <w:bookmarkEnd w:id="30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بعض</w:t>
      </w:r>
      <w:r>
        <w:rPr>
          <w:rtl/>
          <w:lang w:bidi="ur-PK"/>
        </w:rPr>
        <w:t xml:space="preserve"> لوگوں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اگر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مختلف گناھوں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استغفار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اور ”استغفرالله 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اتوب 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ہ“</w:t>
      </w:r>
      <w:r>
        <w:rPr>
          <w:rtl/>
          <w:lang w:bidi="ur-PK"/>
        </w:rPr>
        <w:t xml:space="preserve"> زبان پر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اجائے،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مسجد اور ائمہ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کے روضوں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پڑھ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چند آنسو بھالئے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اس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توبہ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جبکہ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وروا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مقبول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اس طرح کے افراد کو توجہ کرنا چاہئے کہ ھر گناہ کے اعتبار سے توبہ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مختلف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ھر گناہ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توبہ مقرر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اگر انسان اس طرح توبہ نہ کرے تو اس کا نامہ اعمال </w:t>
      </w:r>
      <w:r>
        <w:rPr>
          <w:rFonts w:hint="eastAsia"/>
          <w:rtl/>
          <w:lang w:bidi="ur-PK"/>
        </w:rPr>
        <w:t>گناہ</w:t>
      </w:r>
      <w:r>
        <w:rPr>
          <w:rtl/>
          <w:lang w:bidi="ur-PK"/>
        </w:rPr>
        <w:t xml:space="preserve"> سے پاک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گا، اور اس کے بُرے آثار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گردن پر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گے، اور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سزا بھگتنا پڑے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ان تمام گناھوں کو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حصوں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1۔ عبادت اور واجبات کو ترک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والے گناہ،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نماز، روزہ، زکوٰة، خمس اور جھاد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کو ترک کرنا۔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2۔ خداوند عالم کے احکام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گناہ کرناجن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حقوق الناس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دخل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شراب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نامحرم عورتوں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کھنا،</w:t>
      </w:r>
      <w:r>
        <w:rPr>
          <w:rtl/>
          <w:lang w:bidi="ur-PK"/>
        </w:rPr>
        <w:t xml:space="preserve"> زنا، لواط، استمناء، جُوا، حرام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سننا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3۔ وہ گناہ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فرمان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نافرمان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علاوہ لوگوں کے حقوق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قتل، چور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سود، غصب، مالِ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ناحق طور پر کھانا، رشوت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دوسروں کے بدن پر زخم لگانا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لوگوں کو 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نقصان پہچانا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کے گناھوںک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انسان تمام ترک شدہ اعمال کو بجالائے، چھوٹ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پڑھے، چھوٹے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روزے رکھے، ترک شدہ حج کرے، اور اگر خمس و زکوٰة ادان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ان کو ادا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کے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انسان شرمندگ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استغفار کرے اور گناھوں کے ترک کرنے پر مستحکم ارادہ کرلے، اس طرح کہ انسان کے اندر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نے والا انقلاب اعضاء و جوارح کو دوبارہ گناہ کرنے سے روکے رکھے۔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کے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انسان لوگوں کے پاس جائے اور ان کے حقوق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کرے، مثلاً قاتل، خود کو مقتول کے ورثہ کے حوالے کردے، تاکہ وہ قصاص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مقتول کا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لے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کو معاف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سود خورتمام لوگوں سے لئے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سود کے حوالے کردے، غصب کرنے والا 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ان کے مالک تک پھونچادے، مال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رشوت ان کے مالکوں </w:t>
      </w:r>
      <w:r>
        <w:rPr>
          <w:rtl/>
          <w:lang w:bidi="ur-PK"/>
        </w:rPr>
        <w:lastRenderedPageBreak/>
        <w:t>تک پہنچائے،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زخم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اس کا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ادا کرے، 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نقصان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کرے، پس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توبہ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مذکورہ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پر عمل کرنا ضرور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31" w:name="_Toc520983968"/>
      <w:r>
        <w:rPr>
          <w:rtl/>
          <w:lang w:bidi="ur-PK"/>
        </w:rPr>
        <w:t>1۔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bookmarkEnd w:id="31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لفظ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اور 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باً</w:t>
      </w:r>
      <w:r>
        <w:rPr>
          <w:rtl/>
          <w:lang w:bidi="ur-PK"/>
        </w:rPr>
        <w:t xml:space="preserve"> 98 بار ذکر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خطرناک اور وسوسہ کرنے والا موجود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کا مقصد صرف انسان کو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و اطاعت سے روکنا اور گناہ و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غرق کرنا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گمراہ کرنے والے انسان اور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 وجودجو انسان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وسوسہ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ان کو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طان،</w:t>
      </w:r>
      <w:r>
        <w:rPr>
          <w:rtl/>
          <w:lang w:bidi="ur-PK"/>
        </w:rPr>
        <w:t xml:space="preserve"> ” شطن“ اور ”شاطن“ کے مادہ سے ماخوذھے اور خب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ث،</w:t>
      </w:r>
      <w:r>
        <w:rPr>
          <w:rtl/>
          <w:lang w:bidi="ur-PK"/>
        </w:rPr>
        <w:t xml:space="preserve">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ل،</w:t>
      </w:r>
      <w:r>
        <w:rPr>
          <w:rtl/>
          <w:lang w:bidi="ur-PK"/>
        </w:rPr>
        <w:t xml:space="preserve"> سرکش، متمرد، گمراہ اور گمراہ کرنے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چاھے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انسانوں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EC52B0">
        <w:rPr>
          <w:rtl/>
          <w:lang w:bidi="ur-PK"/>
        </w:rPr>
        <w:t xml:space="preserve">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توض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اور ائمہ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وروا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جنّ وانس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اس طرح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قسم</w:t>
      </w:r>
      <w:r>
        <w:rPr>
          <w:rtl/>
          <w:lang w:bidi="ur-PK"/>
        </w:rPr>
        <w:t xml:space="preserve"> کھا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اور کھلم کھلا دشمن،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فحشاء و منکر کا حکم کرنے والا،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ناروا نسبت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والا، صاحبان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ڈرانے والا کہ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ںخرچ</w:t>
      </w:r>
      <w:r>
        <w:rPr>
          <w:rtl/>
          <w:lang w:bidi="ur-PK"/>
        </w:rPr>
        <w:t xml:space="preserve"> کرنے سے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نہ بن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انسانوں کو لغزشوں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ڈالنے والا، گمراھ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پھنسانے والا تاکہ لو</w:t>
      </w:r>
      <w:r>
        <w:rPr>
          <w:rFonts w:hint="eastAsia"/>
          <w:rtl/>
          <w:lang w:bidi="ur-PK"/>
        </w:rPr>
        <w:t>گ</w:t>
      </w:r>
      <w:r>
        <w:rPr>
          <w:rtl/>
          <w:lang w:bidi="ur-PK"/>
        </w:rPr>
        <w:t xml:space="preserve"> سعادت و خوشبخت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کوسوں دور چلے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شراب پلانے کا راستہ ھموار کرنے والا، جوا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لنے،</w:t>
      </w:r>
      <w:r>
        <w:rPr>
          <w:rtl/>
          <w:lang w:bidi="ur-PK"/>
        </w:rPr>
        <w:t xml:space="preserve"> حرام شرط لگانے اور لوگوں کے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و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جاد</w:t>
      </w:r>
      <w:r>
        <w:rPr>
          <w:rtl/>
          <w:lang w:bidi="ur-PK"/>
        </w:rPr>
        <w:t xml:space="preserve"> کرنے والا، برے کام کو اچھا بناکر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کرنے والا، جھوٹے وعدے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والا، انسان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رنے</w:t>
      </w:r>
      <w:r>
        <w:rPr>
          <w:rtl/>
          <w:lang w:bidi="ur-PK"/>
        </w:rPr>
        <w:t xml:space="preserve"> والا، اور اسے ذلت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ڈھک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لنے</w:t>
      </w:r>
      <w:r>
        <w:rPr>
          <w:rtl/>
          <w:lang w:bidi="ur-PK"/>
        </w:rPr>
        <w:t xml:space="preserve"> والا، راہ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رکاوٹ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کرنے اور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پہنچانے والے کاموں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طلاق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 تک پہنچانے والا، لوگوںم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گناھوں اور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وںکا</w:t>
      </w:r>
      <w:r>
        <w:rPr>
          <w:rtl/>
          <w:lang w:bidi="ur-PK"/>
        </w:rPr>
        <w:t xml:space="preserve"> راستہ فراھم کرنے او ران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بنانے والا، انسان کو ت</w:t>
      </w:r>
      <w:r>
        <w:rPr>
          <w:rFonts w:hint="eastAsia"/>
          <w:rtl/>
          <w:lang w:bidi="ur-PK"/>
        </w:rPr>
        <w:t>وبہ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گناھوں پر اُکسانے والا، خودپسند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جاد</w:t>
      </w:r>
      <w:r>
        <w:rPr>
          <w:rtl/>
          <w:lang w:bidi="ur-PK"/>
        </w:rPr>
        <w:t xml:space="preserve"> کرنے والا، بخل،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بت،</w:t>
      </w:r>
      <w:r>
        <w:rPr>
          <w:rtl/>
          <w:lang w:bidi="ur-PK"/>
        </w:rPr>
        <w:t xml:space="preserve"> جھوٹ اور شھوت کو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کرنے والا، کھلم کھلا گناہ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کرنے والا، غصہ اور غضب کو بھڑکانے والا۔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جب</w:t>
      </w:r>
      <w:r>
        <w:rPr>
          <w:rtl/>
          <w:lang w:bidi="ur-PK"/>
        </w:rPr>
        <w:t xml:space="preserve"> تک انسان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جن و انس کے جال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پھنسا رھتا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پھر وہ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توبہ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کرسکتا،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جب تک اس کے دل پر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 توبہ کے بعد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پھر گناہ کرنے کے لئے وسوسہ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کردے گا، اور توبہ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کئے گئے عہد کو توڑنے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کرنے پر مجبور کردے گا۔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توبہ</w:t>
      </w:r>
      <w:r>
        <w:rPr>
          <w:rtl/>
          <w:lang w:bidi="ur-PK"/>
        </w:rPr>
        <w:t xml:space="preserve"> کرنے والے کو چاہئے کہ خداوندعالم سے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طلب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گناھوں سے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کرے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سے سخت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زار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>، تاکہ آہستہ آہستہ اس خب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وجود کے نفوذ کو اپنے وجود سے ختم کردے،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کا بالکل خاتمہ کردے، تاکہ انسان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ںتوبہ</w:t>
      </w:r>
      <w:r>
        <w:rPr>
          <w:rtl/>
          <w:lang w:bidi="ur-PK"/>
        </w:rPr>
        <w:t xml:space="preserve"> و استغفار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>، اور اس نوران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عہدو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 ظلمت کے حملے توڑ نہ سکےں۔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32" w:name="_Toc520983969"/>
      <w:r>
        <w:rPr>
          <w:rtl/>
          <w:lang w:bidi="ur-PK"/>
        </w:rPr>
        <w:t>2۔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bookmarkEnd w:id="32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تمام</w:t>
      </w:r>
      <w:r>
        <w:rPr>
          <w:rtl/>
          <w:lang w:bidi="ur-PK"/>
        </w:rPr>
        <w:t xml:space="preserve">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عناصر اور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سے رابطہ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رابطہ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مطابق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 بے شک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قابل حمد و ثنا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اُخرو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ضامن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انسان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رابطہ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جھاں پر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 و حدود نہ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 اس وقت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مذموم اور آ</w:t>
      </w:r>
      <w:r>
        <w:rPr>
          <w:rFonts w:hint="eastAsia"/>
          <w:rtl/>
          <w:lang w:bidi="ur-PK"/>
        </w:rPr>
        <w:t>خرت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ذلت کا باعث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بے</w:t>
      </w:r>
      <w:r>
        <w:rPr>
          <w:rtl/>
          <w:lang w:bidi="ur-PK"/>
        </w:rPr>
        <w:t xml:space="preserve"> شک اگر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اور بے لگام خواہشات کے ساتھ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لگاؤ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 xml:space="preserve">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انسان گناھوں کے دلدل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پھنس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ناجائز رابطہ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انسان شھوت اور مال و دولت کا عاشق بن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راستہ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خدا کے حلال و حرام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کرتا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نظر آتا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طرح کے رابطہ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انسان ؛ماد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اور شھوت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کھوجاتا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کا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نقصان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بدولت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سخت خسارہ اٹھانا پڑے گا۔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اس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125F4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925D3C">
        <w:rPr>
          <w:rStyle w:val="libArabicChar"/>
          <w:rFonts w:hint="eastAsia"/>
          <w:rtl/>
        </w:rPr>
        <w:t>اَلدُّنْ</w:t>
      </w:r>
      <w:r w:rsidRPr="00925D3C">
        <w:rPr>
          <w:rStyle w:val="libArabicChar"/>
          <w:rFonts w:hint="cs"/>
          <w:rtl/>
        </w:rPr>
        <w:t>ی</w:t>
      </w:r>
      <w:r w:rsidRPr="00925D3C">
        <w:rPr>
          <w:rStyle w:val="libArabicChar"/>
          <w:rFonts w:hint="eastAsia"/>
          <w:rtl/>
        </w:rPr>
        <w:t>ا</w:t>
      </w:r>
      <w:r w:rsidRPr="00925D3C">
        <w:rPr>
          <w:rStyle w:val="libArabicChar"/>
          <w:rtl/>
        </w:rPr>
        <w:t xml:space="preserve"> تَغُرُّ وَ تَضُرُّوَ تَمُرُّ</w:t>
      </w:r>
      <w:r>
        <w:rPr>
          <w:rtl/>
          <w:lang w:bidi="ur-PK"/>
        </w:rPr>
        <w:t>“۔</w:t>
      </w:r>
      <w:r w:rsidR="0005211C" w:rsidRPr="00125F42">
        <w:rPr>
          <w:rStyle w:val="libFootnotenumChar"/>
          <w:rtl/>
          <w:lang w:bidi="ur-PK"/>
        </w:rPr>
        <w:t>(125)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مغرور کرت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نقصان پہنچات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گزرجات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خداوندعالم</w:t>
      </w:r>
      <w:r>
        <w:rPr>
          <w:rtl/>
          <w:lang w:bidi="ur-PK"/>
        </w:rPr>
        <w:t xml:space="preserve"> نے اپنے محبوب رسول(ص) کو شب معراج اس مذموم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طرح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:” اھل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لوگ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کا کھانا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ہنسنا، رونا اور غصہ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بھت کم خوشنود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لوگوں سے کم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،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کے بعد عذر خواھ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کرتے، اور نہ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عذر خواھ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قبول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اطاعت کے وقت سست و کاھل اور گناہ کے وقت شجاع او رطاقتور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آرزوئ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طولان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ادہ،</w:t>
      </w:r>
      <w:r>
        <w:rPr>
          <w:rtl/>
          <w:lang w:bidi="ur-PK"/>
        </w:rPr>
        <w:t xml:space="preserve"> عذاب جہنم کا خوف کم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کھا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وقت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خوش و خرم نظر آتے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lastRenderedPageBreak/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سکون کے وقت شکر اور بلاء و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صبر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کرتے، دوسروں کو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سمجھتے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نہ کئے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کام پر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مالک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دعويٰ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جا آرز</w:t>
      </w:r>
      <w:r w:rsidR="00AA04E3">
        <w:rPr>
          <w:rtl/>
          <w:lang w:bidi="ur-PK"/>
        </w:rPr>
        <w:t>و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 دوسروں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اچھالتے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چھپاتے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۔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پالنے والے!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وب</w:t>
      </w:r>
      <w:r>
        <w:rPr>
          <w:rtl/>
          <w:lang w:bidi="ur-PK"/>
        </w:rPr>
        <w:t xml:space="preserve">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دوسرا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آواز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اے احمد!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والوں کے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حماقت و ونادان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اپنے استاد کے سامنے تواضع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آتے، اپنے کو (بھت) بڑا عاقل سمجھتے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جبکہ وہ صاحبان علم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احمق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(126)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اپنے گناھوں سے توبہ کرلے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توبہ کے ساتھ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زرق و برق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 سکت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توبہ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ثابت قدم رہ 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توبہ</w:t>
      </w:r>
      <w:r>
        <w:rPr>
          <w:rtl/>
          <w:lang w:bidi="ur-PK"/>
        </w:rPr>
        <w:t xml:space="preserve"> کرنے والا اگر اس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نفوذ سے آزاد نہ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 پھر اس کے لئے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توبہ کرنا ناممکن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انسان توبہ تو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نے حملہ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کو توڑل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33" w:name="_Toc520983970"/>
      <w:r>
        <w:rPr>
          <w:rtl/>
          <w:lang w:bidi="ur-PK"/>
        </w:rPr>
        <w:t>3۔ آفات</w:t>
      </w:r>
      <w:bookmarkEnd w:id="33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غلط</w:t>
      </w:r>
      <w:r>
        <w:rPr>
          <w:rtl/>
          <w:lang w:bidi="ur-PK"/>
        </w:rPr>
        <w:t xml:space="preserve"> رابطے، بے جا محبت، لذتوں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غرق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نا محدود شھوات، بے لگام خواہش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حرام شھوت اورھوائے نفس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خطرناک آفت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اگر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34" w:name="_Toc520983971"/>
      <w:r>
        <w:rPr>
          <w:rFonts w:hint="eastAsia"/>
          <w:rtl/>
          <w:lang w:bidi="ur-PK"/>
        </w:rPr>
        <w:t>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کرنے والوں کے لئے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تحفہ</w:t>
      </w:r>
      <w:bookmarkEnd w:id="34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معصوم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ارشادھے: خداوندعالم توبہ کرنے والوں کو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خصلت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اگر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خصلت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اھل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آسمان کو مرحمت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تو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خصلت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ان کو نجات مل جائے: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C649F0">
        <w:rPr>
          <w:rStyle w:val="libAieChar"/>
          <w:rtl/>
        </w:rPr>
        <w:t xml:space="preserve">إِنَّ اللهَ 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حِبُّ</w:t>
      </w:r>
      <w:r w:rsidR="00476253" w:rsidRPr="00C649F0">
        <w:rPr>
          <w:rStyle w:val="libAieChar"/>
          <w:rtl/>
        </w:rPr>
        <w:t xml:space="preserve"> التَّوَّابِ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نَ</w:t>
      </w:r>
      <w:r w:rsidR="00476253" w:rsidRPr="00C649F0">
        <w:rPr>
          <w:rStyle w:val="libAieChar"/>
          <w:rtl/>
        </w:rPr>
        <w:t xml:space="preserve"> وَ</w:t>
      </w:r>
      <w:r w:rsidR="00476253" w:rsidRPr="00C649F0">
        <w:rPr>
          <w:rStyle w:val="libAieChar"/>
          <w:rFonts w:hint="cs"/>
          <w:rtl/>
        </w:rPr>
        <w:t>ی</w:t>
      </w:r>
      <w:r w:rsidR="00476253" w:rsidRPr="00C649F0">
        <w:rPr>
          <w:rStyle w:val="libAieChar"/>
          <w:rFonts w:hint="eastAsia"/>
          <w:rtl/>
        </w:rPr>
        <w:t>حِبُّ</w:t>
      </w:r>
      <w:r w:rsidR="00476253" w:rsidRPr="00C649F0">
        <w:rPr>
          <w:rStyle w:val="libAieChar"/>
          <w:rtl/>
        </w:rPr>
        <w:t xml:space="preserve"> الْمُتَطَ</w:t>
      </w:r>
      <w:r w:rsidR="00705CD5" w:rsidRPr="00705CD5">
        <w:rPr>
          <w:rStyle w:val="libAieChar"/>
          <w:rFonts w:hint="cs"/>
          <w:rtl/>
        </w:rPr>
        <w:t>ه</w:t>
      </w:r>
      <w:r w:rsidR="00476253" w:rsidRPr="00C649F0">
        <w:rPr>
          <w:rStyle w:val="libAieChar"/>
          <w:rFonts w:hint="cs"/>
          <w:rtl/>
        </w:rPr>
        <w:t>ری</w:t>
      </w:r>
      <w:r w:rsidR="00476253" w:rsidRPr="00C649F0">
        <w:rPr>
          <w:rStyle w:val="libAieChar"/>
          <w:rFonts w:hint="eastAsia"/>
          <w:rtl/>
        </w:rPr>
        <w:t>نَ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(127)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”بے</w:t>
      </w:r>
      <w:r w:rsidR="00476253">
        <w:rPr>
          <w:rtl/>
          <w:lang w:bidi="ur-PK"/>
        </w:rPr>
        <w:t xml:space="preserve"> شک خدا توبہ کرنے والوں اور پاک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زہ</w:t>
      </w:r>
      <w:r w:rsidR="00476253">
        <w:rPr>
          <w:rtl/>
          <w:lang w:bidi="ur-PK"/>
        </w:rPr>
        <w:t xml:space="preserve"> رہنے والوں کو دوست رکھتا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لہٰذا</w:t>
      </w:r>
      <w:r>
        <w:rPr>
          <w:rtl/>
          <w:lang w:bidi="ur-PK"/>
        </w:rPr>
        <w:t xml:space="preserve"> جس کو خداوندعالم دوست رکھتا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پر عذاب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کرے گا۔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C649F0">
        <w:rPr>
          <w:rStyle w:val="libArabicChar"/>
          <w:rtl/>
        </w:rPr>
        <w:t>الَّذِ</w:t>
      </w:r>
      <w:r w:rsidR="00476253" w:rsidRPr="00C649F0">
        <w:rPr>
          <w:rStyle w:val="libArabicChar"/>
          <w:rFonts w:hint="cs"/>
          <w:rtl/>
        </w:rPr>
        <w:t>ی</w:t>
      </w:r>
      <w:r w:rsidR="00476253" w:rsidRPr="00C649F0">
        <w:rPr>
          <w:rStyle w:val="libArabicChar"/>
          <w:rFonts w:hint="eastAsia"/>
          <w:rtl/>
        </w:rPr>
        <w:t>نَ</w:t>
      </w:r>
      <w:r w:rsidR="00476253" w:rsidRPr="00C649F0">
        <w:rPr>
          <w:rStyle w:val="libArabicChar"/>
          <w:rtl/>
        </w:rPr>
        <w:t xml:space="preserve"> </w:t>
      </w:r>
      <w:r w:rsidR="00476253" w:rsidRPr="00C649F0">
        <w:rPr>
          <w:rStyle w:val="libArabicChar"/>
          <w:rFonts w:hint="cs"/>
          <w:rtl/>
        </w:rPr>
        <w:t>ی</w:t>
      </w:r>
      <w:r w:rsidR="00476253" w:rsidRPr="00C649F0">
        <w:rPr>
          <w:rStyle w:val="libArabicChar"/>
          <w:rFonts w:hint="eastAsia"/>
          <w:rtl/>
        </w:rPr>
        <w:t>حْمِلُونَ</w:t>
      </w:r>
      <w:r w:rsidR="00476253" w:rsidRPr="00C649F0">
        <w:rPr>
          <w:rStyle w:val="libArabicChar"/>
          <w:rtl/>
        </w:rPr>
        <w:t xml:space="preserve"> الْعَرْشَ وَمَنْ حَوْلَ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C649F0">
        <w:rPr>
          <w:rStyle w:val="libArabicChar"/>
          <w:rFonts w:hint="cs"/>
          <w:rtl/>
        </w:rPr>
        <w:t>ُ</w:t>
      </w:r>
      <w:r w:rsidR="00476253" w:rsidRPr="00C649F0">
        <w:rPr>
          <w:rStyle w:val="libArabicChar"/>
          <w:rtl/>
        </w:rPr>
        <w:t xml:space="preserve"> </w:t>
      </w:r>
      <w:r w:rsidR="00476253" w:rsidRPr="00C649F0">
        <w:rPr>
          <w:rStyle w:val="libArabicChar"/>
          <w:rFonts w:hint="cs"/>
          <w:rtl/>
        </w:rPr>
        <w:t>ی</w:t>
      </w:r>
      <w:r w:rsidR="00476253" w:rsidRPr="00C649F0">
        <w:rPr>
          <w:rStyle w:val="libArabicChar"/>
          <w:rFonts w:hint="eastAsia"/>
          <w:rtl/>
        </w:rPr>
        <w:t>سَبِّحُونَ</w:t>
      </w:r>
      <w:r w:rsidR="00476253" w:rsidRPr="00C649F0">
        <w:rPr>
          <w:rStyle w:val="libArabicChar"/>
          <w:rtl/>
        </w:rPr>
        <w:t xml:space="preserve"> بِحَمْدِ رَبِّ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C649F0">
        <w:rPr>
          <w:rStyle w:val="libArabicChar"/>
          <w:rFonts w:hint="cs"/>
          <w:rtl/>
        </w:rPr>
        <w:t>م</w:t>
      </w:r>
      <w:r w:rsidR="00476253" w:rsidRPr="00C649F0">
        <w:rPr>
          <w:rStyle w:val="libArabicChar"/>
          <w:rtl/>
        </w:rPr>
        <w:t xml:space="preserve"> </w:t>
      </w:r>
      <w:r w:rsidR="00476253" w:rsidRPr="00C649F0">
        <w:rPr>
          <w:rStyle w:val="libArabicChar"/>
          <w:rFonts w:hint="cs"/>
          <w:rtl/>
        </w:rPr>
        <w:t>وَی</w:t>
      </w:r>
      <w:r w:rsidR="00476253" w:rsidRPr="00C649F0">
        <w:rPr>
          <w:rStyle w:val="libArabicChar"/>
          <w:rFonts w:hint="eastAsia"/>
          <w:rtl/>
        </w:rPr>
        <w:t>ؤْمِنُونَ</w:t>
      </w:r>
      <w:r w:rsidR="00476253" w:rsidRPr="00C649F0">
        <w:rPr>
          <w:rStyle w:val="libArabicChar"/>
          <w:rtl/>
        </w:rPr>
        <w:t xml:space="preserve"> بِ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C649F0">
        <w:rPr>
          <w:rStyle w:val="libArabicChar"/>
          <w:rFonts w:hint="cs"/>
          <w:rtl/>
        </w:rPr>
        <w:t>ِ</w:t>
      </w:r>
      <w:r w:rsidR="00476253" w:rsidRPr="00C649F0">
        <w:rPr>
          <w:rStyle w:val="libArabicChar"/>
          <w:rtl/>
        </w:rPr>
        <w:t xml:space="preserve"> </w:t>
      </w:r>
      <w:r w:rsidR="00476253" w:rsidRPr="00C649F0">
        <w:rPr>
          <w:rStyle w:val="libArabicChar"/>
          <w:rFonts w:hint="cs"/>
          <w:rtl/>
        </w:rPr>
        <w:t>وَی</w:t>
      </w:r>
      <w:r w:rsidR="00476253" w:rsidRPr="00C649F0">
        <w:rPr>
          <w:rStyle w:val="libArabicChar"/>
          <w:rFonts w:hint="eastAsia"/>
          <w:rtl/>
        </w:rPr>
        <w:t>سْتَغْفِرُونَ</w:t>
      </w:r>
      <w:r w:rsidR="00476253" w:rsidRPr="00C649F0">
        <w:rPr>
          <w:rStyle w:val="libArabicChar"/>
          <w:rtl/>
        </w:rPr>
        <w:t xml:space="preserve"> لِلَّذِ</w:t>
      </w:r>
      <w:r w:rsidR="00476253" w:rsidRPr="00C649F0">
        <w:rPr>
          <w:rStyle w:val="libArabicChar"/>
          <w:rFonts w:hint="cs"/>
          <w:rtl/>
        </w:rPr>
        <w:t>ی</w:t>
      </w:r>
      <w:r w:rsidR="00476253" w:rsidRPr="00C649F0">
        <w:rPr>
          <w:rStyle w:val="libArabicChar"/>
          <w:rFonts w:hint="eastAsia"/>
          <w:rtl/>
        </w:rPr>
        <w:t>نَ</w:t>
      </w:r>
      <w:r w:rsidR="00476253" w:rsidRPr="00C649F0">
        <w:rPr>
          <w:rStyle w:val="libArabicChar"/>
          <w:rtl/>
        </w:rPr>
        <w:t xml:space="preserve"> آمَنُوا رَبَّنَا وَسِعْتَ كُلَّ شَ</w:t>
      </w:r>
      <w:r w:rsidR="00476253" w:rsidRPr="00C649F0">
        <w:rPr>
          <w:rStyle w:val="libArabicChar"/>
          <w:rFonts w:hint="cs"/>
          <w:rtl/>
        </w:rPr>
        <w:t>ی</w:t>
      </w:r>
      <w:r w:rsidR="00476253" w:rsidRPr="00C649F0">
        <w:rPr>
          <w:rStyle w:val="libArabicChar"/>
          <w:rFonts w:hint="eastAsia"/>
          <w:rtl/>
        </w:rPr>
        <w:t>ءٍ</w:t>
      </w:r>
      <w:r w:rsidR="00476253" w:rsidRPr="00C649F0">
        <w:rPr>
          <w:rStyle w:val="libArabicChar"/>
          <w:rtl/>
        </w:rPr>
        <w:t xml:space="preserve"> رَحْمَةً وَعِلْمًا فَاغْفِرْ لِلَّذِ</w:t>
      </w:r>
      <w:r w:rsidR="00476253" w:rsidRPr="00C649F0">
        <w:rPr>
          <w:rStyle w:val="libArabicChar"/>
          <w:rFonts w:hint="cs"/>
          <w:rtl/>
        </w:rPr>
        <w:t>ی</w:t>
      </w:r>
      <w:r w:rsidR="00476253" w:rsidRPr="00C649F0">
        <w:rPr>
          <w:rStyle w:val="libArabicChar"/>
          <w:rFonts w:hint="eastAsia"/>
          <w:rtl/>
        </w:rPr>
        <w:t>نَ</w:t>
      </w:r>
      <w:r w:rsidR="00476253" w:rsidRPr="00C649F0">
        <w:rPr>
          <w:rStyle w:val="libArabicChar"/>
          <w:rtl/>
        </w:rPr>
        <w:t xml:space="preserve"> تَابُوا وَاتَّبَعُوا سَبِ</w:t>
      </w:r>
      <w:r w:rsidR="00476253" w:rsidRPr="00C649F0">
        <w:rPr>
          <w:rStyle w:val="libArabicChar"/>
          <w:rFonts w:hint="cs"/>
          <w:rtl/>
        </w:rPr>
        <w:t>ی</w:t>
      </w:r>
      <w:r w:rsidR="00476253" w:rsidRPr="00C649F0">
        <w:rPr>
          <w:rStyle w:val="libArabicChar"/>
          <w:rFonts w:hint="eastAsia"/>
          <w:rtl/>
        </w:rPr>
        <w:t>لَكَ</w:t>
      </w:r>
      <w:r w:rsidR="00476253" w:rsidRPr="00C649F0">
        <w:rPr>
          <w:rStyle w:val="libArabicChar"/>
          <w:rtl/>
        </w:rPr>
        <w:t xml:space="preserve"> وَقِ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C649F0">
        <w:rPr>
          <w:rStyle w:val="libArabicChar"/>
          <w:rFonts w:hint="cs"/>
          <w:rtl/>
        </w:rPr>
        <w:t>م</w:t>
      </w:r>
      <w:r w:rsidR="00476253" w:rsidRPr="00C649F0">
        <w:rPr>
          <w:rStyle w:val="libArabicChar"/>
          <w:rtl/>
        </w:rPr>
        <w:t xml:space="preserve"> </w:t>
      </w:r>
      <w:r w:rsidR="00476253" w:rsidRPr="00C649F0">
        <w:rPr>
          <w:rStyle w:val="libArabicChar"/>
          <w:rFonts w:hint="cs"/>
          <w:rtl/>
        </w:rPr>
        <w:t>عَذَابَ</w:t>
      </w:r>
      <w:r w:rsidR="00476253" w:rsidRPr="00C649F0">
        <w:rPr>
          <w:rStyle w:val="libArabicChar"/>
          <w:rtl/>
        </w:rPr>
        <w:t xml:space="preserve"> </w:t>
      </w:r>
      <w:r w:rsidR="00476253" w:rsidRPr="00C649F0">
        <w:rPr>
          <w:rStyle w:val="libArabicChar"/>
          <w:rFonts w:hint="cs"/>
          <w:rtl/>
        </w:rPr>
        <w:t>الْجَحِی</w:t>
      </w:r>
      <w:r w:rsidR="00476253" w:rsidRPr="00C649F0">
        <w:rPr>
          <w:rStyle w:val="libArabicChar"/>
          <w:rFonts w:hint="eastAsia"/>
          <w:rtl/>
        </w:rPr>
        <w:t>مِ</w:t>
      </w:r>
      <w:r w:rsidR="00476253" w:rsidRPr="00C649F0">
        <w:rPr>
          <w:rStyle w:val="libArabicChar"/>
          <w:rtl/>
        </w:rPr>
        <w:t xml:space="preserve">  </w:t>
      </w:r>
      <w:r w:rsidR="00476253" w:rsidRPr="00C649F0">
        <w:rPr>
          <w:rStyle w:val="libArabicChar"/>
          <w:rFonts w:hint="cs"/>
          <w:rtl/>
        </w:rPr>
        <w:t>رَبَّنَا</w:t>
      </w:r>
      <w:r w:rsidR="00476253" w:rsidRPr="00C649F0">
        <w:rPr>
          <w:rStyle w:val="libArabicChar"/>
          <w:rtl/>
        </w:rPr>
        <w:t xml:space="preserve"> </w:t>
      </w:r>
      <w:r w:rsidR="00476253" w:rsidRPr="00C649F0">
        <w:rPr>
          <w:rStyle w:val="libArabicChar"/>
          <w:rFonts w:hint="cs"/>
          <w:rtl/>
        </w:rPr>
        <w:t>وَ</w:t>
      </w:r>
      <w:r w:rsidR="00BA0B7F">
        <w:rPr>
          <w:rStyle w:val="libArabicChar"/>
          <w:rFonts w:hint="cs"/>
          <w:rtl/>
        </w:rPr>
        <w:t>ا</w:t>
      </w:r>
      <w:r w:rsidR="00476253" w:rsidRPr="00C649F0">
        <w:rPr>
          <w:rStyle w:val="libArabicChar"/>
          <w:rFonts w:hint="eastAsia"/>
          <w:rtl/>
        </w:rPr>
        <w:t>دْخِلْ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C649F0">
        <w:rPr>
          <w:rStyle w:val="libArabicChar"/>
          <w:rFonts w:hint="cs"/>
          <w:rtl/>
        </w:rPr>
        <w:t>م</w:t>
      </w:r>
      <w:r w:rsidR="00476253" w:rsidRPr="00C649F0">
        <w:rPr>
          <w:rStyle w:val="libArabicChar"/>
          <w:rtl/>
        </w:rPr>
        <w:t xml:space="preserve"> جَنَّاتِ عَدْنٍ الَّتِ</w:t>
      </w:r>
      <w:r w:rsidR="00476253" w:rsidRPr="00C649F0">
        <w:rPr>
          <w:rStyle w:val="libArabicChar"/>
          <w:rFonts w:hint="cs"/>
          <w:rtl/>
        </w:rPr>
        <w:t>ی</w:t>
      </w:r>
      <w:r w:rsidR="00476253" w:rsidRPr="00C649F0">
        <w:rPr>
          <w:rStyle w:val="libArabicChar"/>
          <w:rtl/>
        </w:rPr>
        <w:t xml:space="preserve"> وَعَدْتَ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C649F0">
        <w:rPr>
          <w:rStyle w:val="libArabicChar"/>
          <w:rFonts w:hint="cs"/>
          <w:rtl/>
        </w:rPr>
        <w:t>م</w:t>
      </w:r>
      <w:r w:rsidR="00476253" w:rsidRPr="00C649F0">
        <w:rPr>
          <w:rStyle w:val="libArabicChar"/>
          <w:rtl/>
        </w:rPr>
        <w:t xml:space="preserve"> </w:t>
      </w:r>
      <w:r w:rsidR="00476253" w:rsidRPr="00C649F0">
        <w:rPr>
          <w:rStyle w:val="libArabicChar"/>
          <w:rFonts w:hint="cs"/>
          <w:rtl/>
        </w:rPr>
        <w:t>وَمَنْ</w:t>
      </w:r>
      <w:r w:rsidR="00476253" w:rsidRPr="00C649F0">
        <w:rPr>
          <w:rStyle w:val="libArabicChar"/>
          <w:rtl/>
        </w:rPr>
        <w:t xml:space="preserve"> </w:t>
      </w:r>
      <w:r w:rsidR="00476253" w:rsidRPr="00C649F0">
        <w:rPr>
          <w:rStyle w:val="libArabicChar"/>
          <w:rFonts w:hint="cs"/>
          <w:rtl/>
        </w:rPr>
        <w:t>صَلَحَ</w:t>
      </w:r>
      <w:r w:rsidR="00476253" w:rsidRPr="00C649F0">
        <w:rPr>
          <w:rStyle w:val="libArabicChar"/>
          <w:rtl/>
        </w:rPr>
        <w:t xml:space="preserve"> </w:t>
      </w:r>
      <w:r w:rsidR="00476253" w:rsidRPr="00C649F0">
        <w:rPr>
          <w:rStyle w:val="libArabicChar"/>
          <w:rFonts w:hint="cs"/>
          <w:rtl/>
        </w:rPr>
        <w:t>مِنْ</w:t>
      </w:r>
      <w:r w:rsidR="00476253" w:rsidRPr="00C649F0">
        <w:rPr>
          <w:rStyle w:val="libArabicChar"/>
          <w:rtl/>
        </w:rPr>
        <w:t xml:space="preserve"> </w:t>
      </w:r>
      <w:r w:rsidR="00476253" w:rsidRPr="00C649F0">
        <w:rPr>
          <w:rStyle w:val="libArabicChar"/>
          <w:rFonts w:hint="cs"/>
          <w:rtl/>
        </w:rPr>
        <w:t>آبَائِ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C649F0">
        <w:rPr>
          <w:rStyle w:val="libArabicChar"/>
          <w:rFonts w:hint="cs"/>
          <w:rtl/>
        </w:rPr>
        <w:t>م</w:t>
      </w:r>
      <w:r w:rsidR="00476253" w:rsidRPr="00C649F0">
        <w:rPr>
          <w:rStyle w:val="libArabicChar"/>
          <w:rtl/>
        </w:rPr>
        <w:t xml:space="preserve"> </w:t>
      </w:r>
      <w:r w:rsidR="00476253" w:rsidRPr="00C649F0">
        <w:rPr>
          <w:rStyle w:val="libArabicChar"/>
          <w:rFonts w:hint="cs"/>
          <w:rtl/>
        </w:rPr>
        <w:t>وَ</w:t>
      </w:r>
      <w:r w:rsidR="00BA0B7F">
        <w:rPr>
          <w:rStyle w:val="libArabicChar"/>
          <w:rFonts w:hint="cs"/>
          <w:rtl/>
        </w:rPr>
        <w:t>ا</w:t>
      </w:r>
      <w:r w:rsidR="00476253" w:rsidRPr="00C649F0">
        <w:rPr>
          <w:rStyle w:val="libArabicChar"/>
          <w:rFonts w:hint="eastAsia"/>
          <w:rtl/>
        </w:rPr>
        <w:t>زْوَاجِ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C649F0">
        <w:rPr>
          <w:rStyle w:val="libArabicChar"/>
          <w:rFonts w:hint="cs"/>
          <w:rtl/>
        </w:rPr>
        <w:t>م</w:t>
      </w:r>
      <w:r w:rsidR="00476253" w:rsidRPr="00C649F0">
        <w:rPr>
          <w:rStyle w:val="libArabicChar"/>
          <w:rtl/>
        </w:rPr>
        <w:t xml:space="preserve"> وَذُرِّ</w:t>
      </w:r>
      <w:r w:rsidR="00476253" w:rsidRPr="00C649F0">
        <w:rPr>
          <w:rStyle w:val="libArabicChar"/>
          <w:rFonts w:hint="cs"/>
          <w:rtl/>
        </w:rPr>
        <w:t>ی</w:t>
      </w:r>
      <w:r w:rsidR="00476253" w:rsidRPr="00C649F0">
        <w:rPr>
          <w:rStyle w:val="libArabicChar"/>
          <w:rFonts w:hint="eastAsia"/>
          <w:rtl/>
        </w:rPr>
        <w:t>اتِ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C649F0">
        <w:rPr>
          <w:rStyle w:val="libArabicChar"/>
          <w:rFonts w:hint="cs"/>
          <w:rtl/>
        </w:rPr>
        <w:t>م</w:t>
      </w:r>
      <w:r w:rsidR="00476253" w:rsidRPr="00C649F0">
        <w:rPr>
          <w:rStyle w:val="libArabicChar"/>
          <w:rtl/>
        </w:rPr>
        <w:t xml:space="preserve"> إِنَّكَ </w:t>
      </w:r>
      <w:r w:rsidR="00BA0B7F">
        <w:rPr>
          <w:rStyle w:val="libArabicChar"/>
          <w:rtl/>
        </w:rPr>
        <w:t>ا</w:t>
      </w:r>
      <w:r w:rsidR="00476253" w:rsidRPr="00C649F0">
        <w:rPr>
          <w:rStyle w:val="libArabicChar"/>
          <w:rFonts w:hint="eastAsia"/>
          <w:rtl/>
        </w:rPr>
        <w:t>نْتَ</w:t>
      </w:r>
      <w:r w:rsidR="00476253" w:rsidRPr="00C649F0">
        <w:rPr>
          <w:rStyle w:val="libArabicChar"/>
          <w:rtl/>
        </w:rPr>
        <w:t xml:space="preserve"> الْعَزِ</w:t>
      </w:r>
      <w:r w:rsidR="00476253" w:rsidRPr="00C649F0">
        <w:rPr>
          <w:rStyle w:val="libArabicChar"/>
          <w:rFonts w:hint="cs"/>
          <w:rtl/>
        </w:rPr>
        <w:t>ی</w:t>
      </w:r>
      <w:r w:rsidR="00476253" w:rsidRPr="00C649F0">
        <w:rPr>
          <w:rStyle w:val="libArabicChar"/>
          <w:rFonts w:hint="eastAsia"/>
          <w:rtl/>
        </w:rPr>
        <w:t>زُ</w:t>
      </w:r>
      <w:r w:rsidR="00476253" w:rsidRPr="00C649F0">
        <w:rPr>
          <w:rStyle w:val="libArabicChar"/>
          <w:rtl/>
        </w:rPr>
        <w:t xml:space="preserve"> الْحَكِ</w:t>
      </w:r>
      <w:r w:rsidR="00476253" w:rsidRPr="00C649F0">
        <w:rPr>
          <w:rStyle w:val="libArabicChar"/>
          <w:rFonts w:hint="cs"/>
          <w:rtl/>
        </w:rPr>
        <w:t>ی</w:t>
      </w:r>
      <w:r w:rsidR="00476253" w:rsidRPr="00C649F0">
        <w:rPr>
          <w:rStyle w:val="libArabicChar"/>
          <w:rFonts w:hint="eastAsia"/>
          <w:rtl/>
        </w:rPr>
        <w:t>مُ</w:t>
      </w:r>
      <w:r w:rsidR="00476253" w:rsidRPr="00C649F0">
        <w:rPr>
          <w:rStyle w:val="libArabicChar"/>
          <w:rtl/>
        </w:rPr>
        <w:t xml:space="preserve">  </w:t>
      </w:r>
      <w:r w:rsidR="00476253" w:rsidRPr="00C649F0">
        <w:rPr>
          <w:rStyle w:val="libArabicChar"/>
          <w:rFonts w:hint="cs"/>
          <w:rtl/>
        </w:rPr>
        <w:t>وَقِ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C649F0">
        <w:rPr>
          <w:rStyle w:val="libArabicChar"/>
          <w:rFonts w:hint="cs"/>
          <w:rtl/>
        </w:rPr>
        <w:t>م</w:t>
      </w:r>
      <w:r w:rsidR="00476253" w:rsidRPr="00C649F0">
        <w:rPr>
          <w:rStyle w:val="libArabicChar"/>
          <w:rtl/>
        </w:rPr>
        <w:t xml:space="preserve"> </w:t>
      </w:r>
      <w:r w:rsidR="00476253" w:rsidRPr="00C649F0">
        <w:rPr>
          <w:rStyle w:val="libArabicChar"/>
          <w:rFonts w:hint="cs"/>
          <w:rtl/>
        </w:rPr>
        <w:t>السَّی</w:t>
      </w:r>
      <w:r w:rsidR="00476253" w:rsidRPr="00C649F0">
        <w:rPr>
          <w:rStyle w:val="libArabicChar"/>
          <w:rFonts w:hint="eastAsia"/>
          <w:rtl/>
        </w:rPr>
        <w:t>ئَاتِ</w:t>
      </w:r>
      <w:r w:rsidR="00476253" w:rsidRPr="00C649F0">
        <w:rPr>
          <w:rStyle w:val="libArabicChar"/>
          <w:rtl/>
        </w:rPr>
        <w:t xml:space="preserve"> وَمَنْ تَقِ السَّ</w:t>
      </w:r>
      <w:r w:rsidR="00476253" w:rsidRPr="00C649F0">
        <w:rPr>
          <w:rStyle w:val="libArabicChar"/>
          <w:rFonts w:hint="cs"/>
          <w:rtl/>
        </w:rPr>
        <w:t>ی</w:t>
      </w:r>
      <w:r w:rsidR="00476253" w:rsidRPr="00C649F0">
        <w:rPr>
          <w:rStyle w:val="libArabicChar"/>
          <w:rFonts w:hint="eastAsia"/>
          <w:rtl/>
        </w:rPr>
        <w:t>ئَاتِ</w:t>
      </w:r>
      <w:r w:rsidR="00476253" w:rsidRPr="00C649F0">
        <w:rPr>
          <w:rStyle w:val="libArabicChar"/>
          <w:rtl/>
        </w:rPr>
        <w:t xml:space="preserve"> </w:t>
      </w:r>
      <w:r w:rsidR="00476253" w:rsidRPr="00C649F0">
        <w:rPr>
          <w:rStyle w:val="libArabicChar"/>
          <w:rFonts w:hint="cs"/>
          <w:rtl/>
        </w:rPr>
        <w:t>ی</w:t>
      </w:r>
      <w:r w:rsidR="00476253" w:rsidRPr="00C649F0">
        <w:rPr>
          <w:rStyle w:val="libArabicChar"/>
          <w:rFonts w:hint="eastAsia"/>
          <w:rtl/>
        </w:rPr>
        <w:t>وْمَئِذٍ</w:t>
      </w:r>
      <w:r w:rsidR="00476253" w:rsidRPr="00C649F0">
        <w:rPr>
          <w:rStyle w:val="libArabicChar"/>
          <w:rtl/>
        </w:rPr>
        <w:t xml:space="preserve"> فَقَدْ رَحِمْتَ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C649F0">
        <w:rPr>
          <w:rStyle w:val="libArabicChar"/>
          <w:rFonts w:hint="cs"/>
          <w:rtl/>
        </w:rPr>
        <w:t>ُ</w:t>
      </w:r>
      <w:r w:rsidR="00476253" w:rsidRPr="00C649F0">
        <w:rPr>
          <w:rStyle w:val="libArabicChar"/>
          <w:rtl/>
        </w:rPr>
        <w:t xml:space="preserve"> </w:t>
      </w:r>
      <w:r w:rsidR="00476253" w:rsidRPr="00C649F0">
        <w:rPr>
          <w:rStyle w:val="libArabicChar"/>
          <w:rFonts w:hint="cs"/>
          <w:rtl/>
        </w:rPr>
        <w:t>وَذَلِكَ</w:t>
      </w:r>
      <w:r w:rsidR="00476253" w:rsidRPr="00C649F0">
        <w:rPr>
          <w:rStyle w:val="libArabicChar"/>
          <w:rtl/>
        </w:rPr>
        <w:t xml:space="preserve"> 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C649F0">
        <w:rPr>
          <w:rStyle w:val="libArabicChar"/>
          <w:rFonts w:hint="cs"/>
          <w:rtl/>
        </w:rPr>
        <w:t>ُوَ</w:t>
      </w:r>
      <w:r w:rsidR="00476253" w:rsidRPr="00C649F0">
        <w:rPr>
          <w:rStyle w:val="libArabicChar"/>
          <w:rtl/>
        </w:rPr>
        <w:t xml:space="preserve"> </w:t>
      </w:r>
      <w:r w:rsidR="00476253" w:rsidRPr="00C649F0">
        <w:rPr>
          <w:rStyle w:val="libArabicChar"/>
          <w:rFonts w:hint="cs"/>
          <w:rtl/>
        </w:rPr>
        <w:lastRenderedPageBreak/>
        <w:t>الْفَوْزُ</w:t>
      </w:r>
      <w:r w:rsidR="00476253" w:rsidRPr="00C649F0">
        <w:rPr>
          <w:rStyle w:val="libArabicChar"/>
          <w:rtl/>
        </w:rPr>
        <w:t xml:space="preserve"> </w:t>
      </w:r>
      <w:r w:rsidR="00476253" w:rsidRPr="00C649F0">
        <w:rPr>
          <w:rStyle w:val="libArabicChar"/>
          <w:rFonts w:hint="cs"/>
          <w:rtl/>
        </w:rPr>
        <w:t>الْعَظِی</w:t>
      </w:r>
      <w:r w:rsidR="00476253" w:rsidRPr="00C649F0">
        <w:rPr>
          <w:rStyle w:val="libArabicChar"/>
          <w:rFonts w:hint="eastAsia"/>
          <w:rtl/>
        </w:rPr>
        <w:t>مُ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(128)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”جو</w:t>
      </w:r>
      <w:r w:rsidR="00476253">
        <w:rPr>
          <w:rtl/>
          <w:lang w:bidi="ur-PK"/>
        </w:rPr>
        <w:t xml:space="preserve"> فرشتے عر ش الٰھ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کو اٹھا ئے</w:t>
      </w:r>
      <w:r w:rsidR="006E184C">
        <w:rPr>
          <w:rtl/>
          <w:lang w:bidi="ur-PK"/>
        </w:rPr>
        <w:t xml:space="preserve"> ہوئے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جواس کے گرد مع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سب حمد خدا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تسب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ح</w:t>
      </w:r>
      <w:r w:rsidR="00476253">
        <w:rPr>
          <w:rtl/>
          <w:lang w:bidi="ur-PK"/>
        </w:rPr>
        <w:t xml:space="preserve"> کر </w:t>
      </w:r>
      <w:r w:rsidR="00AA04E3">
        <w:rPr>
          <w:rtl/>
          <w:lang w:bidi="ur-PK"/>
        </w:rPr>
        <w:t xml:space="preserve">رہے 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اس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پر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رکھتے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صاحبان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کے لئے استغفار کر</w:t>
      </w:r>
      <w:r w:rsidR="00AA04E3">
        <w:rPr>
          <w:rtl/>
          <w:lang w:bidi="ur-PK"/>
        </w:rPr>
        <w:t xml:space="preserve">رہے 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کہ خدا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>! 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رحمت اور 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را</w:t>
      </w:r>
      <w:r w:rsidR="00476253">
        <w:rPr>
          <w:rtl/>
          <w:lang w:bidi="ur-PK"/>
        </w:rPr>
        <w:t xml:space="preserve"> علم ھر شئے پر مح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ط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لہٰذا ان لوگوں کو بخش دے جنھوں نے توبہ </w:t>
      </w:r>
      <w:r w:rsidR="00476253">
        <w:rPr>
          <w:rFonts w:hint="eastAsia"/>
          <w:rtl/>
          <w:lang w:bidi="ur-PK"/>
        </w:rPr>
        <w:t>ک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رے</w:t>
      </w:r>
      <w:r w:rsidR="00476253">
        <w:rPr>
          <w:rtl/>
          <w:lang w:bidi="ur-PK"/>
        </w:rPr>
        <w:t xml:space="preserve"> راستہ کا اتباع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ان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جہنم کے عذاب سے بچالے۔پروردگارا! ان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ان کے باپ دادا، ازواج اور اولاد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سے جو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اور صالح افراد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ان کو ھم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شہ</w:t>
      </w:r>
      <w:r w:rsidR="00476253">
        <w:rPr>
          <w:rtl/>
          <w:lang w:bidi="ur-PK"/>
        </w:rPr>
        <w:t xml:space="preserve"> رہنے والے باغات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جگہ عنا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tl/>
          <w:lang w:bidi="ur-PK"/>
        </w:rPr>
        <w:t xml:space="preserve"> فرما، جن کا تونے ان سے وعدہ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ب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شک</w:t>
      </w:r>
      <w:r w:rsidR="00476253">
        <w:rPr>
          <w:rtl/>
          <w:lang w:bidi="ur-PK"/>
        </w:rPr>
        <w:t xml:space="preserve"> تو سب پر غالب اور ص</w:t>
      </w:r>
      <w:r w:rsidR="00476253">
        <w:rPr>
          <w:rFonts w:hint="eastAsia"/>
          <w:rtl/>
          <w:lang w:bidi="ur-PK"/>
        </w:rPr>
        <w:t>احبِ</w:t>
      </w:r>
      <w:r w:rsidR="00476253">
        <w:rPr>
          <w:rtl/>
          <w:lang w:bidi="ur-PK"/>
        </w:rPr>
        <w:t xml:space="preserve"> حکمت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۔اور ان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برائ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</w:t>
      </w:r>
      <w:r w:rsidR="00476253">
        <w:rPr>
          <w:rtl/>
          <w:lang w:bidi="ur-PK"/>
        </w:rPr>
        <w:t xml:space="preserve"> سے محفوظ فرما کہ آج جن لوگوں کو تونے برائ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وںسے</w:t>
      </w:r>
      <w:r w:rsidR="00476253">
        <w:rPr>
          <w:rtl/>
          <w:lang w:bidi="ur-PK"/>
        </w:rPr>
        <w:t xml:space="preserve"> بچا 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گو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ان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پر رحم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بھت بڑ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کام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اب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“۔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5F561D">
        <w:rPr>
          <w:rStyle w:val="libAieChar"/>
          <w:rtl/>
        </w:rPr>
        <w:t>وَالَّذِ</w:t>
      </w:r>
      <w:r w:rsidR="00476253" w:rsidRPr="005F561D">
        <w:rPr>
          <w:rStyle w:val="libAieChar"/>
          <w:rFonts w:hint="cs"/>
          <w:rtl/>
        </w:rPr>
        <w:t>ی</w:t>
      </w:r>
      <w:r w:rsidR="00476253" w:rsidRPr="005F561D">
        <w:rPr>
          <w:rStyle w:val="libAieChar"/>
          <w:rFonts w:hint="eastAsia"/>
          <w:rtl/>
        </w:rPr>
        <w:t>نَ</w:t>
      </w:r>
      <w:r w:rsidR="00476253" w:rsidRPr="005F561D">
        <w:rPr>
          <w:rStyle w:val="libAieChar"/>
          <w:rtl/>
        </w:rPr>
        <w:t xml:space="preserve"> لاَ</w:t>
      </w:r>
      <w:r w:rsidR="00476253" w:rsidRPr="005F561D">
        <w:rPr>
          <w:rStyle w:val="libAieChar"/>
          <w:rFonts w:hint="cs"/>
          <w:rtl/>
        </w:rPr>
        <w:t>ی</w:t>
      </w:r>
      <w:r w:rsidR="00476253" w:rsidRPr="005F561D">
        <w:rPr>
          <w:rStyle w:val="libAieChar"/>
          <w:rFonts w:hint="eastAsia"/>
          <w:rtl/>
        </w:rPr>
        <w:t>دْعُونَ</w:t>
      </w:r>
      <w:r w:rsidR="00476253" w:rsidRPr="005F561D">
        <w:rPr>
          <w:rStyle w:val="libAieChar"/>
          <w:rtl/>
        </w:rPr>
        <w:t xml:space="preserve"> مَعَ اللهِ إِلَ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5F561D">
        <w:rPr>
          <w:rStyle w:val="libAieChar"/>
          <w:rFonts w:hint="cs"/>
          <w:rtl/>
        </w:rPr>
        <w:t>ا</w:t>
      </w:r>
      <w:r w:rsidR="00476253" w:rsidRPr="005F561D">
        <w:rPr>
          <w:rStyle w:val="libAieChar"/>
          <w:rtl/>
        </w:rPr>
        <w:t xml:space="preserve"> </w:t>
      </w:r>
      <w:r w:rsidR="00476253" w:rsidRPr="005F561D">
        <w:rPr>
          <w:rStyle w:val="libAieChar"/>
          <w:rFonts w:hint="cs"/>
          <w:rtl/>
        </w:rPr>
        <w:t>آخَرَ</w:t>
      </w:r>
      <w:r w:rsidR="00476253" w:rsidRPr="005F561D">
        <w:rPr>
          <w:rStyle w:val="libAieChar"/>
          <w:rtl/>
        </w:rPr>
        <w:t xml:space="preserve"> </w:t>
      </w:r>
      <w:r w:rsidR="00476253" w:rsidRPr="005F561D">
        <w:rPr>
          <w:rStyle w:val="libAieChar"/>
          <w:rFonts w:hint="cs"/>
          <w:rtl/>
        </w:rPr>
        <w:t>وَلاَی</w:t>
      </w:r>
      <w:r w:rsidR="00476253" w:rsidRPr="005F561D">
        <w:rPr>
          <w:rStyle w:val="libAieChar"/>
          <w:rFonts w:hint="eastAsia"/>
          <w:rtl/>
        </w:rPr>
        <w:t>قْتُلُونَ</w:t>
      </w:r>
      <w:r w:rsidR="00476253" w:rsidRPr="005F561D">
        <w:rPr>
          <w:rStyle w:val="libAieChar"/>
          <w:rtl/>
        </w:rPr>
        <w:t xml:space="preserve"> النَّفْسَ الَّتِ</w:t>
      </w:r>
      <w:r w:rsidR="00476253" w:rsidRPr="005F561D">
        <w:rPr>
          <w:rStyle w:val="libAieChar"/>
          <w:rFonts w:hint="cs"/>
          <w:rtl/>
        </w:rPr>
        <w:t>ی</w:t>
      </w:r>
      <w:r w:rsidR="00476253" w:rsidRPr="005F561D">
        <w:rPr>
          <w:rStyle w:val="libAieChar"/>
          <w:rtl/>
        </w:rPr>
        <w:t xml:space="preserve"> حَرَّمَ اللهُ إِلاَّ بِالْحَقِّ وَلاَ</w:t>
      </w:r>
      <w:r w:rsidR="00476253" w:rsidRPr="005F561D">
        <w:rPr>
          <w:rStyle w:val="libAieChar"/>
          <w:rFonts w:hint="cs"/>
          <w:rtl/>
        </w:rPr>
        <w:t>ی</w:t>
      </w:r>
      <w:r w:rsidR="00476253" w:rsidRPr="005F561D">
        <w:rPr>
          <w:rStyle w:val="libAieChar"/>
          <w:rFonts w:hint="eastAsia"/>
          <w:rtl/>
        </w:rPr>
        <w:t>زْنُونَ</w:t>
      </w:r>
      <w:r w:rsidR="00476253" w:rsidRPr="005F561D">
        <w:rPr>
          <w:rStyle w:val="libAieChar"/>
          <w:rtl/>
        </w:rPr>
        <w:t xml:space="preserve"> وَمَنْ </w:t>
      </w:r>
      <w:r w:rsidR="00476253" w:rsidRPr="005F561D">
        <w:rPr>
          <w:rStyle w:val="libAieChar"/>
          <w:rFonts w:hint="cs"/>
          <w:rtl/>
        </w:rPr>
        <w:t>ی</w:t>
      </w:r>
      <w:r w:rsidR="00476253" w:rsidRPr="005F561D">
        <w:rPr>
          <w:rStyle w:val="libAieChar"/>
          <w:rFonts w:hint="eastAsia"/>
          <w:rtl/>
        </w:rPr>
        <w:t>فْعَلْ</w:t>
      </w:r>
      <w:r w:rsidR="00476253" w:rsidRPr="005F561D">
        <w:rPr>
          <w:rStyle w:val="libAieChar"/>
          <w:rtl/>
        </w:rPr>
        <w:t xml:space="preserve"> ذَلِكَ </w:t>
      </w:r>
      <w:r w:rsidR="00476253" w:rsidRPr="005F561D">
        <w:rPr>
          <w:rStyle w:val="libAieChar"/>
          <w:rFonts w:hint="cs"/>
          <w:rtl/>
        </w:rPr>
        <w:t>ی</w:t>
      </w:r>
      <w:r w:rsidR="00476253" w:rsidRPr="005F561D">
        <w:rPr>
          <w:rStyle w:val="libAieChar"/>
          <w:rFonts w:hint="eastAsia"/>
          <w:rtl/>
        </w:rPr>
        <w:t>لْقَ</w:t>
      </w:r>
      <w:r w:rsidR="00476253" w:rsidRPr="005F561D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5F561D">
        <w:rPr>
          <w:rStyle w:val="libAieChar"/>
          <w:rFonts w:hint="eastAsia"/>
          <w:rtl/>
        </w:rPr>
        <w:t>ثَامًا</w:t>
      </w:r>
      <w:r w:rsidR="00476253" w:rsidRPr="005F561D">
        <w:rPr>
          <w:rStyle w:val="libAieChar"/>
          <w:rtl/>
        </w:rPr>
        <w:t xml:space="preserve"> </w:t>
      </w:r>
      <w:r w:rsidR="00476253" w:rsidRPr="005F561D">
        <w:rPr>
          <w:rStyle w:val="libAieChar"/>
          <w:rFonts w:hint="cs"/>
          <w:rtl/>
        </w:rPr>
        <w:t>ی</w:t>
      </w:r>
      <w:r w:rsidR="00476253" w:rsidRPr="005F561D">
        <w:rPr>
          <w:rStyle w:val="libAieChar"/>
          <w:rFonts w:hint="eastAsia"/>
          <w:rtl/>
        </w:rPr>
        <w:t>ضَاعَفْ</w:t>
      </w:r>
      <w:r w:rsidR="00476253" w:rsidRPr="005F561D">
        <w:rPr>
          <w:rStyle w:val="libAieChar"/>
          <w:rtl/>
        </w:rPr>
        <w:t xml:space="preserve"> 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5F561D">
        <w:rPr>
          <w:rStyle w:val="libAieChar"/>
          <w:rFonts w:hint="cs"/>
          <w:rtl/>
        </w:rPr>
        <w:t>ُ</w:t>
      </w:r>
      <w:r w:rsidR="00476253" w:rsidRPr="005F561D">
        <w:rPr>
          <w:rStyle w:val="libAieChar"/>
          <w:rtl/>
        </w:rPr>
        <w:t xml:space="preserve"> </w:t>
      </w:r>
      <w:r w:rsidR="00476253" w:rsidRPr="005F561D">
        <w:rPr>
          <w:rStyle w:val="libAieChar"/>
          <w:rFonts w:hint="cs"/>
          <w:rtl/>
        </w:rPr>
        <w:t>الْعَذَابُ</w:t>
      </w:r>
      <w:r w:rsidR="00476253" w:rsidRPr="005F561D">
        <w:rPr>
          <w:rStyle w:val="libAieChar"/>
          <w:rtl/>
        </w:rPr>
        <w:t xml:space="preserve"> </w:t>
      </w:r>
      <w:r w:rsidR="00476253" w:rsidRPr="005F561D">
        <w:rPr>
          <w:rStyle w:val="libAieChar"/>
          <w:rFonts w:hint="cs"/>
          <w:rtl/>
        </w:rPr>
        <w:t>ی</w:t>
      </w:r>
      <w:r w:rsidR="00476253" w:rsidRPr="005F561D">
        <w:rPr>
          <w:rStyle w:val="libAieChar"/>
          <w:rFonts w:hint="eastAsia"/>
          <w:rtl/>
        </w:rPr>
        <w:t>وْمَ</w:t>
      </w:r>
      <w:r w:rsidR="00476253" w:rsidRPr="005F561D">
        <w:rPr>
          <w:rStyle w:val="libAieChar"/>
          <w:rtl/>
        </w:rPr>
        <w:t xml:space="preserve"> الْقِ</w:t>
      </w:r>
      <w:r w:rsidR="00476253" w:rsidRPr="005F561D">
        <w:rPr>
          <w:rStyle w:val="libAieChar"/>
          <w:rFonts w:hint="cs"/>
          <w:rtl/>
        </w:rPr>
        <w:t>ی</w:t>
      </w:r>
      <w:r w:rsidR="00476253" w:rsidRPr="005F561D">
        <w:rPr>
          <w:rStyle w:val="libAieChar"/>
          <w:rFonts w:hint="eastAsia"/>
          <w:rtl/>
        </w:rPr>
        <w:t>امَةِ</w:t>
      </w:r>
      <w:r w:rsidR="00476253" w:rsidRPr="005F561D">
        <w:rPr>
          <w:rStyle w:val="libAieChar"/>
          <w:rtl/>
        </w:rPr>
        <w:t xml:space="preserve"> وَ</w:t>
      </w:r>
      <w:r w:rsidR="00476253" w:rsidRPr="005F561D">
        <w:rPr>
          <w:rStyle w:val="libAieChar"/>
          <w:rFonts w:hint="cs"/>
          <w:rtl/>
        </w:rPr>
        <w:t>ی</w:t>
      </w:r>
      <w:r w:rsidR="00476253" w:rsidRPr="005F561D">
        <w:rPr>
          <w:rStyle w:val="libAieChar"/>
          <w:rFonts w:hint="eastAsia"/>
          <w:rtl/>
        </w:rPr>
        <w:t>خْلُدْ</w:t>
      </w:r>
      <w:r w:rsidR="00476253" w:rsidRPr="005F561D">
        <w:rPr>
          <w:rStyle w:val="libAieChar"/>
          <w:rtl/>
        </w:rPr>
        <w:t xml:space="preserve"> فِ</w:t>
      </w:r>
      <w:r w:rsidR="00476253" w:rsidRPr="005F561D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5F561D">
        <w:rPr>
          <w:rStyle w:val="libAieChar"/>
          <w:rFonts w:hint="cs"/>
          <w:rtl/>
        </w:rPr>
        <w:t>ِ</w:t>
      </w:r>
      <w:r w:rsidR="00476253" w:rsidRPr="005F561D">
        <w:rPr>
          <w:rStyle w:val="libAieChar"/>
          <w:rtl/>
        </w:rPr>
        <w:t xml:space="preserve"> مُ</w:t>
      </w:r>
      <w:r w:rsidR="00705CD5" w:rsidRPr="00705CD5">
        <w:rPr>
          <w:rStyle w:val="libAieChar"/>
          <w:rFonts w:hint="cs"/>
          <w:rtl/>
        </w:rPr>
        <w:t>ه</w:t>
      </w:r>
      <w:r w:rsidR="00476253" w:rsidRPr="005F561D">
        <w:rPr>
          <w:rStyle w:val="libAieChar"/>
          <w:rFonts w:hint="cs"/>
          <w:rtl/>
        </w:rPr>
        <w:t>انًا</w:t>
      </w:r>
      <w:r w:rsidR="00476253" w:rsidRPr="005F561D">
        <w:rPr>
          <w:rStyle w:val="libAieChar"/>
          <w:rtl/>
        </w:rPr>
        <w:t xml:space="preserve"> </w:t>
      </w:r>
      <w:r w:rsidR="00476253" w:rsidRPr="005F561D">
        <w:rPr>
          <w:rStyle w:val="libAieChar"/>
          <w:rFonts w:hint="cs"/>
          <w:rtl/>
        </w:rPr>
        <w:t>إِلاَّ</w:t>
      </w:r>
      <w:r w:rsidR="00476253" w:rsidRPr="005F561D">
        <w:rPr>
          <w:rStyle w:val="libAieChar"/>
          <w:rtl/>
        </w:rPr>
        <w:t xml:space="preserve"> </w:t>
      </w:r>
      <w:r w:rsidR="00476253" w:rsidRPr="005F561D">
        <w:rPr>
          <w:rStyle w:val="libAieChar"/>
          <w:rFonts w:hint="cs"/>
          <w:rtl/>
        </w:rPr>
        <w:t>مَنْ</w:t>
      </w:r>
      <w:r w:rsidR="00476253" w:rsidRPr="005F561D">
        <w:rPr>
          <w:rStyle w:val="libAieChar"/>
          <w:rtl/>
        </w:rPr>
        <w:t xml:space="preserve"> </w:t>
      </w:r>
      <w:r w:rsidR="00476253" w:rsidRPr="005F561D">
        <w:rPr>
          <w:rStyle w:val="libAieChar"/>
          <w:rFonts w:hint="cs"/>
          <w:rtl/>
        </w:rPr>
        <w:t>تَا</w:t>
      </w:r>
      <w:r w:rsidR="00476253" w:rsidRPr="005F561D">
        <w:rPr>
          <w:rStyle w:val="libAieChar"/>
          <w:rFonts w:hint="eastAsia"/>
          <w:rtl/>
        </w:rPr>
        <w:t>بَ</w:t>
      </w:r>
      <w:r w:rsidR="00476253" w:rsidRPr="005F561D">
        <w:rPr>
          <w:rStyle w:val="libAieChar"/>
          <w:rtl/>
        </w:rPr>
        <w:t xml:space="preserve"> وَآمَنَ وَعَمِلَ عَمَلًا صَالِحًا فَ</w:t>
      </w:r>
      <w:r w:rsidR="00BA0B7F">
        <w:rPr>
          <w:rStyle w:val="libAieChar"/>
          <w:rtl/>
        </w:rPr>
        <w:t>ا</w:t>
      </w:r>
      <w:r w:rsidR="00476253" w:rsidRPr="005F561D">
        <w:rPr>
          <w:rStyle w:val="libAieChar"/>
          <w:rFonts w:hint="eastAsia"/>
          <w:rtl/>
        </w:rPr>
        <w:t>وْلَئِكَ</w:t>
      </w:r>
      <w:r w:rsidR="00476253" w:rsidRPr="005F561D">
        <w:rPr>
          <w:rStyle w:val="libAieChar"/>
          <w:rtl/>
        </w:rPr>
        <w:t xml:space="preserve"> </w:t>
      </w:r>
      <w:r w:rsidR="00476253" w:rsidRPr="005F561D">
        <w:rPr>
          <w:rStyle w:val="libAieChar"/>
          <w:rFonts w:hint="cs"/>
          <w:rtl/>
        </w:rPr>
        <w:t>ی</w:t>
      </w:r>
      <w:r w:rsidR="00476253" w:rsidRPr="005F561D">
        <w:rPr>
          <w:rStyle w:val="libAieChar"/>
          <w:rFonts w:hint="eastAsia"/>
          <w:rtl/>
        </w:rPr>
        <w:t>بَدِّلُ</w:t>
      </w:r>
      <w:r w:rsidR="00476253" w:rsidRPr="005F561D">
        <w:rPr>
          <w:rStyle w:val="libAieChar"/>
          <w:rtl/>
        </w:rPr>
        <w:t xml:space="preserve"> اللهُ سَ</w:t>
      </w:r>
      <w:r w:rsidR="00476253" w:rsidRPr="005F561D">
        <w:rPr>
          <w:rStyle w:val="libAieChar"/>
          <w:rFonts w:hint="cs"/>
          <w:rtl/>
        </w:rPr>
        <w:t>ی</w:t>
      </w:r>
      <w:r w:rsidR="00476253" w:rsidRPr="005F561D">
        <w:rPr>
          <w:rStyle w:val="libAieChar"/>
          <w:rFonts w:hint="eastAsia"/>
          <w:rtl/>
        </w:rPr>
        <w:t>ئَاتِ</w:t>
      </w:r>
      <w:r w:rsidR="00705CD5" w:rsidRPr="00705CD5">
        <w:rPr>
          <w:rStyle w:val="libAieChar"/>
          <w:rFonts w:hint="cs"/>
          <w:rtl/>
        </w:rPr>
        <w:t>ه</w:t>
      </w:r>
      <w:r w:rsidR="00476253" w:rsidRPr="005F561D">
        <w:rPr>
          <w:rStyle w:val="libAieChar"/>
          <w:rFonts w:hint="cs"/>
          <w:rtl/>
        </w:rPr>
        <w:t>م</w:t>
      </w:r>
      <w:r w:rsidR="00476253" w:rsidRPr="005F561D">
        <w:rPr>
          <w:rStyle w:val="libAieChar"/>
          <w:rtl/>
        </w:rPr>
        <w:t xml:space="preserve"> حَسَنَاتٍ وَكَانَ اللهُ غَفُورًا رَحِ</w:t>
      </w:r>
      <w:r w:rsidR="00476253" w:rsidRPr="005F561D">
        <w:rPr>
          <w:rStyle w:val="libAieChar"/>
          <w:rFonts w:hint="cs"/>
          <w:rtl/>
        </w:rPr>
        <w:t>ی</w:t>
      </w:r>
      <w:r w:rsidR="00476253" w:rsidRPr="005F561D">
        <w:rPr>
          <w:rStyle w:val="libAieChar"/>
          <w:rFonts w:hint="eastAsia"/>
          <w:rtl/>
        </w:rPr>
        <w:t>مًا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(129)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وہ لوگ خدا کے ساتھ کس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اور خدا کو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پکارتے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کس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نفس کو اگر خدا نے محترم قرار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تو اسے نا حق قتل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زنا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کرتے کہ جو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سا</w:t>
      </w:r>
      <w:r w:rsidR="00476253">
        <w:rPr>
          <w:rtl/>
          <w:lang w:bidi="ur-PK"/>
        </w:rPr>
        <w:t xml:space="preserve"> عمل کرے گا وہ اپنے عمل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سزا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برداشت کرے گا۔جسے روز 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امت</w:t>
      </w:r>
      <w:r w:rsidR="00476253">
        <w:rPr>
          <w:rtl/>
          <w:lang w:bidi="ur-PK"/>
        </w:rPr>
        <w:t xml:space="preserve"> دوگنا کرد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جائے گااور وہ اس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ذلت کے ساتھ ھم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شہ</w:t>
      </w:r>
      <w:r w:rsidR="00476253">
        <w:rPr>
          <w:rtl/>
          <w:lang w:bidi="ur-PK"/>
        </w:rPr>
        <w:t xml:space="preserve"> ھم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شہ</w:t>
      </w:r>
      <w:r w:rsidR="00476253">
        <w:rPr>
          <w:rtl/>
          <w:lang w:bidi="ur-PK"/>
        </w:rPr>
        <w:t xml:space="preserve"> پڑا </w:t>
      </w:r>
      <w:r w:rsidR="00AA04E3">
        <w:rPr>
          <w:rtl/>
          <w:lang w:bidi="ur-PK"/>
        </w:rPr>
        <w:t xml:space="preserve">رہے </w:t>
      </w:r>
      <w:r w:rsidR="00476253">
        <w:rPr>
          <w:rtl/>
          <w:lang w:bidi="ur-PK"/>
        </w:rPr>
        <w:t xml:space="preserve"> گا۔ علاوہ اس شخص کے جو توبہ کرلے اور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لے آئے اور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عمل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کرے کہ پروردگار اس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برائ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</w:t>
      </w:r>
      <w:r w:rsidR="00476253">
        <w:rPr>
          <w:rtl/>
          <w:lang w:bidi="ur-PK"/>
        </w:rPr>
        <w:t xml:space="preserve"> کو اچھائ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</w:t>
      </w:r>
      <w:r w:rsidR="00476253">
        <w:rPr>
          <w:rtl/>
          <w:lang w:bidi="ur-PK"/>
        </w:rPr>
        <w:t xml:space="preserve"> سے تبد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ل</w:t>
      </w:r>
      <w:r w:rsidR="00476253">
        <w:rPr>
          <w:rtl/>
          <w:lang w:bidi="ur-PK"/>
        </w:rPr>
        <w:t xml:space="preserve"> کر دے گا، اور خدا بھت بڑا مھربان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(130)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35" w:name="_Toc520983972"/>
      <w:r>
        <w:rPr>
          <w:rFonts w:hint="eastAsia"/>
          <w:rtl/>
          <w:lang w:bidi="ur-PK"/>
        </w:rPr>
        <w:t>توبہ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باعظمت مسئلہ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 کا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bookmarkEnd w:id="35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لفظ ”توبہ“ اور اس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مشتقات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باً</w:t>
      </w:r>
      <w:r>
        <w:rPr>
          <w:rtl/>
          <w:lang w:bidi="ur-PK"/>
        </w:rPr>
        <w:t xml:space="preserve"> 87 مرتبہ ذکر</w:t>
      </w:r>
      <w:r w:rsidR="006E184C">
        <w:rPr>
          <w:rtl/>
          <w:lang w:bidi="ur-PK"/>
        </w:rPr>
        <w:t xml:space="preserve"> ہوئے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سے اس مسئلہ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عظمت واضح 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والے مطالب کو پانچ حصوں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1۔توبہ کا حکم۔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2۔حق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کا راستہ۔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3۔توبہ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4۔توبہ سے روگردان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5۔توبہ قبول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نے کے اسباب۔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4E3064">
      <w:pPr>
        <w:pStyle w:val="Heading2Center"/>
        <w:rPr>
          <w:rtl/>
          <w:lang w:bidi="ur-PK"/>
        </w:rPr>
      </w:pPr>
      <w:bookmarkStart w:id="36" w:name="_Toc520983973"/>
      <w:r>
        <w:rPr>
          <w:rtl/>
          <w:lang w:bidi="ur-PK"/>
        </w:rPr>
        <w:t>1۔ توبہ کا حکم</w:t>
      </w:r>
      <w:bookmarkEnd w:id="36"/>
      <w:r>
        <w:rPr>
          <w:rtl/>
          <w:lang w:bidi="ur-PK"/>
        </w:rPr>
        <w:t xml:space="preserve">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365ADE">
        <w:rPr>
          <w:rStyle w:val="libAieChar"/>
          <w:rtl/>
        </w:rPr>
        <w:t>اَنِ اسْتَغْفِرُوارَبَّكُمْ ثُمَّ تُوبُوا اِلَ</w:t>
      </w:r>
      <w:r w:rsidR="00476253" w:rsidRPr="00365ADE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365ADE">
        <w:rPr>
          <w:rStyle w:val="libAieChar"/>
          <w:rFonts w:hint="cs"/>
          <w:rtl/>
        </w:rPr>
        <w:t>ِ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(131)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اپنے رب سے استغفار کروپھر اس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طرف متوجہ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>جا</w:t>
      </w:r>
      <w:r w:rsidR="00AA04E3">
        <w:rPr>
          <w:rtl/>
          <w:lang w:bidi="ur-PK"/>
        </w:rPr>
        <w:t>و</w:t>
      </w:r>
      <w:r w:rsidR="00476253">
        <w:rPr>
          <w:rtl/>
          <w:lang w:bidi="ur-PK"/>
        </w:rPr>
        <w:t xml:space="preserve">“۔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365ADE">
        <w:rPr>
          <w:rStyle w:val="libAieChar"/>
          <w:rtl/>
        </w:rPr>
        <w:t>تُوبُوا إِلَ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tl/>
        </w:rPr>
        <w:t xml:space="preserve"> اللهِ جَمِ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عًا</w:t>
      </w:r>
      <w:r w:rsidR="00476253" w:rsidRPr="00365ADE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365ADE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365ADE">
        <w:rPr>
          <w:rStyle w:val="libAieChar"/>
          <w:rFonts w:hint="cs"/>
          <w:rtl/>
        </w:rPr>
        <w:t>ا</w:t>
      </w:r>
      <w:r w:rsidR="00476253" w:rsidRPr="00365ADE">
        <w:rPr>
          <w:rStyle w:val="libAieChar"/>
          <w:rtl/>
        </w:rPr>
        <w:t xml:space="preserve"> الْمُؤْمِنُونَ لَعَلَّكُمْ تُفْلِحُونَ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(132)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”توبہ</w:t>
      </w:r>
      <w:r w:rsidR="00476253">
        <w:rPr>
          <w:rtl/>
          <w:lang w:bidi="ur-PK"/>
        </w:rPr>
        <w:t xml:space="preserve"> کرتے رھو کہ شا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tl/>
          <w:lang w:bidi="ur-PK"/>
        </w:rPr>
        <w:t xml:space="preserve"> اس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طرح تم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فلاح اور نجات حاصل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 xml:space="preserve">جائے“۔ </w:t>
      </w:r>
    </w:p>
    <w:p w:rsidR="00476253" w:rsidRDefault="00476253" w:rsidP="00125F42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راغب</w:t>
      </w:r>
      <w:r>
        <w:rPr>
          <w:rtl/>
          <w:lang w:bidi="ur-PK"/>
        </w:rPr>
        <w:t xml:space="preserve"> اصفھان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”مفردات“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فلاح و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جھاں انسان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جھاں موت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جھاںذلت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علم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 کہ جھاں جھالت کا نام ونشان تک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گا، وھاں انسان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غن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 جس کو تنگدست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(133)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05211C">
        <w:rPr>
          <w:rStyle w:val="libAlaemChar"/>
          <w:rtl/>
        </w:rPr>
        <w:t>(</w:t>
      </w:r>
      <w:r w:rsidRPr="00365ADE">
        <w:rPr>
          <w:rStyle w:val="libAieChar"/>
          <w:rFonts w:hint="cs"/>
          <w:rtl/>
        </w:rPr>
        <w:t>ی</w:t>
      </w:r>
      <w:r w:rsidRPr="00365ADE">
        <w:rPr>
          <w:rStyle w:val="libAieChar"/>
          <w:rFonts w:hint="eastAsia"/>
          <w:rtl/>
        </w:rPr>
        <w:t>ا</w:t>
      </w:r>
      <w:r w:rsidRPr="00365ADE">
        <w:rPr>
          <w:rStyle w:val="libAieChar"/>
          <w:rtl/>
        </w:rPr>
        <w:t xml:space="preserve"> اَ</w:t>
      </w:r>
      <w:r w:rsidRPr="00365ADE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Pr="00365ADE">
        <w:rPr>
          <w:rStyle w:val="libAieChar"/>
          <w:rFonts w:hint="cs"/>
          <w:rtl/>
        </w:rPr>
        <w:t>اَ</w:t>
      </w:r>
      <w:r w:rsidRPr="00365ADE">
        <w:rPr>
          <w:rStyle w:val="libAieChar"/>
          <w:rtl/>
        </w:rPr>
        <w:t xml:space="preserve"> الَّذ</w:t>
      </w:r>
      <w:r w:rsidRPr="00365ADE">
        <w:rPr>
          <w:rStyle w:val="libAieChar"/>
          <w:rFonts w:hint="cs"/>
          <w:rtl/>
        </w:rPr>
        <w:t>ی</w:t>
      </w:r>
      <w:r w:rsidRPr="00365ADE">
        <w:rPr>
          <w:rStyle w:val="libAieChar"/>
          <w:rFonts w:hint="eastAsia"/>
          <w:rtl/>
        </w:rPr>
        <w:t>نَ</w:t>
      </w:r>
      <w:r w:rsidRPr="00365ADE">
        <w:rPr>
          <w:rStyle w:val="libAieChar"/>
          <w:rtl/>
        </w:rPr>
        <w:t xml:space="preserve"> آمَنُوا تُوبُوا اِلَ</w:t>
      </w:r>
      <w:r w:rsidRPr="00365ADE">
        <w:rPr>
          <w:rStyle w:val="libAieChar"/>
          <w:rFonts w:hint="cs"/>
          <w:rtl/>
        </w:rPr>
        <w:t>ی</w:t>
      </w:r>
      <w:r w:rsidRPr="00365ADE">
        <w:rPr>
          <w:rStyle w:val="libAieChar"/>
          <w:rtl/>
        </w:rPr>
        <w:t xml:space="preserve"> اللّٰ</w:t>
      </w:r>
      <w:r w:rsidR="00705CD5" w:rsidRPr="00705CD5">
        <w:rPr>
          <w:rStyle w:val="libAieChar"/>
          <w:rFonts w:hint="cs"/>
          <w:rtl/>
        </w:rPr>
        <w:t>ه</w:t>
      </w:r>
      <w:r w:rsidRPr="00365ADE">
        <w:rPr>
          <w:rStyle w:val="libAieChar"/>
          <w:rFonts w:hint="cs"/>
          <w:rtl/>
        </w:rPr>
        <w:t>ِ</w:t>
      </w:r>
      <w:r w:rsidRPr="00365ADE">
        <w:rPr>
          <w:rStyle w:val="libAieChar"/>
          <w:rtl/>
        </w:rPr>
        <w:t xml:space="preserve"> </w:t>
      </w:r>
      <w:r w:rsidRPr="00365ADE">
        <w:rPr>
          <w:rStyle w:val="libAieChar"/>
          <w:rFonts w:hint="cs"/>
          <w:rtl/>
        </w:rPr>
        <w:t>تَوْبَةً</w:t>
      </w:r>
      <w:r w:rsidRPr="00365ADE">
        <w:rPr>
          <w:rStyle w:val="libAieChar"/>
          <w:rtl/>
        </w:rPr>
        <w:t xml:space="preserve"> </w:t>
      </w:r>
      <w:r w:rsidRPr="00365ADE">
        <w:rPr>
          <w:rStyle w:val="libAieChar"/>
          <w:rFonts w:hint="cs"/>
          <w:rtl/>
        </w:rPr>
        <w:t>نَصوحاً</w:t>
      </w:r>
      <w:r w:rsidR="006F6A7F" w:rsidRPr="006F6A7F">
        <w:rPr>
          <w:rStyle w:val="libAlaemChar"/>
          <w:rtl/>
        </w:rPr>
        <w:t>)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(134)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”اے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والو! خلوص دل کے ساتھ توبہ کر و“۔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خداوندعالم نے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واجب اورباعث رحمت و مغفرت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خدا 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حرام اور باعث غضب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مستحق عذاب الٰھ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ذلت و خوار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لئے ھ</w:t>
      </w:r>
      <w:r>
        <w:rPr>
          <w:rFonts w:hint="eastAsia"/>
          <w:rtl/>
          <w:lang w:bidi="ur-PK"/>
        </w:rPr>
        <w:t>لاکت</w:t>
      </w:r>
      <w:r>
        <w:rPr>
          <w:rtl/>
          <w:lang w:bidi="ur-PK"/>
        </w:rPr>
        <w:t xml:space="preserve"> و بدبخت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37" w:name="_Toc520983974"/>
      <w:r>
        <w:rPr>
          <w:rtl/>
          <w:lang w:bidi="ur-PK"/>
        </w:rPr>
        <w:t>2۔حق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کا راستہ</w:t>
      </w:r>
      <w:bookmarkEnd w:id="37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”توبہ“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سادہ اور آسان کام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بلکہ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شرائط کے ساتھ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توبہ محقق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شرمندگ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آئندہ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پاک 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رہنے کا مصمم ارادہ، برے اخلاق کو اچھے اخلاق و عادات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بدلنا، اعمال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کرنا، گزشتہ اعمال کا جبران اور تلاف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کرنااور خدا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رکھنا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بھروسہ کرنا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عناصر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عمارت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تک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تک پہنچت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استغفار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365ADE">
        <w:rPr>
          <w:rStyle w:val="libAieChar"/>
          <w:rtl/>
        </w:rPr>
        <w:t>إِلاَّ الَّذِ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نَ</w:t>
      </w:r>
      <w:r w:rsidR="00476253" w:rsidRPr="00365ADE">
        <w:rPr>
          <w:rStyle w:val="libAieChar"/>
          <w:rtl/>
        </w:rPr>
        <w:t xml:space="preserve"> تَابُوا وَ</w:t>
      </w:r>
      <w:r w:rsidR="00BA0B7F">
        <w:rPr>
          <w:rStyle w:val="libAieChar"/>
          <w:rtl/>
        </w:rPr>
        <w:t>ا</w:t>
      </w:r>
      <w:r w:rsidR="00476253" w:rsidRPr="00365ADE">
        <w:rPr>
          <w:rStyle w:val="libAieChar"/>
          <w:rFonts w:hint="eastAsia"/>
          <w:rtl/>
        </w:rPr>
        <w:t>صْلَحُوا</w:t>
      </w:r>
      <w:r w:rsidR="00476253" w:rsidRPr="00365ADE">
        <w:rPr>
          <w:rStyle w:val="libAieChar"/>
          <w:rtl/>
        </w:rPr>
        <w:t xml:space="preserve"> وَبَ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نُوا</w:t>
      </w:r>
      <w:r w:rsidR="00476253" w:rsidRPr="00365ADE">
        <w:rPr>
          <w:rStyle w:val="libAieChar"/>
          <w:rtl/>
        </w:rPr>
        <w:t xml:space="preserve"> فَ</w:t>
      </w:r>
      <w:r w:rsidR="00BA0B7F">
        <w:rPr>
          <w:rStyle w:val="libAieChar"/>
          <w:rtl/>
        </w:rPr>
        <w:t>ا</w:t>
      </w:r>
      <w:r w:rsidR="00476253" w:rsidRPr="00365ADE">
        <w:rPr>
          <w:rStyle w:val="libAieChar"/>
          <w:rFonts w:hint="eastAsia"/>
          <w:rtl/>
        </w:rPr>
        <w:t>وْلَئِكَ</w:t>
      </w:r>
      <w:r w:rsidR="00476253" w:rsidRPr="00365ADE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365ADE">
        <w:rPr>
          <w:rStyle w:val="libAieChar"/>
          <w:rFonts w:hint="eastAsia"/>
          <w:rtl/>
        </w:rPr>
        <w:t>تُوبُ</w:t>
      </w:r>
      <w:r w:rsidR="00476253" w:rsidRPr="00365ADE">
        <w:rPr>
          <w:rStyle w:val="libAieChar"/>
          <w:rtl/>
        </w:rPr>
        <w:t xml:space="preserve"> عَلَ</w:t>
      </w:r>
      <w:r w:rsidR="00476253" w:rsidRPr="00365ADE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365ADE">
        <w:rPr>
          <w:rStyle w:val="libAieChar"/>
          <w:rFonts w:hint="cs"/>
          <w:rtl/>
        </w:rPr>
        <w:t>م</w:t>
      </w:r>
      <w:r w:rsidR="00476253" w:rsidRPr="00365ADE">
        <w:rPr>
          <w:rStyle w:val="libAieChar"/>
          <w:rtl/>
        </w:rPr>
        <w:t xml:space="preserve"> وَ</w:t>
      </w:r>
      <w:r w:rsidR="00BA0B7F">
        <w:rPr>
          <w:rStyle w:val="libAieChar"/>
          <w:rtl/>
        </w:rPr>
        <w:t>ا</w:t>
      </w:r>
      <w:r w:rsidR="00476253" w:rsidRPr="00365ADE">
        <w:rPr>
          <w:rStyle w:val="libAieChar"/>
          <w:rFonts w:hint="eastAsia"/>
          <w:rtl/>
        </w:rPr>
        <w:t>نَا</w:t>
      </w:r>
      <w:r w:rsidR="00476253" w:rsidRPr="00365ADE">
        <w:rPr>
          <w:rStyle w:val="libAieChar"/>
          <w:rtl/>
        </w:rPr>
        <w:t xml:space="preserve"> التَّوَّابُ الرَّحِ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مُ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(135)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”علاوہ</w:t>
      </w:r>
      <w:r w:rsidR="00476253">
        <w:rPr>
          <w:rtl/>
          <w:lang w:bidi="ur-PK"/>
        </w:rPr>
        <w:t xml:space="preserve"> ان لوگوں کے جو توبہ کرل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اور اپنے کئے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اصلاح کر 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اور جس کو چھپا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اس کو واضح کر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ں،</w:t>
      </w:r>
      <w:r w:rsidR="00476253">
        <w:rPr>
          <w:rtl/>
          <w:lang w:bidi="ur-PK"/>
        </w:rPr>
        <w:t xml:space="preserve"> تو ھم ان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توبہ قبول کرل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تے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کہ ھم بھتر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تو بہ قبول کر نے والے اور مھربان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lastRenderedPageBreak/>
        <w:t>(</w:t>
      </w:r>
      <w:r w:rsidR="00476253" w:rsidRPr="00365ADE">
        <w:rPr>
          <w:rStyle w:val="libAieChar"/>
          <w:rtl/>
        </w:rPr>
        <w:t>إِنَّمَا التَّوْبَةُ عَلَ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tl/>
        </w:rPr>
        <w:t xml:space="preserve"> اللهِ لِلَّذِ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نَ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عْمَلُونَ</w:t>
      </w:r>
      <w:r w:rsidR="00476253" w:rsidRPr="00365ADE">
        <w:rPr>
          <w:rStyle w:val="libAieChar"/>
          <w:rtl/>
        </w:rPr>
        <w:t xml:space="preserve"> السُّوءَ بِجَ</w:t>
      </w:r>
      <w:r w:rsidR="00705CD5" w:rsidRPr="00705CD5">
        <w:rPr>
          <w:rStyle w:val="libAieChar"/>
          <w:rFonts w:hint="cs"/>
          <w:rtl/>
        </w:rPr>
        <w:t>ه</w:t>
      </w:r>
      <w:r w:rsidR="00476253" w:rsidRPr="00365ADE">
        <w:rPr>
          <w:rStyle w:val="libAieChar"/>
          <w:rFonts w:hint="cs"/>
          <w:rtl/>
        </w:rPr>
        <w:t>الَةٍ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ثُمَّ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تُوبُونَ</w:t>
      </w:r>
      <w:r w:rsidR="00476253" w:rsidRPr="00365ADE">
        <w:rPr>
          <w:rStyle w:val="libAieChar"/>
          <w:rtl/>
        </w:rPr>
        <w:t xml:space="preserve"> مِنْ قَرِ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بٍ</w:t>
      </w:r>
      <w:r w:rsidR="00476253" w:rsidRPr="00365ADE">
        <w:rPr>
          <w:rStyle w:val="libAieChar"/>
          <w:rtl/>
        </w:rPr>
        <w:t xml:space="preserve"> فَ</w:t>
      </w:r>
      <w:r w:rsidR="00BA0B7F">
        <w:rPr>
          <w:rStyle w:val="libAieChar"/>
          <w:rtl/>
        </w:rPr>
        <w:t>ا</w:t>
      </w:r>
      <w:r w:rsidR="00476253" w:rsidRPr="00365ADE">
        <w:rPr>
          <w:rStyle w:val="libAieChar"/>
          <w:rFonts w:hint="eastAsia"/>
          <w:rtl/>
        </w:rPr>
        <w:t>وْلَئِكَ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تُوبُ</w:t>
      </w:r>
      <w:r w:rsidR="00476253" w:rsidRPr="00365ADE">
        <w:rPr>
          <w:rStyle w:val="libAieChar"/>
          <w:rtl/>
        </w:rPr>
        <w:t xml:space="preserve"> اللهُ عَلَ</w:t>
      </w:r>
      <w:r w:rsidR="00476253" w:rsidRPr="00365ADE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365ADE">
        <w:rPr>
          <w:rStyle w:val="libAieChar"/>
          <w:rFonts w:hint="cs"/>
          <w:rtl/>
        </w:rPr>
        <w:t>م</w:t>
      </w:r>
      <w:r w:rsidR="00476253" w:rsidRPr="00365ADE">
        <w:rPr>
          <w:rStyle w:val="libAieChar"/>
          <w:rtl/>
        </w:rPr>
        <w:t xml:space="preserve"> وَكَانَ اللهُ عَلِ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مًا</w:t>
      </w:r>
      <w:r w:rsidR="00476253" w:rsidRPr="00365ADE">
        <w:rPr>
          <w:rStyle w:val="libAieChar"/>
          <w:rtl/>
        </w:rPr>
        <w:t xml:space="preserve"> حَكِ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مًا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(136)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”تو</w:t>
      </w:r>
      <w:r w:rsidR="00476253">
        <w:rPr>
          <w:rtl/>
          <w:lang w:bidi="ur-PK"/>
        </w:rPr>
        <w:t xml:space="preserve"> بہ خدا کے ذمہ صرف ان لوگوں کے لئے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جو جھالت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بنا پر برائ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کن</w:t>
      </w:r>
      <w:r w:rsidR="00476253">
        <w:rPr>
          <w:rtl/>
          <w:lang w:bidi="ur-PK"/>
        </w:rPr>
        <w:t xml:space="preserve"> پھر فوراً توبہ کرل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تے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کہ خدا ان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توبہ کو قبول کر 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وہ عل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</w:t>
      </w:r>
      <w:r w:rsidR="00476253">
        <w:rPr>
          <w:rtl/>
          <w:lang w:bidi="ur-PK"/>
        </w:rPr>
        <w:t xml:space="preserve"> ودانا بھ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صاحبِ حکمت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“۔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365ADE">
        <w:rPr>
          <w:rStyle w:val="libAieChar"/>
          <w:rtl/>
        </w:rPr>
        <w:t>فَمَنْ تَابَ مِنْ بَعْدِ ظُلْمِ</w:t>
      </w:r>
      <w:r w:rsidR="00705CD5" w:rsidRPr="00705CD5">
        <w:rPr>
          <w:rStyle w:val="libAieChar"/>
          <w:rFonts w:hint="cs"/>
          <w:rtl/>
        </w:rPr>
        <w:t>ه</w:t>
      </w:r>
      <w:r w:rsidR="00476253" w:rsidRPr="00365ADE">
        <w:rPr>
          <w:rStyle w:val="libAieChar"/>
          <w:rFonts w:hint="cs"/>
          <w:rtl/>
        </w:rPr>
        <w:t>ِ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وَ</w:t>
      </w:r>
      <w:r w:rsidR="00BA0B7F">
        <w:rPr>
          <w:rStyle w:val="libAieChar"/>
          <w:rFonts w:hint="cs"/>
          <w:rtl/>
        </w:rPr>
        <w:t>ا</w:t>
      </w:r>
      <w:r w:rsidR="00476253" w:rsidRPr="00365ADE">
        <w:rPr>
          <w:rStyle w:val="libAieChar"/>
          <w:rFonts w:hint="eastAsia"/>
          <w:rtl/>
        </w:rPr>
        <w:t>صْلَحَ</w:t>
      </w:r>
      <w:r w:rsidR="00476253" w:rsidRPr="00365ADE">
        <w:rPr>
          <w:rStyle w:val="libAieChar"/>
          <w:rtl/>
        </w:rPr>
        <w:t xml:space="preserve"> فَإِنَّ اللهَ 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تُوبُ</w:t>
      </w:r>
      <w:r w:rsidR="00476253" w:rsidRPr="00365ADE">
        <w:rPr>
          <w:rStyle w:val="libAieChar"/>
          <w:rtl/>
        </w:rPr>
        <w:t xml:space="preserve"> عَلَ</w:t>
      </w:r>
      <w:r w:rsidR="00476253" w:rsidRPr="00365ADE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365ADE">
        <w:rPr>
          <w:rStyle w:val="libAieChar"/>
          <w:rFonts w:hint="cs"/>
          <w:rtl/>
        </w:rPr>
        <w:t>ِ</w:t>
      </w:r>
      <w:r w:rsidR="00476253" w:rsidRPr="00365ADE">
        <w:rPr>
          <w:rStyle w:val="libAieChar"/>
          <w:rtl/>
        </w:rPr>
        <w:t xml:space="preserve"> إِنَّ اللهَ غَفُورٌ رَحِ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مٌ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(137)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”پھر</w:t>
      </w:r>
      <w:r w:rsidR="00476253">
        <w:rPr>
          <w:rtl/>
          <w:lang w:bidi="ur-PK"/>
        </w:rPr>
        <w:t xml:space="preserve"> ظلم کے بعد جو شخص توبہ کر لے اور اپن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اصلاح کر لے، تو خدا(بھ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>) اس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توبہ کو قبول کر لے گا اور اللہ بڑابخشنے والا اور مھربان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365ADE">
        <w:rPr>
          <w:rStyle w:val="libAieChar"/>
          <w:rtl/>
        </w:rPr>
        <w:t>وَالَّذِ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نَ</w:t>
      </w:r>
      <w:r w:rsidR="00476253" w:rsidRPr="00365ADE">
        <w:rPr>
          <w:rStyle w:val="libAieChar"/>
          <w:rtl/>
        </w:rPr>
        <w:t xml:space="preserve"> عَمِلُوا السَّ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ئَاتِ</w:t>
      </w:r>
      <w:r w:rsidR="00476253" w:rsidRPr="00365ADE">
        <w:rPr>
          <w:rStyle w:val="libAieChar"/>
          <w:rtl/>
        </w:rPr>
        <w:t xml:space="preserve"> ثُمَّ تَابُوا مِنْ بَعْدِ</w:t>
      </w:r>
      <w:r w:rsidR="00705CD5" w:rsidRPr="00705CD5">
        <w:rPr>
          <w:rStyle w:val="libAieChar"/>
          <w:rFonts w:hint="cs"/>
          <w:rtl/>
        </w:rPr>
        <w:t>ه</w:t>
      </w:r>
      <w:r w:rsidR="00476253" w:rsidRPr="00365ADE">
        <w:rPr>
          <w:rStyle w:val="libAieChar"/>
          <w:rFonts w:hint="cs"/>
          <w:rtl/>
        </w:rPr>
        <w:t>ا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وَآمَنُوا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إِنَّ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رَبَّكَ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مِنْ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بَعْدِ</w:t>
      </w:r>
      <w:r w:rsidR="00705CD5" w:rsidRPr="00705CD5">
        <w:rPr>
          <w:rStyle w:val="libAieChar"/>
          <w:rFonts w:hint="cs"/>
          <w:rtl/>
        </w:rPr>
        <w:t>ه</w:t>
      </w:r>
      <w:r w:rsidR="00476253" w:rsidRPr="00365ADE">
        <w:rPr>
          <w:rStyle w:val="libAieChar"/>
          <w:rFonts w:hint="cs"/>
          <w:rtl/>
        </w:rPr>
        <w:t>ا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لَغَفُورٌ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رَحِی</w:t>
      </w:r>
      <w:r w:rsidR="00476253" w:rsidRPr="00365ADE">
        <w:rPr>
          <w:rStyle w:val="libAieChar"/>
          <w:rFonts w:hint="eastAsia"/>
          <w:rtl/>
        </w:rPr>
        <w:t>مٌ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(138)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جن لوگوں نے بُرے اعمال کئے اور پھر توبہ کر ل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اور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لے آئے، توبہ کے بعد تمھارا پروردگاربھت بخشنے والا اور بڑا رحم کرنے والاھے“۔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365ADE">
        <w:rPr>
          <w:rStyle w:val="libAieChar"/>
          <w:rtl/>
        </w:rPr>
        <w:t>فَإِنْ تَابُوا وَ</w:t>
      </w:r>
      <w:r w:rsidR="00BA0B7F">
        <w:rPr>
          <w:rStyle w:val="libAieChar"/>
          <w:rtl/>
        </w:rPr>
        <w:t>ا</w:t>
      </w:r>
      <w:r w:rsidR="00476253" w:rsidRPr="00365ADE">
        <w:rPr>
          <w:rStyle w:val="libAieChar"/>
          <w:rFonts w:hint="eastAsia"/>
          <w:rtl/>
        </w:rPr>
        <w:t>قَامُوا</w:t>
      </w:r>
      <w:r w:rsidR="00476253" w:rsidRPr="00365ADE">
        <w:rPr>
          <w:rStyle w:val="libAieChar"/>
          <w:rtl/>
        </w:rPr>
        <w:t xml:space="preserve"> الصَّلَاةَ وَآتَوْا الزَّكَاةَ فَإِخْوَانُكُمْ فِ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tl/>
        </w:rPr>
        <w:t xml:space="preserve"> الدِّ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نِ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(139)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”پھر</w:t>
      </w:r>
      <w:r w:rsidR="00476253">
        <w:rPr>
          <w:rtl/>
          <w:lang w:bidi="ur-PK"/>
        </w:rPr>
        <w:t xml:space="preserve"> اگر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تو بہ کر 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ںاور</w:t>
      </w:r>
      <w:r w:rsidR="00476253">
        <w:rPr>
          <w:rtl/>
          <w:lang w:bidi="ur-PK"/>
        </w:rPr>
        <w:t xml:space="preserve"> نماز قائم کر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اور زکواة ادا کر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ں،</w:t>
      </w:r>
      <w:r w:rsidR="00476253">
        <w:rPr>
          <w:rtl/>
          <w:lang w:bidi="ur-PK"/>
        </w:rPr>
        <w:t xml:space="preserve"> تو (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لوگ)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تمھارے بھائ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قارئ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کرام! مذکورہ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نظر، خدا 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مان،</w:t>
      </w:r>
      <w:r>
        <w:rPr>
          <w:rtl/>
          <w:lang w:bidi="ur-PK"/>
        </w:rPr>
        <w:t xml:space="preserve">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دہ،</w:t>
      </w:r>
      <w:r>
        <w:rPr>
          <w:rtl/>
          <w:lang w:bidi="ur-PK"/>
        </w:rPr>
        <w:t xml:space="preserve"> عمل اوراخلاق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فوراً لوٹ آنا، ظلم و ستم کے ھاتھ روک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نماز قائم کرنا، زکوٰة ادا کرنا اور لوگوں کے حقوق اداکرنا؛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کے شرائط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جو شخص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تمام شرائط ک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ساتھ توبہ کرے گا بے شک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تک پہنچ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توبہ محقق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بارگاہ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38" w:name="_Toc520983975"/>
      <w:r>
        <w:rPr>
          <w:rtl/>
          <w:lang w:bidi="ur-PK"/>
        </w:rPr>
        <w:t>3۔ توبہ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</w:t>
      </w:r>
      <w:bookmarkEnd w:id="38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وقت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گناھگار توبہ کے سلسلہ کے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توبہ کے شرائط پر عمل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توبہ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 کا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کردہ راستہ اپناتا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توبے شک خدائے مھربان؛جس نے گناھگار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 کرنے کا وعدہ فرماتا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وہ ضرور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کے نامہ اعمال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قرار دے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کو گناھوں سے پاک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اس کے باطن سے ظلمت و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BA0B7F">
        <w:rPr>
          <w:rStyle w:val="libAieChar"/>
          <w:rtl/>
        </w:rPr>
        <w:t>ا</w:t>
      </w:r>
      <w:r w:rsidR="00476253" w:rsidRPr="00365ADE">
        <w:rPr>
          <w:rStyle w:val="libAieChar"/>
          <w:rFonts w:hint="eastAsia"/>
          <w:rtl/>
        </w:rPr>
        <w:t>لَمْ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عْلَمُوا</w:t>
      </w:r>
      <w:r w:rsidR="00476253" w:rsidRPr="00365ADE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365ADE">
        <w:rPr>
          <w:rStyle w:val="libAieChar"/>
          <w:rFonts w:hint="eastAsia"/>
          <w:rtl/>
        </w:rPr>
        <w:t>نَّ</w:t>
      </w:r>
      <w:r w:rsidR="00476253" w:rsidRPr="00365ADE">
        <w:rPr>
          <w:rStyle w:val="libAieChar"/>
          <w:rtl/>
        </w:rPr>
        <w:t xml:space="preserve"> اللهَ </w:t>
      </w:r>
      <w:r w:rsidR="00705CD5" w:rsidRPr="00705CD5">
        <w:rPr>
          <w:rStyle w:val="libAieChar"/>
          <w:rFonts w:hint="cs"/>
          <w:rtl/>
        </w:rPr>
        <w:t>ه</w:t>
      </w:r>
      <w:r w:rsidR="00476253" w:rsidRPr="00365ADE">
        <w:rPr>
          <w:rStyle w:val="libAieChar"/>
          <w:rFonts w:hint="cs"/>
          <w:rtl/>
        </w:rPr>
        <w:t>ُوَ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قْبَلُ</w:t>
      </w:r>
      <w:r w:rsidR="00476253" w:rsidRPr="00365ADE">
        <w:rPr>
          <w:rStyle w:val="libAieChar"/>
          <w:rtl/>
        </w:rPr>
        <w:t xml:space="preserve"> التَّوْبَةَ عَنْ عِبَادِ</w:t>
      </w:r>
      <w:r w:rsidR="00705CD5" w:rsidRPr="00705CD5">
        <w:rPr>
          <w:rStyle w:val="libAieChar"/>
          <w:rFonts w:hint="cs"/>
          <w:rtl/>
        </w:rPr>
        <w:t>ه</w:t>
      </w:r>
      <w:r w:rsidR="00476253" w:rsidRPr="00365ADE">
        <w:rPr>
          <w:rStyle w:val="libAieChar"/>
          <w:rFonts w:hint="cs"/>
          <w:rtl/>
        </w:rPr>
        <w:t>ِ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(140)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جانتے کہ اللہ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اپنے بندوں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توبہ قبول کرتا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lastRenderedPageBreak/>
        <w:t>(</w:t>
      </w:r>
      <w:r w:rsidR="00476253" w:rsidRPr="00365ADE">
        <w:rPr>
          <w:rStyle w:val="libAieChar"/>
          <w:rtl/>
        </w:rPr>
        <w:t>وَ</w:t>
      </w:r>
      <w:r w:rsidR="00705CD5" w:rsidRPr="00705CD5">
        <w:rPr>
          <w:rStyle w:val="libAieChar"/>
          <w:rFonts w:hint="cs"/>
          <w:rtl/>
        </w:rPr>
        <w:t>ه</w:t>
      </w:r>
      <w:r w:rsidR="00476253" w:rsidRPr="00365ADE">
        <w:rPr>
          <w:rStyle w:val="libAieChar"/>
          <w:rFonts w:hint="cs"/>
          <w:rtl/>
        </w:rPr>
        <w:t>ُوَ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الَّذِی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قْبَلُ</w:t>
      </w:r>
      <w:r w:rsidR="00476253" w:rsidRPr="00365ADE">
        <w:rPr>
          <w:rStyle w:val="libAieChar"/>
          <w:rtl/>
        </w:rPr>
        <w:t xml:space="preserve"> التَّوْبَةَ عَنْ عِبَادِ</w:t>
      </w:r>
      <w:r w:rsidR="00705CD5" w:rsidRPr="00705CD5">
        <w:rPr>
          <w:rStyle w:val="libAieChar"/>
          <w:rFonts w:hint="cs"/>
          <w:rtl/>
        </w:rPr>
        <w:t>ه</w:t>
      </w:r>
      <w:r w:rsidR="00476253" w:rsidRPr="00365ADE">
        <w:rPr>
          <w:rStyle w:val="libAieChar"/>
          <w:rFonts w:hint="cs"/>
          <w:rtl/>
        </w:rPr>
        <w:t>ِ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وَی</w:t>
      </w:r>
      <w:r w:rsidR="00476253" w:rsidRPr="00365ADE">
        <w:rPr>
          <w:rStyle w:val="libAieChar"/>
          <w:rFonts w:hint="eastAsia"/>
          <w:rtl/>
        </w:rPr>
        <w:t>عْفُو</w:t>
      </w:r>
      <w:r w:rsidR="00476253" w:rsidRPr="00365ADE">
        <w:rPr>
          <w:rStyle w:val="libAieChar"/>
          <w:rtl/>
        </w:rPr>
        <w:t xml:space="preserve"> عَنْ السَّ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ئَاتِ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(141)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وھ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وہ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جو اپنے بندوں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توبہ کو قبول کرتا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ان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برائ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</w:t>
      </w:r>
      <w:r w:rsidR="00476253">
        <w:rPr>
          <w:rtl/>
          <w:lang w:bidi="ur-PK"/>
        </w:rPr>
        <w:t xml:space="preserve"> کو معاف کرتا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365ADE">
        <w:rPr>
          <w:rStyle w:val="libAieChar"/>
          <w:rtl/>
        </w:rPr>
        <w:t>غَافِرِ الذَّنْبِ وَقَابِلِ التَّوْبِ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(142)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”وہ</w:t>
      </w:r>
      <w:r w:rsidR="00476253">
        <w:rPr>
          <w:rtl/>
          <w:lang w:bidi="ur-PK"/>
        </w:rPr>
        <w:t xml:space="preserve"> گناھوں کا بخشنے والا اور توبہ کا قبول کرنے والا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39" w:name="_Toc520983976"/>
      <w:r>
        <w:rPr>
          <w:rtl/>
          <w:lang w:bidi="ur-PK"/>
        </w:rPr>
        <w:t>4۔ توبہ سے منھ موڑنا</w:t>
      </w:r>
      <w:bookmarkEnd w:id="39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گناھگار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کر توبہ نہ کرے تو اس کو جاننا چاہئے کہ رحمت خدا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صرف اور صرف کفار سے مخصوص</w:t>
      </w:r>
      <w:r w:rsidR="00AA04E3">
        <w:rPr>
          <w:rtl/>
          <w:lang w:bidi="ur-PK"/>
        </w:rPr>
        <w:t xml:space="preserve"> ہے</w:t>
      </w:r>
      <w:r w:rsidR="0005211C" w:rsidRPr="00125F42">
        <w:rPr>
          <w:rStyle w:val="libFootnotenumChar"/>
          <w:rtl/>
          <w:lang w:bidi="ur-PK"/>
        </w:rPr>
        <w:t>(143)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گناھگار انسان اس وجہ سے توبہ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کرتا کہ خداوندعالم اس کے گناھوں کو بخشنے پر قدرت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رکھتا، تو اس کو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نا چاہئے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تصور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(144)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گناھگار انسان کا تکبر، خدائے مھربان کے سامنے جرائت اور ربّ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سامنے بے ادب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 اس کو جاننا چاہئے کہ خداوندعالم اس طرح کے مغرور، گھمنڈ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بے ادب لوگوں کو دوست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رکھتا، اور جس شخص سے خدا محبت نہ کرتا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نجات ممکن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(145)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گناھگار</w:t>
      </w:r>
      <w:r>
        <w:rPr>
          <w:rtl/>
          <w:lang w:bidi="ur-PK"/>
        </w:rPr>
        <w:t xml:space="preserve">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چاہئے کہ توبہ سے منھ موڑنا، جبکہ باب توبہ کھلا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شرائط کے ساتھ توبہ کرنا ممکن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خداوندعالم توبہ قبول کرنے والا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لہٰذا ان تمام باتوں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 توبہ نہ کرنا اپنے اوپر اور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حقائق پر ظلم وستم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365ADE">
        <w:rPr>
          <w:rStyle w:val="libAieChar"/>
          <w:rtl/>
        </w:rPr>
        <w:t xml:space="preserve">وَمَنْ لَمْ 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تُبْ</w:t>
      </w:r>
      <w:r w:rsidR="00476253" w:rsidRPr="00365ADE">
        <w:rPr>
          <w:rStyle w:val="libAieChar"/>
          <w:rtl/>
        </w:rPr>
        <w:t xml:space="preserve"> فَ</w:t>
      </w:r>
      <w:r w:rsidR="00BA0B7F">
        <w:rPr>
          <w:rStyle w:val="libAieChar"/>
          <w:rtl/>
        </w:rPr>
        <w:t>ا</w:t>
      </w:r>
      <w:r w:rsidR="00476253" w:rsidRPr="00365ADE">
        <w:rPr>
          <w:rStyle w:val="libAieChar"/>
          <w:rFonts w:hint="eastAsia"/>
          <w:rtl/>
        </w:rPr>
        <w:t>وْلَئِكَ</w:t>
      </w:r>
      <w:r w:rsidR="00476253" w:rsidRPr="00365ADE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365ADE">
        <w:rPr>
          <w:rStyle w:val="libAieChar"/>
          <w:rFonts w:hint="cs"/>
          <w:rtl/>
        </w:rPr>
        <w:t>م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الظَّالِمُونَ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(146)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”اگر</w:t>
      </w:r>
      <w:r w:rsidR="00476253">
        <w:rPr>
          <w:rtl/>
          <w:lang w:bidi="ur-PK"/>
        </w:rPr>
        <w:t xml:space="preserve"> کوئ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توبہ نہ کرے تو سمجھو کہ درحق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قت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لوگ ظالم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365ADE">
        <w:rPr>
          <w:rStyle w:val="libAieChar"/>
          <w:rtl/>
        </w:rPr>
        <w:t>اِنَّ الَّذ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نَ</w:t>
      </w:r>
      <w:r w:rsidR="00476253" w:rsidRPr="00365ADE">
        <w:rPr>
          <w:rStyle w:val="libAieChar"/>
          <w:rtl/>
        </w:rPr>
        <w:t xml:space="preserve"> فَتَنُوا الْمُ</w:t>
      </w:r>
      <w:r w:rsidR="00AA04E3">
        <w:rPr>
          <w:rStyle w:val="libAieChar"/>
          <w:rtl/>
        </w:rPr>
        <w:t>و</w:t>
      </w:r>
      <w:r w:rsidR="00476253" w:rsidRPr="00365ADE">
        <w:rPr>
          <w:rStyle w:val="libAieChar"/>
          <w:rFonts w:hint="eastAsia"/>
          <w:rtl/>
        </w:rPr>
        <w:t>مِن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نَ</w:t>
      </w:r>
      <w:r w:rsidR="00476253" w:rsidRPr="00365ADE">
        <w:rPr>
          <w:rStyle w:val="libAieChar"/>
          <w:rtl/>
        </w:rPr>
        <w:t xml:space="preserve"> وَالْمُ</w:t>
      </w:r>
      <w:r w:rsidR="00AA04E3">
        <w:rPr>
          <w:rStyle w:val="libAieChar"/>
          <w:rtl/>
        </w:rPr>
        <w:t>و</w:t>
      </w:r>
      <w:r w:rsidR="00476253" w:rsidRPr="00365ADE">
        <w:rPr>
          <w:rStyle w:val="libAieChar"/>
          <w:rFonts w:hint="eastAsia"/>
          <w:rtl/>
        </w:rPr>
        <w:t>مِناتِ</w:t>
      </w:r>
      <w:r w:rsidR="00476253" w:rsidRPr="00365ADE">
        <w:rPr>
          <w:rStyle w:val="libAieChar"/>
          <w:rtl/>
        </w:rPr>
        <w:t xml:space="preserve"> ثُمَّ لَمْ 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تُوبُوا</w:t>
      </w:r>
      <w:r w:rsidR="00476253" w:rsidRPr="00365ADE">
        <w:rPr>
          <w:rStyle w:val="libAieChar"/>
          <w:rtl/>
        </w:rPr>
        <w:t xml:space="preserve"> فَلَ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365ADE">
        <w:rPr>
          <w:rStyle w:val="libAieChar"/>
          <w:rFonts w:hint="cs"/>
          <w:rtl/>
        </w:rPr>
        <w:t>ُمْ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عَذابُ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جَ</w:t>
      </w:r>
      <w:r w:rsidR="00705CD5" w:rsidRPr="00705CD5">
        <w:rPr>
          <w:rStyle w:val="libAieChar"/>
          <w:rFonts w:hint="cs"/>
          <w:rtl/>
        </w:rPr>
        <w:t>ه</w:t>
      </w:r>
      <w:r w:rsidR="00476253" w:rsidRPr="00365ADE">
        <w:rPr>
          <w:rStyle w:val="libAieChar"/>
          <w:rFonts w:hint="cs"/>
          <w:rtl/>
        </w:rPr>
        <w:t>َنَّمَ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وَلَ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365ADE">
        <w:rPr>
          <w:rStyle w:val="libAieChar"/>
          <w:rFonts w:hint="cs"/>
          <w:rtl/>
        </w:rPr>
        <w:t>ُمْ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عَ</w:t>
      </w:r>
      <w:r w:rsidR="00476253" w:rsidRPr="00365ADE">
        <w:rPr>
          <w:rStyle w:val="libAieChar"/>
          <w:rtl/>
        </w:rPr>
        <w:t>ذابُ الْحَر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قِ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(147)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”ب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شک</w:t>
      </w:r>
      <w:r w:rsidR="00476253">
        <w:rPr>
          <w:rtl/>
          <w:lang w:bidi="ur-PK"/>
        </w:rPr>
        <w:t xml:space="preserve"> جن لوگوں نے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ماندار</w:t>
      </w:r>
      <w:r w:rsidR="00476253">
        <w:rPr>
          <w:rtl/>
          <w:lang w:bidi="ur-PK"/>
        </w:rPr>
        <w:t xml:space="preserve"> مردوں اور عورتوں کو ستا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اور پھر توبہ نہ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،</w:t>
      </w:r>
      <w:r w:rsidR="00476253">
        <w:rPr>
          <w:rtl/>
          <w:lang w:bidi="ur-PK"/>
        </w:rPr>
        <w:t xml:space="preserve"> ان کے لئے جہنم کا عذاب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اورا ن کے لئے جلانے والاعذاب بھ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40" w:name="_Toc520983977"/>
      <w:r>
        <w:rPr>
          <w:rtl/>
          <w:lang w:bidi="ur-PK"/>
        </w:rPr>
        <w:t>5۔ توبہ قبول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کے اسباب</w:t>
      </w:r>
      <w:bookmarkEnd w:id="40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اگر</w:t>
      </w:r>
      <w:r>
        <w:rPr>
          <w:rtl/>
          <w:lang w:bidi="ur-PK"/>
        </w:rPr>
        <w:t xml:space="preserve"> گناھگار انسان کو توبہ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اور تمام تر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شرائط کے ساتھ توبہ کرلے تو بے شک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بارگاہ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توبہ کرنے کا موقع ھاتھ سے کھوب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آپہنچے اور پھر وہ اپنے گزشتہ سے توبہ کرے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</w:t>
      </w:r>
      <w:r>
        <w:rPr>
          <w:rFonts w:hint="eastAsia"/>
          <w:rtl/>
          <w:lang w:bidi="ur-PK"/>
        </w:rPr>
        <w:t>رائط</w:t>
      </w:r>
      <w:r>
        <w:rPr>
          <w:rtl/>
          <w:lang w:bidi="ur-PK"/>
        </w:rPr>
        <w:t xml:space="preserve"> کے ساتھ توبہ نہ کرے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لانے کے بعد کافر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شخص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ھرگز قبول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365ADE">
        <w:rPr>
          <w:rStyle w:val="libAieChar"/>
          <w:rtl/>
        </w:rPr>
        <w:t>وَلَ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سَتْ</w:t>
      </w:r>
      <w:r w:rsidR="00476253" w:rsidRPr="00365ADE">
        <w:rPr>
          <w:rStyle w:val="libAieChar"/>
          <w:rtl/>
        </w:rPr>
        <w:t xml:space="preserve"> التَّوْبَةُ لِلَّذِ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نَ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عْمَلُونَ</w:t>
      </w:r>
      <w:r w:rsidR="00476253" w:rsidRPr="00365ADE">
        <w:rPr>
          <w:rStyle w:val="libAieChar"/>
          <w:rtl/>
        </w:rPr>
        <w:t xml:space="preserve"> السَّ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ئَاتِ</w:t>
      </w:r>
      <w:r w:rsidR="00476253" w:rsidRPr="00365ADE">
        <w:rPr>
          <w:rStyle w:val="libAieChar"/>
          <w:rtl/>
        </w:rPr>
        <w:t xml:space="preserve"> حَتَّ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tl/>
        </w:rPr>
        <w:t xml:space="preserve"> إِذَا حَضَرَ </w:t>
      </w:r>
      <w:r w:rsidR="00BA0B7F">
        <w:rPr>
          <w:rStyle w:val="libAieChar"/>
          <w:rtl/>
        </w:rPr>
        <w:t>ا</w:t>
      </w:r>
      <w:r w:rsidR="00476253" w:rsidRPr="00365ADE">
        <w:rPr>
          <w:rStyle w:val="libAieChar"/>
          <w:rFonts w:hint="eastAsia"/>
          <w:rtl/>
        </w:rPr>
        <w:t>حَدَ</w:t>
      </w:r>
      <w:r w:rsidR="00705CD5" w:rsidRPr="00705CD5">
        <w:rPr>
          <w:rStyle w:val="libAieChar"/>
          <w:rFonts w:hint="cs"/>
          <w:rtl/>
        </w:rPr>
        <w:t>ه</w:t>
      </w:r>
      <w:r w:rsidR="00476253" w:rsidRPr="00365ADE">
        <w:rPr>
          <w:rStyle w:val="libAieChar"/>
          <w:rFonts w:hint="cs"/>
          <w:rtl/>
        </w:rPr>
        <w:t>م</w:t>
      </w:r>
      <w:r w:rsidR="00476253" w:rsidRPr="00365ADE">
        <w:rPr>
          <w:rStyle w:val="libAieChar"/>
          <w:rtl/>
        </w:rPr>
        <w:t xml:space="preserve"> الْمَوْتُ قَالَ إِنِّ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tl/>
        </w:rPr>
        <w:t xml:space="preserve"> تُبْتُ الْآنَ وَلاَالَّذِ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نَ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مُوتُونَ</w:t>
      </w:r>
      <w:r w:rsidR="00476253" w:rsidRPr="00365ADE">
        <w:rPr>
          <w:rStyle w:val="libAieChar"/>
          <w:rtl/>
        </w:rPr>
        <w:t xml:space="preserve"> وَ</w:t>
      </w:r>
      <w:r w:rsidR="00705CD5" w:rsidRPr="00705CD5">
        <w:rPr>
          <w:rStyle w:val="libAieChar"/>
          <w:rFonts w:hint="cs"/>
          <w:rtl/>
        </w:rPr>
        <w:t>ه</w:t>
      </w:r>
      <w:r w:rsidR="00476253" w:rsidRPr="00365ADE">
        <w:rPr>
          <w:rStyle w:val="libAieChar"/>
          <w:rFonts w:hint="cs"/>
          <w:rtl/>
        </w:rPr>
        <w:t>م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كُفَّارٌ</w:t>
      </w:r>
      <w:r w:rsidR="00476253" w:rsidRPr="00365ADE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365ADE">
        <w:rPr>
          <w:rStyle w:val="libAieChar"/>
          <w:rFonts w:hint="eastAsia"/>
          <w:rtl/>
        </w:rPr>
        <w:t>وْلَئِكَ</w:t>
      </w:r>
      <w:r w:rsidR="00476253" w:rsidRPr="00365ADE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365ADE">
        <w:rPr>
          <w:rStyle w:val="libAieChar"/>
          <w:rFonts w:hint="eastAsia"/>
          <w:rtl/>
        </w:rPr>
        <w:t>عْتَدْنَا</w:t>
      </w:r>
      <w:r w:rsidR="00476253" w:rsidRPr="00365ADE">
        <w:rPr>
          <w:rStyle w:val="libAieChar"/>
          <w:rtl/>
        </w:rPr>
        <w:t xml:space="preserve"> 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365ADE">
        <w:rPr>
          <w:rStyle w:val="libAieChar"/>
          <w:rFonts w:hint="cs"/>
          <w:rtl/>
        </w:rPr>
        <w:t>م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عَذَابًا</w:t>
      </w:r>
      <w:r w:rsidR="00476253" w:rsidRPr="00365ADE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365ADE">
        <w:rPr>
          <w:rStyle w:val="libAieChar"/>
          <w:rFonts w:hint="eastAsia"/>
          <w:rtl/>
        </w:rPr>
        <w:t>لِ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مًا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(148)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توبہ ان لوگوں کے لئے ن</w:t>
      </w:r>
      <w:r w:rsidR="00AA04E3">
        <w:rPr>
          <w:rtl/>
          <w:lang w:bidi="ur-PK"/>
        </w:rPr>
        <w:t xml:space="preserve"> ہیں  ہے</w:t>
      </w:r>
      <w:r w:rsidR="00476253">
        <w:rPr>
          <w:rtl/>
          <w:lang w:bidi="ur-PK"/>
        </w:rPr>
        <w:t xml:space="preserve"> جو پھلے برائ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اں</w:t>
      </w:r>
      <w:r w:rsidR="00476253"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پھر جب موت سامنے آجات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توکھتے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کہ اب ھم نے توبہ کرل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اور نہ ان کے لئے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جو حالت کفر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مرجاتے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کہ ان کے لئے ھم نے بڑا دردناک عذاب مھ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کر رکھا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365ADE">
        <w:rPr>
          <w:rStyle w:val="libAieChar"/>
          <w:rtl/>
        </w:rPr>
        <w:t>إِنَّ الَّذِ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نَ</w:t>
      </w:r>
      <w:r w:rsidR="00476253" w:rsidRPr="00365ADE">
        <w:rPr>
          <w:rStyle w:val="libAieChar"/>
          <w:rtl/>
        </w:rPr>
        <w:t xml:space="preserve"> كَفَرُوا بَعْدَ إِ</w:t>
      </w:r>
      <w:r w:rsidR="00476253" w:rsidRPr="00365ADE">
        <w:rPr>
          <w:rStyle w:val="libAieChar"/>
          <w:rFonts w:hint="cs"/>
          <w:rtl/>
        </w:rPr>
        <w:t>ی</w:t>
      </w:r>
      <w:r w:rsidR="00476253" w:rsidRPr="00365ADE">
        <w:rPr>
          <w:rStyle w:val="libAieChar"/>
          <w:rFonts w:hint="eastAsia"/>
          <w:rtl/>
        </w:rPr>
        <w:t>مَانِ</w:t>
      </w:r>
      <w:r w:rsidR="00705CD5" w:rsidRPr="00705CD5">
        <w:rPr>
          <w:rStyle w:val="libAieChar"/>
          <w:rFonts w:hint="cs"/>
          <w:rtl/>
        </w:rPr>
        <w:t>ه</w:t>
      </w:r>
      <w:r w:rsidR="00476253" w:rsidRPr="00365ADE">
        <w:rPr>
          <w:rStyle w:val="libAieChar"/>
          <w:rFonts w:hint="cs"/>
          <w:rtl/>
        </w:rPr>
        <w:t>م</w:t>
      </w:r>
      <w:r w:rsidR="00476253" w:rsidRPr="00365ADE">
        <w:rPr>
          <w:rStyle w:val="libAieChar"/>
          <w:rtl/>
        </w:rPr>
        <w:t xml:space="preserve"> ثُمَّ ازْدَادُوا كُفْرًا لَنْ تُقْبَلَ تَوْبَتُ</w:t>
      </w:r>
      <w:r w:rsidR="00705CD5" w:rsidRPr="00705CD5">
        <w:rPr>
          <w:rStyle w:val="libAieChar"/>
          <w:rFonts w:hint="cs"/>
          <w:rtl/>
        </w:rPr>
        <w:t>ه</w:t>
      </w:r>
      <w:r w:rsidR="00476253" w:rsidRPr="00365ADE">
        <w:rPr>
          <w:rStyle w:val="libAieChar"/>
          <w:rFonts w:hint="cs"/>
          <w:rtl/>
        </w:rPr>
        <w:t>م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وَ</w:t>
      </w:r>
      <w:r w:rsidR="00BA0B7F">
        <w:rPr>
          <w:rStyle w:val="libAieChar"/>
          <w:rFonts w:hint="cs"/>
          <w:rtl/>
        </w:rPr>
        <w:t>ا</w:t>
      </w:r>
      <w:r w:rsidR="00476253" w:rsidRPr="00365ADE">
        <w:rPr>
          <w:rStyle w:val="libAieChar"/>
          <w:rFonts w:hint="eastAsia"/>
          <w:rtl/>
        </w:rPr>
        <w:t>وْلَئِكَ</w:t>
      </w:r>
      <w:r w:rsidR="00476253" w:rsidRPr="00365ADE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365ADE">
        <w:rPr>
          <w:rStyle w:val="libAieChar"/>
          <w:rFonts w:hint="cs"/>
          <w:rtl/>
        </w:rPr>
        <w:t>م</w:t>
      </w:r>
      <w:r w:rsidR="00476253" w:rsidRPr="00365ADE">
        <w:rPr>
          <w:rStyle w:val="libAieChar"/>
          <w:rtl/>
        </w:rPr>
        <w:t xml:space="preserve"> </w:t>
      </w:r>
      <w:r w:rsidR="00476253" w:rsidRPr="00365ADE">
        <w:rPr>
          <w:rStyle w:val="libAieChar"/>
          <w:rFonts w:hint="cs"/>
          <w:rtl/>
        </w:rPr>
        <w:t>الضَّالُّونَ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(149)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”جن</w:t>
      </w:r>
      <w:r w:rsidR="00476253">
        <w:rPr>
          <w:rtl/>
          <w:lang w:bidi="ur-PK"/>
        </w:rPr>
        <w:t xml:space="preserve"> لوگوں نے کفر اخت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ار</w:t>
      </w:r>
      <w:r w:rsidR="00476253">
        <w:rPr>
          <w:rtl/>
          <w:lang w:bidi="ur-PK"/>
        </w:rPr>
        <w:t xml:space="preserve"> 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اور پھر کفر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بڑھتے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چلے گئے ان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توبہ ھرگز قبول نہ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گ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اور وہ حق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طورپر گمراہ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41" w:name="_Toc520983978"/>
      <w:r>
        <w:rPr>
          <w:rFonts w:hint="eastAsia"/>
          <w:rtl/>
          <w:lang w:bidi="ur-PK"/>
        </w:rPr>
        <w:t>توبہ،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bookmarkEnd w:id="41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باقر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جناب آدم (عل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السلام) نے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پالنے والے مجھ پر (اور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اولاد) پرش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کو مسلط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وہ خون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گردش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پالنے والے اس کے مقابلہ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مقرر فرمائ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خطاب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ا: اے آدم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آدم کے لئے مقرر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گناہ کا ارادہ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تو اس کے نامہ اعمال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لکھا جائے گا، اور اگر اس نے اپنے ارادہ کے مطابق گناہ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انجام دے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اس کے نامہ اعمال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گناہ لکھا جائے گا،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</w:t>
      </w:r>
      <w:r>
        <w:rPr>
          <w:rFonts w:hint="eastAsia"/>
          <w:rtl/>
          <w:lang w:bidi="ur-PK"/>
        </w:rPr>
        <w:t>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ارادہ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فوراً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اس کے نامہ اعمال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لکھا جائے گا، اور اگر اس نے اپنے ارادہ پر عمل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اس نے نامہ اعمال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دس برابر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جائےں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اس وقت جناب آدم (عل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السلام)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پالنے والے!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فر</w:t>
      </w:r>
      <w:r>
        <w:rPr>
          <w:rFonts w:hint="eastAsia"/>
          <w:rtl/>
          <w:lang w:bidi="ur-PK"/>
        </w:rPr>
        <w:t>مادے؛</w:t>
      </w:r>
      <w:r>
        <w:rPr>
          <w:rtl/>
          <w:lang w:bidi="ur-PK"/>
        </w:rPr>
        <w:t xml:space="preserve"> آواز قدرت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اگر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نے گناہ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کے بعد مجھ سے استغفار 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کو بخش دوں گا؛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بار پھر جناب آدم (عل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السلام)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پالنے والے!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اضافہ فرما؛ خطاب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ںنے</w:t>
      </w:r>
      <w:r>
        <w:rPr>
          <w:rtl/>
          <w:lang w:bidi="ur-PK"/>
        </w:rPr>
        <w:t xml:space="preserve">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اولادکے لئے توبہ کورکھا اور اس کے د روازہ کو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موت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آنے سے قبل توبہ کرسکت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وقت جناب آدم )عل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السلام)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خداوندا!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کاف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(150)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حضرت،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جو شخص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پھلے توبہ کرلے تو خداوندعالم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کے بعد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بے شک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جو شخص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موت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ماہ قبل توبہ کرلے تو خداوندعالم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کے بعد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جو شخص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ہفتہ پھلے توبہ کرلے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قابل قبول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کے بعد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ہفتہ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پھلے توبہ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خداوندعالم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eastAsia"/>
          <w:rtl/>
          <w:lang w:bidi="ur-PK"/>
        </w:rPr>
        <w:t>بول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کے بعد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اگر اس نے موت کے آثار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سے پھلے توبہ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خداوندعالم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(151)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365ADE">
        <w:rPr>
          <w:rStyle w:val="libArabicChar"/>
          <w:rFonts w:hint="eastAsia"/>
          <w:rtl/>
        </w:rPr>
        <w:t>اِنَّ</w:t>
      </w:r>
      <w:r w:rsidRPr="00365ADE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365ADE">
        <w:rPr>
          <w:rStyle w:val="libArabicChar"/>
          <w:rFonts w:hint="cs"/>
          <w:rtl/>
        </w:rPr>
        <w:t>َ</w:t>
      </w:r>
      <w:r w:rsidRPr="00365ADE">
        <w:rPr>
          <w:rStyle w:val="libArabicChar"/>
          <w:rtl/>
        </w:rPr>
        <w:t xml:space="preserve"> </w:t>
      </w:r>
      <w:r w:rsidRPr="00365ADE">
        <w:rPr>
          <w:rStyle w:val="libArabicChar"/>
          <w:rFonts w:hint="cs"/>
          <w:rtl/>
        </w:rPr>
        <w:t>ی</w:t>
      </w:r>
      <w:r w:rsidRPr="00365ADE">
        <w:rPr>
          <w:rStyle w:val="libArabicChar"/>
          <w:rFonts w:hint="eastAsia"/>
          <w:rtl/>
        </w:rPr>
        <w:t>قْبَلُ</w:t>
      </w:r>
      <w:r w:rsidRPr="00365ADE">
        <w:rPr>
          <w:rStyle w:val="libArabicChar"/>
          <w:rtl/>
        </w:rPr>
        <w:t xml:space="preserve"> تَوْبَةَ عَبْدِ</w:t>
      </w:r>
      <w:r w:rsidR="00705CD5" w:rsidRPr="00163EB1">
        <w:rPr>
          <w:rStyle w:val="libArabicChar"/>
          <w:rFonts w:hint="cs"/>
          <w:rtl/>
        </w:rPr>
        <w:t>ه</w:t>
      </w:r>
      <w:r w:rsidRPr="00365ADE">
        <w:rPr>
          <w:rStyle w:val="libArabicChar"/>
          <w:rFonts w:hint="cs"/>
          <w:rtl/>
        </w:rPr>
        <w:t>ِ</w:t>
      </w:r>
      <w:r w:rsidRPr="00365ADE">
        <w:rPr>
          <w:rStyle w:val="libArabicChar"/>
          <w:rtl/>
        </w:rPr>
        <w:t xml:space="preserve"> </w:t>
      </w:r>
      <w:r w:rsidRPr="00365ADE">
        <w:rPr>
          <w:rStyle w:val="libArabicChar"/>
          <w:rFonts w:hint="cs"/>
          <w:rtl/>
        </w:rPr>
        <w:t>ما</w:t>
      </w:r>
      <w:r w:rsidRPr="00365ADE">
        <w:rPr>
          <w:rStyle w:val="libArabicChar"/>
          <w:rtl/>
        </w:rPr>
        <w:t xml:space="preserve"> </w:t>
      </w:r>
      <w:r w:rsidRPr="00365ADE">
        <w:rPr>
          <w:rStyle w:val="libArabicChar"/>
          <w:rFonts w:hint="cs"/>
          <w:rtl/>
        </w:rPr>
        <w:t>لَمْ</w:t>
      </w:r>
      <w:r w:rsidRPr="00365ADE">
        <w:rPr>
          <w:rStyle w:val="libArabicChar"/>
          <w:rtl/>
        </w:rPr>
        <w:t xml:space="preserve"> </w:t>
      </w:r>
      <w:r w:rsidRPr="00365ADE">
        <w:rPr>
          <w:rStyle w:val="libArabicChar"/>
          <w:rFonts w:hint="cs"/>
          <w:rtl/>
        </w:rPr>
        <w:t>ی</w:t>
      </w:r>
      <w:r w:rsidRPr="00365ADE">
        <w:rPr>
          <w:rStyle w:val="libArabicChar"/>
          <w:rFonts w:hint="eastAsia"/>
          <w:rtl/>
        </w:rPr>
        <w:t>غَرْغِرْ،</w:t>
      </w:r>
      <w:r w:rsidRPr="00365ADE">
        <w:rPr>
          <w:rStyle w:val="libArabicChar"/>
          <w:rtl/>
        </w:rPr>
        <w:t xml:space="preserve"> تُوبُوا اِلٰ</w:t>
      </w:r>
      <w:r w:rsidRPr="00365ADE">
        <w:rPr>
          <w:rStyle w:val="libArabicChar"/>
          <w:rFonts w:hint="cs"/>
          <w:rtl/>
        </w:rPr>
        <w:t>ی</w:t>
      </w:r>
      <w:r w:rsidRPr="00365ADE">
        <w:rPr>
          <w:rStyle w:val="libArabicChar"/>
          <w:rtl/>
        </w:rPr>
        <w:t xml:space="preserve"> رَبِّكُمْ قَبْلَ اَنْ تَمُوتُوا، وَبادِرُوا بِالاَعْمالِ الزّاكِ</w:t>
      </w:r>
      <w:r w:rsidRPr="00365ADE">
        <w:rPr>
          <w:rStyle w:val="libArabicChar"/>
          <w:rFonts w:hint="cs"/>
          <w:rtl/>
        </w:rPr>
        <w:t>ی</w:t>
      </w:r>
      <w:r w:rsidRPr="00365ADE">
        <w:rPr>
          <w:rStyle w:val="libArabicChar"/>
          <w:rFonts w:hint="eastAsia"/>
          <w:rtl/>
        </w:rPr>
        <w:t>ةِ</w:t>
      </w:r>
      <w:r w:rsidRPr="00365ADE">
        <w:rPr>
          <w:rStyle w:val="libArabicChar"/>
          <w:rtl/>
        </w:rPr>
        <w:t xml:space="preserve"> قَبْلَ اَنْ تُشْتَغِلُوا، وَ صِلُوا الَّذ</w:t>
      </w:r>
      <w:r w:rsidRPr="00365ADE">
        <w:rPr>
          <w:rStyle w:val="libArabicChar"/>
          <w:rFonts w:hint="cs"/>
          <w:rtl/>
        </w:rPr>
        <w:t>ی</w:t>
      </w:r>
      <w:r w:rsidRPr="00365ADE">
        <w:rPr>
          <w:rStyle w:val="libArabicChar"/>
          <w:rtl/>
        </w:rPr>
        <w:t xml:space="preserve"> بَ</w:t>
      </w:r>
      <w:r w:rsidRPr="00365ADE">
        <w:rPr>
          <w:rStyle w:val="libArabicChar"/>
          <w:rFonts w:hint="cs"/>
          <w:rtl/>
        </w:rPr>
        <w:t>ی</w:t>
      </w:r>
      <w:r w:rsidRPr="00365ADE">
        <w:rPr>
          <w:rStyle w:val="libArabicChar"/>
          <w:rFonts w:hint="eastAsia"/>
          <w:rtl/>
        </w:rPr>
        <w:t>نَكُمْ</w:t>
      </w:r>
      <w:r w:rsidRPr="00365ADE">
        <w:rPr>
          <w:rStyle w:val="libArabicChar"/>
          <w:rtl/>
        </w:rPr>
        <w:t xml:space="preserve"> وَ بَ</w:t>
      </w:r>
      <w:r w:rsidRPr="00365ADE">
        <w:rPr>
          <w:rStyle w:val="libArabicChar"/>
          <w:rFonts w:hint="cs"/>
          <w:rtl/>
        </w:rPr>
        <w:t>ی</w:t>
      </w:r>
      <w:r w:rsidRPr="00365ADE">
        <w:rPr>
          <w:rStyle w:val="libArabicChar"/>
          <w:rFonts w:hint="eastAsia"/>
          <w:rtl/>
        </w:rPr>
        <w:t>نَ</w:t>
      </w:r>
      <w:r w:rsidR="00705CD5" w:rsidRPr="00163EB1">
        <w:rPr>
          <w:rStyle w:val="libArabicChar"/>
          <w:rFonts w:hint="cs"/>
          <w:rtl/>
        </w:rPr>
        <w:t>ه</w:t>
      </w:r>
      <w:r w:rsidRPr="00365ADE">
        <w:rPr>
          <w:rStyle w:val="libArabicChar"/>
          <w:rFonts w:hint="cs"/>
          <w:rtl/>
        </w:rPr>
        <w:t>ُ</w:t>
      </w:r>
      <w:r w:rsidRPr="00365ADE">
        <w:rPr>
          <w:rStyle w:val="libArabicChar"/>
          <w:rtl/>
        </w:rPr>
        <w:t xml:space="preserve"> بِكَثْرَةِ ذِكْرِ كُمْ اِ</w:t>
      </w:r>
      <w:r w:rsidRPr="00365ADE">
        <w:rPr>
          <w:rStyle w:val="libArabicChar"/>
          <w:rFonts w:hint="cs"/>
          <w:rtl/>
        </w:rPr>
        <w:t>ی</w:t>
      </w:r>
      <w:r w:rsidRPr="00365ADE">
        <w:rPr>
          <w:rStyle w:val="libArabicChar"/>
          <w:rFonts w:hint="eastAsia"/>
          <w:rtl/>
        </w:rPr>
        <w:t>ا</w:t>
      </w:r>
      <w:r w:rsidR="00705CD5" w:rsidRPr="00163EB1">
        <w:rPr>
          <w:rStyle w:val="libArabicChar"/>
          <w:rFonts w:hint="cs"/>
          <w:rtl/>
        </w:rPr>
        <w:t>ه</w:t>
      </w:r>
      <w:r w:rsidRPr="00365ADE">
        <w:rPr>
          <w:rStyle w:val="libArabicChar"/>
          <w:rFonts w:hint="cs"/>
          <w:rtl/>
        </w:rPr>
        <w:t>ُ</w:t>
      </w:r>
      <w:r>
        <w:rPr>
          <w:rtl/>
          <w:lang w:bidi="ur-PK"/>
        </w:rPr>
        <w:t>:“</w:t>
      </w:r>
      <w:r w:rsidR="0005211C" w:rsidRPr="00125F42">
        <w:rPr>
          <w:rStyle w:val="libFootnotenumChar"/>
          <w:rtl/>
          <w:lang w:bidi="ur-PK"/>
        </w:rPr>
        <w:t>(152)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”خداوندعالم،</w:t>
      </w:r>
      <w:r>
        <w:rPr>
          <w:rtl/>
          <w:lang w:bidi="ur-PK"/>
        </w:rPr>
        <w:t xml:space="preserve"> اپنے بندے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دم نکلنے سے پھلے پھلے تک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لہٰذا اس سے پھلے پھلے توبہ کرلو،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اعمال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 قبل اس کے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جاؤ، اپنے اور خدا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توجہ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رابطہ کرلو“۔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365ADE">
        <w:rPr>
          <w:rStyle w:val="libArabicChar"/>
          <w:rFonts w:hint="eastAsia"/>
          <w:rtl/>
        </w:rPr>
        <w:t>لَاشَف</w:t>
      </w:r>
      <w:r w:rsidRPr="00365ADE">
        <w:rPr>
          <w:rStyle w:val="libArabicChar"/>
          <w:rFonts w:hint="cs"/>
          <w:rtl/>
        </w:rPr>
        <w:t>ی</w:t>
      </w:r>
      <w:r w:rsidRPr="00365ADE">
        <w:rPr>
          <w:rStyle w:val="libArabicChar"/>
          <w:rFonts w:hint="eastAsia"/>
          <w:rtl/>
        </w:rPr>
        <w:t>عَ</w:t>
      </w:r>
      <w:r w:rsidRPr="00365ADE">
        <w:rPr>
          <w:rStyle w:val="libArabicChar"/>
          <w:rtl/>
        </w:rPr>
        <w:t xml:space="preserve"> اَنْجَحُ مِنَ التَّوْبَةِ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(153)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”توبہ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کرنے والا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365ADE">
        <w:rPr>
          <w:rStyle w:val="libArabicChar"/>
          <w:rFonts w:hint="eastAsia"/>
          <w:rtl/>
        </w:rPr>
        <w:t>اَلتَّوْبَةُ</w:t>
      </w:r>
      <w:r w:rsidRPr="00365ADE">
        <w:rPr>
          <w:rStyle w:val="libArabicChar"/>
          <w:rtl/>
        </w:rPr>
        <w:t xml:space="preserve"> تَجُبُّ ما قَبْلَ</w:t>
      </w:r>
      <w:r w:rsidR="00705CD5" w:rsidRPr="00163EB1">
        <w:rPr>
          <w:rStyle w:val="libArabicChar"/>
          <w:rFonts w:hint="cs"/>
          <w:rtl/>
        </w:rPr>
        <w:t>ه</w:t>
      </w:r>
      <w:r w:rsidRPr="00365ADE">
        <w:rPr>
          <w:rStyle w:val="libArabicChar"/>
          <w:rFonts w:hint="cs"/>
          <w:rtl/>
        </w:rPr>
        <w:t>ا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(154)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”توبہ</w:t>
      </w:r>
      <w:r>
        <w:rPr>
          <w:rtl/>
          <w:lang w:bidi="ur-PK"/>
        </w:rPr>
        <w:t xml:space="preserve"> ؛ انسان کے گزشتہ اعمال کو ختم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365ADE">
        <w:rPr>
          <w:rStyle w:val="libArabicChar"/>
          <w:rFonts w:hint="eastAsia"/>
          <w:rtl/>
        </w:rPr>
        <w:t>اَلتَّوْبَةُ</w:t>
      </w:r>
      <w:r w:rsidRPr="00365ADE">
        <w:rPr>
          <w:rStyle w:val="libArabicChar"/>
          <w:rtl/>
        </w:rPr>
        <w:t xml:space="preserve"> تَسْتَنْزِلُ الرَّحْمَةَ</w:t>
      </w:r>
      <w:r>
        <w:rPr>
          <w:rtl/>
          <w:lang w:bidi="ur-PK"/>
        </w:rPr>
        <w:t>:“۔</w:t>
      </w:r>
      <w:r w:rsidR="0005211C" w:rsidRPr="00125F42">
        <w:rPr>
          <w:rStyle w:val="libFootnotenumChar"/>
          <w:rtl/>
          <w:lang w:bidi="ur-PK"/>
        </w:rPr>
        <w:t>(155)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”توبہ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رحمت خدا نازل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957D6">
        <w:rPr>
          <w:rStyle w:val="libArabicChar"/>
          <w:rFonts w:hint="eastAsia"/>
          <w:rtl/>
        </w:rPr>
        <w:t>تُوبُوا</w:t>
      </w:r>
      <w:r w:rsidRPr="00E957D6">
        <w:rPr>
          <w:rStyle w:val="libArabicChar"/>
          <w:rtl/>
        </w:rPr>
        <w:t xml:space="preserve"> اِلَ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ِ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وَ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ادْخُلُوا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فِی</w:t>
      </w:r>
      <w:r w:rsidRPr="00E957D6">
        <w:rPr>
          <w:rStyle w:val="libArabicChar"/>
          <w:rtl/>
        </w:rPr>
        <w:t xml:space="preserve"> مَحَبَّتِ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ِ،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فَاِنَّ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َ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Fonts w:hint="eastAsia"/>
          <w:rtl/>
        </w:rPr>
        <w:t>حِبُّ</w:t>
      </w:r>
      <w:r w:rsidRPr="00E957D6">
        <w:rPr>
          <w:rStyle w:val="libArabicChar"/>
          <w:rtl/>
        </w:rPr>
        <w:t xml:space="preserve"> التَّوّاب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Fonts w:hint="eastAsia"/>
          <w:rtl/>
        </w:rPr>
        <w:t>نَ</w:t>
      </w:r>
      <w:r w:rsidRPr="00E957D6">
        <w:rPr>
          <w:rStyle w:val="libArabicChar"/>
          <w:rtl/>
        </w:rPr>
        <w:t xml:space="preserve"> وَ 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Fonts w:hint="eastAsia"/>
          <w:rtl/>
        </w:rPr>
        <w:t>حِبُّ</w:t>
      </w:r>
      <w:r w:rsidRPr="00E957D6">
        <w:rPr>
          <w:rStyle w:val="libArabicChar"/>
          <w:rtl/>
        </w:rPr>
        <w:t xml:space="preserve"> الْمُتَطَ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ِّری</w:t>
      </w:r>
      <w:r w:rsidRPr="00E957D6">
        <w:rPr>
          <w:rStyle w:val="libArabicChar"/>
          <w:rFonts w:hint="eastAsia"/>
          <w:rtl/>
        </w:rPr>
        <w:t>نَ،</w:t>
      </w:r>
      <w:r w:rsidRPr="00E957D6">
        <w:rPr>
          <w:rStyle w:val="libArabicChar"/>
          <w:rtl/>
        </w:rPr>
        <w:t xml:space="preserve"> وَالْمُ</w:t>
      </w:r>
      <w:r w:rsidR="00AA04E3">
        <w:rPr>
          <w:rStyle w:val="libArabicChar"/>
          <w:rtl/>
        </w:rPr>
        <w:t>و</w:t>
      </w:r>
      <w:r w:rsidRPr="00E957D6">
        <w:rPr>
          <w:rStyle w:val="libArabicChar"/>
          <w:rFonts w:hint="eastAsia"/>
          <w:rtl/>
        </w:rPr>
        <w:t>مِنُ</w:t>
      </w:r>
      <w:r w:rsidRPr="00E957D6">
        <w:rPr>
          <w:rStyle w:val="libArabicChar"/>
          <w:rtl/>
        </w:rPr>
        <w:t xml:space="preserve"> تَوّابٌ</w:t>
      </w:r>
      <w:r w:rsidR="00E957D6">
        <w:rPr>
          <w:rtl/>
          <w:lang w:bidi="ur-PK"/>
        </w:rPr>
        <w:t xml:space="preserve"> </w:t>
      </w:r>
      <w:r>
        <w:rPr>
          <w:rtl/>
          <w:lang w:bidi="ur-PK"/>
        </w:rPr>
        <w:t>“۔</w:t>
      </w:r>
      <w:r w:rsidR="0005211C" w:rsidRPr="00125F42">
        <w:rPr>
          <w:rStyle w:val="libFootnotenumChar"/>
          <w:rtl/>
          <w:lang w:bidi="ur-PK"/>
        </w:rPr>
        <w:t>(156)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”خداوندعالم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لوٹ آؤ، اپنے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کرلو، بے شک خداوندعالم توبہ کرنے والوں اور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لوگوں کو دوست رکھتا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مومن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توبہ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رضا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اپنے آباء و اجداد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السلام کے حوالے سے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</w:t>
      </w:r>
      <w:r w:rsidRPr="00E957D6">
        <w:rPr>
          <w:rStyle w:val="libArabicChar"/>
          <w:rFonts w:hint="eastAsia"/>
          <w:rtl/>
        </w:rPr>
        <w:t>مَثَلُ</w:t>
      </w:r>
      <w:r w:rsidRPr="00E957D6">
        <w:rPr>
          <w:rStyle w:val="libArabicChar"/>
          <w:rtl/>
        </w:rPr>
        <w:t xml:space="preserve"> الْمُ</w:t>
      </w:r>
      <w:r w:rsidR="00AA04E3">
        <w:rPr>
          <w:rStyle w:val="libArabicChar"/>
          <w:rtl/>
        </w:rPr>
        <w:t>و</w:t>
      </w:r>
      <w:r w:rsidRPr="00E957D6">
        <w:rPr>
          <w:rStyle w:val="libArabicChar"/>
          <w:rFonts w:hint="eastAsia"/>
          <w:rtl/>
        </w:rPr>
        <w:t>مِنِ</w:t>
      </w:r>
      <w:r w:rsidRPr="00E957D6">
        <w:rPr>
          <w:rStyle w:val="libArabicChar"/>
          <w:rtl/>
        </w:rPr>
        <w:t xml:space="preserve"> عِنْدِاللّٰ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ِ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عَزَّ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وَجَلَّ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كَمَثَلِ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مَلَكٍ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مُقَرَّبٍ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وَ</w:t>
      </w:r>
      <w:r w:rsidRPr="00E957D6">
        <w:rPr>
          <w:rStyle w:val="libArabicChar"/>
          <w:rtl/>
        </w:rPr>
        <w:t xml:space="preserve"> اِنَّ الْمُ</w:t>
      </w:r>
      <w:r w:rsidR="00AA04E3">
        <w:rPr>
          <w:rStyle w:val="libArabicChar"/>
          <w:rtl/>
        </w:rPr>
        <w:t>و</w:t>
      </w:r>
      <w:r w:rsidRPr="00E957D6">
        <w:rPr>
          <w:rStyle w:val="libArabicChar"/>
          <w:rFonts w:hint="eastAsia"/>
          <w:rtl/>
        </w:rPr>
        <w:t>مِنَ</w:t>
      </w:r>
      <w:r w:rsidRPr="00E957D6">
        <w:rPr>
          <w:rStyle w:val="libArabicChar"/>
          <w:rtl/>
        </w:rPr>
        <w:t xml:space="preserve"> عِنْدَ اللّٰ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ِ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عَزَّوَجَلَّ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اَعْظَمُ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مِنْ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ذٰلِكَ،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وَلَی</w:t>
      </w:r>
      <w:r w:rsidRPr="00E957D6">
        <w:rPr>
          <w:rStyle w:val="libArabicChar"/>
          <w:rFonts w:hint="eastAsia"/>
          <w:rtl/>
        </w:rPr>
        <w:t>سَ</w:t>
      </w:r>
      <w:r w:rsidRPr="00E957D6">
        <w:rPr>
          <w:rStyle w:val="libArabicChar"/>
          <w:rtl/>
        </w:rPr>
        <w:t xml:space="preserve"> شَ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Fonts w:hint="eastAsia"/>
          <w:rtl/>
        </w:rPr>
        <w:t>ءٌ</w:t>
      </w:r>
      <w:r w:rsidRPr="00E957D6">
        <w:rPr>
          <w:rStyle w:val="libArabicChar"/>
          <w:rtl/>
        </w:rPr>
        <w:t xml:space="preserve"> اَحَبَّ اِلَ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ِ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مِنْ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مُ</w:t>
      </w:r>
      <w:r w:rsidR="00AA04E3">
        <w:rPr>
          <w:rStyle w:val="libArabicChar"/>
          <w:rFonts w:hint="cs"/>
          <w:rtl/>
        </w:rPr>
        <w:t>و</w:t>
      </w:r>
      <w:r w:rsidRPr="00E957D6">
        <w:rPr>
          <w:rStyle w:val="libArabicChar"/>
          <w:rFonts w:hint="eastAsia"/>
          <w:rtl/>
        </w:rPr>
        <w:t>مِنٍ</w:t>
      </w:r>
      <w:r w:rsidRPr="00E957D6">
        <w:rPr>
          <w:rStyle w:val="libArabicChar"/>
          <w:rtl/>
        </w:rPr>
        <w:t xml:space="preserve"> تائِبٍ اَوْ مُ</w:t>
      </w:r>
      <w:r w:rsidR="00AA04E3">
        <w:rPr>
          <w:rStyle w:val="libArabicChar"/>
          <w:rtl/>
        </w:rPr>
        <w:t>و</w:t>
      </w:r>
      <w:r w:rsidRPr="00E957D6">
        <w:rPr>
          <w:rStyle w:val="libArabicChar"/>
          <w:rFonts w:hint="eastAsia"/>
          <w:rtl/>
        </w:rPr>
        <w:t>مِنَةٍ</w:t>
      </w:r>
      <w:r w:rsidRPr="00E957D6">
        <w:rPr>
          <w:rStyle w:val="libArabicChar"/>
          <w:rtl/>
        </w:rPr>
        <w:t xml:space="preserve"> تائِبَةٍ</w:t>
      </w:r>
      <w:r w:rsidR="00E957D6">
        <w:rPr>
          <w:rtl/>
          <w:lang w:bidi="ur-PK"/>
        </w:rPr>
        <w:t xml:space="preserve"> </w:t>
      </w:r>
      <w:r>
        <w:rPr>
          <w:rtl/>
          <w:lang w:bidi="ur-PK"/>
        </w:rPr>
        <w:t>“۔</w:t>
      </w:r>
      <w:r w:rsidR="0005211C" w:rsidRPr="00125F42">
        <w:rPr>
          <w:rStyle w:val="libFootnotenumChar"/>
          <w:rtl/>
          <w:lang w:bidi="ur-PK"/>
        </w:rPr>
        <w:t>(157)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”خدا</w:t>
      </w:r>
      <w:r>
        <w:rPr>
          <w:rtl/>
          <w:lang w:bidi="ur-PK"/>
        </w:rPr>
        <w:t xml:space="preserve"> وندعالم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مثال ملک مقرب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بے شک خداوندعالم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مومن کا مرتبہ فرشتہ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خداوندعالم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مومن او رتوبہ کرنے والے مومن سے محبوب تر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۔“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ہشتم اپنے آباء و اجداد کے حوالے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957D6">
        <w:rPr>
          <w:rStyle w:val="libArabicChar"/>
          <w:rFonts w:hint="eastAsia"/>
          <w:rtl/>
        </w:rPr>
        <w:t>اَلتّائِبُ</w:t>
      </w:r>
      <w:r w:rsidRPr="00E957D6">
        <w:rPr>
          <w:rStyle w:val="libArabicChar"/>
          <w:rtl/>
        </w:rPr>
        <w:t xml:space="preserve"> مِنَ الذَّنْبِ كَمَنْ لا ذَنْبَ لَ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ُ</w:t>
      </w:r>
      <w:r w:rsidR="00E957D6">
        <w:rPr>
          <w:rtl/>
          <w:lang w:bidi="ur-PK"/>
        </w:rPr>
        <w:t xml:space="preserve"> </w:t>
      </w:r>
      <w:r>
        <w:rPr>
          <w:rtl/>
          <w:lang w:bidi="ur-PK"/>
        </w:rPr>
        <w:t>“۔</w:t>
      </w:r>
      <w:r w:rsidR="0005211C" w:rsidRPr="00125F42">
        <w:rPr>
          <w:rStyle w:val="libFootnotenumChar"/>
          <w:rtl/>
          <w:lang w:bidi="ur-PK"/>
        </w:rPr>
        <w:t>(158)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”گناھوں</w:t>
      </w:r>
      <w:r>
        <w:rPr>
          <w:rtl/>
          <w:lang w:bidi="ur-PK"/>
        </w:rPr>
        <w:t xml:space="preserve"> سے توبہ کرنے والا، اس شخص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نے گناہ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منقول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957D6">
        <w:rPr>
          <w:rStyle w:val="libArabicChar"/>
          <w:rFonts w:hint="eastAsia"/>
          <w:rtl/>
        </w:rPr>
        <w:t>اِنَّ</w:t>
      </w:r>
      <w:r w:rsidRPr="00E957D6">
        <w:rPr>
          <w:rStyle w:val="libArabicChar"/>
          <w:rtl/>
        </w:rPr>
        <w:t xml:space="preserve"> تَوْبَةَ النَّصوحِ 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ُوَ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اَنْ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Fonts w:hint="eastAsia"/>
          <w:rtl/>
        </w:rPr>
        <w:t>توبَ</w:t>
      </w:r>
      <w:r w:rsidRPr="00E957D6">
        <w:rPr>
          <w:rStyle w:val="libArabicChar"/>
          <w:rtl/>
        </w:rPr>
        <w:t xml:space="preserve"> الرَّجُلُ مِنْ ذَنْبٍ وَ 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Fonts w:hint="eastAsia"/>
          <w:rtl/>
        </w:rPr>
        <w:t>نْوِ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tl/>
        </w:rPr>
        <w:t xml:space="preserve"> اَنْ لا 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Fonts w:hint="eastAsia"/>
          <w:rtl/>
        </w:rPr>
        <w:t>عودَ</w:t>
      </w:r>
      <w:r w:rsidRPr="00E957D6">
        <w:rPr>
          <w:rStyle w:val="libArabicChar"/>
          <w:rtl/>
        </w:rPr>
        <w:t xml:space="preserve"> اِلَ</w:t>
      </w:r>
      <w:r w:rsidRPr="00E957D6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ِ</w:t>
      </w:r>
      <w:r w:rsidRPr="00E957D6">
        <w:rPr>
          <w:rStyle w:val="libArabicChar"/>
          <w:rtl/>
        </w:rPr>
        <w:t xml:space="preserve"> اَبَداً</w:t>
      </w:r>
      <w:r w:rsidR="00E957D6">
        <w:rPr>
          <w:rtl/>
          <w:lang w:bidi="ur-PK"/>
        </w:rPr>
        <w:t xml:space="preserve"> </w:t>
      </w:r>
      <w:r>
        <w:rPr>
          <w:rtl/>
          <w:lang w:bidi="ur-PK"/>
        </w:rPr>
        <w:t>“۔</w:t>
      </w:r>
      <w:r w:rsidR="0005211C" w:rsidRPr="00125F42">
        <w:rPr>
          <w:rStyle w:val="libFootnotenumChar"/>
          <w:rtl/>
          <w:lang w:bidi="ur-PK"/>
        </w:rPr>
        <w:t>(159)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”توبہ</w:t>
      </w:r>
      <w:r>
        <w:rPr>
          <w:rtl/>
          <w:lang w:bidi="ur-PK"/>
        </w:rPr>
        <w:t xml:space="preserve"> نصوح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انسان گناھوں سے توبہ کرے اور دوبارہ گناہ نہ کرنے کا 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ارادہ رکھے“۔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957D6">
        <w:rPr>
          <w:rStyle w:val="libArabicChar"/>
          <w:rFonts w:hint="eastAsia"/>
          <w:rtl/>
        </w:rPr>
        <w:t>لِلّٰ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ِ</w:t>
      </w:r>
      <w:r w:rsidRPr="00E957D6">
        <w:rPr>
          <w:rStyle w:val="libArabicChar"/>
          <w:rtl/>
        </w:rPr>
        <w:t xml:space="preserve"> اَفْرَحُ بِتَوْبَةِ عَبْدِ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ِ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مِنَ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الْعَقِی</w:t>
      </w:r>
      <w:r w:rsidRPr="00E957D6">
        <w:rPr>
          <w:rStyle w:val="libArabicChar"/>
          <w:rFonts w:hint="eastAsia"/>
          <w:rtl/>
        </w:rPr>
        <w:t>مِ</w:t>
      </w:r>
      <w:r w:rsidRPr="00E957D6">
        <w:rPr>
          <w:rStyle w:val="libArabicChar"/>
          <w:rtl/>
        </w:rPr>
        <w:t xml:space="preserve"> الْوالِدِ، وَ مِنَ الضّالِّ الْواجِدِ، وَمِنَ الظَّمْآنٍ الْوارِدِ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(160)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خداوندعالم اپنے گناھگار بندے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پر اس سے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خوشحال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عورت بچہ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دائش</w:t>
      </w:r>
      <w:r>
        <w:rPr>
          <w:rtl/>
          <w:lang w:bidi="ur-PK"/>
        </w:rPr>
        <w:t xml:space="preserve"> پر خوش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مل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کو بھتا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چشمہ مل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957D6">
        <w:rPr>
          <w:rStyle w:val="libArabicChar"/>
          <w:rFonts w:hint="eastAsia"/>
          <w:rtl/>
        </w:rPr>
        <w:t>اَلتَّائِبُ</w:t>
      </w:r>
      <w:r w:rsidRPr="00E957D6">
        <w:rPr>
          <w:rStyle w:val="libArabicChar"/>
          <w:rtl/>
        </w:rPr>
        <w:t xml:space="preserve"> اِذالَمْ 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Fonts w:hint="eastAsia"/>
          <w:rtl/>
        </w:rPr>
        <w:t>سْتَبِنْ</w:t>
      </w:r>
      <w:r w:rsidRPr="00E957D6">
        <w:rPr>
          <w:rStyle w:val="libArabicChar"/>
          <w:rtl/>
        </w:rPr>
        <w:t xml:space="preserve"> عَلَ</w:t>
      </w:r>
      <w:r w:rsidRPr="00E957D6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ِ</w:t>
      </w:r>
      <w:r w:rsidRPr="00E957D6">
        <w:rPr>
          <w:rStyle w:val="libArabicChar"/>
          <w:rtl/>
        </w:rPr>
        <w:t xml:space="preserve"> اَثَرُ التَّوَبَةِ فَلَ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Fonts w:hint="eastAsia"/>
          <w:rtl/>
        </w:rPr>
        <w:t>سَ</w:t>
      </w:r>
      <w:r w:rsidRPr="00E957D6">
        <w:rPr>
          <w:rStyle w:val="libArabicChar"/>
          <w:rtl/>
        </w:rPr>
        <w:t xml:space="preserve"> بِتائِبٍ، 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Fonts w:hint="eastAsia"/>
          <w:rtl/>
        </w:rPr>
        <w:t>رْضِ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tl/>
        </w:rPr>
        <w:t xml:space="preserve"> الْخُصَماءَ، وَ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Fonts w:hint="eastAsia"/>
          <w:rtl/>
        </w:rPr>
        <w:t>ع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Fonts w:hint="eastAsia"/>
          <w:rtl/>
        </w:rPr>
        <w:t>دُ</w:t>
      </w:r>
      <w:r w:rsidRPr="00E957D6">
        <w:rPr>
          <w:rStyle w:val="libArabicChar"/>
          <w:rtl/>
        </w:rPr>
        <w:t xml:space="preserve"> الصَّلَواتِ، وَ 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Fonts w:hint="eastAsia"/>
          <w:rtl/>
        </w:rPr>
        <w:t>تَواضَعُ</w:t>
      </w:r>
      <w:r w:rsidRPr="00E957D6">
        <w:rPr>
          <w:rStyle w:val="libArabicChar"/>
          <w:rtl/>
        </w:rPr>
        <w:t xml:space="preserve"> بَ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Fonts w:hint="eastAsia"/>
          <w:rtl/>
        </w:rPr>
        <w:t>نَ</w:t>
      </w:r>
      <w:r w:rsidRPr="00E957D6">
        <w:rPr>
          <w:rStyle w:val="libArabicChar"/>
          <w:rtl/>
        </w:rPr>
        <w:t xml:space="preserve"> الْخَلْقِ، وَ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Fonts w:hint="eastAsia"/>
          <w:rtl/>
        </w:rPr>
        <w:t>تَّق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tl/>
        </w:rPr>
        <w:t xml:space="preserve"> نَفْسَ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ُ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عَنِ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الشَّ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َواتِ،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وَی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ْزِلُ</w:t>
      </w:r>
      <w:r w:rsidRPr="00E957D6">
        <w:rPr>
          <w:rStyle w:val="libArabicChar"/>
          <w:rtl/>
        </w:rPr>
        <w:t xml:space="preserve"> رَقَبَتَ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ُ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بِصِی</w:t>
      </w:r>
      <w:r w:rsidRPr="00E957D6">
        <w:rPr>
          <w:rStyle w:val="libArabicChar"/>
          <w:rFonts w:hint="eastAsia"/>
          <w:rtl/>
        </w:rPr>
        <w:t>امِ</w:t>
      </w:r>
      <w:r w:rsidRPr="00E957D6">
        <w:rPr>
          <w:rStyle w:val="libArabicChar"/>
          <w:rtl/>
        </w:rPr>
        <w:t xml:space="preserve"> النَّ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ارِ</w:t>
      </w:r>
      <w:r w:rsidR="00E957D6">
        <w:rPr>
          <w:rtl/>
          <w:lang w:bidi="ur-PK"/>
        </w:rPr>
        <w:t xml:space="preserve"> </w:t>
      </w:r>
      <w:r>
        <w:rPr>
          <w:rtl/>
          <w:lang w:bidi="ur-PK"/>
        </w:rPr>
        <w:t>“۔</w:t>
      </w:r>
      <w:r w:rsidR="0005211C" w:rsidRPr="00125F42">
        <w:rPr>
          <w:rStyle w:val="libFootnotenumChar"/>
          <w:rtl/>
          <w:lang w:bidi="ur-PK"/>
        </w:rPr>
        <w:t>(161)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”جس</w:t>
      </w:r>
      <w:r>
        <w:rPr>
          <w:rtl/>
          <w:lang w:bidi="ur-PK"/>
        </w:rPr>
        <w:t xml:space="preserve"> وقت توبہ کرنے والے پر توبہ کے آثار ظاھر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تو اس کو تائب 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کرنے والا)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کھا جانا چاہئے، توبہ کے آثار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جن لوگوںکے حقوق ضائع کئے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حاصل کرے، قضا شدہ نمازوں کو ادا کرے، دوسروں کے سامنے تواضع و انکسار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کام لے، اپنے </w:t>
      </w:r>
      <w:r>
        <w:rPr>
          <w:rFonts w:hint="eastAsia"/>
          <w:rtl/>
          <w:lang w:bidi="ur-PK"/>
        </w:rPr>
        <w:t>نفس</w:t>
      </w:r>
      <w:r>
        <w:rPr>
          <w:rtl/>
          <w:lang w:bidi="ur-PK"/>
        </w:rPr>
        <w:t xml:space="preserve"> کو حرام خواہشات سے روکے رکھے اور روزے رکھ کر جسم کو کمزور کرے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957D6">
        <w:rPr>
          <w:rStyle w:val="libArabicChar"/>
          <w:rFonts w:hint="eastAsia"/>
          <w:rtl/>
        </w:rPr>
        <w:t>اَلتَّوْبَةُ</w:t>
      </w:r>
      <w:r w:rsidRPr="00E957D6">
        <w:rPr>
          <w:rStyle w:val="libArabicChar"/>
          <w:rtl/>
        </w:rPr>
        <w:t xml:space="preserve"> نَدَمٌ بِالْقَلْبِ، وَاسْتِغْفارٌ بِاللِّسانِ، وَ تَرْكٌ بِالْجَوارِحِ، وَاِضْمارٌ اَنْ لا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Fonts w:hint="eastAsia"/>
          <w:rtl/>
        </w:rPr>
        <w:t>عودَ</w:t>
      </w:r>
      <w:r w:rsidR="00E957D6">
        <w:rPr>
          <w:rtl/>
          <w:lang w:bidi="ur-PK"/>
        </w:rPr>
        <w:t xml:space="preserve"> </w:t>
      </w:r>
      <w:r>
        <w:rPr>
          <w:rtl/>
          <w:lang w:bidi="ur-PK"/>
        </w:rPr>
        <w:t>“۔</w:t>
      </w:r>
      <w:r w:rsidR="0005211C" w:rsidRPr="00125F42">
        <w:rPr>
          <w:rStyle w:val="libFootnotenumChar"/>
          <w:rtl/>
          <w:lang w:bidi="ur-PK"/>
        </w:rPr>
        <w:t>(162)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توبہ؛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شرمندگ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زبان پر استغفار، اعضاء و جوارح سے تمام گناھوں کو ترک کرنا اور دوبارہ نہ کرنے کا مستحکم ارادہ کرنا“۔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957D6">
        <w:rPr>
          <w:rStyle w:val="libArabicChar"/>
          <w:rFonts w:hint="eastAsia"/>
          <w:rtl/>
        </w:rPr>
        <w:t>مَنْ</w:t>
      </w:r>
      <w:r w:rsidRPr="00E957D6">
        <w:rPr>
          <w:rStyle w:val="libArabicChar"/>
          <w:rtl/>
        </w:rPr>
        <w:t xml:space="preserve"> تابَ تابَ اللّٰ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ُ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عَلَی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ِ،</w:t>
      </w:r>
      <w:r w:rsidRPr="00E957D6">
        <w:rPr>
          <w:rStyle w:val="libArabicChar"/>
          <w:rtl/>
        </w:rPr>
        <w:t xml:space="preserve"> وَاُمِرَتْ جَوارِحُ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ُ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اَنْ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تَسْتُرَ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عَلَی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ِ،</w:t>
      </w:r>
      <w:r w:rsidRPr="00E957D6">
        <w:rPr>
          <w:rStyle w:val="libArabicChar"/>
          <w:rtl/>
        </w:rPr>
        <w:t xml:space="preserve"> وَبِقاعُ الاَرْضِ اَنْ تَكْتُمَ عَلَ</w:t>
      </w:r>
      <w:r w:rsidRPr="00E957D6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ِ،</w:t>
      </w:r>
      <w:r w:rsidRPr="00E957D6">
        <w:rPr>
          <w:rStyle w:val="libArabicChar"/>
          <w:rtl/>
        </w:rPr>
        <w:t xml:space="preserve"> وَ اُنْسِ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Fonts w:hint="eastAsia"/>
          <w:rtl/>
        </w:rPr>
        <w:t>تِ</w:t>
      </w:r>
      <w:r w:rsidRPr="00E957D6">
        <w:rPr>
          <w:rStyle w:val="libArabicChar"/>
          <w:rtl/>
        </w:rPr>
        <w:t xml:space="preserve"> الْحَفَظَةُ ما کانَتْ تَكْتُبُ عَلَ</w:t>
      </w:r>
      <w:r w:rsidRPr="00E957D6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ِ</w:t>
      </w:r>
      <w:r w:rsidR="00E957D6">
        <w:rPr>
          <w:rtl/>
          <w:lang w:bidi="ur-PK"/>
        </w:rPr>
        <w:t xml:space="preserve"> </w:t>
      </w:r>
      <w:r>
        <w:rPr>
          <w:rtl/>
          <w:lang w:bidi="ur-PK"/>
        </w:rPr>
        <w:t>“۔</w:t>
      </w:r>
      <w:r w:rsidR="0005211C" w:rsidRPr="00125F42">
        <w:rPr>
          <w:rStyle w:val="libFootnotenumChar"/>
          <w:rtl/>
          <w:lang w:bidi="ur-PK"/>
        </w:rPr>
        <w:t>(163)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جو شخص توبہ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خداوندعالم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کے اعضاء و جوارح کو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اس کے گناھوں کو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کرلو، اور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کھا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اس کے گناہ کو چھپالے اور جو کچھ کراماً کاتب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لکھا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خدا ان کو نظر انداز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خداوندعالم نے جناب داؤد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السلام) پروح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957D6">
        <w:rPr>
          <w:rStyle w:val="libArabicChar"/>
          <w:rFonts w:hint="eastAsia"/>
          <w:rtl/>
        </w:rPr>
        <w:t>اِنَّ</w:t>
      </w:r>
      <w:r w:rsidRPr="00E957D6">
        <w:rPr>
          <w:rStyle w:val="libArabicChar"/>
          <w:rtl/>
        </w:rPr>
        <w:t xml:space="preserve"> عَبْدِ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tl/>
        </w:rPr>
        <w:t xml:space="preserve"> الْمُ</w:t>
      </w:r>
      <w:r w:rsidR="00AA04E3">
        <w:rPr>
          <w:rStyle w:val="libArabicChar"/>
          <w:rtl/>
        </w:rPr>
        <w:t>و</w:t>
      </w:r>
      <w:r w:rsidRPr="00E957D6">
        <w:rPr>
          <w:rStyle w:val="libArabicChar"/>
          <w:rFonts w:hint="eastAsia"/>
          <w:rtl/>
        </w:rPr>
        <w:t>مِنَ</w:t>
      </w:r>
      <w:r w:rsidRPr="00E957D6">
        <w:rPr>
          <w:rStyle w:val="libArabicChar"/>
          <w:rtl/>
        </w:rPr>
        <w:t xml:space="preserve"> اِذا اَذْنَبَ ذَنْباً ثُمَّ رَجَعَ وَ تابَ مِنْ ذٰلِكَ الذَّنْبِ وَاسْتَحْ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Fonts w:hint="eastAsia"/>
          <w:rtl/>
        </w:rPr>
        <w:t>يٰ</w:t>
      </w:r>
      <w:r w:rsidRPr="00E957D6">
        <w:rPr>
          <w:rStyle w:val="libArabicChar"/>
          <w:rtl/>
        </w:rPr>
        <w:t xml:space="preserve"> مِنّ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tl/>
        </w:rPr>
        <w:t xml:space="preserve"> عِنْدَ ذِكْرِ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ِ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غَفَرْتُ</w:t>
      </w:r>
      <w:r w:rsidRPr="00E957D6">
        <w:rPr>
          <w:rStyle w:val="libArabicChar"/>
          <w:rtl/>
        </w:rPr>
        <w:t xml:space="preserve"> لَ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ُ،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وَاَنْسَی</w:t>
      </w:r>
      <w:r w:rsidRPr="00E957D6">
        <w:rPr>
          <w:rStyle w:val="libArabicChar"/>
          <w:rFonts w:hint="eastAsia"/>
          <w:rtl/>
        </w:rPr>
        <w:t>تُ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ُ</w:t>
      </w:r>
      <w:r w:rsidRPr="00E957D6">
        <w:rPr>
          <w:rStyle w:val="libArabicChar"/>
          <w:rtl/>
        </w:rPr>
        <w:t xml:space="preserve"> الْحَفَظَةُ، وَ اَبْدَلْتُ</w:t>
      </w:r>
      <w:r w:rsidR="00705CD5" w:rsidRPr="00163EB1">
        <w:rPr>
          <w:rStyle w:val="libArabicChar"/>
          <w:rFonts w:hint="cs"/>
          <w:rtl/>
        </w:rPr>
        <w:t>ه</w:t>
      </w:r>
      <w:r w:rsidRPr="00E957D6">
        <w:rPr>
          <w:rStyle w:val="libArabicChar"/>
          <w:rFonts w:hint="cs"/>
          <w:rtl/>
        </w:rPr>
        <w:t>ُ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الْحَسَنَةَ،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وَلا</w:t>
      </w:r>
      <w:r w:rsidRPr="00E957D6">
        <w:rPr>
          <w:rStyle w:val="libArabicChar"/>
          <w:rtl/>
        </w:rPr>
        <w:t xml:space="preserve"> </w:t>
      </w:r>
      <w:r w:rsidRPr="00E957D6">
        <w:rPr>
          <w:rStyle w:val="libArabicChar"/>
          <w:rFonts w:hint="cs"/>
          <w:rtl/>
        </w:rPr>
        <w:t>اُبالی</w:t>
      </w:r>
      <w:r w:rsidRPr="00E957D6">
        <w:rPr>
          <w:rStyle w:val="libArabicChar"/>
          <w:rtl/>
        </w:rPr>
        <w:t xml:space="preserve"> وَ اَنَا اَرْحَمُ الرّحِم</w:t>
      </w:r>
      <w:r w:rsidRPr="00E957D6">
        <w:rPr>
          <w:rStyle w:val="libArabicChar"/>
          <w:rFonts w:hint="cs"/>
          <w:rtl/>
        </w:rPr>
        <w:t>ی</w:t>
      </w:r>
      <w:r w:rsidRPr="00E957D6">
        <w:rPr>
          <w:rStyle w:val="libArabicChar"/>
          <w:rFonts w:hint="eastAsia"/>
          <w:rtl/>
        </w:rPr>
        <w:t>نَ</w:t>
      </w:r>
      <w:r w:rsidR="00E957D6">
        <w:rPr>
          <w:rtl/>
          <w:lang w:bidi="ur-PK"/>
        </w:rPr>
        <w:t xml:space="preserve"> </w:t>
      </w:r>
      <w:r>
        <w:rPr>
          <w:rtl/>
          <w:lang w:bidi="ur-PK"/>
        </w:rPr>
        <w:t>“۔</w:t>
      </w:r>
      <w:r w:rsidR="0005211C" w:rsidRPr="00125F42">
        <w:rPr>
          <w:rStyle w:val="libFootnotenumChar"/>
          <w:rtl/>
          <w:lang w:bidi="ur-PK"/>
        </w:rPr>
        <w:t>(164)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”بے</w:t>
      </w:r>
      <w:r>
        <w:rPr>
          <w:rtl/>
          <w:lang w:bidi="ur-PK"/>
        </w:rPr>
        <w:t xml:space="preserve"> شک جب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بندہ گناہ کا مرتکب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اورپھر اپنے گناہ سے منھ موڑل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توبہ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اور اس گناہ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کرکے مجھ سے شرمندہ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کو معاف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اور کراماً کاتب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کو(بھ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بھلاد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اور اس کے گناہ کو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مجھے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پرواہ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ارحم الراحم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اھم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 جانتے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کہ تائب 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کرنے والا) کون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 اصحاب نے کھا: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 ! آپ بھتر جانتے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بندہ توبہ کرے اور دوسروں کے 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حقوق کو ادا کرکے ان کو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کرلے تو وہ تائب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جو شخص توبہ کرے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نہ کرے تو وہ شخص (بھ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تائب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جو شخص توبہ کرے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اپنے (مال حرام سے بنے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) لباس کو نہ بدلے وہ (بھ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تائب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جو شخص توبہ کرے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صحبت کو نہ بدلے تو وہ (بھ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تائب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جو شخص توبہ کرے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اپنے اخلاق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نہ بدلے تو وہ شخص(بھ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تائب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جو شخص توبہ کرے اور اپنے دل سے حقائق کو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کھے،</w:t>
      </w:r>
      <w:r>
        <w:rPr>
          <w:rtl/>
          <w:lang w:bidi="ur-PK"/>
        </w:rPr>
        <w:t xml:space="preserve"> اور صدقہ و انفاق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نہ کرے تو وہ شخص(بھ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تائب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، جو شخص توبہ </w:t>
      </w:r>
      <w:r>
        <w:rPr>
          <w:rFonts w:hint="eastAsia"/>
          <w:rtl/>
          <w:lang w:bidi="ur-PK"/>
        </w:rPr>
        <w:t>کرے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آرز</w:t>
      </w:r>
      <w:r w:rsidR="00AA04E3">
        <w:rPr>
          <w:rtl/>
          <w:lang w:bidi="ur-PK"/>
        </w:rPr>
        <w:t>و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 کم نہ کرے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کو محفوظ نہ رکھے، تو وہ شخص(بھ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تائب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جو شخص توبہ کرے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اپنے بدن سے اضاف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کھانے کو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کرے، تو وہ شخص(بھ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تائب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۔ بلکہ وہ شخص تائب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ان تمام خصلتوں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پابند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۔</w:t>
      </w:r>
      <w:r w:rsidR="0005211C" w:rsidRPr="00125F42">
        <w:rPr>
          <w:rStyle w:val="libFootnotenumChar"/>
          <w:rtl/>
          <w:lang w:bidi="ur-PK"/>
        </w:rPr>
        <w:t>(165)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E957D6" w:rsidRDefault="00E957D6" w:rsidP="00476253">
      <w:pPr>
        <w:pStyle w:val="libNormal"/>
        <w:rPr>
          <w:rtl/>
          <w:lang w:bidi="ur-PK"/>
        </w:rPr>
      </w:pPr>
    </w:p>
    <w:p w:rsidR="00E957D6" w:rsidRDefault="00E957D6" w:rsidP="00476253">
      <w:pPr>
        <w:pStyle w:val="libNormal"/>
        <w:rPr>
          <w:rtl/>
          <w:lang w:bidi="ur-PK"/>
        </w:rPr>
      </w:pPr>
    </w:p>
    <w:p w:rsidR="004D21B0" w:rsidRDefault="004D21B0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42" w:name="_Toc520983979"/>
      <w:r>
        <w:rPr>
          <w:rFonts w:hint="eastAsia"/>
          <w:rtl/>
          <w:lang w:bidi="ur-PK"/>
        </w:rPr>
        <w:lastRenderedPageBreak/>
        <w:t>توبہ</w:t>
      </w:r>
      <w:r>
        <w:rPr>
          <w:rtl/>
          <w:lang w:bidi="ur-PK"/>
        </w:rPr>
        <w:t xml:space="preserve"> کے منافع اور فوائد</w:t>
      </w:r>
      <w:bookmarkEnd w:id="42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گناھوں</w:t>
      </w:r>
      <w:r>
        <w:rPr>
          <w:rtl/>
          <w:lang w:bidi="ur-PK"/>
        </w:rPr>
        <w:t xml:space="preserve"> سے توبہ کے متعلق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اھل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سے مرو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و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کے بھت سے منافع و فوائد ذکر</w:t>
      </w:r>
      <w:r w:rsidR="006E184C">
        <w:rPr>
          <w:rtl/>
          <w:lang w:bidi="ur-PK"/>
        </w:rPr>
        <w:t xml:space="preserve"> ہوئے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جن کو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125F42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E957D6">
        <w:rPr>
          <w:rStyle w:val="libAieChar"/>
          <w:rtl/>
        </w:rPr>
        <w:t>اسْتَغْفِرُوا رَبَّكُمْ إِنَّ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E957D6">
        <w:rPr>
          <w:rStyle w:val="libAieChar"/>
          <w:rFonts w:hint="cs"/>
          <w:rtl/>
        </w:rPr>
        <w:t>ُ</w:t>
      </w:r>
      <w:r w:rsidR="00476253" w:rsidRPr="00E957D6">
        <w:rPr>
          <w:rStyle w:val="libAieChar"/>
          <w:rtl/>
        </w:rPr>
        <w:t xml:space="preserve"> </w:t>
      </w:r>
      <w:r w:rsidR="00476253" w:rsidRPr="00E957D6">
        <w:rPr>
          <w:rStyle w:val="libAieChar"/>
          <w:rFonts w:hint="cs"/>
          <w:rtl/>
        </w:rPr>
        <w:t>كَانَ</w:t>
      </w:r>
      <w:r w:rsidR="00476253" w:rsidRPr="00E957D6">
        <w:rPr>
          <w:rStyle w:val="libAieChar"/>
          <w:rtl/>
        </w:rPr>
        <w:t xml:space="preserve"> </w:t>
      </w:r>
      <w:r w:rsidR="00476253" w:rsidRPr="00E957D6">
        <w:rPr>
          <w:rStyle w:val="libAieChar"/>
          <w:rFonts w:hint="cs"/>
          <w:rtl/>
        </w:rPr>
        <w:t>غَفَّارًا</w:t>
      </w:r>
      <w:r w:rsidR="00476253" w:rsidRPr="00E957D6">
        <w:rPr>
          <w:rStyle w:val="libAieChar"/>
          <w:rtl/>
        </w:rPr>
        <w:t xml:space="preserve"> </w:t>
      </w:r>
      <w:r w:rsidR="00476253" w:rsidRPr="00E957D6">
        <w:rPr>
          <w:rStyle w:val="libAieChar"/>
          <w:rFonts w:hint="cs"/>
          <w:rtl/>
        </w:rPr>
        <w:t>ی</w:t>
      </w:r>
      <w:r w:rsidR="00476253" w:rsidRPr="00E957D6">
        <w:rPr>
          <w:rStyle w:val="libAieChar"/>
          <w:rFonts w:hint="eastAsia"/>
          <w:rtl/>
        </w:rPr>
        <w:t>رْسِلِ</w:t>
      </w:r>
      <w:r w:rsidR="00476253" w:rsidRPr="00E957D6">
        <w:rPr>
          <w:rStyle w:val="libAieChar"/>
          <w:rtl/>
        </w:rPr>
        <w:t xml:space="preserve"> السَّمَاءَ عَلَ</w:t>
      </w:r>
      <w:r w:rsidR="00476253" w:rsidRPr="00E957D6">
        <w:rPr>
          <w:rStyle w:val="libAieChar"/>
          <w:rFonts w:hint="cs"/>
          <w:rtl/>
        </w:rPr>
        <w:t>ی</w:t>
      </w:r>
      <w:r w:rsidR="00476253" w:rsidRPr="00E957D6">
        <w:rPr>
          <w:rStyle w:val="libAieChar"/>
          <w:rFonts w:hint="eastAsia"/>
          <w:rtl/>
        </w:rPr>
        <w:t>كُمْ</w:t>
      </w:r>
      <w:r w:rsidR="00476253" w:rsidRPr="00E957D6">
        <w:rPr>
          <w:rStyle w:val="libAieChar"/>
          <w:rtl/>
        </w:rPr>
        <w:t xml:space="preserve"> مِدْرَارًا  </w:t>
      </w:r>
      <w:r w:rsidR="00476253" w:rsidRPr="00E957D6">
        <w:rPr>
          <w:rStyle w:val="libAieChar"/>
          <w:rFonts w:hint="cs"/>
          <w:rtl/>
        </w:rPr>
        <w:t>وَی</w:t>
      </w:r>
      <w:r w:rsidR="00476253" w:rsidRPr="00E957D6">
        <w:rPr>
          <w:rStyle w:val="libAieChar"/>
          <w:rFonts w:hint="eastAsia"/>
          <w:rtl/>
        </w:rPr>
        <w:t>مْدِدْكُمْ</w:t>
      </w:r>
      <w:r w:rsidR="00476253" w:rsidRPr="00E957D6">
        <w:rPr>
          <w:rStyle w:val="libAieChar"/>
          <w:rtl/>
        </w:rPr>
        <w:t xml:space="preserve"> بِ</w:t>
      </w:r>
      <w:r w:rsidR="00BA0B7F">
        <w:rPr>
          <w:rStyle w:val="libAieChar"/>
          <w:rtl/>
        </w:rPr>
        <w:t>ا</w:t>
      </w:r>
      <w:r w:rsidR="00476253" w:rsidRPr="00E957D6">
        <w:rPr>
          <w:rStyle w:val="libAieChar"/>
          <w:rFonts w:hint="eastAsia"/>
          <w:rtl/>
        </w:rPr>
        <w:t>مْوَالٍ</w:t>
      </w:r>
      <w:r w:rsidR="00476253" w:rsidRPr="00E957D6">
        <w:rPr>
          <w:rStyle w:val="libAieChar"/>
          <w:rtl/>
        </w:rPr>
        <w:t xml:space="preserve"> وَبَنِ</w:t>
      </w:r>
      <w:r w:rsidR="00476253" w:rsidRPr="00E957D6">
        <w:rPr>
          <w:rStyle w:val="libAieChar"/>
          <w:rFonts w:hint="cs"/>
          <w:rtl/>
        </w:rPr>
        <w:t>ی</w:t>
      </w:r>
      <w:r w:rsidR="00476253" w:rsidRPr="00E957D6">
        <w:rPr>
          <w:rStyle w:val="libAieChar"/>
          <w:rFonts w:hint="eastAsia"/>
          <w:rtl/>
        </w:rPr>
        <w:t>نَ</w:t>
      </w:r>
      <w:r w:rsidR="00476253" w:rsidRPr="00E957D6">
        <w:rPr>
          <w:rStyle w:val="libAieChar"/>
          <w:rtl/>
        </w:rPr>
        <w:t xml:space="preserve"> وَ</w:t>
      </w:r>
      <w:r w:rsidR="00476253" w:rsidRPr="00E957D6">
        <w:rPr>
          <w:rStyle w:val="libAieChar"/>
          <w:rFonts w:hint="cs"/>
          <w:rtl/>
        </w:rPr>
        <w:t>ی</w:t>
      </w:r>
      <w:r w:rsidR="00476253" w:rsidRPr="00E957D6">
        <w:rPr>
          <w:rStyle w:val="libAieChar"/>
          <w:rFonts w:hint="eastAsia"/>
          <w:rtl/>
        </w:rPr>
        <w:t>جْعَلْ</w:t>
      </w:r>
      <w:r w:rsidR="00476253" w:rsidRPr="00E957D6">
        <w:rPr>
          <w:rStyle w:val="libAieChar"/>
          <w:rtl/>
        </w:rPr>
        <w:t xml:space="preserve"> لَكُمْ جَنَّاتٍ وَ</w:t>
      </w:r>
      <w:r w:rsidR="00476253" w:rsidRPr="00E957D6">
        <w:rPr>
          <w:rStyle w:val="libAieChar"/>
          <w:rFonts w:hint="cs"/>
          <w:rtl/>
        </w:rPr>
        <w:t>ی</w:t>
      </w:r>
      <w:r w:rsidR="00476253" w:rsidRPr="00E957D6">
        <w:rPr>
          <w:rStyle w:val="libAieChar"/>
          <w:rFonts w:hint="eastAsia"/>
          <w:rtl/>
        </w:rPr>
        <w:t>جْعَلْ</w:t>
      </w:r>
      <w:r w:rsidR="00476253" w:rsidRPr="00E957D6">
        <w:rPr>
          <w:rStyle w:val="libAieChar"/>
          <w:rtl/>
        </w:rPr>
        <w:t xml:space="preserve"> لَكُمْ </w:t>
      </w:r>
      <w:r w:rsidR="00BA0B7F">
        <w:rPr>
          <w:rStyle w:val="libAieChar"/>
          <w:rtl/>
        </w:rPr>
        <w:t>ا</w:t>
      </w:r>
      <w:r w:rsidR="00476253" w:rsidRPr="00E957D6">
        <w:rPr>
          <w:rStyle w:val="libAieChar"/>
          <w:rFonts w:hint="eastAsia"/>
          <w:rtl/>
        </w:rPr>
        <w:t>نْ</w:t>
      </w:r>
      <w:r w:rsidR="00705CD5" w:rsidRPr="00705CD5">
        <w:rPr>
          <w:rStyle w:val="libAieChar"/>
          <w:rFonts w:hint="cs"/>
          <w:rtl/>
        </w:rPr>
        <w:t>ه</w:t>
      </w:r>
      <w:r w:rsidR="00476253" w:rsidRPr="00E957D6">
        <w:rPr>
          <w:rStyle w:val="libAieChar"/>
          <w:rFonts w:hint="cs"/>
          <w:rtl/>
        </w:rPr>
        <w:t>ارًا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(166)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اور کھا کہ اپنے پروردگار سے استغفار کرو کہ وہ بھت ز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ادہ</w:t>
      </w:r>
      <w:r w:rsidR="00476253">
        <w:rPr>
          <w:rtl/>
          <w:lang w:bidi="ur-PK"/>
        </w:rPr>
        <w:t xml:space="preserve"> بخشنے والا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۔ وہ تم پر آسمان سے موسلا دھار پان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برسائے گا۔اور اموال واولاد کے ذر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عہ</w:t>
      </w:r>
      <w:r w:rsidR="00476253">
        <w:rPr>
          <w:rtl/>
          <w:lang w:bidi="ur-PK"/>
        </w:rPr>
        <w:t xml:space="preserve"> تمھار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مدد کرے گا اور تمھارے لئے باغات اور نھر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قرار دے گا“۔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E957D6">
        <w:rPr>
          <w:rStyle w:val="libAieChar"/>
          <w:rtl/>
        </w:rPr>
        <w:t>تُوبُوا اِلَ</w:t>
      </w:r>
      <w:r w:rsidR="00476253" w:rsidRPr="00E957D6">
        <w:rPr>
          <w:rStyle w:val="libAieChar"/>
          <w:rFonts w:hint="cs"/>
          <w:rtl/>
        </w:rPr>
        <w:t>ی</w:t>
      </w:r>
      <w:r w:rsidR="00476253" w:rsidRPr="00E957D6">
        <w:rPr>
          <w:rStyle w:val="libAieChar"/>
          <w:rtl/>
        </w:rPr>
        <w:t xml:space="preserve"> اللّٰ</w:t>
      </w:r>
      <w:r w:rsidR="00705CD5" w:rsidRPr="00705CD5">
        <w:rPr>
          <w:rStyle w:val="libAieChar"/>
          <w:rFonts w:hint="cs"/>
          <w:rtl/>
        </w:rPr>
        <w:t>ه</w:t>
      </w:r>
      <w:r w:rsidR="00476253" w:rsidRPr="00E957D6">
        <w:rPr>
          <w:rStyle w:val="libAieChar"/>
          <w:rFonts w:hint="cs"/>
          <w:rtl/>
        </w:rPr>
        <w:t>ِ</w:t>
      </w:r>
      <w:r w:rsidR="00476253" w:rsidRPr="00E957D6">
        <w:rPr>
          <w:rStyle w:val="libAieChar"/>
          <w:rtl/>
        </w:rPr>
        <w:t xml:space="preserve"> </w:t>
      </w:r>
      <w:r w:rsidR="00476253" w:rsidRPr="00E957D6">
        <w:rPr>
          <w:rStyle w:val="libAieChar"/>
          <w:rFonts w:hint="cs"/>
          <w:rtl/>
        </w:rPr>
        <w:t>تَوْبَةً</w:t>
      </w:r>
      <w:r w:rsidR="00476253" w:rsidRPr="00E957D6">
        <w:rPr>
          <w:rStyle w:val="libAieChar"/>
          <w:rtl/>
        </w:rPr>
        <w:t xml:space="preserve"> </w:t>
      </w:r>
      <w:r w:rsidR="00476253" w:rsidRPr="00E957D6">
        <w:rPr>
          <w:rStyle w:val="libAieChar"/>
          <w:rFonts w:hint="cs"/>
          <w:rtl/>
        </w:rPr>
        <w:t>نَصوحاً</w:t>
      </w:r>
      <w:r w:rsidR="00476253" w:rsidRPr="00E957D6">
        <w:rPr>
          <w:rStyle w:val="libAieChar"/>
          <w:rtl/>
        </w:rPr>
        <w:t xml:space="preserve"> </w:t>
      </w:r>
      <w:r w:rsidR="00476253" w:rsidRPr="00E957D6">
        <w:rPr>
          <w:rStyle w:val="libAieChar"/>
          <w:rFonts w:hint="cs"/>
          <w:rtl/>
        </w:rPr>
        <w:t>عَسٰی</w:t>
      </w:r>
      <w:r w:rsidR="00476253" w:rsidRPr="00E957D6">
        <w:rPr>
          <w:rStyle w:val="libAieChar"/>
          <w:rtl/>
        </w:rPr>
        <w:t xml:space="preserve"> رَبُّكُمْ اَنْ </w:t>
      </w:r>
      <w:r w:rsidR="00476253" w:rsidRPr="00E957D6">
        <w:rPr>
          <w:rStyle w:val="libAieChar"/>
          <w:rFonts w:hint="cs"/>
          <w:rtl/>
        </w:rPr>
        <w:t>ی</w:t>
      </w:r>
      <w:r w:rsidR="00476253" w:rsidRPr="00E957D6">
        <w:rPr>
          <w:rStyle w:val="libAieChar"/>
          <w:rFonts w:hint="eastAsia"/>
          <w:rtl/>
        </w:rPr>
        <w:t>كَفِّرَ</w:t>
      </w:r>
      <w:r w:rsidR="00476253" w:rsidRPr="00E957D6">
        <w:rPr>
          <w:rStyle w:val="libAieChar"/>
          <w:rtl/>
        </w:rPr>
        <w:t xml:space="preserve"> عَنْكُمْ سَ</w:t>
      </w:r>
      <w:r w:rsidR="00476253" w:rsidRPr="00E957D6">
        <w:rPr>
          <w:rStyle w:val="libAieChar"/>
          <w:rFonts w:hint="cs"/>
          <w:rtl/>
        </w:rPr>
        <w:t>ی</w:t>
      </w:r>
      <w:r w:rsidR="00476253" w:rsidRPr="00E957D6">
        <w:rPr>
          <w:rStyle w:val="libAieChar"/>
          <w:rFonts w:hint="eastAsia"/>
          <w:rtl/>
        </w:rPr>
        <w:t>ئاتِكُمْ</w:t>
      </w:r>
      <w:r w:rsidR="00476253" w:rsidRPr="00E957D6">
        <w:rPr>
          <w:rStyle w:val="libAieChar"/>
          <w:rtl/>
        </w:rPr>
        <w:t xml:space="preserve"> وَ </w:t>
      </w:r>
      <w:r w:rsidR="00476253" w:rsidRPr="00E957D6">
        <w:rPr>
          <w:rStyle w:val="libAieChar"/>
          <w:rFonts w:hint="cs"/>
          <w:rtl/>
        </w:rPr>
        <w:t>ی</w:t>
      </w:r>
      <w:r w:rsidR="00476253" w:rsidRPr="00E957D6">
        <w:rPr>
          <w:rStyle w:val="libAieChar"/>
          <w:rFonts w:hint="eastAsia"/>
          <w:rtl/>
        </w:rPr>
        <w:t>دْخِلَكُمْ</w:t>
      </w:r>
      <w:r w:rsidR="00476253" w:rsidRPr="00E957D6">
        <w:rPr>
          <w:rStyle w:val="libAieChar"/>
          <w:rtl/>
        </w:rPr>
        <w:t xml:space="preserve"> جَنّاتٍ تَجْر</w:t>
      </w:r>
      <w:r w:rsidR="00476253" w:rsidRPr="00E957D6">
        <w:rPr>
          <w:rStyle w:val="libAieChar"/>
          <w:rFonts w:hint="cs"/>
          <w:rtl/>
        </w:rPr>
        <w:t>ی</w:t>
      </w:r>
      <w:r w:rsidR="00476253" w:rsidRPr="00E957D6">
        <w:rPr>
          <w:rStyle w:val="libAieChar"/>
          <w:rtl/>
        </w:rPr>
        <w:t xml:space="preserve"> مِنْ تَحْتِ</w:t>
      </w:r>
      <w:r w:rsidR="00705CD5" w:rsidRPr="00705CD5">
        <w:rPr>
          <w:rStyle w:val="libAieChar"/>
          <w:rFonts w:hint="cs"/>
          <w:rtl/>
        </w:rPr>
        <w:t>ه</w:t>
      </w:r>
      <w:r w:rsidR="00476253" w:rsidRPr="00E957D6">
        <w:rPr>
          <w:rStyle w:val="libAieChar"/>
          <w:rFonts w:hint="cs"/>
          <w:rtl/>
        </w:rPr>
        <w:t>َا</w:t>
      </w:r>
      <w:r w:rsidR="00476253" w:rsidRPr="00E957D6">
        <w:rPr>
          <w:rStyle w:val="libAieChar"/>
          <w:rtl/>
        </w:rPr>
        <w:t xml:space="preserve"> </w:t>
      </w:r>
      <w:r w:rsidR="00476253" w:rsidRPr="00E957D6">
        <w:rPr>
          <w:rStyle w:val="libAieChar"/>
          <w:rFonts w:hint="cs"/>
          <w:rtl/>
        </w:rPr>
        <w:t>الاَنْ</w:t>
      </w:r>
      <w:r w:rsidR="00705CD5" w:rsidRPr="00705CD5">
        <w:rPr>
          <w:rStyle w:val="libAieChar"/>
          <w:rFonts w:hint="cs"/>
          <w:rtl/>
        </w:rPr>
        <w:t>ه</w:t>
      </w:r>
      <w:r w:rsidR="00476253" w:rsidRPr="00E957D6">
        <w:rPr>
          <w:rStyle w:val="libAieChar"/>
          <w:rFonts w:hint="cs"/>
          <w:rtl/>
        </w:rPr>
        <w:t>ارُ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 xml:space="preserve"> ۔</w:t>
      </w:r>
      <w:r w:rsidR="0005211C" w:rsidRPr="00125F42">
        <w:rPr>
          <w:rStyle w:val="libFootnotenumChar"/>
          <w:rtl/>
          <w:lang w:bidi="ur-PK"/>
        </w:rPr>
        <w:t>(167)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”توبہ</w:t>
      </w:r>
      <w:r w:rsidR="00476253">
        <w:rPr>
          <w:rtl/>
          <w:lang w:bidi="ur-PK"/>
        </w:rPr>
        <w:t xml:space="preserve"> کرو، عنقر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</w:t>
      </w:r>
      <w:r w:rsidR="00476253">
        <w:rPr>
          <w:rtl/>
          <w:lang w:bidi="ur-PK"/>
        </w:rPr>
        <w:t xml:space="preserve"> تمھارا پرودگار تمھار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برائ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</w:t>
      </w:r>
      <w:r w:rsidR="00476253">
        <w:rPr>
          <w:rtl/>
          <w:lang w:bidi="ur-PK"/>
        </w:rPr>
        <w:t xml:space="preserve"> کو مٹادے گا اور تم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ان جنتوں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داخل کرے گا جن کے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چے</w:t>
      </w:r>
      <w:r w:rsidR="00476253">
        <w:rPr>
          <w:rtl/>
          <w:lang w:bidi="ur-PK"/>
        </w:rPr>
        <w:t xml:space="preserve"> نھر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جار</w:t>
      </w:r>
      <w:r w:rsidR="00476253"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ں 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توبہ</w:t>
      </w:r>
      <w:r>
        <w:rPr>
          <w:rtl/>
          <w:lang w:bidi="ur-PK"/>
        </w:rPr>
        <w:t xml:space="preserve"> سے متعلق اکثر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 صفات ”غفور“ و ”رح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م“</w:t>
      </w:r>
      <w:r>
        <w:rPr>
          <w:rtl/>
          <w:lang w:bidi="ur-PK"/>
        </w:rPr>
        <w:t xml:space="preserve"> پر ختم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کا مطلب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خداوندعالم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کرنے والے پر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بخشش اوررحمت کے دروازے کھول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تاھے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(168)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05211C">
        <w:rPr>
          <w:rStyle w:val="libAlaemChar"/>
          <w:rtl/>
        </w:rPr>
        <w:t>(</w:t>
      </w:r>
      <w:r w:rsidRPr="00E957D6">
        <w:rPr>
          <w:rStyle w:val="libAieChar"/>
          <w:rtl/>
        </w:rPr>
        <w:t xml:space="preserve">وَلَوْ </w:t>
      </w:r>
      <w:r w:rsidR="00BA0B7F">
        <w:rPr>
          <w:rStyle w:val="libAieChar"/>
          <w:rtl/>
        </w:rPr>
        <w:t>ا</w:t>
      </w:r>
      <w:r w:rsidRPr="00E957D6">
        <w:rPr>
          <w:rStyle w:val="libAieChar"/>
          <w:rFonts w:hint="eastAsia"/>
          <w:rtl/>
        </w:rPr>
        <w:t>نَّ</w:t>
      </w:r>
      <w:r w:rsidRPr="00E957D6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705CD5" w:rsidRPr="00705CD5">
        <w:rPr>
          <w:rStyle w:val="libAieChar"/>
          <w:rFonts w:hint="cs"/>
          <w:rtl/>
        </w:rPr>
        <w:t>ه</w:t>
      </w:r>
      <w:r w:rsidRPr="00E957D6">
        <w:rPr>
          <w:rStyle w:val="libAieChar"/>
          <w:rFonts w:hint="cs"/>
          <w:rtl/>
        </w:rPr>
        <w:t>ل</w:t>
      </w:r>
      <w:r w:rsidRPr="00E957D6">
        <w:rPr>
          <w:rStyle w:val="libAieChar"/>
          <w:rtl/>
        </w:rPr>
        <w:t xml:space="preserve"> الْقُرَ</w:t>
      </w:r>
      <w:r w:rsidRPr="00E957D6">
        <w:rPr>
          <w:rStyle w:val="libAieChar"/>
          <w:rFonts w:hint="cs"/>
          <w:rtl/>
        </w:rPr>
        <w:t>ی</w:t>
      </w:r>
      <w:r w:rsidRPr="00E957D6">
        <w:rPr>
          <w:rStyle w:val="libAieChar"/>
          <w:rtl/>
        </w:rPr>
        <w:t xml:space="preserve"> آمَنُواوَاتَّقَوْا لَفَتَحْنَا عَلَ</w:t>
      </w:r>
      <w:r w:rsidRPr="00E957D6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Pr="00E957D6">
        <w:rPr>
          <w:rStyle w:val="libAieChar"/>
          <w:rFonts w:hint="cs"/>
          <w:rtl/>
        </w:rPr>
        <w:t>م</w:t>
      </w:r>
      <w:r w:rsidRPr="00E957D6">
        <w:rPr>
          <w:rStyle w:val="libAieChar"/>
          <w:rtl/>
        </w:rPr>
        <w:t xml:space="preserve"> بَرَكَاتٍ مِنْ السَّمَاءِ وَالْ</w:t>
      </w:r>
      <w:r w:rsidR="00BA0B7F">
        <w:rPr>
          <w:rStyle w:val="libAieChar"/>
          <w:rtl/>
        </w:rPr>
        <w:t>ا</w:t>
      </w:r>
      <w:r w:rsidRPr="00E957D6">
        <w:rPr>
          <w:rStyle w:val="libAieChar"/>
          <w:rFonts w:hint="eastAsia"/>
          <w:rtl/>
        </w:rPr>
        <w:t>رْضِ</w:t>
      </w:r>
      <w:r w:rsidR="006F6A7F" w:rsidRPr="006F6A7F">
        <w:rPr>
          <w:rStyle w:val="libAlaemChar"/>
          <w:rtl/>
        </w:rPr>
        <w:t>)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(169)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”اور</w:t>
      </w:r>
      <w:r>
        <w:rPr>
          <w:rtl/>
          <w:lang w:bidi="ur-PK"/>
        </w:rPr>
        <w:t xml:space="preserve"> اگر بست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لوگ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آتے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تقويٰ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رکر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تو ھم ان کے لئے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آسمان سے برکتوں کے دروازے کھول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”مجمع</w:t>
      </w:r>
      <w:r>
        <w:rPr>
          <w:rtl/>
          <w:lang w:bidi="ur-PK"/>
        </w:rPr>
        <w:t xml:space="preserve"> 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ان“</w:t>
      </w:r>
      <w:r>
        <w:rPr>
          <w:rtl/>
          <w:lang w:bidi="ur-PK"/>
        </w:rPr>
        <w:t xml:space="preserve">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گرانقدر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حضرت امام حسن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آکر قحط اور مہنگائ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وقت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اس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اے شخص اپنے گناھوں سے استغفار کرو،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شخص نے غربت اور ندار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سے (بھ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اپنے گناھ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مغفرت طلب کرو،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شخص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مولا دعا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کہ مجھے خداوندعالم اولاد عطا کرے تو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اس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اپنے گناھوں سے استعفار کرو۔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وقت آپ کے اصحاب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(فرزند رسول!) آنے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درخواست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مختلف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آپ نے سب کو توبہ و استغفار کرنے کاحکم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!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بلکہ سورہ نوح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نکلتا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جھاں </w:t>
      </w:r>
      <w:r>
        <w:rPr>
          <w:rFonts w:hint="eastAsia"/>
          <w:rtl/>
          <w:lang w:bidi="ur-PK"/>
        </w:rPr>
        <w:t>خداوندعالم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  <w:r w:rsidR="0005211C">
        <w:rPr>
          <w:rStyle w:val="libAlaemChar"/>
          <w:rtl/>
        </w:rPr>
        <w:t>(</w:t>
      </w:r>
      <w:r w:rsidRPr="00E957D6">
        <w:rPr>
          <w:rStyle w:val="libAieChar"/>
          <w:rtl/>
        </w:rPr>
        <w:t>استغفروا ربّکم</w:t>
      </w:r>
      <w:r w:rsidR="006F6A7F" w:rsidRPr="006F6A7F">
        <w:rPr>
          <w:rStyle w:val="libAlaemChar"/>
          <w:rtl/>
        </w:rPr>
        <w:t>)</w:t>
      </w:r>
      <w:r>
        <w:rPr>
          <w:rtl/>
          <w:lang w:bidi="ur-PK"/>
        </w:rPr>
        <w:t xml:space="preserve"> (اپنے رب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و استغفار کرو)، لہٰذا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نے سبھ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استغفار کے لئے کھا، تاکہ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مشکلات، توبہ و استغفار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حل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(170)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بھر</w:t>
      </w:r>
      <w:r>
        <w:rPr>
          <w:rtl/>
          <w:lang w:bidi="ur-PK"/>
        </w:rPr>
        <w:t xml:space="preserve"> حال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سے واضح طور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نکلتا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توبہ کے منافع و فوائد اس طرح سے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گناھوں سے پاک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جانا، رحمت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نزول، بخشش خداوند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عذاب آخرت سے نجات،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جانے کا استحقاق، روح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اعضاء و جوارح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طھارت، ذ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و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نجات، باران نعمت کا نزول، مال و دولت اور اولاد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امداد، باغات او رنھروں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برکت، قحط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مہنگائ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غربت کا خاتمہ۔ </w:t>
      </w:r>
    </w:p>
    <w:p w:rsidR="00476253" w:rsidRPr="00722451" w:rsidRDefault="00722451" w:rsidP="00722451">
      <w:pPr>
        <w:pStyle w:val="libLine"/>
        <w:rPr>
          <w:rtl/>
          <w:lang w:bidi="ur-PK"/>
        </w:rPr>
      </w:pPr>
      <w:r>
        <w:rPr>
          <w:rFonts w:hint="cs"/>
          <w:rtl/>
          <w:lang w:bidi="ur-PK"/>
        </w:rPr>
        <w:t>____________________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95. سور</w:t>
      </w:r>
      <w:r w:rsidR="00BA0B7F">
        <w:rPr>
          <w:rtl/>
        </w:rPr>
        <w:t>ہ</w:t>
      </w:r>
      <w:r>
        <w:rPr>
          <w:rtl/>
        </w:rPr>
        <w:t xml:space="preserve"> طہ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82۔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96. (ور</w:t>
      </w:r>
      <w:r w:rsidR="00BA0B7F">
        <w:rPr>
          <w:rtl/>
        </w:rPr>
        <w:t>ہ</w:t>
      </w:r>
      <w:r>
        <w:rPr>
          <w:rtl/>
        </w:rPr>
        <w:t xml:space="preserve"> م</w:t>
      </w:r>
      <w:r w:rsidR="00AA04E3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(غافر)آ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97. سور</w:t>
      </w:r>
      <w:r w:rsidR="00BA0B7F">
        <w:rPr>
          <w:rtl/>
        </w:rPr>
        <w:t>ہ</w:t>
      </w:r>
      <w:r>
        <w:rPr>
          <w:rtl/>
        </w:rPr>
        <w:t xml:space="preserve"> زمر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53۔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98. سور</w:t>
      </w:r>
      <w:r w:rsidR="00BA0B7F">
        <w:rPr>
          <w:rtl/>
        </w:rPr>
        <w:t>ہ</w:t>
      </w:r>
      <w:r>
        <w:rPr>
          <w:rtl/>
        </w:rPr>
        <w:t xml:space="preserve"> زمر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58۔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99. سور</w:t>
      </w:r>
      <w:r w:rsidR="00BA0B7F">
        <w:rPr>
          <w:rtl/>
        </w:rPr>
        <w:t>ہ</w:t>
      </w:r>
      <w:r>
        <w:rPr>
          <w:rtl/>
        </w:rPr>
        <w:t xml:space="preserve"> زمر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59۔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100. سور</w:t>
      </w:r>
      <w:r w:rsidR="00BA0B7F">
        <w:rPr>
          <w:rtl/>
        </w:rPr>
        <w:t>ہ</w:t>
      </w:r>
      <w:r>
        <w:rPr>
          <w:rtl/>
        </w:rPr>
        <w:t xml:space="preserve"> زمر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47۔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102. اصول کاف</w:t>
      </w:r>
      <w:r>
        <w:rPr>
          <w:rFonts w:hint="cs"/>
          <w:rtl/>
        </w:rPr>
        <w:t>ی</w:t>
      </w:r>
      <w:r>
        <w:rPr>
          <w:rtl/>
        </w:rPr>
        <w:t xml:space="preserve"> ج، ص72۔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103.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33 تا 35۔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104. ((</w:t>
      </w:r>
      <w:r w:rsidRPr="00E957D6">
        <w:rPr>
          <w:rStyle w:val="libFootnoteAieChar"/>
          <w:rtl/>
        </w:rPr>
        <w:t>وَ</w:t>
      </w:r>
      <w:r w:rsidRPr="00E957D6">
        <w:rPr>
          <w:rStyle w:val="libFootnoteAieChar"/>
          <w:rFonts w:hint="cs"/>
          <w:rtl/>
        </w:rPr>
        <w:t>ی</w:t>
      </w:r>
      <w:r w:rsidRPr="00E957D6">
        <w:rPr>
          <w:rStyle w:val="libFootnoteAieChar"/>
          <w:rFonts w:hint="eastAsia"/>
          <w:rtl/>
        </w:rPr>
        <w:t>اآدَمُ</w:t>
      </w:r>
      <w:r w:rsidRPr="00E957D6">
        <w:rPr>
          <w:rStyle w:val="libFootnoteAieChar"/>
          <w:rtl/>
        </w:rPr>
        <w:t xml:space="preserve"> اسْكُنْ </w:t>
      </w:r>
      <w:r w:rsidR="00BA0B7F">
        <w:rPr>
          <w:rStyle w:val="libFootnoteAieChar"/>
          <w:rtl/>
        </w:rPr>
        <w:t>ا</w:t>
      </w:r>
      <w:r w:rsidRPr="00E957D6">
        <w:rPr>
          <w:rStyle w:val="libFootnoteAieChar"/>
          <w:rFonts w:hint="eastAsia"/>
          <w:rtl/>
        </w:rPr>
        <w:t>نْتَ</w:t>
      </w:r>
      <w:r w:rsidRPr="00E957D6">
        <w:rPr>
          <w:rStyle w:val="libFootnoteAieChar"/>
          <w:rtl/>
        </w:rPr>
        <w:t xml:space="preserve"> وَزَوْجُكَ الْجَنَّةَ فَكُلاَمِنْ حَ</w:t>
      </w:r>
      <w:r w:rsidRPr="00E957D6">
        <w:rPr>
          <w:rStyle w:val="libFootnoteAieChar"/>
          <w:rFonts w:hint="cs"/>
          <w:rtl/>
        </w:rPr>
        <w:t>ی</w:t>
      </w:r>
      <w:r w:rsidRPr="00E957D6">
        <w:rPr>
          <w:rStyle w:val="libFootnoteAieChar"/>
          <w:rFonts w:hint="eastAsia"/>
          <w:rtl/>
        </w:rPr>
        <w:t>ثُ</w:t>
      </w:r>
      <w:r w:rsidRPr="00E957D6">
        <w:rPr>
          <w:rStyle w:val="libFootnoteAieChar"/>
          <w:rtl/>
        </w:rPr>
        <w:t xml:space="preserve"> شِئْتُمَا وَلاَتَقْرَبَا 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َذِ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ِ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الشَّجَرَةَ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فَتَكُونَا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مِنْ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الظَّالِمِ</w:t>
      </w:r>
      <w:r w:rsidRPr="00E957D6">
        <w:rPr>
          <w:rStyle w:val="libFootnoteAieChar"/>
          <w:rFonts w:hint="cs"/>
          <w:rtl/>
        </w:rPr>
        <w:t>ی</w:t>
      </w:r>
      <w:r w:rsidRPr="00E957D6">
        <w:rPr>
          <w:rStyle w:val="libFootnoteAieChar"/>
          <w:rFonts w:hint="eastAsia"/>
          <w:rtl/>
        </w:rPr>
        <w:t>نَ</w:t>
      </w:r>
      <w:r>
        <w:rPr>
          <w:rtl/>
        </w:rPr>
        <w:t>))سور</w:t>
      </w:r>
      <w:r w:rsidR="00BA0B7F">
        <w:rPr>
          <w:rtl/>
        </w:rPr>
        <w:t>ہ</w:t>
      </w:r>
      <w:r>
        <w:rPr>
          <w:rtl/>
        </w:rPr>
        <w:t xml:space="preserve">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نمبر19۔ </w:t>
      </w:r>
    </w:p>
    <w:p w:rsidR="00476253" w:rsidRDefault="00476253" w:rsidP="00705CD5">
      <w:pPr>
        <w:pStyle w:val="libFootnote"/>
        <w:rPr>
          <w:rtl/>
        </w:rPr>
      </w:pPr>
      <w:r>
        <w:rPr>
          <w:rtl/>
        </w:rPr>
        <w:t>105. ((</w:t>
      </w:r>
      <w:r w:rsidRPr="00E957D6">
        <w:rPr>
          <w:rStyle w:val="libFootnoteAieChar"/>
          <w:rtl/>
        </w:rPr>
        <w:t>فَوَسْوَسَ لَ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ما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الشَّ</w:t>
      </w:r>
      <w:r w:rsidRPr="00E957D6">
        <w:rPr>
          <w:rStyle w:val="libFootnoteAieChar"/>
          <w:rFonts w:hint="cs"/>
          <w:rtl/>
        </w:rPr>
        <w:t>ی</w:t>
      </w:r>
      <w:r w:rsidRPr="00E957D6">
        <w:rPr>
          <w:rStyle w:val="libFootnoteAieChar"/>
          <w:rFonts w:hint="eastAsia"/>
          <w:rtl/>
        </w:rPr>
        <w:t>طَانُ</w:t>
      </w:r>
      <w:r w:rsidRPr="00E957D6">
        <w:rPr>
          <w:rStyle w:val="libFootnoteAieChar"/>
          <w:rtl/>
        </w:rPr>
        <w:t xml:space="preserve"> لِ</w:t>
      </w:r>
      <w:r w:rsidRPr="00E957D6">
        <w:rPr>
          <w:rStyle w:val="libFootnoteAieChar"/>
          <w:rFonts w:hint="cs"/>
          <w:rtl/>
        </w:rPr>
        <w:t>ی</w:t>
      </w:r>
      <w:r w:rsidRPr="00E957D6">
        <w:rPr>
          <w:rStyle w:val="libFootnoteAieChar"/>
          <w:rFonts w:hint="eastAsia"/>
          <w:rtl/>
        </w:rPr>
        <w:t>بْدِ</w:t>
      </w:r>
      <w:r w:rsidRPr="00E957D6">
        <w:rPr>
          <w:rStyle w:val="libFootnoteAieChar"/>
          <w:rFonts w:hint="cs"/>
          <w:rtl/>
        </w:rPr>
        <w:t>ی</w:t>
      </w:r>
      <w:r w:rsidRPr="00E957D6">
        <w:rPr>
          <w:rStyle w:val="libFootnoteAieChar"/>
          <w:rtl/>
        </w:rPr>
        <w:t xml:space="preserve"> لَ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ما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مَا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وُورِ</w:t>
      </w:r>
      <w:r w:rsidRPr="00E957D6">
        <w:rPr>
          <w:rStyle w:val="libFootnoteAieChar"/>
          <w:rFonts w:hint="cs"/>
          <w:rtl/>
        </w:rPr>
        <w:t>ی</w:t>
      </w:r>
      <w:r w:rsidRPr="00E957D6">
        <w:rPr>
          <w:rStyle w:val="libFootnoteAieChar"/>
          <w:rtl/>
        </w:rPr>
        <w:t xml:space="preserve"> عَنْ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ما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مِنْ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سَوْآتِ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ما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وَقَالَ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مَا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نَ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اكُمَا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رَبُّكُمَا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عَنْ</w:t>
      </w:r>
      <w:r w:rsidRPr="00E957D6">
        <w:rPr>
          <w:rStyle w:val="libFootnoteAieChar"/>
          <w:rtl/>
        </w:rPr>
        <w:t xml:space="preserve"> 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َذِ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ِ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الشَّجَرَةِ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إِلاَّ</w:t>
      </w:r>
      <w:r w:rsidRPr="00E957D6">
        <w:rPr>
          <w:rStyle w:val="libFootnoteAieChar"/>
          <w:rtl/>
        </w:rPr>
        <w:t xml:space="preserve"> </w:t>
      </w:r>
      <w:r w:rsidR="00BA0B7F">
        <w:rPr>
          <w:rStyle w:val="libFootnoteAieChar"/>
          <w:rFonts w:hint="cs"/>
          <w:rtl/>
        </w:rPr>
        <w:t>ا</w:t>
      </w:r>
      <w:r w:rsidRPr="00E957D6">
        <w:rPr>
          <w:rStyle w:val="libFootnoteAieChar"/>
          <w:rFonts w:hint="eastAsia"/>
          <w:rtl/>
        </w:rPr>
        <w:t>نْ</w:t>
      </w:r>
      <w:r w:rsidRPr="00E957D6">
        <w:rPr>
          <w:rStyle w:val="libFootnoteAieChar"/>
          <w:rtl/>
        </w:rPr>
        <w:t xml:space="preserve"> تَكُونَا مَلَكَ</w:t>
      </w:r>
      <w:r w:rsidRPr="00E957D6">
        <w:rPr>
          <w:rStyle w:val="libFootnoteAieChar"/>
          <w:rFonts w:hint="cs"/>
          <w:rtl/>
        </w:rPr>
        <w:t>ی</w:t>
      </w:r>
      <w:r w:rsidRPr="00E957D6">
        <w:rPr>
          <w:rStyle w:val="libFootnoteAieChar"/>
          <w:rFonts w:hint="eastAsia"/>
          <w:rtl/>
        </w:rPr>
        <w:t>نِ</w:t>
      </w:r>
      <w:r w:rsidRPr="00E957D6">
        <w:rPr>
          <w:rStyle w:val="libFootnoteAieChar"/>
          <w:rtl/>
        </w:rPr>
        <w:t xml:space="preserve"> </w:t>
      </w:r>
      <w:r w:rsidR="00BA0B7F">
        <w:rPr>
          <w:rStyle w:val="libFootnoteAieChar"/>
          <w:rtl/>
        </w:rPr>
        <w:t>ا</w:t>
      </w:r>
      <w:r w:rsidRPr="00E957D6">
        <w:rPr>
          <w:rStyle w:val="libFootnoteAieChar"/>
          <w:rFonts w:hint="eastAsia"/>
          <w:rtl/>
        </w:rPr>
        <w:t>وْ</w:t>
      </w:r>
      <w:r w:rsidRPr="00E957D6">
        <w:rPr>
          <w:rStyle w:val="libFootnoteAieChar"/>
          <w:rtl/>
        </w:rPr>
        <w:t xml:space="preserve"> تَكُونَا مِنَ الْخَالِدِ</w:t>
      </w:r>
      <w:r w:rsidRPr="00E957D6">
        <w:rPr>
          <w:rStyle w:val="libFootnoteAieChar"/>
          <w:rFonts w:hint="cs"/>
          <w:rtl/>
        </w:rPr>
        <w:t>ی</w:t>
      </w:r>
      <w:r w:rsidRPr="00E957D6">
        <w:rPr>
          <w:rStyle w:val="libFootnoteAieChar"/>
          <w:rFonts w:hint="eastAsia"/>
          <w:rtl/>
        </w:rPr>
        <w:t>نَ</w:t>
      </w:r>
      <w:r w:rsidRPr="00E957D6">
        <w:rPr>
          <w:rStyle w:val="libFootnoteAieChar"/>
          <w:rtl/>
        </w:rPr>
        <w:t xml:space="preserve">  </w:t>
      </w:r>
      <w:r w:rsidRPr="00163EB1">
        <w:rPr>
          <w:rStyle w:val="libFootnoteAieChar"/>
          <w:rFonts w:hint="cs"/>
          <w:rtl/>
        </w:rPr>
        <w:t>وَقَاسَمَ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ما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إِنِّ</w:t>
      </w:r>
      <w:r w:rsidRPr="00E957D6">
        <w:rPr>
          <w:rStyle w:val="libFootnoteAieChar"/>
          <w:rFonts w:hint="cs"/>
          <w:rtl/>
        </w:rPr>
        <w:t>ی</w:t>
      </w:r>
      <w:r w:rsidRPr="00E957D6">
        <w:rPr>
          <w:rStyle w:val="libFootnoteAieChar"/>
          <w:rtl/>
        </w:rPr>
        <w:t xml:space="preserve"> لَكُمَا لَمِنْ النَّاصِ</w:t>
      </w:r>
      <w:r w:rsidRPr="00E957D6">
        <w:rPr>
          <w:rStyle w:val="libFootnoteAieChar"/>
          <w:rFonts w:hint="eastAsia"/>
          <w:rtl/>
        </w:rPr>
        <w:t>حِ</w:t>
      </w:r>
      <w:r w:rsidRPr="00E957D6">
        <w:rPr>
          <w:rStyle w:val="libFootnoteAieChar"/>
          <w:rFonts w:hint="cs"/>
          <w:rtl/>
        </w:rPr>
        <w:t>ی</w:t>
      </w:r>
      <w:r w:rsidRPr="00E957D6">
        <w:rPr>
          <w:rStyle w:val="libFootnoteAieChar"/>
          <w:rFonts w:hint="eastAsia"/>
          <w:rtl/>
        </w:rPr>
        <w:t>نَ</w:t>
      </w:r>
      <w:r>
        <w:rPr>
          <w:rtl/>
        </w:rPr>
        <w:t>)) سور</w:t>
      </w:r>
      <w:r w:rsidR="00BA0B7F">
        <w:rPr>
          <w:rtl/>
        </w:rPr>
        <w:t>ہ</w:t>
      </w:r>
      <w:r>
        <w:rPr>
          <w:rtl/>
        </w:rPr>
        <w:t xml:space="preserve">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نمبر20۔21۔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106. (</w:t>
      </w:r>
      <w:r w:rsidR="0005211C">
        <w:rPr>
          <w:rtl/>
        </w:rPr>
        <w:t>(</w:t>
      </w:r>
      <w:r w:rsidRPr="00E957D6">
        <w:rPr>
          <w:rStyle w:val="libFootnoteAieChar"/>
          <w:rtl/>
        </w:rPr>
        <w:t>فَدَلاَّ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ما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بِغُرُورٍ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فَلَمَّا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ذَاقَا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الشَّجَرَةَ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بَدَتْ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لَ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ما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سَوْآتُ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ما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وَطَفِقَا</w:t>
      </w:r>
      <w:r w:rsidRPr="00E957D6">
        <w:rPr>
          <w:rStyle w:val="libFootnoteAieChar"/>
          <w:rtl/>
        </w:rPr>
        <w:t xml:space="preserve"> </w:t>
      </w:r>
      <w:r w:rsidRPr="00E957D6">
        <w:rPr>
          <w:rStyle w:val="libFootnoteAieChar"/>
          <w:rFonts w:hint="cs"/>
          <w:rtl/>
        </w:rPr>
        <w:t>ی</w:t>
      </w:r>
      <w:r w:rsidRPr="00E957D6">
        <w:rPr>
          <w:rStyle w:val="libFootnoteAieChar"/>
          <w:rFonts w:hint="eastAsia"/>
          <w:rtl/>
        </w:rPr>
        <w:t>خْصِفَانِ</w:t>
      </w:r>
      <w:r w:rsidRPr="00E957D6">
        <w:rPr>
          <w:rStyle w:val="libFootnoteAieChar"/>
          <w:rtl/>
        </w:rPr>
        <w:t xml:space="preserve"> عَلَ</w:t>
      </w:r>
      <w:r w:rsidRPr="00E957D6">
        <w:rPr>
          <w:rStyle w:val="libFootnoteAieChar"/>
          <w:rFonts w:hint="cs"/>
          <w:rtl/>
        </w:rPr>
        <w:t>ی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ما</w:t>
      </w:r>
      <w:r w:rsidRPr="00E957D6">
        <w:rPr>
          <w:rStyle w:val="libFootnoteAieChar"/>
          <w:rtl/>
        </w:rPr>
        <w:t xml:space="preserve"> مِنْ وَرَقِ الْجَنَّةِ وَنَادَا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ما</w:t>
      </w:r>
      <w:r w:rsidRPr="00E957D6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رَبُّ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ما</w:t>
      </w:r>
      <w:r w:rsidRPr="00E957D6">
        <w:rPr>
          <w:rStyle w:val="libFootnoteAieChar"/>
          <w:rtl/>
        </w:rPr>
        <w:t xml:space="preserve"> </w:t>
      </w:r>
      <w:r w:rsidR="00BA0B7F">
        <w:rPr>
          <w:rStyle w:val="libFootnoteAieChar"/>
          <w:rFonts w:hint="cs"/>
          <w:rtl/>
        </w:rPr>
        <w:t>ا</w:t>
      </w:r>
      <w:r w:rsidRPr="00E957D6">
        <w:rPr>
          <w:rStyle w:val="libFootnoteAieChar"/>
          <w:rFonts w:hint="eastAsia"/>
          <w:rtl/>
        </w:rPr>
        <w:t>لَمْ</w:t>
      </w:r>
      <w:r w:rsidRPr="00E957D6">
        <w:rPr>
          <w:rStyle w:val="libFootnoteAieChar"/>
          <w:rtl/>
        </w:rPr>
        <w:t xml:space="preserve"> </w:t>
      </w:r>
      <w:r w:rsidR="00BA0B7F">
        <w:rPr>
          <w:rStyle w:val="libFootnoteAieChar"/>
          <w:rtl/>
        </w:rPr>
        <w:t>ا</w:t>
      </w:r>
      <w:r w:rsidRPr="00E957D6">
        <w:rPr>
          <w:rStyle w:val="libFootnoteAieChar"/>
          <w:rFonts w:hint="eastAsia"/>
          <w:rtl/>
        </w:rPr>
        <w:t>نْ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َكُمَا</w:t>
      </w:r>
      <w:r w:rsidRPr="00E957D6">
        <w:rPr>
          <w:rStyle w:val="libFootnoteAieChar"/>
          <w:rtl/>
        </w:rPr>
        <w:t xml:space="preserve"> عَنْ تِلْكُمَا الشَّجَرَةِ وَ</w:t>
      </w:r>
      <w:r w:rsidR="00BA0B7F">
        <w:rPr>
          <w:rStyle w:val="libFootnoteAieChar"/>
          <w:rtl/>
        </w:rPr>
        <w:t>ا</w:t>
      </w:r>
      <w:r w:rsidRPr="00E957D6">
        <w:rPr>
          <w:rStyle w:val="libFootnoteAieChar"/>
          <w:rFonts w:hint="eastAsia"/>
          <w:rtl/>
        </w:rPr>
        <w:t>قُلْ</w:t>
      </w:r>
      <w:r w:rsidRPr="00E957D6">
        <w:rPr>
          <w:rStyle w:val="libFootnoteAieChar"/>
          <w:rtl/>
        </w:rPr>
        <w:t xml:space="preserve"> لَكُمَا إِنَّ الشَّ</w:t>
      </w:r>
      <w:r w:rsidRPr="00E957D6">
        <w:rPr>
          <w:rStyle w:val="libFootnoteAieChar"/>
          <w:rFonts w:hint="cs"/>
          <w:rtl/>
        </w:rPr>
        <w:t>ی</w:t>
      </w:r>
      <w:r w:rsidRPr="00E957D6">
        <w:rPr>
          <w:rStyle w:val="libFootnoteAieChar"/>
          <w:rFonts w:hint="eastAsia"/>
          <w:rtl/>
        </w:rPr>
        <w:t>طَانَ</w:t>
      </w:r>
      <w:r w:rsidRPr="00E957D6">
        <w:rPr>
          <w:rStyle w:val="libFootnoteAieChar"/>
          <w:rtl/>
        </w:rPr>
        <w:t xml:space="preserve"> لَكُمَا عَدُوٌّ مُبِ</w:t>
      </w:r>
      <w:r w:rsidRPr="00E957D6">
        <w:rPr>
          <w:rStyle w:val="libFootnoteAieChar"/>
          <w:rFonts w:hint="cs"/>
          <w:rtl/>
        </w:rPr>
        <w:t>ی</w:t>
      </w:r>
      <w:r w:rsidRPr="00E957D6">
        <w:rPr>
          <w:rStyle w:val="libFootnoteAieChar"/>
          <w:rFonts w:hint="eastAsia"/>
          <w:rtl/>
        </w:rPr>
        <w:t>نٌ</w:t>
      </w:r>
      <w:r>
        <w:rPr>
          <w:rtl/>
        </w:rPr>
        <w:t>))سور</w:t>
      </w:r>
      <w:r w:rsidR="00BA0B7F">
        <w:rPr>
          <w:rtl/>
        </w:rPr>
        <w:t>ہ</w:t>
      </w:r>
      <w:r>
        <w:rPr>
          <w:rtl/>
        </w:rPr>
        <w:t xml:space="preserve">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نمبر22۔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107. سورہ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32۔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108.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37۔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109.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ج1، ص112؛بحار الانوار ج11، ص157، باب3۔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110.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ج1، ص113؛بحار الانوار ج11، ص157، باب3۔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111. سور</w:t>
      </w:r>
      <w:r w:rsidR="00BA0B7F">
        <w:rPr>
          <w:rtl/>
        </w:rPr>
        <w:t>ہ</w:t>
      </w:r>
      <w:r>
        <w:rPr>
          <w:rtl/>
        </w:rPr>
        <w:t xml:space="preserve"> طہ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122۔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lastRenderedPageBreak/>
        <w:t xml:space="preserve">112. بحار الانوار ج 94، ص 328 باب 2۔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113.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81۔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114. سور</w:t>
      </w:r>
      <w:r w:rsidR="00BA0B7F">
        <w:rPr>
          <w:rtl/>
        </w:rPr>
        <w:t>ہ</w:t>
      </w:r>
      <w:r>
        <w:rPr>
          <w:rtl/>
        </w:rPr>
        <w:t xml:space="preserve"> کہف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103۔105۔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115.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116. سور</w:t>
      </w:r>
      <w:r w:rsidR="00BA0B7F">
        <w:rPr>
          <w:rtl/>
        </w:rPr>
        <w:t>ہ</w:t>
      </w:r>
      <w:r>
        <w:rPr>
          <w:rtl/>
        </w:rPr>
        <w:t xml:space="preserve">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53۔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117. سور</w:t>
      </w:r>
      <w:r w:rsidR="00BA0B7F">
        <w:rPr>
          <w:rtl/>
        </w:rPr>
        <w:t>ہ</w:t>
      </w:r>
      <w:r>
        <w:rPr>
          <w:rtl/>
        </w:rPr>
        <w:t xml:space="preserve">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125۔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118. سور</w:t>
      </w:r>
      <w:r w:rsidR="00BA0B7F">
        <w:rPr>
          <w:rtl/>
        </w:rPr>
        <w:t>ہ</w:t>
      </w:r>
      <w:r>
        <w:rPr>
          <w:rtl/>
        </w:rPr>
        <w:t xml:space="preserve">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10۔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119.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174۔175۔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120. سور</w:t>
      </w:r>
      <w:r w:rsidR="00BA0B7F">
        <w:rPr>
          <w:rtl/>
        </w:rPr>
        <w:t>ہ</w:t>
      </w:r>
      <w:r>
        <w:rPr>
          <w:rtl/>
        </w:rPr>
        <w:t xml:space="preserve">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18۔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121. معا ن</w:t>
      </w:r>
      <w:r>
        <w:rPr>
          <w:rFonts w:hint="cs"/>
          <w:rtl/>
        </w:rPr>
        <w:t>ی</w:t>
      </w:r>
      <w:r>
        <w:rPr>
          <w:rtl/>
        </w:rPr>
        <w:t xml:space="preserve"> الاخبار 270، باب معن</w:t>
      </w:r>
      <w:r>
        <w:rPr>
          <w:rFonts w:hint="cs"/>
          <w:rtl/>
        </w:rPr>
        <w:t>ی</w:t>
      </w:r>
      <w:r>
        <w:rPr>
          <w:rtl/>
        </w:rPr>
        <w:t xml:space="preserve"> الذنوب الت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النعم،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ج16، ص281، باب 41،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21556؛ بحار الانوار، ج70، ص375، باب 138،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12۔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122. نہج البلاغہ، حکمت 842، حکمت 290؛بحار الانوار ج70، ص364، باب 137،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96۔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123. نہج البلاغہ، 878حکمت 417؛وسائل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ج16، ص77، باب 87،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21028؛بحار الانوارج6، ص36، باب 20،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59۔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124. کنزالفوائد ج1، ص330، فصل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عن الامام الرضا(ع)؛بحار الانوار ج75، ص356، باب 26،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11۔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125. نہج البلاغہ، 877، حکمت 415؛غرر الحکم، ص135،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دارالغرور،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2347؛روضة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ج2ص441، مجلس ف</w:t>
      </w:r>
      <w:r>
        <w:rPr>
          <w:rFonts w:hint="cs"/>
          <w:rtl/>
        </w:rPr>
        <w:t>ی</w:t>
      </w:r>
      <w:r>
        <w:rPr>
          <w:rtl/>
        </w:rPr>
        <w:t xml:space="preserve"> ذکر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126. ارشادالقلوب ج1، ص200، باب 54؛ بحار الا نوارج74، ص23، باب 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6۔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127.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222۔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128. (2)سورہ غافر(مومن)آ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7تا 9۔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129. سور</w:t>
      </w:r>
      <w:r w:rsidR="00BA0B7F">
        <w:rPr>
          <w:rtl/>
        </w:rPr>
        <w:t>ہ</w:t>
      </w:r>
      <w:r>
        <w:rPr>
          <w:rtl/>
        </w:rPr>
        <w:t xml:space="preserve"> فرقان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68تا70۔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130. کاف</w:t>
      </w:r>
      <w:r>
        <w:rPr>
          <w:rFonts w:hint="cs"/>
          <w:rtl/>
        </w:rPr>
        <w:t>ی</w:t>
      </w:r>
      <w:r>
        <w:rPr>
          <w:rtl/>
        </w:rPr>
        <w:t xml:space="preserve"> ج2ص432،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5؛بحا الانوار ج6، ص39، باب20،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70۔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131. سور</w:t>
      </w:r>
      <w:r w:rsidR="00BA0B7F">
        <w:rPr>
          <w:rtl/>
        </w:rPr>
        <w:t>ہ</w:t>
      </w:r>
      <w:r w:rsidR="003264F6">
        <w:rPr>
          <w:rtl/>
        </w:rPr>
        <w:t xml:space="preserve"> ہو</w:t>
      </w:r>
      <w:r>
        <w:rPr>
          <w:rtl/>
        </w:rPr>
        <w:t>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132. سور</w:t>
      </w:r>
      <w:r w:rsidR="00BA0B7F">
        <w:rPr>
          <w:rtl/>
        </w:rPr>
        <w:t>ہ</w:t>
      </w:r>
      <w:r>
        <w:rPr>
          <w:rtl/>
        </w:rPr>
        <w:t xml:space="preserve"> نور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31۔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lastRenderedPageBreak/>
        <w:t xml:space="preserve">133. مفردات راغب ص64، مادہ (فلح)۔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134. سور</w:t>
      </w:r>
      <w:r w:rsidR="00BA0B7F">
        <w:rPr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8۔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135.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160۔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136. سور</w:t>
      </w:r>
      <w:r w:rsidR="00BA0B7F">
        <w:rPr>
          <w:rtl/>
        </w:rPr>
        <w:t>ہ</w:t>
      </w:r>
      <w:r>
        <w:rPr>
          <w:rtl/>
        </w:rPr>
        <w:t xml:space="preserve">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17۔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137. سور</w:t>
      </w:r>
      <w:r w:rsidR="00BA0B7F">
        <w:rPr>
          <w:rtl/>
        </w:rPr>
        <w:t>ہ</w:t>
      </w:r>
      <w:r>
        <w:rPr>
          <w:rtl/>
        </w:rPr>
        <w:t xml:space="preserve">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39۔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138. سور</w:t>
      </w:r>
      <w:r w:rsidR="00BA0B7F">
        <w:rPr>
          <w:rtl/>
        </w:rPr>
        <w:t>ہ</w:t>
      </w:r>
      <w:r>
        <w:rPr>
          <w:rtl/>
        </w:rPr>
        <w:t xml:space="preserve">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153۔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139. سور</w:t>
      </w:r>
      <w:r w:rsidR="00BA0B7F">
        <w:rPr>
          <w:rtl/>
        </w:rPr>
        <w:t>ہ</w:t>
      </w:r>
      <w:r>
        <w:rPr>
          <w:rtl/>
        </w:rPr>
        <w:t xml:space="preserve">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11۔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140. سور</w:t>
      </w:r>
      <w:r w:rsidR="00BA0B7F">
        <w:rPr>
          <w:rtl/>
        </w:rPr>
        <w:t>ہ</w:t>
      </w:r>
      <w:r>
        <w:rPr>
          <w:rtl/>
        </w:rPr>
        <w:t xml:space="preserve">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104۔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141. سور</w:t>
      </w:r>
      <w:r w:rsidR="00BA0B7F">
        <w:rPr>
          <w:rtl/>
        </w:rPr>
        <w:t>ہ</w:t>
      </w:r>
      <w:r>
        <w:rPr>
          <w:rtl/>
        </w:rPr>
        <w:t xml:space="preserve"> شور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25۔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142. سور</w:t>
      </w:r>
      <w:r w:rsidR="00BA0B7F">
        <w:rPr>
          <w:rtl/>
        </w:rPr>
        <w:t>ہ</w:t>
      </w:r>
      <w:r>
        <w:rPr>
          <w:rtl/>
        </w:rPr>
        <w:t xml:space="preserve"> غافر(مومن)آ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143. سور</w:t>
      </w:r>
      <w:r w:rsidR="00BA0B7F">
        <w:rPr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87۔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144. سور</w:t>
      </w:r>
      <w:r w:rsidR="00BA0B7F">
        <w:rPr>
          <w:rtl/>
        </w:rPr>
        <w:t>ہ</w:t>
      </w:r>
      <w:r>
        <w:rPr>
          <w:rtl/>
        </w:rPr>
        <w:t xml:space="preserve">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64۔ </w:t>
      </w:r>
    </w:p>
    <w:p w:rsidR="00476253" w:rsidRDefault="00476253" w:rsidP="00705CD5">
      <w:pPr>
        <w:pStyle w:val="libFootnote"/>
        <w:rPr>
          <w:rtl/>
        </w:rPr>
      </w:pPr>
      <w:r>
        <w:rPr>
          <w:rtl/>
        </w:rPr>
        <w:t>145. ((</w:t>
      </w:r>
      <w:r w:rsidRPr="008F34C0">
        <w:rPr>
          <w:rStyle w:val="libFootnoteAieChar"/>
          <w:rtl/>
        </w:rPr>
        <w:t xml:space="preserve">لاَجَرَمَ </w:t>
      </w:r>
      <w:r w:rsidR="00BA0B7F">
        <w:rPr>
          <w:rStyle w:val="libFootnoteAieChar"/>
          <w:rtl/>
        </w:rPr>
        <w:t>ا</w:t>
      </w:r>
      <w:r w:rsidRPr="008F34C0">
        <w:rPr>
          <w:rStyle w:val="libFootnoteAieChar"/>
          <w:rFonts w:hint="eastAsia"/>
          <w:rtl/>
        </w:rPr>
        <w:t>نَّ</w:t>
      </w:r>
      <w:r w:rsidRPr="008F34C0">
        <w:rPr>
          <w:rStyle w:val="libFootnoteAieChar"/>
          <w:rtl/>
        </w:rPr>
        <w:t xml:space="preserve"> اللهَ </w:t>
      </w:r>
      <w:r w:rsidRPr="008F34C0">
        <w:rPr>
          <w:rStyle w:val="libFootnoteAieChar"/>
          <w:rFonts w:hint="cs"/>
          <w:rtl/>
        </w:rPr>
        <w:t>ی</w:t>
      </w:r>
      <w:r w:rsidRPr="008F34C0">
        <w:rPr>
          <w:rStyle w:val="libFootnoteAieChar"/>
          <w:rFonts w:hint="eastAsia"/>
          <w:rtl/>
        </w:rPr>
        <w:t>عْلَمُ</w:t>
      </w:r>
      <w:r w:rsidRPr="008F34C0">
        <w:rPr>
          <w:rStyle w:val="libFootnoteAieChar"/>
          <w:rtl/>
        </w:rPr>
        <w:t xml:space="preserve"> مَا </w:t>
      </w:r>
      <w:r w:rsidRPr="008F34C0">
        <w:rPr>
          <w:rStyle w:val="libFootnoteAieChar"/>
          <w:rFonts w:hint="cs"/>
          <w:rtl/>
        </w:rPr>
        <w:t>ی</w:t>
      </w:r>
      <w:r w:rsidRPr="008F34C0">
        <w:rPr>
          <w:rStyle w:val="libFootnoteAieChar"/>
          <w:rFonts w:hint="eastAsia"/>
          <w:rtl/>
        </w:rPr>
        <w:t>سِرُّونَ</w:t>
      </w:r>
      <w:r w:rsidRPr="008F34C0">
        <w:rPr>
          <w:rStyle w:val="libFootnoteAieChar"/>
          <w:rtl/>
        </w:rPr>
        <w:t xml:space="preserve"> وَمَا </w:t>
      </w:r>
      <w:r w:rsidRPr="008F34C0">
        <w:rPr>
          <w:rStyle w:val="libFootnoteAieChar"/>
          <w:rFonts w:hint="cs"/>
          <w:rtl/>
        </w:rPr>
        <w:t>ی</w:t>
      </w:r>
      <w:r w:rsidRPr="008F34C0">
        <w:rPr>
          <w:rStyle w:val="libFootnoteAieChar"/>
          <w:rFonts w:hint="eastAsia"/>
          <w:rtl/>
        </w:rPr>
        <w:t>عْلِنُونَ</w:t>
      </w:r>
      <w:r w:rsidRPr="008F34C0">
        <w:rPr>
          <w:rStyle w:val="libFootnoteAieChar"/>
          <w:rtl/>
        </w:rPr>
        <w:t xml:space="preserve"> إِنَّ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ُ</w:t>
      </w:r>
      <w:r w:rsidRPr="008F34C0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لاَ</w:t>
      </w:r>
      <w:r w:rsidRPr="008F34C0">
        <w:rPr>
          <w:rStyle w:val="libFootnoteAieChar"/>
          <w:rFonts w:hint="cs"/>
          <w:rtl/>
        </w:rPr>
        <w:t>ی</w:t>
      </w:r>
      <w:r w:rsidRPr="008F34C0">
        <w:rPr>
          <w:rStyle w:val="libFootnoteAieChar"/>
          <w:rFonts w:hint="eastAsia"/>
          <w:rtl/>
        </w:rPr>
        <w:t>حِبُّ</w:t>
      </w:r>
      <w:r w:rsidRPr="008F34C0">
        <w:rPr>
          <w:rStyle w:val="libFootnoteAieChar"/>
          <w:rtl/>
        </w:rPr>
        <w:t xml:space="preserve"> الْمُسْتَكْبِرِ</w:t>
      </w:r>
      <w:r w:rsidRPr="008F34C0">
        <w:rPr>
          <w:rStyle w:val="libFootnoteAieChar"/>
          <w:rFonts w:hint="cs"/>
          <w:rtl/>
        </w:rPr>
        <w:t>ی</w:t>
      </w:r>
      <w:r w:rsidRPr="008F34C0">
        <w:rPr>
          <w:rStyle w:val="libFootnoteAieChar"/>
          <w:rFonts w:hint="eastAsia"/>
          <w:rtl/>
        </w:rPr>
        <w:t>نَ</w:t>
      </w:r>
      <w:r>
        <w:rPr>
          <w:rtl/>
        </w:rPr>
        <w:t xml:space="preserve"> ))سور</w:t>
      </w:r>
      <w:r w:rsidR="00BA0B7F">
        <w:rPr>
          <w:rtl/>
        </w:rPr>
        <w:t>ہ</w:t>
      </w:r>
      <w:r>
        <w:rPr>
          <w:rtl/>
        </w:rPr>
        <w:t xml:space="preserve"> نحل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نمبر23۔((إ</w:t>
      </w:r>
      <w:r w:rsidRPr="008F34C0">
        <w:rPr>
          <w:rStyle w:val="libFootnoteAieChar"/>
          <w:rtl/>
        </w:rPr>
        <w:t xml:space="preserve">ِنَّ اللهَ </w:t>
      </w:r>
      <w:r w:rsidRPr="008F34C0">
        <w:rPr>
          <w:rStyle w:val="libFootnoteAieChar"/>
          <w:rFonts w:hint="cs"/>
          <w:rtl/>
        </w:rPr>
        <w:t>ی</w:t>
      </w:r>
      <w:r w:rsidRPr="008F34C0">
        <w:rPr>
          <w:rStyle w:val="libFootnoteAieChar"/>
          <w:rFonts w:hint="eastAsia"/>
          <w:rtl/>
        </w:rPr>
        <w:t>دَافِعُ</w:t>
      </w:r>
      <w:r w:rsidRPr="008F34C0">
        <w:rPr>
          <w:rStyle w:val="libFootnoteAieChar"/>
          <w:rtl/>
        </w:rPr>
        <w:t xml:space="preserve"> عَنْ الَّذِ</w:t>
      </w:r>
      <w:r w:rsidRPr="008F34C0">
        <w:rPr>
          <w:rStyle w:val="libFootnoteAieChar"/>
          <w:rFonts w:hint="cs"/>
          <w:rtl/>
        </w:rPr>
        <w:t>ی</w:t>
      </w:r>
      <w:r w:rsidRPr="008F34C0">
        <w:rPr>
          <w:rStyle w:val="libFootnoteAieChar"/>
          <w:rFonts w:hint="eastAsia"/>
          <w:rtl/>
        </w:rPr>
        <w:t>نَ</w:t>
      </w:r>
      <w:r w:rsidRPr="008F34C0">
        <w:rPr>
          <w:rStyle w:val="libFootnoteAieChar"/>
          <w:rtl/>
        </w:rPr>
        <w:t xml:space="preserve"> آمَنُوا إِنَّ اللهَ لاَ</w:t>
      </w:r>
      <w:r w:rsidRPr="008F34C0">
        <w:rPr>
          <w:rStyle w:val="libFootnoteAieChar"/>
          <w:rFonts w:hint="cs"/>
          <w:rtl/>
        </w:rPr>
        <w:t>ی</w:t>
      </w:r>
      <w:r w:rsidRPr="008F34C0">
        <w:rPr>
          <w:rStyle w:val="libFootnoteAieChar"/>
          <w:rFonts w:hint="eastAsia"/>
          <w:rtl/>
        </w:rPr>
        <w:t>حِبُّ</w:t>
      </w:r>
      <w:r w:rsidRPr="008F34C0">
        <w:rPr>
          <w:rStyle w:val="libFootnoteAieChar"/>
          <w:rtl/>
        </w:rPr>
        <w:t xml:space="preserve"> كُلَّ خَوَّانٍ كَفُورٍ</w:t>
      </w:r>
      <w:r>
        <w:rPr>
          <w:rtl/>
        </w:rPr>
        <w:t>))سور</w:t>
      </w:r>
      <w:r w:rsidR="00BA0B7F">
        <w:rPr>
          <w:rtl/>
        </w:rPr>
        <w:t>ہ</w:t>
      </w:r>
      <w:r>
        <w:rPr>
          <w:rtl/>
        </w:rPr>
        <w:t xml:space="preserve"> حج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38۔((إ</w:t>
      </w:r>
      <w:r w:rsidRPr="008F34C0">
        <w:rPr>
          <w:rStyle w:val="libFootnoteAieChar"/>
          <w:rtl/>
        </w:rPr>
        <w:t>ِنَّ قَارُون</w:t>
      </w:r>
      <w:r w:rsidRPr="008F34C0">
        <w:rPr>
          <w:rStyle w:val="libFootnoteAieChar"/>
          <w:rFonts w:hint="eastAsia"/>
          <w:rtl/>
        </w:rPr>
        <w:t>َ</w:t>
      </w:r>
      <w:r w:rsidRPr="008F34C0">
        <w:rPr>
          <w:rStyle w:val="libFootnoteAieChar"/>
          <w:rtl/>
        </w:rPr>
        <w:t xml:space="preserve"> كَانَ مِنْ قَوْمِ مُوسَ</w:t>
      </w:r>
      <w:r w:rsidRPr="008F34C0">
        <w:rPr>
          <w:rStyle w:val="libFootnoteAieChar"/>
          <w:rFonts w:hint="cs"/>
          <w:rtl/>
        </w:rPr>
        <w:t>ی</w:t>
      </w:r>
      <w:r w:rsidRPr="008F34C0">
        <w:rPr>
          <w:rStyle w:val="libFootnoteAieChar"/>
          <w:rtl/>
        </w:rPr>
        <w:t xml:space="preserve"> فَبَغَ</w:t>
      </w:r>
      <w:r w:rsidRPr="008F34C0">
        <w:rPr>
          <w:rStyle w:val="libFootnoteAieChar"/>
          <w:rFonts w:hint="cs"/>
          <w:rtl/>
        </w:rPr>
        <w:t>ی</w:t>
      </w:r>
      <w:r w:rsidRPr="008F34C0">
        <w:rPr>
          <w:rStyle w:val="libFootnoteAieChar"/>
          <w:rtl/>
        </w:rPr>
        <w:t xml:space="preserve"> عَلَ</w:t>
      </w:r>
      <w:r w:rsidRPr="008F34C0">
        <w:rPr>
          <w:rStyle w:val="libFootnoteAieChar"/>
          <w:rFonts w:hint="cs"/>
          <w:rtl/>
        </w:rPr>
        <w:t>ی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م</w:t>
      </w:r>
      <w:r w:rsidRPr="008F34C0">
        <w:rPr>
          <w:rStyle w:val="libFootnoteAieChar"/>
          <w:rtl/>
        </w:rPr>
        <w:t xml:space="preserve"> وَآتَ</w:t>
      </w:r>
      <w:r w:rsidRPr="008F34C0">
        <w:rPr>
          <w:rStyle w:val="libFootnoteAieChar"/>
          <w:rFonts w:hint="cs"/>
          <w:rtl/>
        </w:rPr>
        <w:t>ی</w:t>
      </w:r>
      <w:r w:rsidRPr="008F34C0">
        <w:rPr>
          <w:rStyle w:val="libFootnoteAieChar"/>
          <w:rFonts w:hint="eastAsia"/>
          <w:rtl/>
        </w:rPr>
        <w:t>نَا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ُ</w:t>
      </w:r>
      <w:r w:rsidRPr="008F34C0">
        <w:rPr>
          <w:rStyle w:val="libFootnoteAieChar"/>
          <w:rtl/>
        </w:rPr>
        <w:t xml:space="preserve"> مِنْ الْكُنُوزِ مَا إِنَّ مَفَاتِحَ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ُ</w:t>
      </w:r>
      <w:r w:rsidRPr="008F34C0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لَتَنُوءُ</w:t>
      </w:r>
      <w:r w:rsidRPr="008F34C0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بِالْعُصْبَةِ</w:t>
      </w:r>
      <w:r w:rsidRPr="008F34C0">
        <w:rPr>
          <w:rStyle w:val="libFootnoteAieChar"/>
          <w:rtl/>
        </w:rPr>
        <w:t xml:space="preserve"> </w:t>
      </w:r>
      <w:r w:rsidR="00BA0B7F">
        <w:rPr>
          <w:rStyle w:val="libFootnoteAieChar"/>
          <w:rFonts w:hint="cs"/>
          <w:rtl/>
        </w:rPr>
        <w:t>ا</w:t>
      </w:r>
      <w:r w:rsidRPr="008F34C0">
        <w:rPr>
          <w:rStyle w:val="libFootnoteAieChar"/>
          <w:rFonts w:hint="eastAsia"/>
          <w:rtl/>
        </w:rPr>
        <w:t>ولِ</w:t>
      </w:r>
      <w:r w:rsidRPr="008F34C0">
        <w:rPr>
          <w:rStyle w:val="libFootnoteAieChar"/>
          <w:rFonts w:hint="cs"/>
          <w:rtl/>
        </w:rPr>
        <w:t>ی</w:t>
      </w:r>
      <w:r w:rsidRPr="008F34C0">
        <w:rPr>
          <w:rStyle w:val="libFootnoteAieChar"/>
          <w:rtl/>
        </w:rPr>
        <w:t xml:space="preserve"> الْقُوَّةِ إِذْ قَالَ لَ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ُ</w:t>
      </w:r>
      <w:r w:rsidRPr="008F34C0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قَوْمُ</w:t>
      </w:r>
      <w:r w:rsidR="00705CD5" w:rsidRPr="00163EB1">
        <w:rPr>
          <w:rStyle w:val="libFootnoteAieChar"/>
          <w:rFonts w:hint="cs"/>
          <w:rtl/>
        </w:rPr>
        <w:t>ه</w:t>
      </w:r>
      <w:r w:rsidRPr="008F34C0">
        <w:rPr>
          <w:rStyle w:val="libFootnoteAieChar"/>
          <w:rtl/>
        </w:rPr>
        <w:t>ُ لاَتَفْرَحْ إِنَّ اللهَ لاَ</w:t>
      </w:r>
      <w:r w:rsidRPr="008F34C0">
        <w:rPr>
          <w:rStyle w:val="libFootnoteAieChar"/>
          <w:rFonts w:hint="cs"/>
          <w:rtl/>
        </w:rPr>
        <w:t>ی</w:t>
      </w:r>
      <w:r w:rsidRPr="008F34C0">
        <w:rPr>
          <w:rStyle w:val="libFootnoteAieChar"/>
          <w:rFonts w:hint="eastAsia"/>
          <w:rtl/>
        </w:rPr>
        <w:t>حِبُّ</w:t>
      </w:r>
      <w:r w:rsidRPr="008F34C0">
        <w:rPr>
          <w:rStyle w:val="libFootnoteAieChar"/>
          <w:rtl/>
        </w:rPr>
        <w:t xml:space="preserve"> الْفَرِحِ</w:t>
      </w:r>
      <w:r w:rsidRPr="008F34C0">
        <w:rPr>
          <w:rStyle w:val="libFootnoteAieChar"/>
          <w:rFonts w:hint="cs"/>
          <w:rtl/>
        </w:rPr>
        <w:t>ی</w:t>
      </w:r>
      <w:r w:rsidRPr="008F34C0">
        <w:rPr>
          <w:rStyle w:val="libFootnoteAieChar"/>
          <w:rFonts w:hint="eastAsia"/>
          <w:rtl/>
        </w:rPr>
        <w:t>نَ</w:t>
      </w:r>
      <w:r>
        <w:rPr>
          <w:rtl/>
        </w:rPr>
        <w:t xml:space="preserve"> ))سور</w:t>
      </w:r>
      <w:r w:rsidR="00BA0B7F">
        <w:rPr>
          <w:rtl/>
        </w:rPr>
        <w:t>ہ</w:t>
      </w:r>
      <w:r>
        <w:rPr>
          <w:rtl/>
        </w:rPr>
        <w:t xml:space="preserve"> قصص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67۔((</w:t>
      </w:r>
      <w:r w:rsidRPr="008F34C0">
        <w:rPr>
          <w:rStyle w:val="libFootnoteAieChar"/>
          <w:rtl/>
        </w:rPr>
        <w:t>وَلاَتُصَعِّرْ خَدَّكَ ل</w:t>
      </w:r>
      <w:r w:rsidRPr="008F34C0">
        <w:rPr>
          <w:rStyle w:val="libFootnoteAieChar"/>
          <w:rFonts w:hint="eastAsia"/>
          <w:rtl/>
        </w:rPr>
        <w:t>ِلنَّاسِ</w:t>
      </w:r>
      <w:r w:rsidRPr="008F34C0">
        <w:rPr>
          <w:rStyle w:val="libFootnoteAieChar"/>
          <w:rtl/>
        </w:rPr>
        <w:t xml:space="preserve"> وَلاَتَمْشِ فِ</w:t>
      </w:r>
      <w:r w:rsidRPr="008F34C0">
        <w:rPr>
          <w:rStyle w:val="libFootnoteAieChar"/>
          <w:rFonts w:hint="cs"/>
          <w:rtl/>
        </w:rPr>
        <w:t>ی</w:t>
      </w:r>
      <w:r w:rsidRPr="008F34C0">
        <w:rPr>
          <w:rStyle w:val="libFootnoteAieChar"/>
          <w:rtl/>
        </w:rPr>
        <w:t xml:space="preserve"> الْ</w:t>
      </w:r>
      <w:r w:rsidR="00BA0B7F">
        <w:rPr>
          <w:rStyle w:val="libFootnoteAieChar"/>
          <w:rtl/>
        </w:rPr>
        <w:t>ا</w:t>
      </w:r>
      <w:r w:rsidRPr="008F34C0">
        <w:rPr>
          <w:rStyle w:val="libFootnoteAieChar"/>
          <w:rFonts w:hint="eastAsia"/>
          <w:rtl/>
        </w:rPr>
        <w:t>رْضِ</w:t>
      </w:r>
      <w:r w:rsidRPr="008F34C0">
        <w:rPr>
          <w:rStyle w:val="libFootnoteAieChar"/>
          <w:rtl/>
        </w:rPr>
        <w:t xml:space="preserve"> مَرَحًا إِنَّ اللهَ لاَ</w:t>
      </w:r>
      <w:r w:rsidRPr="008F34C0">
        <w:rPr>
          <w:rStyle w:val="libFootnoteAieChar"/>
          <w:rFonts w:hint="cs"/>
          <w:rtl/>
        </w:rPr>
        <w:t>ی</w:t>
      </w:r>
      <w:r w:rsidRPr="008F34C0">
        <w:rPr>
          <w:rStyle w:val="libFootnoteAieChar"/>
          <w:rFonts w:hint="eastAsia"/>
          <w:rtl/>
        </w:rPr>
        <w:t>حِبُّ</w:t>
      </w:r>
      <w:r w:rsidRPr="008F34C0">
        <w:rPr>
          <w:rStyle w:val="libFootnoteAieChar"/>
          <w:rtl/>
        </w:rPr>
        <w:t xml:space="preserve"> كُلَّ مُخْتَالٍ فَخُورٍ))سور</w:t>
      </w:r>
      <w:r w:rsidR="00705CD5" w:rsidRPr="00163EB1">
        <w:rPr>
          <w:rStyle w:val="libFootnoteAieChar"/>
          <w:rFonts w:hint="cs"/>
          <w:rtl/>
        </w:rPr>
        <w:t>ه</w:t>
      </w:r>
      <w:r w:rsidRPr="008F34C0">
        <w:rPr>
          <w:rStyle w:val="libFootnoteAieChar"/>
          <w:rFonts w:hint="cs"/>
          <w:rtl/>
        </w:rPr>
        <w:t>ٴ</w:t>
      </w:r>
      <w:r w:rsidRPr="008F34C0">
        <w:rPr>
          <w:rStyle w:val="libFootnoteAieChar"/>
          <w:rtl/>
        </w:rPr>
        <w:t xml:space="preserve"> لقمان آ</w:t>
      </w:r>
      <w:r w:rsidRPr="008F34C0">
        <w:rPr>
          <w:rStyle w:val="libFootnoteAieChar"/>
          <w:rFonts w:hint="cs"/>
          <w:rtl/>
        </w:rPr>
        <w:t>ی</w:t>
      </w:r>
      <w:r w:rsidRPr="008F34C0">
        <w:rPr>
          <w:rStyle w:val="libFootnoteAieChar"/>
          <w:rFonts w:hint="eastAsia"/>
          <w:rtl/>
        </w:rPr>
        <w:t>ت</w:t>
      </w:r>
      <w:r w:rsidRPr="008F34C0">
        <w:rPr>
          <w:rStyle w:val="libFootnoteAieChar"/>
          <w:rtl/>
        </w:rPr>
        <w:t xml:space="preserve"> 18(</w:t>
      </w:r>
      <w:r w:rsidR="0005211C">
        <w:rPr>
          <w:rStyle w:val="libFootnoteAieChar"/>
          <w:rtl/>
        </w:rPr>
        <w:t>(</w:t>
      </w:r>
      <w:r w:rsidRPr="00163EB1">
        <w:rPr>
          <w:rStyle w:val="libFootnoteAieChar"/>
          <w:rFonts w:hint="cs"/>
          <w:rtl/>
        </w:rPr>
        <w:t>لِكَ</w:t>
      </w:r>
      <w:r w:rsidRPr="008F34C0">
        <w:rPr>
          <w:rStyle w:val="libFootnoteAieChar"/>
          <w:rFonts w:hint="cs"/>
          <w:rtl/>
        </w:rPr>
        <w:t>ی</w:t>
      </w:r>
      <w:r w:rsidRPr="008F34C0">
        <w:rPr>
          <w:rStyle w:val="libFootnoteAieChar"/>
          <w:rFonts w:hint="eastAsia"/>
          <w:rtl/>
        </w:rPr>
        <w:t>لاَتَ</w:t>
      </w:r>
      <w:r w:rsidR="00BA0B7F">
        <w:rPr>
          <w:rStyle w:val="libFootnoteAieChar"/>
          <w:rFonts w:hint="eastAsia"/>
          <w:rtl/>
        </w:rPr>
        <w:t>ا</w:t>
      </w:r>
      <w:r w:rsidRPr="008F34C0">
        <w:rPr>
          <w:rStyle w:val="libFootnoteAieChar"/>
          <w:rFonts w:hint="eastAsia"/>
          <w:rtl/>
        </w:rPr>
        <w:t>سَوْا</w:t>
      </w:r>
      <w:r w:rsidRPr="008F34C0">
        <w:rPr>
          <w:rStyle w:val="libFootnoteAieChar"/>
          <w:rtl/>
        </w:rPr>
        <w:t xml:space="preserve"> عَلَ</w:t>
      </w:r>
      <w:r w:rsidRPr="008F34C0">
        <w:rPr>
          <w:rStyle w:val="libFootnoteAieChar"/>
          <w:rFonts w:hint="cs"/>
          <w:rtl/>
        </w:rPr>
        <w:t>ی</w:t>
      </w:r>
      <w:r w:rsidRPr="008F34C0">
        <w:rPr>
          <w:rStyle w:val="libFootnoteAieChar"/>
          <w:rtl/>
        </w:rPr>
        <w:t xml:space="preserve"> مَا فَاتَكُمْ وَلاَتَفْرَحُوا بِمَا آتَاكُمْ وَاللهُ لاَ</w:t>
      </w:r>
      <w:r w:rsidRPr="008F34C0">
        <w:rPr>
          <w:rStyle w:val="libFootnoteAieChar"/>
          <w:rFonts w:hint="cs"/>
          <w:rtl/>
        </w:rPr>
        <w:t>ی</w:t>
      </w:r>
      <w:r w:rsidRPr="008F34C0">
        <w:rPr>
          <w:rStyle w:val="libFootnoteAieChar"/>
          <w:rFonts w:hint="eastAsia"/>
          <w:rtl/>
        </w:rPr>
        <w:t>حِبُّ</w:t>
      </w:r>
      <w:r w:rsidRPr="008F34C0">
        <w:rPr>
          <w:rStyle w:val="libFootnoteAieChar"/>
          <w:rtl/>
        </w:rPr>
        <w:t xml:space="preserve"> كُلَّ مُخْتَالٍ فَخُورٍ</w:t>
      </w:r>
      <w:r>
        <w:rPr>
          <w:rtl/>
        </w:rPr>
        <w:t>))سور</w:t>
      </w:r>
      <w:r w:rsidR="00BA0B7F">
        <w:rPr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23۔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146. سور</w:t>
      </w:r>
      <w:r w:rsidR="00BA0B7F">
        <w:rPr>
          <w:rtl/>
        </w:rPr>
        <w:t>ہ</w:t>
      </w:r>
      <w:r>
        <w:rPr>
          <w:rtl/>
        </w:rPr>
        <w:t xml:space="preserve"> حجرات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11۔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147. سور</w:t>
      </w:r>
      <w:r w:rsidR="00BA0B7F">
        <w:rPr>
          <w:rtl/>
        </w:rPr>
        <w:t>ہ</w:t>
      </w:r>
      <w:r>
        <w:rPr>
          <w:rtl/>
        </w:rPr>
        <w:t xml:space="preserve"> بروج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148. سور</w:t>
      </w:r>
      <w:r w:rsidR="00BA0B7F">
        <w:rPr>
          <w:rtl/>
        </w:rPr>
        <w:t>ہ</w:t>
      </w:r>
      <w:r>
        <w:rPr>
          <w:rtl/>
        </w:rPr>
        <w:t xml:space="preserve">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18۔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149. سور</w:t>
      </w:r>
      <w:r w:rsidR="00BA0B7F">
        <w:rPr>
          <w:rtl/>
        </w:rPr>
        <w:t>ہ</w:t>
      </w:r>
      <w:r>
        <w:rPr>
          <w:rtl/>
        </w:rPr>
        <w:t xml:space="preserve"> آل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90۔ </w:t>
      </w:r>
    </w:p>
    <w:p w:rsidR="00476253" w:rsidRDefault="00476253" w:rsidP="00705CD5">
      <w:pPr>
        <w:pStyle w:val="libFootnote"/>
        <w:rPr>
          <w:rtl/>
        </w:rPr>
      </w:pPr>
      <w:r>
        <w:rPr>
          <w:rtl/>
        </w:rPr>
        <w:t>150. ”</w:t>
      </w:r>
      <w:r w:rsidRPr="00562E81">
        <w:rPr>
          <w:rStyle w:val="libFootNoteArabicChar"/>
          <w:rtl/>
        </w:rPr>
        <w:t>عن اب</w:t>
      </w:r>
      <w:r w:rsidRPr="00562E81">
        <w:rPr>
          <w:rStyle w:val="libFootNoteArabicChar"/>
          <w:rFonts w:hint="cs"/>
          <w:rtl/>
        </w:rPr>
        <w:t>ی</w:t>
      </w:r>
      <w:r w:rsidRPr="00562E81">
        <w:rPr>
          <w:rStyle w:val="libFootNoteArabicChar"/>
          <w:rtl/>
        </w:rPr>
        <w:t xml:space="preserve"> جعفر عل</w:t>
      </w:r>
      <w:r w:rsidRPr="00562E81">
        <w:rPr>
          <w:rStyle w:val="libFootNoteArabicChar"/>
          <w:rFonts w:hint="cs"/>
          <w:rtl/>
        </w:rPr>
        <w:t>ی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السلام قال:ان آدم عل</w:t>
      </w:r>
      <w:r w:rsidRPr="00562E81">
        <w:rPr>
          <w:rStyle w:val="libFootNoteArabicChar"/>
          <w:rFonts w:hint="cs"/>
          <w:rtl/>
        </w:rPr>
        <w:t>ی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السلام قال :</w:t>
      </w:r>
      <w:r w:rsidRPr="00562E81">
        <w:rPr>
          <w:rStyle w:val="libFootNoteArabicChar"/>
          <w:rFonts w:hint="cs"/>
          <w:rtl/>
        </w:rPr>
        <w:t>ی</w:t>
      </w:r>
      <w:r w:rsidRPr="00562E81">
        <w:rPr>
          <w:rStyle w:val="libFootNoteArabicChar"/>
          <w:rFonts w:hint="eastAsia"/>
          <w:rtl/>
        </w:rPr>
        <w:t>ارب</w:t>
      </w:r>
      <w:r w:rsidRPr="00562E81">
        <w:rPr>
          <w:rStyle w:val="libFootNoteArabicChar"/>
          <w:rtl/>
        </w:rPr>
        <w:t xml:space="preserve"> ! سلطت عل</w:t>
      </w:r>
      <w:r w:rsidRPr="00562E81">
        <w:rPr>
          <w:rStyle w:val="libFootNoteArabicChar"/>
          <w:rFonts w:hint="cs"/>
          <w:rtl/>
        </w:rPr>
        <w:t>ی</w:t>
      </w:r>
      <w:r w:rsidRPr="00562E81">
        <w:rPr>
          <w:rStyle w:val="libFootNoteArabicChar"/>
          <w:rtl/>
        </w:rPr>
        <w:t xml:space="preserve"> الش</w:t>
      </w:r>
      <w:r w:rsidRPr="00562E81">
        <w:rPr>
          <w:rStyle w:val="libFootNoteArabicChar"/>
          <w:rFonts w:hint="cs"/>
          <w:rtl/>
        </w:rPr>
        <w:t>ی</w:t>
      </w:r>
      <w:r w:rsidRPr="00562E81">
        <w:rPr>
          <w:rStyle w:val="libFootNoteArabicChar"/>
          <w:rFonts w:hint="eastAsia"/>
          <w:rtl/>
        </w:rPr>
        <w:t>طان</w:t>
      </w:r>
      <w:r w:rsidRPr="00562E81">
        <w:rPr>
          <w:rStyle w:val="libFootNoteArabicChar"/>
          <w:rtl/>
        </w:rPr>
        <w:t xml:space="preserve"> واجر</w:t>
      </w:r>
      <w:r w:rsidRPr="00562E81">
        <w:rPr>
          <w:rStyle w:val="libFootNoteArabicChar"/>
          <w:rFonts w:hint="cs"/>
          <w:rtl/>
        </w:rPr>
        <w:t>ی</w:t>
      </w:r>
      <w:r w:rsidRPr="00562E81">
        <w:rPr>
          <w:rStyle w:val="libFootNoteArabicChar"/>
          <w:rFonts w:hint="eastAsia"/>
          <w:rtl/>
        </w:rPr>
        <w:t>ت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من</w:t>
      </w:r>
      <w:r w:rsidRPr="00562E81">
        <w:rPr>
          <w:rStyle w:val="libFootNoteArabicChar"/>
          <w:rFonts w:hint="cs"/>
          <w:rtl/>
        </w:rPr>
        <w:t>ی</w:t>
      </w:r>
      <w:r w:rsidRPr="00562E81">
        <w:rPr>
          <w:rStyle w:val="libFootNoteArabicChar"/>
          <w:rtl/>
        </w:rPr>
        <w:t xml:space="preserve"> مجر</w:t>
      </w:r>
      <w:r w:rsidRPr="00562E81">
        <w:rPr>
          <w:rStyle w:val="libFootNoteArabicChar"/>
          <w:rFonts w:hint="cs"/>
          <w:rtl/>
        </w:rPr>
        <w:t>ی</w:t>
      </w:r>
      <w:r w:rsidRPr="00562E81">
        <w:rPr>
          <w:rStyle w:val="libFootNoteArabicChar"/>
          <w:rtl/>
        </w:rPr>
        <w:t xml:space="preserve"> الدم فاجعل ل</w:t>
      </w:r>
      <w:r w:rsidRPr="00562E81">
        <w:rPr>
          <w:rStyle w:val="libFootNoteArabicChar"/>
          <w:rFonts w:hint="cs"/>
          <w:rtl/>
        </w:rPr>
        <w:t>ی</w:t>
      </w:r>
      <w:r w:rsidRPr="00562E81">
        <w:rPr>
          <w:rStyle w:val="libFootNoteArabicChar"/>
          <w:rtl/>
        </w:rPr>
        <w:t xml:space="preserve"> ش</w:t>
      </w:r>
      <w:r w:rsidRPr="00562E81">
        <w:rPr>
          <w:rStyle w:val="libFootNoteArabicChar"/>
          <w:rFonts w:hint="cs"/>
          <w:rtl/>
        </w:rPr>
        <w:t>ی</w:t>
      </w:r>
      <w:r w:rsidRPr="00562E81">
        <w:rPr>
          <w:rStyle w:val="libFootNoteArabicChar"/>
          <w:rFonts w:hint="eastAsia"/>
          <w:rtl/>
        </w:rPr>
        <w:t>ئا</w:t>
      </w:r>
      <w:r w:rsidRPr="00562E81">
        <w:rPr>
          <w:rStyle w:val="libFootNoteArabicChar"/>
          <w:rtl/>
        </w:rPr>
        <w:t xml:space="preserve"> فقال:</w:t>
      </w:r>
      <w:r w:rsidRPr="00562E81">
        <w:rPr>
          <w:rStyle w:val="libFootNoteArabicChar"/>
          <w:rFonts w:hint="cs"/>
          <w:rtl/>
        </w:rPr>
        <w:t>ی</w:t>
      </w:r>
      <w:r w:rsidRPr="00562E81">
        <w:rPr>
          <w:rStyle w:val="libFootNoteArabicChar"/>
          <w:rFonts w:hint="eastAsia"/>
          <w:rtl/>
        </w:rPr>
        <w:t>ا</w:t>
      </w:r>
      <w:r w:rsidRPr="00562E81">
        <w:rPr>
          <w:rStyle w:val="libFootNoteArabicChar"/>
          <w:rtl/>
        </w:rPr>
        <w:t xml:space="preserve"> آدم !جعلت لک ان من 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Fonts w:hint="cs"/>
          <w:rtl/>
        </w:rPr>
        <w:t>م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من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ذری</w:t>
      </w:r>
      <w:r w:rsidRPr="00562E81">
        <w:rPr>
          <w:rStyle w:val="libFootNoteArabicChar"/>
          <w:rFonts w:hint="eastAsia"/>
          <w:rtl/>
        </w:rPr>
        <w:t>تک</w:t>
      </w:r>
      <w:r w:rsidRPr="00562E81">
        <w:rPr>
          <w:rStyle w:val="libFootNoteArabicChar"/>
          <w:rtl/>
        </w:rPr>
        <w:t xml:space="preserve"> بس</w:t>
      </w:r>
      <w:r w:rsidRPr="00562E81">
        <w:rPr>
          <w:rStyle w:val="libFootNoteArabicChar"/>
          <w:rFonts w:hint="cs"/>
          <w:rtl/>
        </w:rPr>
        <w:t>ی</w:t>
      </w:r>
      <w:r w:rsidRPr="00562E81">
        <w:rPr>
          <w:rStyle w:val="libFootNoteArabicChar"/>
          <w:rFonts w:hint="eastAsia"/>
          <w:rtl/>
        </w:rPr>
        <w:t>ئة</w:t>
      </w:r>
      <w:r w:rsidRPr="00562E81">
        <w:rPr>
          <w:rStyle w:val="libFootNoteArabicChar"/>
          <w:rtl/>
        </w:rPr>
        <w:t xml:space="preserve"> لم تکتب عل</w:t>
      </w:r>
      <w:r w:rsidRPr="00562E81">
        <w:rPr>
          <w:rStyle w:val="libFootNoteArabicChar"/>
          <w:rFonts w:hint="cs"/>
          <w:rtl/>
        </w:rPr>
        <w:t>ی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فان عمل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Fonts w:hint="cs"/>
          <w:rtl/>
        </w:rPr>
        <w:t>ا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کتبت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علی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س</w:t>
      </w:r>
      <w:r w:rsidRPr="00562E81">
        <w:rPr>
          <w:rStyle w:val="libFootNoteArabicChar"/>
          <w:rFonts w:hint="cs"/>
          <w:rtl/>
        </w:rPr>
        <w:t>ی</w:t>
      </w:r>
      <w:r w:rsidRPr="00562E81">
        <w:rPr>
          <w:rStyle w:val="libFootNoteArabicChar"/>
          <w:rFonts w:hint="eastAsia"/>
          <w:rtl/>
        </w:rPr>
        <w:t>ئة</w:t>
      </w:r>
      <w:r w:rsidRPr="00562E81">
        <w:rPr>
          <w:rStyle w:val="libFootNoteArabicChar"/>
          <w:rtl/>
        </w:rPr>
        <w:t xml:space="preserve"> ومن 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Fonts w:hint="cs"/>
          <w:rtl/>
        </w:rPr>
        <w:t>م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من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Fonts w:hint="cs"/>
          <w:rtl/>
        </w:rPr>
        <w:t>م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بحسنة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فان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لم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ی</w:t>
      </w:r>
      <w:r w:rsidRPr="00562E81">
        <w:rPr>
          <w:rStyle w:val="libFootNoteArabicChar"/>
          <w:rFonts w:hint="eastAsia"/>
          <w:rtl/>
        </w:rPr>
        <w:t>عمل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Fonts w:hint="cs"/>
          <w:rtl/>
        </w:rPr>
        <w:t>ا</w:t>
      </w:r>
      <w:r w:rsidRPr="00562E81">
        <w:rPr>
          <w:rStyle w:val="libFootNoteArabicChar"/>
          <w:rtl/>
        </w:rPr>
        <w:t xml:space="preserve"> کتبت ل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حسنة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وان</w:t>
      </w:r>
      <w:r w:rsidRPr="00562E81">
        <w:rPr>
          <w:rStyle w:val="libFootNoteArabicChar"/>
          <w:rtl/>
        </w:rPr>
        <w:t xml:space="preserve"> 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Fonts w:hint="cs"/>
          <w:rtl/>
        </w:rPr>
        <w:t>و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ع</w:t>
      </w:r>
      <w:r w:rsidRPr="00562E81">
        <w:rPr>
          <w:rStyle w:val="libFootNoteArabicChar"/>
          <w:rFonts w:hint="eastAsia"/>
          <w:rtl/>
        </w:rPr>
        <w:t>مل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Fonts w:hint="cs"/>
          <w:rtl/>
        </w:rPr>
        <w:t>ا</w:t>
      </w:r>
      <w:r w:rsidRPr="00562E81">
        <w:rPr>
          <w:rStyle w:val="libFootNoteArabicChar"/>
          <w:rtl/>
        </w:rPr>
        <w:t xml:space="preserve"> کتبت ل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عشرا،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قال</w:t>
      </w:r>
      <w:r w:rsidRPr="00562E81">
        <w:rPr>
          <w:rStyle w:val="libFootNoteArabicChar"/>
          <w:rtl/>
        </w:rPr>
        <w:t>:</w:t>
      </w:r>
      <w:r w:rsidRPr="00562E81">
        <w:rPr>
          <w:rStyle w:val="libFootNoteArabicChar"/>
          <w:rFonts w:hint="cs"/>
          <w:rtl/>
        </w:rPr>
        <w:t>ی</w:t>
      </w:r>
      <w:r w:rsidRPr="00562E81">
        <w:rPr>
          <w:rStyle w:val="libFootNoteArabicChar"/>
          <w:rFonts w:hint="eastAsia"/>
          <w:rtl/>
        </w:rPr>
        <w:t>ا</w:t>
      </w:r>
      <w:r w:rsidRPr="00562E81">
        <w:rPr>
          <w:rStyle w:val="libFootNoteArabicChar"/>
          <w:rtl/>
        </w:rPr>
        <w:t xml:space="preserve"> رب! زدن</w:t>
      </w:r>
      <w:r w:rsidRPr="00562E81">
        <w:rPr>
          <w:rStyle w:val="libFootNoteArabicChar"/>
          <w:rFonts w:hint="cs"/>
          <w:rtl/>
        </w:rPr>
        <w:t>یقال</w:t>
      </w:r>
      <w:r w:rsidRPr="00562E81">
        <w:rPr>
          <w:rStyle w:val="libFootNoteArabicChar"/>
          <w:rtl/>
        </w:rPr>
        <w:t xml:space="preserve">: </w:t>
      </w:r>
      <w:r w:rsidRPr="00562E81">
        <w:rPr>
          <w:rStyle w:val="libFootNoteArabicChar"/>
          <w:rFonts w:hint="cs"/>
          <w:rtl/>
        </w:rPr>
        <w:t>جعلت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لک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ان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من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عمل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من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Fonts w:hint="cs"/>
          <w:rtl/>
        </w:rPr>
        <w:t>م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سی</w:t>
      </w:r>
      <w:r w:rsidRPr="00562E81">
        <w:rPr>
          <w:rStyle w:val="libFootNoteArabicChar"/>
          <w:rFonts w:hint="eastAsia"/>
          <w:rtl/>
        </w:rPr>
        <w:t>ئة</w:t>
      </w:r>
      <w:r w:rsidRPr="00562E81">
        <w:rPr>
          <w:rStyle w:val="libFootNoteArabicChar"/>
          <w:rtl/>
        </w:rPr>
        <w:t xml:space="preserve"> ثم استغفر غفرت ل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قال</w:t>
      </w:r>
      <w:r w:rsidRPr="00562E81">
        <w:rPr>
          <w:rStyle w:val="libFootNoteArabicChar"/>
          <w:rtl/>
        </w:rPr>
        <w:t xml:space="preserve">: </w:t>
      </w:r>
      <w:r w:rsidRPr="00562E81">
        <w:rPr>
          <w:rStyle w:val="libFootNoteArabicChar"/>
          <w:rFonts w:hint="cs"/>
          <w:rtl/>
        </w:rPr>
        <w:t>ی</w:t>
      </w:r>
      <w:r w:rsidRPr="00562E81">
        <w:rPr>
          <w:rStyle w:val="libFootNoteArabicChar"/>
          <w:rFonts w:hint="eastAsia"/>
          <w:rtl/>
        </w:rPr>
        <w:t>ارب</w:t>
      </w:r>
      <w:r w:rsidRPr="00562E81">
        <w:rPr>
          <w:rStyle w:val="libFootNoteArabicChar"/>
          <w:rtl/>
        </w:rPr>
        <w:t xml:space="preserve"> ! زدن</w:t>
      </w:r>
      <w:r w:rsidRPr="00562E81">
        <w:rPr>
          <w:rStyle w:val="libFootNoteArabicChar"/>
          <w:rFonts w:hint="cs"/>
          <w:rtl/>
        </w:rPr>
        <w:t>ی</w:t>
      </w:r>
      <w:r w:rsidRPr="00562E81">
        <w:rPr>
          <w:rStyle w:val="libFootNoteArabicChar"/>
          <w:rtl/>
        </w:rPr>
        <w:t xml:space="preserve"> قال: جعلت ل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Fonts w:hint="cs"/>
          <w:rtl/>
        </w:rPr>
        <w:t>م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التوبة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وبسطت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ل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Fonts w:hint="cs"/>
          <w:rtl/>
        </w:rPr>
        <w:t>م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التوبة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حتی</w:t>
      </w:r>
      <w:r w:rsidRPr="00562E81">
        <w:rPr>
          <w:rStyle w:val="libFootNoteArabicChar"/>
          <w:rtl/>
        </w:rPr>
        <w:t xml:space="preserve"> تبلغ النفس 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Fonts w:hint="cs"/>
          <w:rtl/>
        </w:rPr>
        <w:t>ذ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 </w:t>
      </w:r>
      <w:r w:rsidRPr="00562E81">
        <w:rPr>
          <w:rStyle w:val="libFootNoteArabicChar"/>
          <w:rFonts w:hint="cs"/>
          <w:rtl/>
        </w:rPr>
        <w:t>قال</w:t>
      </w:r>
      <w:r w:rsidRPr="00562E81">
        <w:rPr>
          <w:rStyle w:val="libFootNoteArabicChar"/>
          <w:rtl/>
        </w:rPr>
        <w:t>:</w:t>
      </w:r>
      <w:r w:rsidRPr="00562E81">
        <w:rPr>
          <w:rStyle w:val="libFootNoteArabicChar"/>
          <w:rFonts w:hint="cs"/>
          <w:rtl/>
        </w:rPr>
        <w:t>ی</w:t>
      </w:r>
      <w:r w:rsidRPr="00562E81">
        <w:rPr>
          <w:rStyle w:val="libFootNoteArabicChar"/>
          <w:rFonts w:hint="eastAsia"/>
          <w:rtl/>
        </w:rPr>
        <w:t>ا</w:t>
      </w:r>
      <w:r w:rsidRPr="00562E81">
        <w:rPr>
          <w:rStyle w:val="libFootNoteArabicChar"/>
          <w:rtl/>
        </w:rPr>
        <w:t xml:space="preserve"> رب!حسب</w:t>
      </w:r>
      <w:r w:rsidRPr="00562E81">
        <w:rPr>
          <w:rStyle w:val="libFootNoteArabicChar"/>
          <w:rFonts w:hint="cs"/>
          <w:rtl/>
        </w:rPr>
        <w:t>ی</w:t>
      </w:r>
      <w:r>
        <w:rPr>
          <w:rtl/>
        </w:rPr>
        <w:t xml:space="preserve"> “۔ </w:t>
      </w:r>
    </w:p>
    <w:p w:rsidR="00476253" w:rsidRDefault="00476253" w:rsidP="00705CD5">
      <w:pPr>
        <w:pStyle w:val="libFootnote"/>
        <w:rPr>
          <w:rtl/>
        </w:rPr>
      </w:pPr>
      <w:r>
        <w:rPr>
          <w:rtl/>
        </w:rPr>
        <w:lastRenderedPageBreak/>
        <w:t>151.</w:t>
      </w:r>
      <w:r w:rsidRPr="00562E81">
        <w:rPr>
          <w:rStyle w:val="libFootNoteArabicChar"/>
          <w:rtl/>
        </w:rPr>
        <w:t xml:space="preserve"> عن اب</w:t>
      </w:r>
      <w:r w:rsidRPr="00562E81">
        <w:rPr>
          <w:rStyle w:val="libFootNoteArabicChar"/>
          <w:rFonts w:hint="cs"/>
          <w:rtl/>
        </w:rPr>
        <w:t>ی</w:t>
      </w:r>
      <w:r w:rsidRPr="00562E81">
        <w:rPr>
          <w:rStyle w:val="libFootNoteArabicChar"/>
          <w:rtl/>
        </w:rPr>
        <w:t xml:space="preserve"> عبد الل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علی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السلام قال :قال رسول الل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صلی</w:t>
      </w:r>
      <w:r w:rsidRPr="00562E81">
        <w:rPr>
          <w:rStyle w:val="libFootNoteArabicChar"/>
          <w:rtl/>
        </w:rPr>
        <w:t xml:space="preserve"> الل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علی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و آل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وسلم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من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تاب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قبل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موت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قبل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الل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توبت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ثم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قال</w:t>
      </w:r>
      <w:r w:rsidRPr="00562E81">
        <w:rPr>
          <w:rStyle w:val="libFootNoteArabicChar"/>
          <w:rtl/>
        </w:rPr>
        <w:t xml:space="preserve"> :</w:t>
      </w:r>
      <w:r w:rsidRPr="00562E81">
        <w:rPr>
          <w:rStyle w:val="libFootNoteArabicChar"/>
          <w:rFonts w:hint="cs"/>
          <w:rtl/>
        </w:rPr>
        <w:t>ان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السنة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الکثی</w:t>
      </w:r>
      <w:r w:rsidRPr="00562E81">
        <w:rPr>
          <w:rStyle w:val="libFootNoteArabicChar"/>
          <w:rFonts w:hint="eastAsia"/>
          <w:rtl/>
        </w:rPr>
        <w:t>رة،</w:t>
      </w:r>
      <w:r w:rsidRPr="00562E81">
        <w:rPr>
          <w:rStyle w:val="libFootNoteArabicChar"/>
          <w:rtl/>
        </w:rPr>
        <w:t xml:space="preserve"> من تاب قبل موت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بش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Fonts w:hint="cs"/>
          <w:rtl/>
        </w:rPr>
        <w:t>ر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قبل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الل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توبت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Fonts w:hint="cs"/>
          <w:rtl/>
        </w:rPr>
        <w:t>،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ثم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قال</w:t>
      </w:r>
      <w:r w:rsidRPr="00562E81">
        <w:rPr>
          <w:rStyle w:val="libFootNoteArabicChar"/>
          <w:rtl/>
        </w:rPr>
        <w:t>:</w:t>
      </w:r>
      <w:r w:rsidRPr="00562E81">
        <w:rPr>
          <w:rStyle w:val="libFootNoteArabicChar"/>
          <w:rFonts w:hint="cs"/>
          <w:rtl/>
        </w:rPr>
        <w:t>ان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الش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Fonts w:hint="cs"/>
          <w:rtl/>
        </w:rPr>
        <w:t>ر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لکثی</w:t>
      </w:r>
      <w:r w:rsidRPr="00562E81">
        <w:rPr>
          <w:rStyle w:val="libFootNoteArabicChar"/>
          <w:rFonts w:hint="eastAsia"/>
          <w:rtl/>
        </w:rPr>
        <w:t>ر،</w:t>
      </w:r>
      <w:r w:rsidRPr="00562E81">
        <w:rPr>
          <w:rStyle w:val="libFootNoteArabicChar"/>
          <w:rtl/>
        </w:rPr>
        <w:t xml:space="preserve"> من تاب قبل موت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بجمعة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قبل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الل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توبت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ثم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قال</w:t>
      </w:r>
      <w:r w:rsidRPr="00562E81">
        <w:rPr>
          <w:rStyle w:val="libFootNoteArabicChar"/>
          <w:rtl/>
        </w:rPr>
        <w:t>:</w:t>
      </w:r>
      <w:r w:rsidRPr="00562E81">
        <w:rPr>
          <w:rStyle w:val="libFootNoteArabicChar"/>
          <w:rFonts w:hint="cs"/>
          <w:rtl/>
        </w:rPr>
        <w:t>ان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الجمعة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لکثی</w:t>
      </w:r>
      <w:r w:rsidRPr="00562E81">
        <w:rPr>
          <w:rStyle w:val="libFootNoteArabicChar"/>
          <w:rFonts w:hint="eastAsia"/>
          <w:rtl/>
        </w:rPr>
        <w:t>رة،</w:t>
      </w:r>
      <w:r w:rsidRPr="00562E81">
        <w:rPr>
          <w:rStyle w:val="libFootNoteArabicChar"/>
          <w:rtl/>
        </w:rPr>
        <w:t xml:space="preserve"> من تاب قبل موت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بی</w:t>
      </w:r>
      <w:r w:rsidRPr="00562E81">
        <w:rPr>
          <w:rStyle w:val="libFootNoteArabicChar"/>
          <w:rFonts w:hint="eastAsia"/>
          <w:rtl/>
        </w:rPr>
        <w:t>وم</w:t>
      </w:r>
      <w:r w:rsidRPr="00562E81">
        <w:rPr>
          <w:rStyle w:val="libFootNoteArabicChar"/>
          <w:rtl/>
        </w:rPr>
        <w:t xml:space="preserve"> قبل الل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توبت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Fonts w:hint="cs"/>
          <w:rtl/>
        </w:rPr>
        <w:t>،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ثم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قال</w:t>
      </w:r>
      <w:r w:rsidRPr="00562E81">
        <w:rPr>
          <w:rStyle w:val="libFootNoteArabicChar"/>
          <w:rtl/>
        </w:rPr>
        <w:t>:</w:t>
      </w:r>
      <w:r w:rsidRPr="00562E81">
        <w:rPr>
          <w:rStyle w:val="libFootNoteArabicChar"/>
          <w:rFonts w:hint="cs"/>
          <w:rtl/>
        </w:rPr>
        <w:t>ان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الی</w:t>
      </w:r>
      <w:r w:rsidRPr="00562E81">
        <w:rPr>
          <w:rStyle w:val="libFootNoteArabicChar"/>
          <w:rFonts w:hint="eastAsia"/>
          <w:rtl/>
        </w:rPr>
        <w:t>وم</w:t>
      </w:r>
      <w:r w:rsidRPr="00562E81">
        <w:rPr>
          <w:rStyle w:val="libFootNoteArabicChar"/>
          <w:rtl/>
        </w:rPr>
        <w:t xml:space="preserve"> لکث</w:t>
      </w:r>
      <w:r w:rsidRPr="00562E81">
        <w:rPr>
          <w:rStyle w:val="libFootNoteArabicChar"/>
          <w:rFonts w:hint="cs"/>
          <w:rtl/>
        </w:rPr>
        <w:t>ی</w:t>
      </w:r>
      <w:r w:rsidRPr="00562E81">
        <w:rPr>
          <w:rStyle w:val="libFootNoteArabicChar"/>
          <w:rFonts w:hint="eastAsia"/>
          <w:rtl/>
        </w:rPr>
        <w:t>ر،</w:t>
      </w:r>
      <w:r w:rsidRPr="00562E81">
        <w:rPr>
          <w:rStyle w:val="libFootNoteArabicChar"/>
          <w:rtl/>
        </w:rPr>
        <w:t xml:space="preserve"> من تاب قبل ان </w:t>
      </w:r>
      <w:r w:rsidRPr="00562E81">
        <w:rPr>
          <w:rStyle w:val="libFootNoteArabicChar"/>
          <w:rFonts w:hint="cs"/>
          <w:rtl/>
        </w:rPr>
        <w:t>ی</w:t>
      </w:r>
      <w:r w:rsidRPr="00562E81">
        <w:rPr>
          <w:rStyle w:val="libFootNoteArabicChar"/>
          <w:rFonts w:hint="eastAsia"/>
          <w:rtl/>
        </w:rPr>
        <w:t>عا</w:t>
      </w:r>
      <w:r w:rsidRPr="00562E81">
        <w:rPr>
          <w:rStyle w:val="libFootNoteArabicChar"/>
          <w:rFonts w:hint="cs"/>
          <w:rtl/>
        </w:rPr>
        <w:t>ی</w:t>
      </w:r>
      <w:r w:rsidRPr="00562E81">
        <w:rPr>
          <w:rStyle w:val="libFootNoteArabicChar"/>
          <w:rFonts w:hint="eastAsia"/>
          <w:rtl/>
        </w:rPr>
        <w:t>ن</w:t>
      </w:r>
      <w:r w:rsidRPr="00562E81">
        <w:rPr>
          <w:rStyle w:val="libFootNoteArabicChar"/>
          <w:rtl/>
        </w:rPr>
        <w:t xml:space="preserve"> قبل الل</w:t>
      </w:r>
      <w:r w:rsidR="00705CD5" w:rsidRPr="00163EB1">
        <w:rPr>
          <w:rStyle w:val="libFootNoteArabicChar"/>
          <w:rFonts w:hint="cs"/>
          <w:rtl/>
        </w:rPr>
        <w:t>ه</w:t>
      </w:r>
      <w:r w:rsidRPr="00562E81">
        <w:rPr>
          <w:rStyle w:val="libFootNoteArabicChar"/>
          <w:rtl/>
        </w:rPr>
        <w:t xml:space="preserve"> </w:t>
      </w:r>
      <w:r w:rsidRPr="00562E81">
        <w:rPr>
          <w:rStyle w:val="libFootNoteArabicChar"/>
          <w:rFonts w:hint="cs"/>
          <w:rtl/>
        </w:rPr>
        <w:t>توبت</w:t>
      </w:r>
      <w:r w:rsidR="00705CD5" w:rsidRPr="00163EB1">
        <w:rPr>
          <w:rStyle w:val="libFootNoteArabicChar"/>
          <w:rFonts w:hint="cs"/>
          <w:rtl/>
        </w:rPr>
        <w:t>ه</w:t>
      </w:r>
      <w:r>
        <w:rPr>
          <w:rtl/>
        </w:rPr>
        <w:t xml:space="preserve">“۔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152. دعوات راوند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ص237، فصل ف</w:t>
      </w:r>
      <w:r>
        <w:rPr>
          <w:rFonts w:hint="cs"/>
          <w:rtl/>
        </w:rPr>
        <w:t>ی</w:t>
      </w:r>
      <w:r>
        <w:rPr>
          <w:rtl/>
        </w:rPr>
        <w:t xml:space="preserve"> ذکر الموت ؛بحار الانوار، ج6، ص19، باب20،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5۔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153. نہج البلاغہ ص863، حکمت 371،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ج3، ص574، باب معرفة الکبائر الت</w:t>
      </w:r>
      <w:r>
        <w:rPr>
          <w:rFonts w:hint="cs"/>
          <w:rtl/>
        </w:rPr>
        <w:t>ی</w:t>
      </w:r>
      <w:r>
        <w:rPr>
          <w:rtl/>
        </w:rPr>
        <w:t xml:space="preserve"> او عداللہ،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4965؛ بحار الانوار ج6، ص19، باب 20،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6۔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154. عوال</w:t>
      </w:r>
      <w:r>
        <w:rPr>
          <w:rFonts w:hint="cs"/>
          <w:rtl/>
        </w:rPr>
        <w:t>ی</w:t>
      </w:r>
      <w:r>
        <w:rPr>
          <w:rtl/>
        </w:rPr>
        <w:t xml:space="preserve"> اللئال</w:t>
      </w:r>
      <w:r>
        <w:rPr>
          <w:rFonts w:hint="cs"/>
          <w:rtl/>
        </w:rPr>
        <w:t>ی</w:t>
      </w:r>
      <w:r>
        <w:rPr>
          <w:rtl/>
        </w:rPr>
        <w:t xml:space="preserve"> ج1، ص237، الفصل التاسع،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150؛مستدرک الوسائل ج 12، ص129، باب 86،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13706؛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الحکمہ، ج2، ص636، التوبة،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2111 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155. غرر الحکم ص195، آثار التوبة،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3835؛مستدرک الوسائل ج 12، ص129، باب 86،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13707؛م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الحکمہ، ج2، ص636، التوبة،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2112۔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156. خصال ج2، ص623،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10؛بحار، ج6، ص21، باب 20،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14۔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157.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اخبارالرضاج2، ص29، باب31،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33؛جامع الاخبارص85، الفصل الحاد</w:t>
      </w:r>
      <w:r>
        <w:rPr>
          <w:rFonts w:hint="cs"/>
          <w:rtl/>
        </w:rPr>
        <w:t>ی</w:t>
      </w:r>
      <w:r>
        <w:rPr>
          <w:rtl/>
        </w:rPr>
        <w:t xml:space="preserve"> والاربعون ف</w:t>
      </w:r>
      <w:r>
        <w:rPr>
          <w:rFonts w:hint="cs"/>
          <w:rtl/>
        </w:rPr>
        <w:t>ی</w:t>
      </w:r>
      <w:r>
        <w:rPr>
          <w:rtl/>
        </w:rPr>
        <w:t xml:space="preserve"> معرفة الم</w:t>
      </w:r>
      <w:r w:rsidR="00AA04E3">
        <w:rPr>
          <w:rtl/>
        </w:rPr>
        <w:t>و</w:t>
      </w:r>
      <w:r>
        <w:rPr>
          <w:rFonts w:hint="eastAsia"/>
          <w:rtl/>
        </w:rPr>
        <w:t>من؛</w:t>
      </w:r>
      <w:r>
        <w:rPr>
          <w:rtl/>
        </w:rPr>
        <w:t xml:space="preserve">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ج16، ص75، باب 86،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21021۔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158.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ج2، ص74، باب 31،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347؛وسائل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ج16، ص75، باب 86،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21022؛بحار، ج6، ص21، باب 20،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16۔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159. معان</w:t>
      </w:r>
      <w:r>
        <w:rPr>
          <w:rFonts w:hint="cs"/>
          <w:rtl/>
        </w:rPr>
        <w:t>ی</w:t>
      </w:r>
      <w:r>
        <w:rPr>
          <w:rtl/>
        </w:rPr>
        <w:t xml:space="preserve"> الاخبار ص174، باب معن</w:t>
      </w:r>
      <w:r>
        <w:rPr>
          <w:rFonts w:hint="cs"/>
          <w:rtl/>
        </w:rPr>
        <w:t>ی</w:t>
      </w:r>
      <w:r>
        <w:rPr>
          <w:rtl/>
        </w:rPr>
        <w:t xml:space="preserve"> التوبة النصوح،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ج16، ص77، باب 87،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21027؛ بحارالانوار، ج6، ص22، باب 20،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23۔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160. کنزل العمال ص10165؛م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الحکمہ، ج2، ص636، التوبہ،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2123۔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161. جامع الاخبار، 87، الفصل الخامس والاربعون ف</w:t>
      </w:r>
      <w:r>
        <w:rPr>
          <w:rFonts w:hint="cs"/>
          <w:rtl/>
        </w:rPr>
        <w:t>ی</w:t>
      </w:r>
      <w:r>
        <w:rPr>
          <w:rtl/>
        </w:rPr>
        <w:t xml:space="preserve"> التوبة، مستدرک الوسائل ج12، ص130، باب 87،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13709۔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162. غرر الحکم ص194،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3777؛مستدرک الوسائل ج12، ص137، باب 87،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13715۔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163. ثواب الاعمال ص179، ثواب التوبة؛بحارالانوارج6، ص28، باب20،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32۔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164. ثواب الاعمال، 130، ثواب من اذنب ذنباًثم رجع و تاب؛وسائل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ج16، 74، باب 86،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21017۔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165. جامع الاخبار ص88، الفصل الخامس والاربعون ف</w:t>
      </w:r>
      <w:r>
        <w:rPr>
          <w:rFonts w:hint="cs"/>
          <w:rtl/>
        </w:rPr>
        <w:t>ی</w:t>
      </w:r>
      <w:r>
        <w:rPr>
          <w:rtl/>
        </w:rPr>
        <w:t xml:space="preserve"> التوبة ؛بحار الانوار ج6، ص35، باب20،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52؛مستدرک الوسائل ج12، ص131، باب 87،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13709۔قارئ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کرام!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بدلنے کا حکم</w:t>
      </w:r>
      <w:r w:rsidR="003264F6">
        <w:rPr>
          <w:rtl/>
        </w:rPr>
        <w:t xml:space="preserve"> ہو</w:t>
      </w:r>
      <w:r>
        <w:rPr>
          <w:rtl/>
        </w:rPr>
        <w:t>ا</w:t>
      </w:r>
      <w:r w:rsidR="00AA04E3">
        <w:rPr>
          <w:rtl/>
        </w:rPr>
        <w:t xml:space="preserve"> ہے</w:t>
      </w:r>
      <w:r>
        <w:rPr>
          <w:rtl/>
        </w:rPr>
        <w:t xml:space="preserve"> ان سے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مراد </w:t>
      </w:r>
      <w:r w:rsidR="00AA04E3">
        <w:rPr>
          <w:rtl/>
        </w:rPr>
        <w:t xml:space="preserve"> ہیں </w:t>
      </w:r>
      <w:r>
        <w:rPr>
          <w:rtl/>
        </w:rPr>
        <w:t xml:space="preserve"> جو حرام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حاصل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 w:rsidR="003264F6">
        <w:rPr>
          <w:rtl/>
        </w:rPr>
        <w:t xml:space="preserve"> ہو</w:t>
      </w:r>
      <w:r>
        <w:rPr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eastAsia"/>
          <w:rtl/>
        </w:rPr>
        <w:t>رام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متعلق</w:t>
      </w:r>
      <w:r w:rsidR="003264F6">
        <w:rPr>
          <w:rtl/>
        </w:rPr>
        <w:t xml:space="preserve"> ہو</w:t>
      </w:r>
      <w:r>
        <w:rPr>
          <w:rtl/>
        </w:rPr>
        <w:t xml:space="preserve">ں۔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166. سور</w:t>
      </w:r>
      <w:r w:rsidR="00BA0B7F">
        <w:rPr>
          <w:rtl/>
        </w:rPr>
        <w:t>ہ</w:t>
      </w:r>
      <w:r>
        <w:rPr>
          <w:rtl/>
        </w:rPr>
        <w:t xml:space="preserve"> نوح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10۔12۔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167. سور</w:t>
      </w:r>
      <w:r w:rsidR="00BA0B7F">
        <w:rPr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8۔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 xml:space="preserve">168. آل عمران، 89۔مائدہ، 34۔اعراف، 153۔توبہ، 102۔نور، 5۔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lastRenderedPageBreak/>
        <w:t>169. سور</w:t>
      </w:r>
      <w:r w:rsidR="00BA0B7F">
        <w:rPr>
          <w:rtl/>
        </w:rPr>
        <w:t>ہ</w:t>
      </w:r>
      <w:r>
        <w:rPr>
          <w:rtl/>
        </w:rPr>
        <w:t xml:space="preserve">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96۔ </w:t>
      </w:r>
    </w:p>
    <w:p w:rsidR="00476253" w:rsidRDefault="00476253" w:rsidP="00722451">
      <w:pPr>
        <w:pStyle w:val="libFootnote"/>
        <w:rPr>
          <w:rtl/>
        </w:rPr>
      </w:pPr>
      <w:r>
        <w:rPr>
          <w:rtl/>
        </w:rPr>
        <w:t>170. مجمع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ج10، ص361؛وسائل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ج7، ص177، باب 23،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9055۔ </w:t>
      </w:r>
    </w:p>
    <w:p w:rsidR="00722451" w:rsidRDefault="00722451" w:rsidP="006F6A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43" w:name="_Toc520983980"/>
      <w:r>
        <w:rPr>
          <w:rFonts w:hint="eastAsia"/>
          <w:rtl/>
          <w:lang w:bidi="ur-PK"/>
        </w:rPr>
        <w:t>توبہ</w:t>
      </w:r>
      <w:r>
        <w:rPr>
          <w:rtl/>
          <w:lang w:bidi="ur-PK"/>
        </w:rPr>
        <w:t xml:space="preserve"> کرنے والوں کے واقعات</w:t>
      </w:r>
      <w:bookmarkEnd w:id="43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476253" w:rsidRDefault="0005211C" w:rsidP="006F43C8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B77763">
        <w:rPr>
          <w:rStyle w:val="libAieChar"/>
          <w:rtl/>
        </w:rPr>
        <w:t>لَقَدْ كَانَ فِ</w:t>
      </w:r>
      <w:r w:rsidR="00476253" w:rsidRPr="00B77763">
        <w:rPr>
          <w:rStyle w:val="libAieChar"/>
          <w:rFonts w:hint="cs"/>
          <w:rtl/>
        </w:rPr>
        <w:t>ی</w:t>
      </w:r>
      <w:r w:rsidR="00476253" w:rsidRPr="00B77763">
        <w:rPr>
          <w:rStyle w:val="libAieChar"/>
          <w:rtl/>
        </w:rPr>
        <w:t xml:space="preserve"> قَصَصِ</w:t>
      </w:r>
      <w:r w:rsidR="00705CD5" w:rsidRPr="00705CD5">
        <w:rPr>
          <w:rStyle w:val="libAieChar"/>
          <w:rFonts w:hint="cs"/>
          <w:rtl/>
        </w:rPr>
        <w:t>ه</w:t>
      </w:r>
      <w:r w:rsidR="00476253" w:rsidRPr="00B77763">
        <w:rPr>
          <w:rStyle w:val="libAieChar"/>
          <w:rFonts w:hint="cs"/>
          <w:rtl/>
        </w:rPr>
        <w:t>م</w:t>
      </w:r>
      <w:r w:rsidR="00476253" w:rsidRPr="00B77763">
        <w:rPr>
          <w:rStyle w:val="libAieChar"/>
          <w:rtl/>
        </w:rPr>
        <w:t xml:space="preserve"> </w:t>
      </w:r>
      <w:r w:rsidR="00476253" w:rsidRPr="00B77763">
        <w:rPr>
          <w:rStyle w:val="libAieChar"/>
          <w:rFonts w:hint="cs"/>
          <w:rtl/>
        </w:rPr>
        <w:t>عِبْرَةٌ</w:t>
      </w:r>
      <w:r w:rsidR="00476253" w:rsidRPr="00B77763">
        <w:rPr>
          <w:rStyle w:val="libAieChar"/>
          <w:rtl/>
        </w:rPr>
        <w:t xml:space="preserve"> </w:t>
      </w:r>
      <w:r w:rsidR="00476253" w:rsidRPr="00B77763">
        <w:rPr>
          <w:rStyle w:val="libAieChar"/>
          <w:rFonts w:hint="cs"/>
          <w:rtl/>
        </w:rPr>
        <w:t>لِ</w:t>
      </w:r>
      <w:r w:rsidR="00BA0B7F">
        <w:rPr>
          <w:rStyle w:val="libAieChar"/>
          <w:rFonts w:hint="cs"/>
          <w:rtl/>
        </w:rPr>
        <w:t>ا</w:t>
      </w:r>
      <w:r w:rsidR="00476253" w:rsidRPr="00B77763">
        <w:rPr>
          <w:rStyle w:val="libAieChar"/>
          <w:rFonts w:hint="eastAsia"/>
          <w:rtl/>
        </w:rPr>
        <w:t>وْلِ</w:t>
      </w:r>
      <w:r w:rsidR="00476253" w:rsidRPr="00B77763">
        <w:rPr>
          <w:rStyle w:val="libAieChar"/>
          <w:rFonts w:hint="cs"/>
          <w:rtl/>
        </w:rPr>
        <w:t>ی</w:t>
      </w:r>
      <w:r w:rsidR="00476253" w:rsidRPr="00B77763">
        <w:rPr>
          <w:rStyle w:val="libAieChar"/>
          <w:rtl/>
        </w:rPr>
        <w:t xml:space="preserve"> الْ</w:t>
      </w:r>
      <w:r w:rsidR="00BA0B7F">
        <w:rPr>
          <w:rStyle w:val="libAieChar"/>
          <w:rtl/>
        </w:rPr>
        <w:t>ا</w:t>
      </w:r>
      <w:r w:rsidR="00476253" w:rsidRPr="00B77763">
        <w:rPr>
          <w:rStyle w:val="libAieChar"/>
          <w:rFonts w:hint="eastAsia"/>
          <w:rtl/>
        </w:rPr>
        <w:t>لْبَابِ</w:t>
      </w:r>
      <w:r w:rsidR="006F6A7F" w:rsidRPr="006F6A7F">
        <w:rPr>
          <w:rStyle w:val="libAlaemChar"/>
          <w:rtl/>
        </w:rPr>
        <w:t>)</w:t>
      </w:r>
      <w:r w:rsidR="006F43C8" w:rsidRPr="00572206">
        <w:rPr>
          <w:rStyle w:val="libFootnotenumChar"/>
          <w:rtl/>
          <w:lang w:bidi="ur-PK"/>
        </w:rPr>
        <w:t xml:space="preserve"> </w:t>
      </w:r>
      <w:r w:rsidR="00572206" w:rsidRPr="00572206">
        <w:rPr>
          <w:rStyle w:val="libFootnotenumChar"/>
          <w:rtl/>
          <w:lang w:bidi="ur-PK"/>
        </w:rPr>
        <w:t>(1</w:t>
      </w:r>
      <w:r w:rsidR="006F43C8" w:rsidRPr="00572206">
        <w:rPr>
          <w:rStyle w:val="libFootnotenumChar"/>
          <w:rtl/>
          <w:lang w:bidi="ur-PK"/>
        </w:rPr>
        <w:t>7</w:t>
      </w:r>
      <w:r w:rsidR="006F43C8" w:rsidRPr="00BA0B7F">
        <w:rPr>
          <w:rStyle w:val="libFootnotenumChar"/>
          <w:rFonts w:hint="cs"/>
          <w:rtl/>
        </w:rPr>
        <w:t>1</w:t>
      </w:r>
      <w:r w:rsidR="00572206" w:rsidRPr="00572206">
        <w:rPr>
          <w:rStyle w:val="libFootnotenumChar"/>
          <w:rtl/>
          <w:lang w:bidi="ur-PK"/>
        </w:rPr>
        <w:t>)</w:t>
      </w:r>
      <w:r w:rsidR="00572206">
        <w:rPr>
          <w:rtl/>
          <w:lang w:bidi="ur-PK"/>
        </w:rPr>
        <w:t xml:space="preserve"> </w:t>
      </w:r>
      <w:r w:rsidR="00572206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نا</w:t>
      </w:r>
      <w:r w:rsidR="00476253">
        <w:rPr>
          <w:rtl/>
          <w:lang w:bidi="ur-PK"/>
        </w:rPr>
        <w:t xml:space="preserve"> ان کے واقعات صاحبان عقل کے لئے عبرت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44" w:name="_Toc520983981"/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نمونہ خاتون</w:t>
      </w:r>
      <w:bookmarkEnd w:id="44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فرعون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زوجہ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وہ فرعون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غرور و تکبر کا نشہ بھرا تھا، جس کا نفس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تھا اور جس کے عقائد اور اعمال باطل وفاسد تھے۔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فرعون کو متکبر، ظالم، ستم گر اور خون بھانے والے کے عنوان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کو ”طاغوت“ کا نام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فرعون کے ساتھ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فرعون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ملکہ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شوھر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فرمانروائ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مطابق ملک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خزانہ سے فائدہ اٹھات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شوھر کے ساتھ زندگ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کے ساتھ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دربار کے اندر، اس قدر مال و دولت، اطاعت گزار غلام او رکن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ساتھ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جوان اور قدرتمند خاتون نے اس ماحول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جناب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عمران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سنا، اس نے اپنے شوھر کے طور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اور اعمال کے باطل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کو 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چنانچہ نور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اس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چمک اٹھا۔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حالانکہ</w:t>
      </w:r>
      <w:r>
        <w:rPr>
          <w:rtl/>
          <w:lang w:bidi="ur-PK"/>
        </w:rPr>
        <w:t xml:space="preserve"> اس کو معلوم تھا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خوش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اور مقام و منصب چھن 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جان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جاسکت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نے حق کو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وہ خداوندمھربان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لے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اپنے گزشتہ اعمال سے توبہ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اعمال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آخرت </w:t>
      </w: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آباد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لگ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کا توبہ کرنا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آسان کام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تھا،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اسے اپنا تمام مال و دولت اور منصب ترک کرنا پڑا، اور فرعون و فرعون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ملامت ضرب و شتم کو برداشت کرنا پڑا،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پھر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توبہ،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مان،</w:t>
      </w:r>
      <w:r>
        <w:rPr>
          <w:rtl/>
          <w:lang w:bidi="ur-PK"/>
        </w:rPr>
        <w:t xml:space="preserve"> عمل صالح اور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قدم آگے بڑھات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جناب</w:t>
      </w:r>
      <w:r>
        <w:rPr>
          <w:rtl/>
          <w:lang w:bidi="ur-PK"/>
        </w:rPr>
        <w:t xml:space="preserve"> آس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توبہ، فرعون اور اس کے دربار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ناگوار گزر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پورے شھر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شھرت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فرعون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ملکہ نے فرعون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کو ٹھکراتے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مذھب 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اللہ کو منتخب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سمجھا بجھاکر، ترغ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دلاکراور ڈرا دھمکاکر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بڑھتے </w:t>
      </w:r>
      <w:r>
        <w:rPr>
          <w:rFonts w:hint="eastAsia"/>
          <w:rtl/>
          <w:lang w:bidi="ur-PK"/>
        </w:rPr>
        <w:t>قدم</w:t>
      </w:r>
      <w:r>
        <w:rPr>
          <w:rtl/>
          <w:lang w:bidi="ur-PK"/>
        </w:rPr>
        <w:t xml:space="preserve"> کو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روکا جاسکتا تھا، وہ اپنے دل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سے حق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قبول کرچک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نے باطل کے کھوکھلے پن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لہٰذا حق و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تک پہنچنے کے بعد اس کو ھاتھ سے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کھوسکت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کھوکھلے باطل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لوٹ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خدا کو فرعون سے، حق کو باطل سے، نور کو ظلمت سے،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کو غلط سے، آخرت کو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سے، بہشت کو دوزخ سے، اورسعادت کو بدبخت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بدل لے۔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آس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اپنے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مان،</w:t>
      </w:r>
      <w:r>
        <w:rPr>
          <w:rtl/>
          <w:lang w:bidi="ur-PK"/>
        </w:rPr>
        <w:t xml:space="preserve"> توبہ و استغفار پر استقامت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جبکہ فرعون دوبارہ باطل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لوٹا نے کے لئے کوشش کررھا تھا۔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فرعون</w:t>
      </w:r>
      <w:r>
        <w:rPr>
          <w:rtl/>
          <w:lang w:bidi="ur-PK"/>
        </w:rPr>
        <w:t xml:space="preserve"> نے جناب آس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سے مقابلہ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ٹھان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غضبناک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اس کے غضب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 بھڑک اٹھ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ثابت قدم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مقابلہ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ھار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نے آس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 شکنجہ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خاتون کے ھاتھ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کو باندھ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سخت سے سخت سزا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بعد پھانس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نے اپنے جلادوں کو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اس کے اوپر بڑے بڑے پتھر گرائے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جناب آس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سعادت و خوشبخت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کرنے کے لئے صبر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ان تمام سخت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سے لَو لگائے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آس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و جھاد، صبر و استقامت،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مستحکم عزم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ان کو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مومن و مومنات کے لئے نمونہ کے طور پر پہنچوا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تاکہ ھر زمانہ کے گناھگار کے لئے عذر و بھانہ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گنجائش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رہ جائے اور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کہہ </w:t>
      </w:r>
      <w:r>
        <w:rPr>
          <w:rFonts w:hint="eastAsia"/>
          <w:rtl/>
          <w:lang w:bidi="ur-PK"/>
        </w:rPr>
        <w:t>دے</w:t>
      </w:r>
      <w:r>
        <w:rPr>
          <w:rtl/>
          <w:lang w:bidi="ur-PK"/>
        </w:rPr>
        <w:t xml:space="preserve"> کہ توبہ،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اور عمل صالح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راستہ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رھا تھا۔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B77763">
        <w:rPr>
          <w:rStyle w:val="libAieChar"/>
          <w:rtl/>
        </w:rPr>
        <w:t>وَضَرَبَ اللّٰ</w:t>
      </w:r>
      <w:r w:rsidR="00705CD5" w:rsidRPr="00705CD5">
        <w:rPr>
          <w:rStyle w:val="libAieChar"/>
          <w:rFonts w:hint="cs"/>
          <w:rtl/>
        </w:rPr>
        <w:t>ه</w:t>
      </w:r>
      <w:r w:rsidR="00476253" w:rsidRPr="00B77763">
        <w:rPr>
          <w:rStyle w:val="libAieChar"/>
          <w:rFonts w:hint="cs"/>
          <w:rtl/>
        </w:rPr>
        <w:t>ُ</w:t>
      </w:r>
      <w:r w:rsidR="00476253" w:rsidRPr="00B77763">
        <w:rPr>
          <w:rStyle w:val="libAieChar"/>
          <w:rtl/>
        </w:rPr>
        <w:t xml:space="preserve"> </w:t>
      </w:r>
      <w:r w:rsidR="00476253" w:rsidRPr="00B77763">
        <w:rPr>
          <w:rStyle w:val="libAieChar"/>
          <w:rFonts w:hint="cs"/>
          <w:rtl/>
        </w:rPr>
        <w:t>مَثَلاً</w:t>
      </w:r>
      <w:r w:rsidR="00476253" w:rsidRPr="00B77763">
        <w:rPr>
          <w:rStyle w:val="libAieChar"/>
          <w:rtl/>
        </w:rPr>
        <w:t xml:space="preserve"> </w:t>
      </w:r>
      <w:r w:rsidR="00476253" w:rsidRPr="00B77763">
        <w:rPr>
          <w:rStyle w:val="libAieChar"/>
          <w:rFonts w:hint="cs"/>
          <w:rtl/>
        </w:rPr>
        <w:t>لِلَّذی</w:t>
      </w:r>
      <w:r w:rsidR="00476253" w:rsidRPr="00B77763">
        <w:rPr>
          <w:rStyle w:val="libAieChar"/>
          <w:rFonts w:hint="eastAsia"/>
          <w:rtl/>
        </w:rPr>
        <w:t>نَ</w:t>
      </w:r>
      <w:r w:rsidR="00476253" w:rsidRPr="00B77763">
        <w:rPr>
          <w:rStyle w:val="libAieChar"/>
          <w:rtl/>
        </w:rPr>
        <w:t xml:space="preserve"> آمَنُوا امْرَاَتَ فِرْعُوْنَ اِذْقالَتْ رَبِّ ابْنِ ل</w:t>
      </w:r>
      <w:r w:rsidR="00476253" w:rsidRPr="00B77763">
        <w:rPr>
          <w:rStyle w:val="libAieChar"/>
          <w:rFonts w:hint="cs"/>
          <w:rtl/>
        </w:rPr>
        <w:t>ی</w:t>
      </w:r>
      <w:r w:rsidR="00476253" w:rsidRPr="00B77763">
        <w:rPr>
          <w:rStyle w:val="libAieChar"/>
          <w:rtl/>
        </w:rPr>
        <w:t xml:space="preserve"> عِنْدَكَ بَ</w:t>
      </w:r>
      <w:r w:rsidR="00476253" w:rsidRPr="00B77763">
        <w:rPr>
          <w:rStyle w:val="libAieChar"/>
          <w:rFonts w:hint="cs"/>
          <w:rtl/>
        </w:rPr>
        <w:t>ی</w:t>
      </w:r>
      <w:r w:rsidR="00476253" w:rsidRPr="00B77763">
        <w:rPr>
          <w:rStyle w:val="libAieChar"/>
          <w:rFonts w:hint="eastAsia"/>
          <w:rtl/>
        </w:rPr>
        <w:t>تاً</w:t>
      </w:r>
      <w:r w:rsidR="00476253" w:rsidRPr="00B77763">
        <w:rPr>
          <w:rStyle w:val="libAieChar"/>
          <w:rtl/>
        </w:rPr>
        <w:t xml:space="preserve"> فِ</w:t>
      </w:r>
      <w:r w:rsidR="00476253" w:rsidRPr="00B77763">
        <w:rPr>
          <w:rStyle w:val="libAieChar"/>
          <w:rFonts w:hint="cs"/>
          <w:rtl/>
        </w:rPr>
        <w:t>ی</w:t>
      </w:r>
      <w:r w:rsidR="00476253" w:rsidRPr="00B77763">
        <w:rPr>
          <w:rStyle w:val="libAieChar"/>
          <w:rtl/>
        </w:rPr>
        <w:t xml:space="preserve"> الْجَنَّةِ وَ نَجِّني </w:t>
      </w:r>
      <w:r w:rsidR="00476253" w:rsidRPr="00B77763">
        <w:rPr>
          <w:rStyle w:val="libAieChar"/>
          <w:rFonts w:hint="cs"/>
          <w:rtl/>
        </w:rPr>
        <w:t>مِنْ</w:t>
      </w:r>
      <w:r w:rsidR="00476253" w:rsidRPr="00B77763">
        <w:rPr>
          <w:rStyle w:val="libAieChar"/>
          <w:rtl/>
        </w:rPr>
        <w:t xml:space="preserve"> </w:t>
      </w:r>
      <w:r w:rsidR="00476253" w:rsidRPr="00B77763">
        <w:rPr>
          <w:rStyle w:val="libAieChar"/>
          <w:rFonts w:hint="cs"/>
          <w:rtl/>
        </w:rPr>
        <w:t>فِرْعَوْنَ</w:t>
      </w:r>
      <w:r w:rsidR="00476253" w:rsidRPr="00B77763">
        <w:rPr>
          <w:rStyle w:val="libAieChar"/>
          <w:rtl/>
        </w:rPr>
        <w:t xml:space="preserve"> </w:t>
      </w:r>
      <w:r w:rsidR="00476253" w:rsidRPr="00B77763">
        <w:rPr>
          <w:rStyle w:val="libAieChar"/>
          <w:rFonts w:hint="cs"/>
          <w:rtl/>
        </w:rPr>
        <w:t>وَ</w:t>
      </w:r>
      <w:r w:rsidR="00476253" w:rsidRPr="00B77763">
        <w:rPr>
          <w:rStyle w:val="libAieChar"/>
          <w:rtl/>
        </w:rPr>
        <w:t xml:space="preserve"> </w:t>
      </w:r>
      <w:r w:rsidR="00476253" w:rsidRPr="00B77763">
        <w:rPr>
          <w:rStyle w:val="libAieChar"/>
          <w:rFonts w:hint="cs"/>
          <w:rtl/>
        </w:rPr>
        <w:t>عَمَلِ</w:t>
      </w:r>
      <w:r w:rsidR="00705CD5" w:rsidRPr="00705CD5">
        <w:rPr>
          <w:rStyle w:val="libAieChar"/>
          <w:rFonts w:hint="cs"/>
          <w:rtl/>
        </w:rPr>
        <w:t>ه</w:t>
      </w:r>
      <w:r w:rsidR="00476253" w:rsidRPr="00B77763">
        <w:rPr>
          <w:rStyle w:val="libAieChar"/>
          <w:rFonts w:hint="cs"/>
          <w:rtl/>
        </w:rPr>
        <w:t>ِ</w:t>
      </w:r>
      <w:r w:rsidR="00476253" w:rsidRPr="00B77763">
        <w:rPr>
          <w:rStyle w:val="libAieChar"/>
          <w:rtl/>
        </w:rPr>
        <w:t xml:space="preserve"> </w:t>
      </w:r>
      <w:r w:rsidR="00476253" w:rsidRPr="00B77763">
        <w:rPr>
          <w:rStyle w:val="libAieChar"/>
          <w:rFonts w:hint="cs"/>
          <w:rtl/>
        </w:rPr>
        <w:t>وَنَجِّنی</w:t>
      </w:r>
      <w:r w:rsidR="00476253" w:rsidRPr="00B77763">
        <w:rPr>
          <w:rStyle w:val="libAieChar"/>
          <w:rtl/>
        </w:rPr>
        <w:t xml:space="preserve"> مِنَ الْقَوْمِ الظّالِم</w:t>
      </w:r>
      <w:r w:rsidR="00476253" w:rsidRPr="00B77763">
        <w:rPr>
          <w:rStyle w:val="libAieChar"/>
          <w:rFonts w:hint="cs"/>
          <w:rtl/>
        </w:rPr>
        <w:t>ی</w:t>
      </w:r>
      <w:r w:rsidR="00476253" w:rsidRPr="00B77763">
        <w:rPr>
          <w:rStyle w:val="libAieChar"/>
          <w:rFonts w:hint="eastAsia"/>
          <w:rtl/>
        </w:rPr>
        <w:t>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(172)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”اورخد</w:t>
      </w:r>
      <w:r w:rsidR="00476253">
        <w:rPr>
          <w:rtl/>
          <w:lang w:bidi="ur-PK"/>
        </w:rPr>
        <w:t xml:space="preserve"> ا نے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والوں کے لئے فرعون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زوجہ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مثال ب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ان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کہ اس نے دعا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کہ پروردگار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رے</w:t>
      </w:r>
      <w:r w:rsidR="00476253">
        <w:rPr>
          <w:rtl/>
          <w:lang w:bidi="ur-PK"/>
        </w:rPr>
        <w:t xml:space="preserve"> لئے جنت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گھر بنادے اور مجھے فرعون اور اس کے دربار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وںسے</w:t>
      </w:r>
      <w:r w:rsidR="00476253">
        <w:rPr>
          <w:rtl/>
          <w:lang w:bidi="ur-PK"/>
        </w:rPr>
        <w:t xml:space="preserve"> نجات دلادے اور اس پور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ظالم قوم سے نجات عطا فرمادے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توبہ،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مان،</w:t>
      </w:r>
      <w:r>
        <w:rPr>
          <w:rtl/>
          <w:lang w:bidi="ur-PK"/>
        </w:rPr>
        <w:t xml:space="preserve"> صبر اور استقامت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خاتون کا مرتبہ اس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پہنچا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تھا کہ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ان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B77763">
        <w:rPr>
          <w:rStyle w:val="libArabicChar"/>
          <w:rFonts w:hint="eastAsia"/>
          <w:rtl/>
        </w:rPr>
        <w:t>اِشْتاقَتِ</w:t>
      </w:r>
      <w:r w:rsidRPr="00B77763">
        <w:rPr>
          <w:rStyle w:val="libArabicChar"/>
          <w:rtl/>
        </w:rPr>
        <w:t xml:space="preserve"> الْجَنَّةُ اِلٰ</w:t>
      </w:r>
      <w:r w:rsidRPr="00B77763">
        <w:rPr>
          <w:rStyle w:val="libArabicChar"/>
          <w:rFonts w:hint="cs"/>
          <w:rtl/>
        </w:rPr>
        <w:t>ی</w:t>
      </w:r>
      <w:r w:rsidRPr="00B77763">
        <w:rPr>
          <w:rStyle w:val="libArabicChar"/>
          <w:rtl/>
        </w:rPr>
        <w:t xml:space="preserve"> اَرْبَعٍ مِنَ النِّساءِ :مَرْ</w:t>
      </w:r>
      <w:r w:rsidRPr="00B77763">
        <w:rPr>
          <w:rStyle w:val="libArabicChar"/>
          <w:rFonts w:hint="cs"/>
          <w:rtl/>
        </w:rPr>
        <w:t>ی</w:t>
      </w:r>
      <w:r w:rsidRPr="00B77763">
        <w:rPr>
          <w:rStyle w:val="libArabicChar"/>
          <w:rFonts w:hint="eastAsia"/>
          <w:rtl/>
        </w:rPr>
        <w:t>مَ</w:t>
      </w:r>
      <w:r w:rsidRPr="00B77763">
        <w:rPr>
          <w:rStyle w:val="libArabicChar"/>
          <w:rtl/>
        </w:rPr>
        <w:t xml:space="preserve"> بِنْتِ عِمْرانَ، وَآسِ</w:t>
      </w:r>
      <w:r w:rsidRPr="00B77763">
        <w:rPr>
          <w:rStyle w:val="libArabicChar"/>
          <w:rFonts w:hint="cs"/>
          <w:rtl/>
        </w:rPr>
        <w:t>ی</w:t>
      </w:r>
      <w:r w:rsidRPr="00B77763">
        <w:rPr>
          <w:rStyle w:val="libArabicChar"/>
          <w:rFonts w:hint="eastAsia"/>
          <w:rtl/>
        </w:rPr>
        <w:t>ةَ</w:t>
      </w:r>
      <w:r w:rsidRPr="00B77763">
        <w:rPr>
          <w:rStyle w:val="libArabicChar"/>
          <w:rtl/>
        </w:rPr>
        <w:t xml:space="preserve"> بِنْتِ مُزاحِمٍ زَوْجَةِ فِرْعَوْنَ، وَخَد</w:t>
      </w:r>
      <w:r w:rsidRPr="00B77763">
        <w:rPr>
          <w:rStyle w:val="libArabicChar"/>
          <w:rFonts w:hint="cs"/>
          <w:rtl/>
        </w:rPr>
        <w:t>ی</w:t>
      </w:r>
      <w:r w:rsidRPr="00B77763">
        <w:rPr>
          <w:rStyle w:val="libArabicChar"/>
          <w:rFonts w:hint="eastAsia"/>
          <w:rtl/>
        </w:rPr>
        <w:t>جَةَ</w:t>
      </w:r>
      <w:r w:rsidRPr="00B77763">
        <w:rPr>
          <w:rStyle w:val="libArabicChar"/>
          <w:rtl/>
        </w:rPr>
        <w:t xml:space="preserve"> بِنْتِ خُوَ</w:t>
      </w:r>
      <w:r w:rsidRPr="00B77763">
        <w:rPr>
          <w:rStyle w:val="libArabicChar"/>
          <w:rFonts w:hint="cs"/>
          <w:rtl/>
        </w:rPr>
        <w:t>ی</w:t>
      </w:r>
      <w:r w:rsidRPr="00B77763">
        <w:rPr>
          <w:rStyle w:val="libArabicChar"/>
          <w:rFonts w:hint="eastAsia"/>
          <w:rtl/>
        </w:rPr>
        <w:t>لَدٍزَوْجَةِ</w:t>
      </w:r>
      <w:r w:rsidRPr="00B77763">
        <w:rPr>
          <w:rStyle w:val="libArabicChar"/>
          <w:rtl/>
        </w:rPr>
        <w:t xml:space="preserve"> النَّبِ</w:t>
      </w:r>
      <w:r w:rsidRPr="00B77763">
        <w:rPr>
          <w:rStyle w:val="libArabicChar"/>
          <w:rFonts w:hint="cs"/>
          <w:rtl/>
        </w:rPr>
        <w:t>ی</w:t>
      </w:r>
      <w:r w:rsidRPr="00B77763">
        <w:rPr>
          <w:rStyle w:val="libArabicChar"/>
          <w:rtl/>
        </w:rPr>
        <w:t xml:space="preserve"> فِ</w:t>
      </w:r>
      <w:r w:rsidRPr="00B77763">
        <w:rPr>
          <w:rStyle w:val="libArabicChar"/>
          <w:rFonts w:hint="cs"/>
          <w:rtl/>
        </w:rPr>
        <w:t>ی</w:t>
      </w:r>
      <w:r w:rsidRPr="00B77763">
        <w:rPr>
          <w:rStyle w:val="libArabicChar"/>
          <w:rtl/>
        </w:rPr>
        <w:t xml:space="preserve"> الدُّنْ</w:t>
      </w:r>
      <w:r w:rsidRPr="00B77763">
        <w:rPr>
          <w:rStyle w:val="libArabicChar"/>
          <w:rFonts w:hint="cs"/>
          <w:rtl/>
        </w:rPr>
        <w:t>ی</w:t>
      </w:r>
      <w:r w:rsidRPr="00B77763">
        <w:rPr>
          <w:rStyle w:val="libArabicChar"/>
          <w:rFonts w:hint="eastAsia"/>
          <w:rtl/>
        </w:rPr>
        <w:t>ا</w:t>
      </w:r>
      <w:r w:rsidRPr="00B77763">
        <w:rPr>
          <w:rStyle w:val="libArabicChar"/>
          <w:rtl/>
        </w:rPr>
        <w:t xml:space="preserve"> وَالآخِرَةِ، وَ فاطِمَةَ بِنْتِ مُحَمَّدٍ</w:t>
      </w:r>
      <w:r>
        <w:rPr>
          <w:rtl/>
          <w:lang w:bidi="ur-PK"/>
        </w:rPr>
        <w:t>:“۔</w:t>
      </w:r>
      <w:r w:rsidR="0005211C" w:rsidRPr="00125F42">
        <w:rPr>
          <w:rStyle w:val="libFootnotenumChar"/>
          <w:rtl/>
          <w:lang w:bidi="ur-PK"/>
        </w:rPr>
        <w:t>(173)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lastRenderedPageBreak/>
        <w:t>”جنت</w:t>
      </w:r>
      <w:r>
        <w:rPr>
          <w:rtl/>
          <w:lang w:bidi="ur-PK"/>
        </w:rPr>
        <w:t xml:space="preserve"> چار عورتوں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مشتاق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بنت عمران، آس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بنت مزاحم زوجہ فرعون،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بنت خو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لد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ھمسر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غمبر،</w:t>
      </w:r>
      <w:r>
        <w:rPr>
          <w:rtl/>
          <w:lang w:bidi="ur-PK"/>
        </w:rPr>
        <w:t xml:space="preserve"> اور فاطمہ بنت محمد ۔“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45" w:name="_Toc520983982"/>
      <w:r>
        <w:rPr>
          <w:rFonts w:hint="eastAsia"/>
          <w:rtl/>
          <w:lang w:bidi="ur-PK"/>
        </w:rPr>
        <w:t>”شعوانہ“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</w:t>
      </w:r>
      <w:bookmarkEnd w:id="45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مرحوم</w:t>
      </w:r>
      <w:r>
        <w:rPr>
          <w:rtl/>
          <w:lang w:bidi="ur-PK"/>
        </w:rPr>
        <w:t xml:space="preserve"> ملا احمد نراق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”معراج السعادة“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واقعہ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شعوانہ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جوان رقّاصہ عورت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 نھا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کو حلال و حرام 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شھر بصرہ کے مالداروں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فسق و فجور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محفل نہ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شعوانہ بلائ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جات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وہ ان محفلوں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ناچ گانا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بلک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کے ساتھ کچھ لڑک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اور عورت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 اپنے سھ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وںکے</w:t>
      </w:r>
      <w:r>
        <w:rPr>
          <w:rtl/>
          <w:lang w:bidi="ur-PK"/>
        </w:rPr>
        <w:t xml:space="preserve"> ساتھ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محفلوں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جانے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گزر رھ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اچانک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گھر سے نالہ و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 آرھ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نے تعجب کے ساتھ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شور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حالات معلوم کرنے کے لئے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بھت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ان</w:t>
      </w:r>
      <w:r>
        <w:rPr>
          <w:rFonts w:hint="eastAsia"/>
          <w:rtl/>
          <w:lang w:bidi="ur-PK"/>
        </w:rPr>
        <w:t>تظار</w:t>
      </w:r>
      <w:r>
        <w:rPr>
          <w:rtl/>
          <w:lang w:bidi="ur-PK"/>
        </w:rPr>
        <w:t xml:space="preserve"> کے بعد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نہ پلٹ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نے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واپس نہ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جلد لوٹ کر آنا، چنانچہ جب وہ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بعد لوٹ کر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اس نے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نالہ و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بدکار اور گناھگارافراد کا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شعوانہ</w:t>
      </w:r>
      <w:r>
        <w:rPr>
          <w:rtl/>
          <w:lang w:bidi="ur-PK"/>
        </w:rPr>
        <w:t xml:space="preserve">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جاکر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وہ وھاں 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واعظ لوگوں کو وعظ کر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کر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B77763">
        <w:rPr>
          <w:rStyle w:val="libArabicChar"/>
          <w:rtl/>
        </w:rPr>
        <w:t>إِذَا رَ</w:t>
      </w:r>
      <w:r w:rsidR="00BA0B7F">
        <w:rPr>
          <w:rStyle w:val="libArabicChar"/>
          <w:rtl/>
        </w:rPr>
        <w:t>ا</w:t>
      </w:r>
      <w:r w:rsidR="00476253" w:rsidRPr="00B77763">
        <w:rPr>
          <w:rStyle w:val="libArabicChar"/>
          <w:rFonts w:hint="eastAsia"/>
          <w:rtl/>
        </w:rPr>
        <w:t>تْ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B77763">
        <w:rPr>
          <w:rStyle w:val="libArabicChar"/>
          <w:rFonts w:hint="cs"/>
          <w:rtl/>
        </w:rPr>
        <w:t>م</w:t>
      </w:r>
      <w:r w:rsidR="00476253" w:rsidRPr="00B77763">
        <w:rPr>
          <w:rStyle w:val="libArabicChar"/>
          <w:rtl/>
        </w:rPr>
        <w:t xml:space="preserve"> مِنْ مَكَانٍ بَعِ</w:t>
      </w:r>
      <w:r w:rsidR="00476253" w:rsidRPr="00B77763">
        <w:rPr>
          <w:rStyle w:val="libArabicChar"/>
          <w:rFonts w:hint="cs"/>
          <w:rtl/>
        </w:rPr>
        <w:t>ی</w:t>
      </w:r>
      <w:r w:rsidR="00476253" w:rsidRPr="00B77763">
        <w:rPr>
          <w:rStyle w:val="libArabicChar"/>
          <w:rFonts w:hint="eastAsia"/>
          <w:rtl/>
        </w:rPr>
        <w:t>دٍ</w:t>
      </w:r>
      <w:r w:rsidR="00476253" w:rsidRPr="00B77763">
        <w:rPr>
          <w:rStyle w:val="libArabicChar"/>
          <w:rtl/>
        </w:rPr>
        <w:t xml:space="preserve"> سَمِعُوا لَ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B77763">
        <w:rPr>
          <w:rStyle w:val="libArabicChar"/>
          <w:rFonts w:hint="cs"/>
          <w:rtl/>
        </w:rPr>
        <w:t>ا</w:t>
      </w:r>
      <w:r w:rsidR="00476253" w:rsidRPr="00B77763">
        <w:rPr>
          <w:rStyle w:val="libArabicChar"/>
          <w:rtl/>
        </w:rPr>
        <w:t xml:space="preserve"> </w:t>
      </w:r>
      <w:r w:rsidR="00476253" w:rsidRPr="00B77763">
        <w:rPr>
          <w:rStyle w:val="libArabicChar"/>
          <w:rFonts w:hint="cs"/>
          <w:rtl/>
        </w:rPr>
        <w:t>تَغَی</w:t>
      </w:r>
      <w:r w:rsidR="00476253" w:rsidRPr="00B77763">
        <w:rPr>
          <w:rStyle w:val="libArabicChar"/>
          <w:rFonts w:hint="eastAsia"/>
          <w:rtl/>
        </w:rPr>
        <w:t>ظًا</w:t>
      </w:r>
      <w:r w:rsidR="00476253" w:rsidRPr="00B77763">
        <w:rPr>
          <w:rStyle w:val="libArabicChar"/>
          <w:rtl/>
        </w:rPr>
        <w:t xml:space="preserve"> وَزَفِ</w:t>
      </w:r>
      <w:r w:rsidR="00476253" w:rsidRPr="00B77763">
        <w:rPr>
          <w:rStyle w:val="libArabicChar"/>
          <w:rFonts w:hint="cs"/>
          <w:rtl/>
        </w:rPr>
        <w:t>ی</w:t>
      </w:r>
      <w:r w:rsidR="00476253" w:rsidRPr="00B77763">
        <w:rPr>
          <w:rStyle w:val="libArabicChar"/>
          <w:rFonts w:hint="eastAsia"/>
          <w:rtl/>
        </w:rPr>
        <w:t>رًا</w:t>
      </w:r>
      <w:r w:rsidR="00476253" w:rsidRPr="00B77763">
        <w:rPr>
          <w:rStyle w:val="libArabicChar"/>
          <w:rtl/>
        </w:rPr>
        <w:t xml:space="preserve">  </w:t>
      </w:r>
      <w:r w:rsidR="00476253" w:rsidRPr="00B77763">
        <w:rPr>
          <w:rStyle w:val="libArabicChar"/>
          <w:rFonts w:hint="cs"/>
          <w:rtl/>
        </w:rPr>
        <w:t>وَإِذَا</w:t>
      </w:r>
      <w:r w:rsidR="00476253" w:rsidRPr="00B77763">
        <w:rPr>
          <w:rStyle w:val="libArabicChar"/>
          <w:rtl/>
        </w:rPr>
        <w:t xml:space="preserve"> </w:t>
      </w:r>
      <w:r w:rsidR="00BA0B7F">
        <w:rPr>
          <w:rStyle w:val="libArabicChar"/>
          <w:rFonts w:hint="cs"/>
          <w:rtl/>
        </w:rPr>
        <w:t>ا</w:t>
      </w:r>
      <w:r w:rsidR="00476253" w:rsidRPr="00B77763">
        <w:rPr>
          <w:rStyle w:val="libArabicChar"/>
          <w:rFonts w:hint="eastAsia"/>
          <w:rtl/>
        </w:rPr>
        <w:t>لْقُوا</w:t>
      </w:r>
      <w:r w:rsidR="00476253" w:rsidRPr="00B77763">
        <w:rPr>
          <w:rStyle w:val="libArabicChar"/>
          <w:rtl/>
        </w:rPr>
        <w:t xml:space="preserve"> مِنْ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B77763">
        <w:rPr>
          <w:rStyle w:val="libArabicChar"/>
          <w:rFonts w:hint="cs"/>
          <w:rtl/>
        </w:rPr>
        <w:t>ا</w:t>
      </w:r>
      <w:r w:rsidR="00476253" w:rsidRPr="00B77763">
        <w:rPr>
          <w:rStyle w:val="libArabicChar"/>
          <w:rtl/>
        </w:rPr>
        <w:t xml:space="preserve"> </w:t>
      </w:r>
      <w:r w:rsidR="00476253" w:rsidRPr="00B77763">
        <w:rPr>
          <w:rStyle w:val="libArabicChar"/>
          <w:rFonts w:hint="cs"/>
          <w:rtl/>
        </w:rPr>
        <w:t>مَكَانًا</w:t>
      </w:r>
      <w:r w:rsidR="00476253" w:rsidRPr="00B77763">
        <w:rPr>
          <w:rStyle w:val="libArabicChar"/>
          <w:rtl/>
        </w:rPr>
        <w:t xml:space="preserve"> </w:t>
      </w:r>
      <w:r w:rsidR="00476253" w:rsidRPr="00B77763">
        <w:rPr>
          <w:rStyle w:val="libArabicChar"/>
          <w:rFonts w:hint="cs"/>
          <w:rtl/>
        </w:rPr>
        <w:t>ضَی</w:t>
      </w:r>
      <w:r w:rsidR="00476253" w:rsidRPr="00B77763">
        <w:rPr>
          <w:rStyle w:val="libArabicChar"/>
          <w:rFonts w:hint="eastAsia"/>
          <w:rtl/>
        </w:rPr>
        <w:t>قًا</w:t>
      </w:r>
      <w:r w:rsidR="00476253" w:rsidRPr="00B77763">
        <w:rPr>
          <w:rStyle w:val="libArabicChar"/>
          <w:rtl/>
        </w:rPr>
        <w:t xml:space="preserve"> مُقَرَّنِ</w:t>
      </w:r>
      <w:r w:rsidR="00476253" w:rsidRPr="00B77763">
        <w:rPr>
          <w:rStyle w:val="libArabicChar"/>
          <w:rFonts w:hint="cs"/>
          <w:rtl/>
        </w:rPr>
        <w:t>ی</w:t>
      </w:r>
      <w:r w:rsidR="00476253" w:rsidRPr="00B77763">
        <w:rPr>
          <w:rStyle w:val="libArabicChar"/>
          <w:rFonts w:hint="eastAsia"/>
          <w:rtl/>
        </w:rPr>
        <w:t>نَ</w:t>
      </w:r>
      <w:r w:rsidR="00476253" w:rsidRPr="00B77763">
        <w:rPr>
          <w:rStyle w:val="libArabicChar"/>
          <w:rtl/>
        </w:rPr>
        <w:t xml:space="preserve"> دَعَوْا 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B77763">
        <w:rPr>
          <w:rStyle w:val="libArabicChar"/>
          <w:rFonts w:hint="cs"/>
          <w:rtl/>
        </w:rPr>
        <w:t>ُنَالِكَ</w:t>
      </w:r>
      <w:r w:rsidR="00476253" w:rsidRPr="00B77763">
        <w:rPr>
          <w:rStyle w:val="libArabicChar"/>
          <w:rtl/>
        </w:rPr>
        <w:t xml:space="preserve"> </w:t>
      </w:r>
      <w:r w:rsidR="00476253" w:rsidRPr="00B77763">
        <w:rPr>
          <w:rStyle w:val="libArabicChar"/>
          <w:rFonts w:hint="cs"/>
          <w:rtl/>
        </w:rPr>
        <w:t>ثُبُورًا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(174)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”جب</w:t>
      </w:r>
      <w:r w:rsidR="00476253">
        <w:rPr>
          <w:rtl/>
          <w:lang w:bidi="ur-PK"/>
        </w:rPr>
        <w:t xml:space="preserve"> آتش (دوزخ) ان لوگوں کو دور سے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کھے</w:t>
      </w:r>
      <w:r w:rsidR="00476253">
        <w:rPr>
          <w:rtl/>
          <w:lang w:bidi="ur-PK"/>
        </w:rPr>
        <w:t xml:space="preserve"> گ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تو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لوگ اس کے بھڑکتے</w:t>
      </w:r>
      <w:r w:rsidR="006E184C">
        <w:rPr>
          <w:rtl/>
          <w:lang w:bidi="ur-PK"/>
        </w:rPr>
        <w:t xml:space="preserve"> ہوئے </w:t>
      </w:r>
      <w:r w:rsidR="00476253">
        <w:rPr>
          <w:rtl/>
          <w:lang w:bidi="ur-PK"/>
        </w:rPr>
        <w:t>شعلوں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آواز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سن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گے۔ اور جب ان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زنج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روں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جکڑ کر کس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تنگ جگہ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ڈال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جائے گا تو وھاں موت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دھائ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گے“۔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شعوانہ نے 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سنا اور اس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توجہ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کھا: اے واعظ!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گناھگار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نامہ اعمال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شرمندہ اور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اگر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B77763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توبہ</w:t>
      </w:r>
      <w:r>
        <w:rPr>
          <w:rtl/>
          <w:lang w:bidi="ur-PK"/>
        </w:rPr>
        <w:t xml:space="preserve"> کروں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بارگاہ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واعظ</w:t>
      </w:r>
      <w:r>
        <w:rPr>
          <w:rtl/>
          <w:lang w:bidi="ur-PK"/>
        </w:rPr>
        <w:t xml:space="preserve"> نے کھا: ھاں،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گناہ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قابل بخشش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اگرچہ شعوانہ کے برابر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اس</w:t>
      </w:r>
      <w:r>
        <w:rPr>
          <w:rtl/>
          <w:lang w:bidi="ur-PK"/>
        </w:rPr>
        <w:t xml:space="preserve"> نے کھا: وائے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مجھ پر، 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تو”شعوانہ “ھوں، افسوس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 قدر گناھوں سے آلودہ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کہ لوگوں نے مجھے گناھگار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ضرب المثل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!!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اے</w:t>
      </w:r>
      <w:r>
        <w:rPr>
          <w:rtl/>
          <w:lang w:bidi="ur-PK"/>
        </w:rPr>
        <w:t xml:space="preserve"> واعظ!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ںتوبہ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اور اس کے بعدکوئ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گناہ نہ کروں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اپنے دامن کو گناھوں سے بچاؤں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اورگناھگاروں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محفل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قدم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رکھوں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واعظ</w:t>
      </w:r>
      <w:r>
        <w:rPr>
          <w:rtl/>
          <w:lang w:bidi="ur-PK"/>
        </w:rPr>
        <w:t xml:space="preserve"> نے کھا: خداوندعالم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”ارحم</w:t>
      </w:r>
      <w:r>
        <w:rPr>
          <w:rtl/>
          <w:lang w:bidi="ur-PK"/>
        </w:rPr>
        <w:t xml:space="preserve"> الراحم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ن“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واقعاً</w:t>
      </w:r>
      <w:r>
        <w:rPr>
          <w:rtl/>
          <w:lang w:bidi="ur-PK"/>
        </w:rPr>
        <w:t xml:space="preserve"> شعوانہ نے توبہ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عبادت و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گناھوں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گوشت کو پگھلاد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سوز جگر، اور دل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تڑپ سے آہ وبکاکرت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: ھائے 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تو آخرت کا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عالم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نے اپنے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آواز کا احساس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</w:t>
      </w:r>
      <w:r>
        <w:rPr>
          <w:rFonts w:hint="eastAsia"/>
          <w:rtl/>
          <w:lang w:bidi="ur-PK"/>
        </w:rPr>
        <w:t>غول</w:t>
      </w:r>
      <w:r>
        <w:rPr>
          <w:rtl/>
          <w:lang w:bidi="ur-PK"/>
        </w:rPr>
        <w:t xml:space="preserve"> رہ، تب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46" w:name="_Toc520983983"/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</w:t>
      </w:r>
      <w:bookmarkEnd w:id="46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”نصر</w:t>
      </w:r>
      <w:r>
        <w:rPr>
          <w:rtl/>
          <w:lang w:bidi="ur-PK"/>
        </w:rPr>
        <w:t xml:space="preserve"> بن مزاحم“ کتاب واقعہ صف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ھاشم مرقال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جنگ صف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نصرت کے لئے چند قار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قرآن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تھے،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طائفہ ”غسّان“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جوان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نے رجز پڑھا اور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مقابلہ کے لئے للکارا، مجھے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غصہ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غلط پروپ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گنڈے</w:t>
      </w:r>
      <w:r>
        <w:rPr>
          <w:rtl/>
          <w:lang w:bidi="ur-PK"/>
        </w:rPr>
        <w:t xml:space="preserve"> نے اس طرح لوگوں کو گمراہ کررکھا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واقعاً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دل کباب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کا رخ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اس غافل جوان سے کھا: اے جوان! جو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نکلتا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 حساب و کتاب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گا، اگر خداوندعالم نے تجھ سے پوچھ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جنگ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؟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جواب دے گا؟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اس جوان نے کھا: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حجت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رکھتا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 سے جنگ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کے بے نماز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ھاشم</w:t>
      </w:r>
      <w:r>
        <w:rPr>
          <w:rtl/>
          <w:lang w:bidi="ur-PK"/>
        </w:rPr>
        <w:t xml:space="preserve"> مرقال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کے سامنے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چال باز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واضح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اس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کچھ سنا، اس نے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استغفار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توبہ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حق کا دفاع کرنے کے لئے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لشکر سے جنگ کے لئے نکل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B77763" w:rsidRDefault="00B7776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47" w:name="_Toc520983984"/>
      <w:r>
        <w:rPr>
          <w:rFonts w:hint="eastAsia"/>
          <w:rtl/>
          <w:lang w:bidi="ur-PK"/>
        </w:rPr>
        <w:lastRenderedPageBreak/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 جوان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</w:t>
      </w:r>
      <w:bookmarkEnd w:id="47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باقر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نوجوان اکثر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کرتا تھا،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آمد و رفت 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اعتراض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 بلکہ بعض اوقات تو اس کو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کے لئے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کے ھاتھوں قوم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ھود</w:t>
      </w:r>
      <w:r>
        <w:rPr>
          <w:rtl/>
          <w:lang w:bidi="ur-PK"/>
        </w:rPr>
        <w:t xml:space="preserve"> کو خط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وہ چند روز تک نہ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اس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کو بھت 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 کا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چند اصحاب ک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ساتھ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کے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لئے گئے، 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کرتا 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وھاں پہنچے تو وہ آپ کا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لگا، چنانچہ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اس جوان کو آواز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جوان نے آنک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کھول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کھا: 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ابا ا</w:t>
      </w:r>
      <w:r>
        <w:rPr>
          <w:rFonts w:hint="eastAsia"/>
          <w:rtl/>
          <w:lang w:bidi="ur-PK"/>
        </w:rPr>
        <w:t>لقاسم</w:t>
      </w:r>
      <w:r>
        <w:rPr>
          <w:rtl/>
          <w:lang w:bidi="ur-PK"/>
        </w:rPr>
        <w:t>!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کھو: ”اشہد ان لا الہ الا الله، 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الله“۔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اس نوجوان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اپنے 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(ترچھ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نگاھوں) پر پڑ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وہ کچھ نہ کہہ سکا،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نے اس کو دوبارہ شھادت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مرتبہ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نگاھوں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خاموش رھا،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اس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توب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کرنے اور شھادت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قبول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جوان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بار پھر اپنے 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چھرے پر نظر 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وقت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اگر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شھادت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قبول کرلے ورنہ خاموش رہ، اس وقت جوان نے اپنے باپ پر توجہ کئے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شھادت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کہہ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رخصت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!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اس جوان کے باپ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اس جوان کے لاشے کو ھمارے حوالے کردو، اور پھر اپنے اصحاب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اس کو غسل دو، کفن پہناؤ،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لاؤ تاکہ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پر نماز پڑھوں، اس کے </w:t>
      </w:r>
      <w:r>
        <w:rPr>
          <w:rFonts w:hint="eastAsia"/>
          <w:rtl/>
          <w:lang w:bidi="ur-PK"/>
        </w:rPr>
        <w:t>بعد</w:t>
      </w:r>
      <w:r>
        <w:rPr>
          <w:rtl/>
          <w:lang w:bidi="ur-PK"/>
        </w:rPr>
        <w:t xml:space="preserve"> اس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گھر سے نکل آئے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کھتے جاتے تھے: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شکر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آج تو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نوجوان کو آتش جہنم سے نجات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</w:t>
      </w:r>
      <w:r w:rsidR="0005211C" w:rsidRPr="00125F42">
        <w:rPr>
          <w:rStyle w:val="libFootnotenumChar"/>
          <w:rtl/>
          <w:lang w:bidi="ur-PK"/>
        </w:rPr>
        <w:t>(175)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48" w:name="_Toc520983985"/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دھات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بت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توبہ</w:t>
      </w:r>
      <w:bookmarkEnd w:id="48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حضرت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کے لئے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جا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تھے،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مقام پر اپنے اصحاب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راستے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ملے گا، جس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دن سے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پر کمر باندھ رکھ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چنانچہ اصحاب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تھوڑ</w:t>
      </w:r>
      <w:r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د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چلے تھے کہ 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کو 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کھا،</w:t>
      </w:r>
      <w:r>
        <w:rPr>
          <w:rtl/>
          <w:lang w:bidi="ur-PK"/>
        </w:rPr>
        <w:t xml:space="preserve"> اس کا گوشت ہڈ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چھپکا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تھا،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دھنس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نٹ جنگل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گھاس کھانے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سبز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چکے تھے،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وہ شخص آگے بڑھا، </w:t>
      </w:r>
      <w:r>
        <w:rPr>
          <w:rtl/>
          <w:lang w:bidi="ur-PK"/>
        </w:rPr>
        <w:lastRenderedPageBreak/>
        <w:t>اس نے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اصحاب</w:t>
      </w:r>
      <w:r>
        <w:rPr>
          <w:rtl/>
          <w:lang w:bidi="ur-PK"/>
        </w:rPr>
        <w:t xml:space="preserve"> نے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تعارف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چنانچہ اس شخص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درخواست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مجھے اسلام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فرمائےے: تو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کھو: ”</w:t>
      </w:r>
      <w:r w:rsidRPr="00B77763">
        <w:rPr>
          <w:rStyle w:val="libArabicChar"/>
          <w:rtl/>
        </w:rPr>
        <w:t>اش</w:t>
      </w:r>
      <w:r w:rsidR="00705CD5" w:rsidRPr="00163EB1">
        <w:rPr>
          <w:rStyle w:val="libArabicChar"/>
          <w:rFonts w:hint="cs"/>
          <w:rtl/>
        </w:rPr>
        <w:t>ه</w:t>
      </w:r>
      <w:r w:rsidRPr="00B77763">
        <w:rPr>
          <w:rStyle w:val="libArabicChar"/>
          <w:rFonts w:hint="cs"/>
          <w:rtl/>
        </w:rPr>
        <w:t>د</w:t>
      </w:r>
      <w:r w:rsidRPr="00B77763">
        <w:rPr>
          <w:rStyle w:val="libArabicChar"/>
          <w:rtl/>
        </w:rPr>
        <w:t xml:space="preserve"> </w:t>
      </w:r>
      <w:r w:rsidRPr="00B77763">
        <w:rPr>
          <w:rStyle w:val="libArabicChar"/>
          <w:rFonts w:hint="cs"/>
          <w:rtl/>
        </w:rPr>
        <w:t>ان</w:t>
      </w:r>
      <w:r w:rsidRPr="00B77763">
        <w:rPr>
          <w:rStyle w:val="libArabicChar"/>
          <w:rtl/>
        </w:rPr>
        <w:t xml:space="preserve"> </w:t>
      </w:r>
      <w:r w:rsidRPr="00B77763">
        <w:rPr>
          <w:rStyle w:val="libArabicChar"/>
          <w:rFonts w:hint="cs"/>
          <w:rtl/>
        </w:rPr>
        <w:t>لا</w:t>
      </w:r>
      <w:r w:rsidRPr="00B77763">
        <w:rPr>
          <w:rStyle w:val="libArabicChar"/>
          <w:rtl/>
        </w:rPr>
        <w:t xml:space="preserve"> </w:t>
      </w:r>
      <w:r w:rsidRPr="00B77763">
        <w:rPr>
          <w:rStyle w:val="libArabicChar"/>
          <w:rFonts w:hint="cs"/>
          <w:rtl/>
        </w:rPr>
        <w:t>ال</w:t>
      </w:r>
      <w:r w:rsidR="00705CD5" w:rsidRPr="00163EB1">
        <w:rPr>
          <w:rStyle w:val="libArabicChar"/>
          <w:rFonts w:hint="cs"/>
          <w:rtl/>
        </w:rPr>
        <w:t>ه</w:t>
      </w:r>
      <w:r w:rsidRPr="00B77763">
        <w:rPr>
          <w:rStyle w:val="libArabicChar"/>
          <w:rtl/>
        </w:rPr>
        <w:t xml:space="preserve"> </w:t>
      </w:r>
      <w:r w:rsidRPr="00B77763">
        <w:rPr>
          <w:rStyle w:val="libArabicChar"/>
          <w:rFonts w:hint="cs"/>
          <w:rtl/>
        </w:rPr>
        <w:t>الا</w:t>
      </w:r>
      <w:r w:rsidRPr="00B77763">
        <w:rPr>
          <w:rStyle w:val="libArabicChar"/>
          <w:rtl/>
        </w:rPr>
        <w:t xml:space="preserve"> </w:t>
      </w:r>
      <w:r w:rsidRPr="00B77763">
        <w:rPr>
          <w:rStyle w:val="libArabicChar"/>
          <w:rFonts w:hint="cs"/>
          <w:rtl/>
        </w:rPr>
        <w:t>الله،</w:t>
      </w:r>
      <w:r w:rsidRPr="00B77763">
        <w:rPr>
          <w:rStyle w:val="libArabicChar"/>
          <w:rtl/>
        </w:rPr>
        <w:t xml:space="preserve"> </w:t>
      </w:r>
      <w:r w:rsidRPr="00B77763">
        <w:rPr>
          <w:rStyle w:val="libArabicChar"/>
          <w:rFonts w:hint="cs"/>
          <w:rtl/>
        </w:rPr>
        <w:t>و</w:t>
      </w:r>
      <w:r w:rsidRPr="00B77763">
        <w:rPr>
          <w:rStyle w:val="libArabicChar"/>
          <w:rtl/>
        </w:rPr>
        <w:t xml:space="preserve"> </w:t>
      </w:r>
      <w:r w:rsidRPr="00B77763">
        <w:rPr>
          <w:rStyle w:val="libArabicChar"/>
          <w:rFonts w:hint="cs"/>
          <w:rtl/>
        </w:rPr>
        <w:t>انی</w:t>
      </w:r>
      <w:r w:rsidRPr="00B77763">
        <w:rPr>
          <w:rStyle w:val="libArabicChar"/>
          <w:rtl/>
        </w:rPr>
        <w:t xml:space="preserve"> رسول الله</w:t>
      </w:r>
      <w:r>
        <w:rPr>
          <w:rtl/>
          <w:lang w:bidi="ur-PK"/>
        </w:rPr>
        <w:t>“۔چنانچہ اس نے ان دونوں شھادتوں کا ا</w:t>
      </w:r>
      <w:r>
        <w:rPr>
          <w:rFonts w:hint="eastAsia"/>
          <w:rtl/>
          <w:lang w:bidi="ur-PK"/>
        </w:rPr>
        <w:t>قرار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پانچوں وقت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پڑھنا، ماہ رمضان المبارک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روزے رکھنا، اس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قبول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حج کرنا، زکوٰة ادا کرنا، اور غسل جنابت کرنا، اس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قبول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 آگے بڑھ گئے،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ساتھ 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کا اونٹ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رسول اسلام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رک گئے، اور اصحاب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نکل گئے، لشکر کے آخر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اس کے اونٹ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جنگل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چوھوں کے بِل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دھنس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کے اونٹ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</w:t>
      </w:r>
      <w:r>
        <w:rPr>
          <w:rFonts w:hint="eastAsia"/>
          <w:rtl/>
          <w:lang w:bidi="ur-PK"/>
        </w:rPr>
        <w:t>دن</w:t>
      </w:r>
      <w:r>
        <w:rPr>
          <w:rtl/>
          <w:lang w:bidi="ur-PK"/>
        </w:rPr>
        <w:t xml:space="preserve"> ٹوٹ 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دونوں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ختم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گئے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چنانچہ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خبر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تک 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خبر 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فوراً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اور اس کو غسل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غسل کے بعد خود آنحضرت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 اور اس کو کفن پہنا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سے باھر نکلے، اس حال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ٹپک رھا تھا، اور اپنے صحاب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بھوکا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شخص تھا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اس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بعد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ظلم و ستم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اپنے کو گناھوں سے آلودہ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بہشت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پھلوں کے ساتھ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پھلوں سے اس کا منھ بھرد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حور 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اللہ! مجھے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زوجہ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مجھے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زوجہ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</w:t>
      </w:r>
      <w:r w:rsidR="0005211C" w:rsidRPr="00125F42">
        <w:rPr>
          <w:rStyle w:val="libFootnotenumChar"/>
          <w:rtl/>
          <w:lang w:bidi="ur-PK"/>
        </w:rPr>
        <w:t>(176)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49" w:name="_Toc520983986"/>
      <w:r>
        <w:rPr>
          <w:rFonts w:hint="eastAsia"/>
          <w:rtl/>
          <w:lang w:bidi="ur-PK"/>
        </w:rPr>
        <w:t>شق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بلخ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</w:t>
      </w:r>
      <w:bookmarkEnd w:id="49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”بلخ“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مالدار شخص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تھا، وہ تجارت کے لئے ”روم“جا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کرتا تھا، اور روم کے شھروں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تفر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کے لئے 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کرتا تھا، چنانچہ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بار روم کے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بت پرستوں کا پروگرام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کے لئے بت خانہ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بت خانہ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خادم اپنا سرمنڈو</w:t>
      </w:r>
      <w:r>
        <w:rPr>
          <w:rFonts w:hint="eastAsia"/>
          <w:rtl/>
          <w:lang w:bidi="ur-PK"/>
        </w:rPr>
        <w:t>ائے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اور ارغوان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لباس پہنے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خدمت کررھا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سے کھا: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خدا صاحب علم و حکمت اور زندہ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لہٰذا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کر، اور ان بے جان بتوں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چھوڑ دے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نفع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نقصان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پہنچاتے۔ اس خادم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اگر انسان کا خدازندہ اور صاحب علم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وہ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رکھتا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تجھے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شھر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دے سکے، پھر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وںمال</w:t>
      </w:r>
      <w:r>
        <w:rPr>
          <w:rtl/>
          <w:lang w:bidi="ur-PK"/>
        </w:rPr>
        <w:t xml:space="preserve"> و دولت حاصل کرنے کے لئے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پر اپنے وقت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سوں</w:t>
      </w:r>
      <w:r>
        <w:rPr>
          <w:rtl/>
          <w:lang w:bidi="ur-PK"/>
        </w:rPr>
        <w:t xml:space="preserve"> کو خرچ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شق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سادھو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سن کر خواب غفلت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گئے،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کنارہ 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توبہ و استغفار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چنانچہ اس کا شمار زمانہ کے بڑے عرفاء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نے لگا۔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700 دانشورں سے پانچ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سب نے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مذمت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پوچھا عاقل کون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جو شخص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عاشق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کون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جو شخص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(ک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دولت) پر مغرور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</w:t>
      </w:r>
      <w:r>
        <w:rPr>
          <w:rFonts w:hint="eastAsia"/>
          <w:rtl/>
          <w:lang w:bidi="ur-PK"/>
        </w:rPr>
        <w:t>سوال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ثروتمند کون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جواب ملا: جو شخص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پر خوش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معلوم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نادار کون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جو شخص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طلب کرے،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پوچھا: بخ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کون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تو سب نے کھا: جو شخص حق خدا کو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بوں</w:t>
      </w:r>
      <w:r>
        <w:rPr>
          <w:rtl/>
          <w:lang w:bidi="ur-PK"/>
        </w:rPr>
        <w:t xml:space="preserve"> اور محتاجوں تک نہ پہنچائے۔</w:t>
      </w:r>
      <w:r w:rsidR="0005211C" w:rsidRPr="00125F42">
        <w:rPr>
          <w:rStyle w:val="libFootnotenumChar"/>
          <w:rtl/>
          <w:lang w:bidi="ur-PK"/>
        </w:rPr>
        <w:t>(177)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50" w:name="_Toc520983987"/>
      <w:r>
        <w:rPr>
          <w:rFonts w:hint="eastAsia"/>
          <w:rtl/>
          <w:lang w:bidi="ur-PK"/>
        </w:rPr>
        <w:t>فرشتے</w:t>
      </w:r>
      <w:r>
        <w:rPr>
          <w:rtl/>
          <w:lang w:bidi="ur-PK"/>
        </w:rPr>
        <w:t xml:space="preserve"> اور توبہ کرنے والوں کے گناہ</w:t>
      </w:r>
      <w:bookmarkEnd w:id="50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سورہ</w:t>
      </w:r>
      <w:r>
        <w:rPr>
          <w:rtl/>
          <w:lang w:bidi="ur-PK"/>
        </w:rPr>
        <w:t xml:space="preserve">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فرشتے گناھگار کے گناھوں کو لوح محفوظ پر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وھاں پر گناھوں کے بدلے حسنات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فوراً سجدہ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گرجاتے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بارگاہ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جو کچھ اس بندے نے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ھم نے وھ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لکھا 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اب ھم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وہ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! جواب آتا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کھتے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بندہ شرمندہ اور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روتا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گڑگڑاتا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در پر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کے گناھوں کو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سے درگزر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پر اپنا لطف و کرم نچھاور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”اکرم الاکرم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ن“ھوں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(178)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51" w:name="_Toc520983988"/>
      <w:r>
        <w:rPr>
          <w:rFonts w:hint="eastAsia"/>
          <w:rtl/>
          <w:lang w:bidi="ur-PK"/>
        </w:rPr>
        <w:t>گناھگار</w:t>
      </w:r>
      <w:r>
        <w:rPr>
          <w:rtl/>
          <w:lang w:bidi="ur-PK"/>
        </w:rPr>
        <w:t xml:space="preserve"> اور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مھلت</w:t>
      </w:r>
      <w:bookmarkEnd w:id="51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وقت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لعنت خدا کا مستحق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اس نے خداوندعالم سے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مھلت مانگ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اللہ نے کھا: 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مھلت لے کر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کرے گا؟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پروردگارا!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تک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بندوں سے دور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پرواز کرجائے، آواز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مجھے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و جلال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بندوں کے لئے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تک درِ توبہ کو بند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کروں گا۔</w:t>
      </w:r>
      <w:r w:rsidR="0005211C" w:rsidRPr="00125F42">
        <w:rPr>
          <w:rStyle w:val="libFootnotenumChar"/>
          <w:rtl/>
          <w:lang w:bidi="ur-PK"/>
        </w:rPr>
        <w:t>(179)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52" w:name="_Toc520983989"/>
      <w:r>
        <w:rPr>
          <w:rFonts w:hint="eastAsia"/>
          <w:rtl/>
          <w:lang w:bidi="ur-PK"/>
        </w:rPr>
        <w:t>گناھگار</w:t>
      </w:r>
      <w:r>
        <w:rPr>
          <w:rtl/>
          <w:lang w:bidi="ur-PK"/>
        </w:rPr>
        <w:t xml:space="preserve"> اور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bookmarkEnd w:id="52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صالح شخص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لوگوںنے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پوچھ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تو اس نے کھا: اگر خداوندعالم مجھ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کھے کہ تجھے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گرم حمّام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لئے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کردوں گا،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کے </w:t>
      </w:r>
      <w:r>
        <w:rPr>
          <w:rtl/>
          <w:lang w:bidi="ur-PK"/>
        </w:rPr>
        <w:lastRenderedPageBreak/>
        <w:t>آنسو خشک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کہ اس نے گناھگاروں کو عذاب جہنم کا مستحق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وہ جہنم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 کو ہزار سال بھڑکا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وہ سرخ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ہزار سال تک اس کو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ہزار سال اس کو پھونکا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 پھر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رہ سک</w:t>
      </w:r>
      <w:r>
        <w:rPr>
          <w:rFonts w:hint="eastAsia"/>
          <w:rtl/>
          <w:lang w:bidi="ur-PK"/>
        </w:rPr>
        <w:t>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ں؟ اس عذاب سے نجات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صرف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و استغفار اور عذر خواھ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(180)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53" w:name="_Toc520983990"/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سچا 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توبہ کرنے والا چور</w:t>
      </w:r>
      <w:bookmarkEnd w:id="53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”ابو</w:t>
      </w:r>
      <w:r>
        <w:rPr>
          <w:rtl/>
          <w:lang w:bidi="ur-PK"/>
        </w:rPr>
        <w:t xml:space="preserve"> عمر زجاج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“ا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صالح انسان تھے، موصوف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والدہ کا انتقال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مکان ملا،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مکان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حج کرنے کے لئے روانہ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جس وقت سر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”ن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نوا“پر</w:t>
      </w:r>
      <w:r>
        <w:rPr>
          <w:rtl/>
          <w:lang w:bidi="ur-PK"/>
        </w:rPr>
        <w:t xml:space="preserve"> پہنچا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چور سامنے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مجھ سے کھا: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تمھارے پاس؟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کہ سچائ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صداقت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پسند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زھے،</w:t>
      </w:r>
      <w:r>
        <w:rPr>
          <w:rtl/>
          <w:lang w:bidi="ur-PK"/>
        </w:rPr>
        <w:t xml:space="preserve"> جس کا خداوندعالم نے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اچھا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اس چور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اور سچ بات کھوں، چنانچہ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پچاس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ر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اس چور نے کھا: لاؤ وہ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eastAsia"/>
          <w:rtl/>
          <w:lang w:bidi="ur-PK"/>
        </w:rPr>
        <w:t>جھے</w:t>
      </w:r>
      <w:r>
        <w:rPr>
          <w:rtl/>
          <w:lang w:bidi="ur-PK"/>
        </w:rPr>
        <w:t xml:space="preserve"> دو،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وہ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چنانچہ اس چور نے ان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</w:t>
      </w:r>
      <w:r>
        <w:rPr>
          <w:rtl/>
          <w:lang w:bidi="ur-PK"/>
        </w:rPr>
        <w:t xml:space="preserve"> کو گنا اور مجھے واپس کردئے،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سے کھا: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ا؟ اس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تمھارے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لے جانا چاھتا تھا،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تم تو مجھے لے چلے، اس کے چھرے پرشرمندگ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آثار تھے،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رھا تھا کہ اس 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اپنے گزشتہ حالات سے توبہ کرل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اپنے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اترا، اور مجھ سے سوار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کے لئے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کھا: مجھے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نے اصرار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چنانچہ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وہ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دل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چل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قات</w:t>
      </w:r>
      <w:r>
        <w:rPr>
          <w:rtl/>
          <w:lang w:bidi="ur-PK"/>
        </w:rPr>
        <w:t xml:space="preserve"> پہنچ کر احرام باندھا، اور مسجد الح</w:t>
      </w:r>
      <w:r>
        <w:rPr>
          <w:rFonts w:hint="eastAsia"/>
          <w:rtl/>
          <w:lang w:bidi="ur-PK"/>
        </w:rPr>
        <w:t>رام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روانہ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ئے، اس نے حج کے تمام اعمال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ساتھ انجام دئے، اور و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پر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رخصت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(181)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54" w:name="_Toc520983991"/>
      <w:r>
        <w:rPr>
          <w:rFonts w:hint="eastAsia"/>
          <w:rtl/>
          <w:lang w:bidi="ur-PK"/>
        </w:rPr>
        <w:t>ابو</w:t>
      </w:r>
      <w:r>
        <w:rPr>
          <w:rtl/>
          <w:lang w:bidi="ur-PK"/>
        </w:rPr>
        <w:t xml:space="preserve">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کا پڑوس</w:t>
      </w:r>
      <w:r>
        <w:rPr>
          <w:rFonts w:hint="cs"/>
          <w:rtl/>
          <w:lang w:bidi="ur-PK"/>
        </w:rPr>
        <w:t>ی</w:t>
      </w:r>
      <w:bookmarkEnd w:id="54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پڑوس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اپنے دوسرے پڑوس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رکھنا چاہئے، بالکل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مھربان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مدد کرے،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مشکلوں کو حل کرے، زمانہ کے حوادث، بگاڑ سدھار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 تعاون کرے،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جناب ابوبص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کا پڑوس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طرح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تھا، اس کو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سے بھ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ملتا تھا،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اس نے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دولت حاصل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ابوبص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ھمارے پڑوس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چند ناچنے گانے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لھو و لعب اور شراب خور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محفل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دوسرے دوست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کرتے تھے،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چونکہ اھل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کا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افتہ</w:t>
      </w:r>
      <w:r>
        <w:rPr>
          <w:rtl/>
          <w:lang w:bidi="ur-PK"/>
        </w:rPr>
        <w:t xml:space="preserve"> تھا، لہٰذا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حرکت سے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تھا،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ذہن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سخت ناگوار تھا،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اس سے نرم </w:t>
      </w:r>
      <w:r>
        <w:rPr>
          <w:rtl/>
          <w:lang w:bidi="ur-PK"/>
        </w:rPr>
        <w:lastRenderedPageBreak/>
        <w:t>لہجہ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نے اَن 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توجہ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امر بال</w:t>
      </w:r>
      <w:r>
        <w:rPr>
          <w:rFonts w:hint="eastAsia"/>
          <w:rtl/>
          <w:lang w:bidi="ur-PK"/>
        </w:rPr>
        <w:t>معروف</w:t>
      </w:r>
      <w:r>
        <w:rPr>
          <w:rtl/>
          <w:lang w:bidi="ur-PK"/>
        </w:rPr>
        <w:t xml:space="preserve"> او رنھ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کوتاھ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اچانک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 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کے جال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پھنسا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اگر آپ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اپنے مولا و آقا حضرت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کرےں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وہ توجہ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ڈال کر مجھے اس گندگ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فساد اور بدبخت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نجات دلائ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ابو</w:t>
      </w:r>
      <w:r>
        <w:rPr>
          <w:rtl/>
          <w:lang w:bidi="ur-PK"/>
        </w:rPr>
        <w:t xml:space="preserve">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کو سنا، اور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مدت کے بعد جب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مشرف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اور اس پڑوس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حالات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 سنائے اور اس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تمام</w:t>
      </w:r>
      <w:r>
        <w:rPr>
          <w:rtl/>
          <w:lang w:bidi="ur-PK"/>
        </w:rPr>
        <w:t xml:space="preserve"> حالات سن کر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جب تم کوفہ پہنچنا تو وہ شخص تم سے ملنے کے لئے آئے گا،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اس سے کہنا: اگر اپنے تمام برے کاموں سے کنارہ 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کرلو، لھو و لعب کو ترک کردو، اور تمام گناھوں کو چھوڑدو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جنت کا ضامن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ابوبص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جب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کوفہ واپس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دوست و احباء ملنے کے لئے آئے، اور وہ شخص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کچھ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بعد جب و ہ جانے لگا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سے کھا: ذرا ٹھھرو! مجھے تم سے کچھ گفتگو کرنا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جب سب لوگ چلے گئے، اور اس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رھا،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حضرت اما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اس کو سنا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کھا: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تجھے سلام کھلوا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اس پڑوس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تعجب کے ساتھ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تم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قسم!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واقعاً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مجھے سلام کھلوا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گناھوں سے توبہ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جنت کے ضامن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!!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قسم 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مع سلام تمھارے لئے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نے کھا: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کاف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چند روز کے بعد مجھے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بھجوا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سے ملنا چاھتا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اس کے گھر پر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دق الباب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وہ دروازہ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آکر کھڑا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درحال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اس کے بدن پر لباس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تھا اور کھا: اے ابوبص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جو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سب کو ان کے ما</w:t>
      </w:r>
      <w:r>
        <w:rPr>
          <w:rFonts w:hint="eastAsia"/>
          <w:rtl/>
          <w:lang w:bidi="ur-PK"/>
        </w:rPr>
        <w:t>لکوں</w:t>
      </w:r>
      <w:r>
        <w:rPr>
          <w:rtl/>
          <w:lang w:bidi="ur-PK"/>
        </w:rPr>
        <w:t xml:space="preserve"> تک پہنچاد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مال حرام سے سبکدوش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اپنے تمام گناھوں سے توبہ کرل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کے لئے لباس کا انتظام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سے ملاقات کے لئے جاتا رھا، اور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تواُس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حل کرتا رھا، چنانچہ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 مجھے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بھجوا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کے لئے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چند روز تک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رھا،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 مرنے سے پھ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چند منٹ کے لئے بے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ش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ش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مسکراتے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مجھ سے کھا: اے ابوبص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اپنے وعدہ کو وفا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رخصت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ابو</w:t>
      </w:r>
      <w:r>
        <w:rPr>
          <w:rtl/>
          <w:lang w:bidi="ur-PK"/>
        </w:rPr>
        <w:t xml:space="preserve">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سال حج کے لئے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اعمال حج بجالانے کے بعد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اور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ملاقات کے لئے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جب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ملاقات کے لئے مشرف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پاؤں </w:t>
      </w:r>
      <w:r>
        <w:rPr>
          <w:rtl/>
          <w:lang w:bidi="ur-PK"/>
        </w:rPr>
        <w:lastRenderedPageBreak/>
        <w:t>حجرہ کے اندر تھا ا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پاؤں حجرہ سے باھر اس وقت حضرت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اے ابوبص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>! ھم نے تمھارے پڑوس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وعدہ پورا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!</w:t>
      </w:r>
      <w:r w:rsidR="0005211C" w:rsidRPr="00125F42">
        <w:rPr>
          <w:rStyle w:val="libFootnotenumChar"/>
          <w:rtl/>
          <w:lang w:bidi="ur-PK"/>
        </w:rPr>
        <w:t>(182)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55" w:name="_Toc520983992"/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کترے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</w:t>
      </w:r>
      <w:bookmarkEnd w:id="55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(م</w:t>
      </w:r>
      <w:r w:rsidR="00AA04E3">
        <w:rPr>
          <w:rtl/>
          <w:lang w:bidi="ur-PK"/>
        </w:rPr>
        <w:t>و</w:t>
      </w:r>
      <w:r>
        <w:rPr>
          <w:rFonts w:hint="eastAsia"/>
          <w:rtl/>
          <w:lang w:bidi="ur-PK"/>
        </w:rPr>
        <w:t>لف</w:t>
      </w:r>
      <w:r>
        <w:rPr>
          <w:rtl/>
          <w:lang w:bidi="ur-PK"/>
        </w:rPr>
        <w:t>)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شب قم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بزرگوار عارف باللہ، معلم اخلاق مرحوم حاج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رضا بھاء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جماعت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نماز</w:t>
      </w:r>
      <w:r>
        <w:rPr>
          <w:rtl/>
          <w:lang w:bidi="ur-PK"/>
        </w:rPr>
        <w:t xml:space="preserve"> کے بعد موصوف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ھم آپ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وعظ و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فرمائےے، چنانچہ موصوف نے جواب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پر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کرو،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بھروسہ رکھو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کا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و کرم دائم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محروم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کرتا،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بھانہ سے اپنے بندوں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امداد کا راستہ فراھم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 موصوف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واقعہ سنا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شھر ”اروم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ہ“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قافلہ سالار ھر سال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کے لئے لے 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کرتا تھا: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وقت گاڑ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گاڑ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ٹرک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جس پر مسافر اور سامان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ساتھ</w:t>
      </w:r>
      <w:r w:rsidR="00EC52B0">
        <w:rPr>
          <w:rtl/>
          <w:lang w:bidi="ur-PK"/>
        </w:rPr>
        <w:t xml:space="preserve"> ہی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تھا،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کونے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سامان رکھا جاتا تھا اور و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مسافر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قافلہ سالار کھتا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اس سال حضرت امام رضا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کے لئے جانے والے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باً</w:t>
      </w:r>
      <w:r>
        <w:rPr>
          <w:rtl/>
          <w:lang w:bidi="ur-PK"/>
        </w:rPr>
        <w:t>30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نام لکھوارکھا تھا، پروگرام طے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کہ آئندہ ہفتہ کے شروع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قافلہ روانہ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جائے گا۔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شب چھار شنبہ حضرت امام رضا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 خواب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محبت کے ساتھ مجھ سے فرما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اس سفر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”ابراھ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کترے “کو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لے کر آنا،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</w:t>
      </w:r>
      <w:r>
        <w:rPr>
          <w:rtl/>
          <w:lang w:bidi="ur-PK"/>
        </w:rPr>
        <w:t xml:space="preserve">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تو بھت تعجب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اکہ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اس مرتبہ اس فاسق و فاجر اور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کترے ک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(جو لوگوں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بدنام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)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فرما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سوچا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خواب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پھر وھ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کھا،</w:t>
      </w:r>
      <w:r>
        <w:rPr>
          <w:rtl/>
          <w:lang w:bidi="ur-PK"/>
        </w:rPr>
        <w:t xml:space="preserve"> نہ کم نہ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دن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خواب پر توجہ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حضرت امام رضا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ہ السلام کو عالم 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قدرے ناراحت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انداز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مجھ سے فرما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اس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قدم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اٹھاتے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بھر</w:t>
      </w:r>
      <w:r>
        <w:rPr>
          <w:rtl/>
          <w:lang w:bidi="ur-PK"/>
        </w:rPr>
        <w:t xml:space="preserve"> حال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جمعہ کے دن اس جگہ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جھاں پر فاسد اور گناھگار لوگ جمع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تے تھے ان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ابراھ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کو ڈھونڈا، سلام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سے مشہد مقدس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کرنے کے لئے کھا،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مشہد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کے لئے کھا تو اس کو بھت تعجب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اور مجھ سے کھا: امام رضا ع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حرم مجھ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گندے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وھاں پر تو پاک وپاک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اور صاحبان دل </w:t>
      </w:r>
      <w:r>
        <w:rPr>
          <w:rtl/>
          <w:lang w:bidi="ur-PK"/>
        </w:rPr>
        <w:lastRenderedPageBreak/>
        <w:t xml:space="preserve">جاتے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مجھے اس سفر سے معاف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بھت اصرار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نہ مانا، آخر کار اس نے غصہ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سفر کے اخراجات کے لئے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!!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30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سے نکالے</w:t>
      </w:r>
      <w:r w:rsidR="006E184C">
        <w:rPr>
          <w:rtl/>
          <w:lang w:bidi="ur-PK"/>
        </w:rPr>
        <w:t xml:space="preserve"> ہوئے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سے کھا: اے برادر!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تجھ سے سفر کا خرچ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لوں گا، تمھارے آنے جانے کا خرچ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ذمہ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اس نے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مشہد جانے کے لئے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ھم نے بروز اتوار قافلہ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اعلان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حسب پروگرام قافلہ روانہ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ابراھ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کترے کے ساتھ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پر دوسرے زائر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تعجب کر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تھے،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اس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سوال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ھمت 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گاڑ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سڑک پر روانہ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جب ”ز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در“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 پر پہنچ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خطرناک جگہ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وھاںاکثر زائر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راہزنوں کا حملہ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تھا،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راہزنوں نے سڑک کو تنگ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گاڑ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آگے کھڑے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گئے، پھر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ڈاکو گاڑ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گھس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تمام زائر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دھمک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جو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پاس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وہ اس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دے، اور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ھم سے الجھنے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نہ کرے، ورنہ تو اس کو مار ڈالوں گا!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تمام زائر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ڈرائ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کے سارے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لے کر چلتا بنا۔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گاڑ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دوبارہ چل پڑ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چائے کے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ٹل پر جارک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زائر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گاڑ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اترے اورغم و اندوہ کے عالم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کے پاس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گئے،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ڈرائ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تھا، وہ کھتا تھا: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اپنے خرچ کے لئے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بلکہ پٹرول کے لئے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اب کس طرح مشہد تک پہنچا جائے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 وہ رونے لگا، اس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و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عالم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ابراھ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کترے نے ڈرائ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سے کھا: تمھارے کتنے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وہ ڈاکو 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ڈرائ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نے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اتنے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گئے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ابراھ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اس کو اتنے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دئے،</w:t>
      </w:r>
      <w:r>
        <w:rPr>
          <w:rtl/>
          <w:lang w:bidi="ur-PK"/>
        </w:rPr>
        <w:t xml:space="preserve"> پھر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تمام م</w:t>
      </w:r>
      <w:r>
        <w:rPr>
          <w:rFonts w:hint="eastAsia"/>
          <w:rtl/>
          <w:lang w:bidi="ur-PK"/>
        </w:rPr>
        <w:t>سافروں</w:t>
      </w:r>
      <w:r>
        <w:rPr>
          <w:rtl/>
          <w:lang w:bidi="ur-PK"/>
        </w:rPr>
        <w:t xml:space="preserve"> کے جتنے جتنے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چور</w:t>
      </w:r>
      <w:r>
        <w:rPr>
          <w:rFonts w:hint="cs"/>
          <w:rtl/>
          <w:lang w:bidi="ur-PK"/>
        </w:rPr>
        <w:t>ی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تھے سب سے معلوم کرکے ان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دئے،</w:t>
      </w:r>
      <w:r>
        <w:rPr>
          <w:rtl/>
          <w:lang w:bidi="ur-PK"/>
        </w:rPr>
        <w:t xml:space="preserve"> آخر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پاس 30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بچے، اور کھا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جو چور</w:t>
      </w:r>
      <w:r>
        <w:rPr>
          <w:rFonts w:hint="cs"/>
          <w:rtl/>
          <w:lang w:bidi="ur-PK"/>
        </w:rPr>
        <w:t>ی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تھے، سب نے تعجب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سارے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تمھارے پاس کھاں سے آئے؟ اس نے کھا:جس وقت اس ڈاکو نے تم سب لوگوں کے </w:t>
      </w: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لے لئے اور مطمئن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کر واپس جانے لگا،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آرام سے اس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نکال لئے، اور پھر گاڑ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ھم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پہنچ گئے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آپ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لوگوں کے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قافلہ</w:t>
      </w:r>
      <w:r>
        <w:rPr>
          <w:rtl/>
          <w:lang w:bidi="ur-PK"/>
        </w:rPr>
        <w:t xml:space="preserve"> سالار 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زور زور سے رونے لگا،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ابراھ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مجھ سے کھا: تمھارے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تو واپس مل گئے، 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روتے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؟!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اپنا وہ خواب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دن تک مسلسل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</w:t>
      </w:r>
      <w:r>
        <w:rPr>
          <w:rtl/>
          <w:lang w:bidi="ur-PK"/>
        </w:rPr>
        <w:t xml:space="preserve"> رھا تھا او رکھاکہ مجھے خواب کا فلسفہ سمجھ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آرھا تھا،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اب معلوم</w:t>
      </w:r>
      <w:r w:rsidR="003264F6">
        <w:rPr>
          <w:rtl/>
          <w:lang w:bidi="ur-PK"/>
        </w:rPr>
        <w:t xml:space="preserve"> ہو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حضرت امام رضا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کس وجہ سے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ھم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خطرہ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lastRenderedPageBreak/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ابراھ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بدل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کے اندر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انقلاب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وہ زور زور سے رونے لگا،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”سلام“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پھاڑ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جھاں سے حضرت امام رضا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روضہ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وھاں پہنچ کر ابراھ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باندھ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جائے، اور حرم امام رضا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لے 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چنانچہ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وہ کھتا رھا ھم لوگ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>، جب تک ھم لوگ مشہد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واقعاً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توبہ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بڑھ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امام رضا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دئے، امام رض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 شف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تاکہ اس کے گناہ معاف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جائےں، تمام زائر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پر رشک کر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تھے، ھمارا سفر بخ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تمام لوگ اروم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پلٹ گئے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تائب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56" w:name="_Toc520983993"/>
      <w:r>
        <w:rPr>
          <w:rFonts w:hint="eastAsia"/>
          <w:rtl/>
          <w:lang w:bidi="ur-PK"/>
        </w:rPr>
        <w:t>توسّل</w:t>
      </w:r>
      <w:r>
        <w:rPr>
          <w:rtl/>
          <w:lang w:bidi="ur-PK"/>
        </w:rPr>
        <w:t xml:space="preserve"> اور توبہ</w:t>
      </w:r>
      <w:bookmarkEnd w:id="56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مسجد الحرام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”مقام ابراھ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م“</w:t>
      </w:r>
      <w:r>
        <w:rPr>
          <w:rtl/>
          <w:lang w:bidi="ur-PK"/>
        </w:rPr>
        <w:t xml:space="preserve"> کے پاس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تھا،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بوڑھا شخص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سار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گناھوں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بسر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مجھے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کہنے لگا: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B77763">
        <w:rPr>
          <w:rStyle w:val="libArabicChar"/>
          <w:rFonts w:hint="eastAsia"/>
          <w:rtl/>
        </w:rPr>
        <w:t>نِعْمَ</w:t>
      </w:r>
      <w:r w:rsidRPr="00B77763">
        <w:rPr>
          <w:rStyle w:val="libArabicChar"/>
          <w:rtl/>
        </w:rPr>
        <w:t xml:space="preserve"> الشْف</w:t>
      </w:r>
      <w:r w:rsidRPr="00B77763">
        <w:rPr>
          <w:rStyle w:val="libArabicChar"/>
          <w:rFonts w:hint="cs"/>
          <w:rtl/>
        </w:rPr>
        <w:t>ی</w:t>
      </w:r>
      <w:r w:rsidRPr="00B77763">
        <w:rPr>
          <w:rStyle w:val="libArabicChar"/>
          <w:rFonts w:hint="eastAsia"/>
          <w:rtl/>
        </w:rPr>
        <w:t>عُ</w:t>
      </w:r>
      <w:r w:rsidRPr="00B77763">
        <w:rPr>
          <w:rStyle w:val="libArabicChar"/>
          <w:rtl/>
        </w:rPr>
        <w:t xml:space="preserve"> اِل</w:t>
      </w:r>
      <w:r w:rsidRPr="00B77763">
        <w:rPr>
          <w:rStyle w:val="libArabicChar"/>
          <w:rFonts w:hint="cs"/>
          <w:rtl/>
        </w:rPr>
        <w:t>ی</w:t>
      </w:r>
      <w:r w:rsidRPr="00B77763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B77763">
        <w:rPr>
          <w:rStyle w:val="libArabicChar"/>
          <w:rtl/>
        </w:rPr>
        <w:t xml:space="preserve"> </w:t>
      </w:r>
      <w:r w:rsidRPr="00B77763">
        <w:rPr>
          <w:rStyle w:val="libArabicChar"/>
          <w:rFonts w:hint="cs"/>
          <w:rtl/>
        </w:rPr>
        <w:t>لِلْمُذْنِبِی</w:t>
      </w:r>
      <w:r w:rsidRPr="00B77763">
        <w:rPr>
          <w:rStyle w:val="libArabicChar"/>
          <w:rFonts w:hint="eastAsia"/>
          <w:rtl/>
        </w:rPr>
        <w:t>نَ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”آپ</w:t>
      </w:r>
      <w:r>
        <w:rPr>
          <w:rtl/>
          <w:lang w:bidi="ur-PK"/>
        </w:rPr>
        <w:t xml:space="preserve"> خدا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گناھگاروں کے لئے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پھر اس نے خانہ کعبہ کا پردہ پکڑا اور درج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مضمون کے اشعار پڑھے: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”اے</w:t>
      </w:r>
      <w:r>
        <w:rPr>
          <w:rtl/>
          <w:lang w:bidi="ur-PK"/>
        </w:rPr>
        <w:t xml:space="preserve"> خدائے مھربان! چھٹے امام کے جد بزرگوار کا واسطہ، قرآن کا واسطہ،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واسطہ، حسن و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واسطہ، فاطمہ زھرا کا واسطہ، ائمہ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السلام کا واسطہ،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واسطہ، اپنے گناھگار بندے کے گناھوں کو معاف فرما!“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وقت ھاتف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 آئ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رمرد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اگرچہ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گناہ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 ذوات مقدسہ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کے طف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تونے قسم د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تجھے معاف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اگر تو تمام اھل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درخواست کرتا تو معاف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تا،</w:t>
      </w:r>
      <w:r>
        <w:rPr>
          <w:rtl/>
          <w:lang w:bidi="ur-PK"/>
        </w:rPr>
        <w:t xml:space="preserve"> سوائے ان لوگوں کے جنھوں نے ناقہ صالح اور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و ائمہ کو 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(183)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شراب</w:t>
      </w:r>
      <w:r>
        <w:rPr>
          <w:rtl/>
          <w:lang w:bidi="ur-PK"/>
        </w:rPr>
        <w:t xml:space="preserve"> خور اور توبہ مرحوم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کاشان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جو خود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و دانش کا سر چشمہ اور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کا مرکز تھے موصوف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کتاب ”محجة 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ضاء“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شراب خوار شخص تھا جس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گناہ و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محفل سجائ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 اس نے اپنے دوستوں کو شراب خور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لھوو لعب کے لئے دعوت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اپنے غلام کو چار درھم دئے تاکہ وہ بازار سے کچھ کھانے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سامان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لائے۔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غلام</w:t>
      </w:r>
      <w:r>
        <w:rPr>
          <w:rtl/>
          <w:lang w:bidi="ur-PK"/>
        </w:rPr>
        <w:t xml:space="preserve"> راستہ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چلا جارھا تھا کہ اس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منصور بن عمار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نششت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رھ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سوچا کہ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کھوں</w:t>
      </w:r>
      <w:r>
        <w:rPr>
          <w:rtl/>
          <w:lang w:bidi="ur-PK"/>
        </w:rPr>
        <w:t xml:space="preserve"> منصور بن عمار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کہہ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تو اس نے سنا کہ عمار اپنے پاس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ٹھنے</w:t>
      </w:r>
      <w:r>
        <w:rPr>
          <w:rtl/>
          <w:lang w:bidi="ur-PK"/>
        </w:rPr>
        <w:t xml:space="preserve"> والوں سے کچھ طلب کر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کہہ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کون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مجھے چار درھم دے تاکہ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لئے چار د</w:t>
      </w:r>
      <w:r>
        <w:rPr>
          <w:rFonts w:hint="eastAsia"/>
          <w:rtl/>
          <w:lang w:bidi="ur-PK"/>
        </w:rPr>
        <w:t>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کروں؟ غلام نے سوچا کہ ان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کاروں کےلئے طعام وشراب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سے بھتر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چار درھم منصور بن عمار کو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دوں</w:t>
      </w:r>
      <w:r>
        <w:rPr>
          <w:rtl/>
          <w:lang w:bidi="ur-PK"/>
        </w:rPr>
        <w:t xml:space="preserve"> تاکہ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چار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سوچ کر اس نے وہ چار درھم منصور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چار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کردو، اس وقت منصور نے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کرو، اس نے کھا: پھل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کرو کہ خدا مجھے غلام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آزاد کردے،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مالک کو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دے،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چار درھم مجھے واپس مل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چوتھ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مجھے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مالک اور اس کے اھل مجلس کو معاف کردے۔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منصور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چار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وہ غلام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ھاتھ اپنے آقاکے پاس چلا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آقا نے کھا: کھاں تھے؟ غلام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چار درھم دے کر چار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 آقا نے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چار دعائ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تو کر؟ تو غلام نے کھا: پھل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آزاد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جاؤں، تو اس کے آقا نے کھا جاؤ تم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آزاد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اس نے کھا: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آقا کو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اس وقت آقا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کرتا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اس نے کھا: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ان چار درھم کے بدلے مجھے چار درھم مل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چنانچہ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اس کے آقا نے چار درھم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کردئے، اس نے کھا: چوتھ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خدا مجھے،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مال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 راس کے اھل محفل کو بخش دے،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اس کے آقا نے کھا: جو کچھ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کو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اھل مجلس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ھاتھ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۔چنانچہ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رات اس نے خواب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ھاتف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بندے! تو نے اپنے فقر </w:t>
      </w:r>
      <w:r>
        <w:rPr>
          <w:rFonts w:hint="eastAsia"/>
          <w:rtl/>
          <w:lang w:bidi="ur-PK"/>
        </w:rPr>
        <w:t>ونادار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باوجود اپنے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پر عمل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ھم اپنے بے انتھا کرم کے باوجود اپنے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پر عمل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ھم نے تجھے،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غلام اور تمام اھل مجلس کو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(184)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B77763" w:rsidRDefault="00B7776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57" w:name="_Toc520983994"/>
      <w:r>
        <w:rPr>
          <w:rFonts w:hint="eastAsia"/>
          <w:rtl/>
          <w:lang w:bidi="ur-PK"/>
        </w:rPr>
        <w:t>آہ،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سودمند تائب</w:t>
      </w:r>
      <w:bookmarkEnd w:id="57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کے زمانہ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گناھگار تھا جس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لھو و لعب اور بے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دہ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آخرت کے لئے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زادہ راہ جمع 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صالح لوگوں نے اس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وہ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لوگوں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سروکار نہ رکھتاتھا، آخر عمر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نے جب اپنے کارناموں کو ملاحظہ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جائزہ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 نہ مل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باغ عمل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شاخ گل نہ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گلستان اخلاق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شفا بخش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پھول نہ تھا،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اس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ٹھنڈ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سانس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دل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گوشے سے آہ نکل پڑ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سے آنسو بہنے لگے، توبہ اور استغفار کے عنوان سے بارگاہ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7C5813">
        <w:rPr>
          <w:rStyle w:val="libArabicChar"/>
          <w:rFonts w:hint="cs"/>
          <w:rtl/>
        </w:rPr>
        <w:t>ی</w:t>
      </w:r>
      <w:r w:rsidRPr="007C5813">
        <w:rPr>
          <w:rStyle w:val="libArabicChar"/>
          <w:rFonts w:hint="eastAsia"/>
          <w:rtl/>
        </w:rPr>
        <w:t>امَنْ</w:t>
      </w:r>
      <w:r w:rsidRPr="007C5813">
        <w:rPr>
          <w:rStyle w:val="libArabicChar"/>
          <w:rtl/>
        </w:rPr>
        <w:t xml:space="preserve"> لَ</w:t>
      </w:r>
      <w:r w:rsidR="00705CD5" w:rsidRPr="00163EB1">
        <w:rPr>
          <w:rStyle w:val="libArabicChar"/>
          <w:rFonts w:hint="cs"/>
          <w:rtl/>
        </w:rPr>
        <w:t>ه</w:t>
      </w:r>
      <w:r w:rsidRPr="007C5813">
        <w:rPr>
          <w:rStyle w:val="libArabicChar"/>
          <w:rFonts w:hint="cs"/>
          <w:rtl/>
        </w:rPr>
        <w:t>ُ</w:t>
      </w:r>
      <w:r w:rsidRPr="007C5813">
        <w:rPr>
          <w:rStyle w:val="libArabicChar"/>
          <w:rtl/>
        </w:rPr>
        <w:t xml:space="preserve"> </w:t>
      </w:r>
      <w:r w:rsidRPr="007C5813">
        <w:rPr>
          <w:rStyle w:val="libArabicChar"/>
          <w:rFonts w:hint="cs"/>
          <w:rtl/>
        </w:rPr>
        <w:t>الدُّنْی</w:t>
      </w:r>
      <w:r w:rsidRPr="007C5813">
        <w:rPr>
          <w:rStyle w:val="libArabicChar"/>
          <w:rFonts w:hint="eastAsia"/>
          <w:rtl/>
        </w:rPr>
        <w:t>ا</w:t>
      </w:r>
      <w:r w:rsidRPr="007C5813">
        <w:rPr>
          <w:rStyle w:val="libArabicChar"/>
          <w:rtl/>
        </w:rPr>
        <w:t xml:space="preserve"> وَالآخِرَةُ إِرْحَمْ مَنْ لَ</w:t>
      </w:r>
      <w:r w:rsidRPr="007C5813">
        <w:rPr>
          <w:rStyle w:val="libArabicChar"/>
          <w:rFonts w:hint="cs"/>
          <w:rtl/>
        </w:rPr>
        <w:t>ی</w:t>
      </w:r>
      <w:r w:rsidRPr="007C5813">
        <w:rPr>
          <w:rStyle w:val="libArabicChar"/>
          <w:rFonts w:hint="eastAsia"/>
          <w:rtl/>
        </w:rPr>
        <w:t>سَ</w:t>
      </w:r>
      <w:r w:rsidRPr="007C5813">
        <w:rPr>
          <w:rStyle w:val="libArabicChar"/>
          <w:rtl/>
        </w:rPr>
        <w:t xml:space="preserve"> لَ</w:t>
      </w:r>
      <w:r w:rsidR="00705CD5" w:rsidRPr="00163EB1">
        <w:rPr>
          <w:rStyle w:val="libArabicChar"/>
          <w:rFonts w:hint="cs"/>
          <w:rtl/>
        </w:rPr>
        <w:t>ه</w:t>
      </w:r>
      <w:r w:rsidRPr="007C5813">
        <w:rPr>
          <w:rStyle w:val="libArabicChar"/>
          <w:rFonts w:hint="cs"/>
          <w:rtl/>
        </w:rPr>
        <w:t>ُ</w:t>
      </w:r>
      <w:r w:rsidRPr="007C5813">
        <w:rPr>
          <w:rStyle w:val="libArabicChar"/>
          <w:rtl/>
        </w:rPr>
        <w:t xml:space="preserve"> </w:t>
      </w:r>
      <w:r w:rsidRPr="007C5813">
        <w:rPr>
          <w:rStyle w:val="libArabicChar"/>
          <w:rFonts w:hint="cs"/>
          <w:rtl/>
        </w:rPr>
        <w:t>الد</w:t>
      </w:r>
      <w:r w:rsidRPr="007C5813">
        <w:rPr>
          <w:rStyle w:val="libArabicChar"/>
          <w:rtl/>
        </w:rPr>
        <w:t>ُّنْ</w:t>
      </w:r>
      <w:r w:rsidRPr="007C5813">
        <w:rPr>
          <w:rStyle w:val="libArabicChar"/>
          <w:rFonts w:hint="cs"/>
          <w:rtl/>
        </w:rPr>
        <w:t>ی</w:t>
      </w:r>
      <w:r w:rsidRPr="007C5813">
        <w:rPr>
          <w:rStyle w:val="libArabicChar"/>
          <w:rFonts w:hint="eastAsia"/>
          <w:rtl/>
        </w:rPr>
        <w:t>ا</w:t>
      </w:r>
      <w:r w:rsidRPr="007C5813">
        <w:rPr>
          <w:rStyle w:val="libArabicChar"/>
          <w:rtl/>
        </w:rPr>
        <w:t xml:space="preserve"> وَالآخِرَةُ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”اے</w:t>
      </w:r>
      <w:r>
        <w:rPr>
          <w:rtl/>
          <w:lang w:bidi="ur-PK"/>
        </w:rPr>
        <w:t xml:space="preserve"> وہ جودن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وآخرت کا مالک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شخص کے او پر رحم کر جس کے پاس نہ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 رنہ آخرت“۔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مرنے کے بعد شھر والوں نے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کو شھر سے باھر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کھنڈر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کے اوپر گھاس پھوس ڈال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موقع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کو عالم خواب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حکم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اکہ اس کو غسل و کفن دو اور متق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افراد کے قبرستان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دفن کرو۔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عرض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:اے دوجھاں کے مالک!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مشھور و معروف گناھگار و بدکار تھا، وہ کس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اور محبوب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و مغفرت کے دائرہ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جواب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نے اپنے کو مفلس اور درد مند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تو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ھم نے اس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آغوش رحمت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کون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درد مند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کے درد کا ھم نے علاج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اور کون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حاجت مند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روئے اور ھم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حاجت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کون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</w:t>
      </w:r>
      <w:r w:rsidR="00AA04E3">
        <w:rPr>
          <w:rFonts w:hint="eastAsia"/>
          <w:rtl/>
          <w:lang w:bidi="ur-PK"/>
        </w:rPr>
        <w:t xml:space="preserve">رہے </w:t>
      </w:r>
      <w:r>
        <w:rPr>
          <w:rtl/>
          <w:lang w:bidi="ur-PK"/>
        </w:rPr>
        <w:t xml:space="preserve"> جس نے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اور ھم نے اس کو شفا نہ د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؟</w:t>
      </w:r>
      <w:r w:rsidR="0005211C" w:rsidRPr="00125F42">
        <w:rPr>
          <w:rStyle w:val="libFootnotenumChar"/>
          <w:rtl/>
          <w:lang w:bidi="ur-PK"/>
        </w:rPr>
        <w:t>(185)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58" w:name="_Toc520983995"/>
      <w:r>
        <w:rPr>
          <w:rFonts w:hint="eastAsia"/>
          <w:rtl/>
          <w:lang w:bidi="ur-PK"/>
        </w:rPr>
        <w:t>توبہ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مشکلات کا دور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</w:t>
      </w:r>
      <w:bookmarkEnd w:id="58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”جابر</w:t>
      </w:r>
      <w:r>
        <w:rPr>
          <w:rtl/>
          <w:lang w:bidi="ur-PK"/>
        </w:rPr>
        <w:t xml:space="preserve"> جعف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مکتب اھل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کے معتبر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تھے، وہ حضرت رسول اکرمسے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مسافر سفر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پھاڑ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پہنچے، وھاں پر عبادت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گئے، اچانک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پتھر اوپر سے لڑھک کر غار کے دھانے پر آلگا اسے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تھا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وہ دروازہ بند کرنے کے لئے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چنانچہ ان لوگوں کو وھاں سے نکلنے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راستہ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سے کہنے لگے: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سے نکلنے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راستہ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، 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خدا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لطف و کرم فرمائے،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کام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خلوص کے ساتھ دعا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اپنے گناھوں سے توبہ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پھلا شخص 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پالنے والے! تو(تو جانتا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)کہ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خوبصورت عورت کا عاشق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مال و دولت اس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تاکہ 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ساتھ آجائے،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جونھ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پاس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دوزخ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آگئ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سے الگ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ا؛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پالنے والے !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عمل کا واس</w:t>
      </w:r>
      <w:r>
        <w:rPr>
          <w:rFonts w:hint="eastAsia"/>
          <w:rtl/>
          <w:lang w:bidi="ur-PK"/>
        </w:rPr>
        <w:t>طہ</w:t>
      </w:r>
      <w:r>
        <w:rPr>
          <w:rtl/>
          <w:lang w:bidi="ur-PK"/>
        </w:rPr>
        <w:t xml:space="preserve"> ھم سے اس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کو دور فرما اور ھمارے لئے نجات کا سامان فراھم فرمادے، بس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اس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کھا تو وہ پتھر تھوڑا سا کھسک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دوسرے</w:t>
      </w:r>
      <w:r>
        <w:rPr>
          <w:rtl/>
          <w:lang w:bidi="ur-PK"/>
        </w:rPr>
        <w:t xml:space="preserve"> نے کھا: پالنے والے! تو جانتا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 کرنے کے لئے کچھ مزدور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آدھا درھم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مزدور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غروب کے وقت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دو مزدورں کے برابر کام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لہٰذا مجھے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درھم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وہ مجھ سے نار</w:t>
      </w:r>
      <w:r>
        <w:rPr>
          <w:rFonts w:hint="eastAsia"/>
          <w:rtl/>
          <w:lang w:bidi="ur-PK"/>
        </w:rPr>
        <w:t>اض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کر چلا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آدھے درھم کا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اس سال بھت برکت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 وہ مزدور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مزدور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مطالبہ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کو اٹھارہ ہزار درھم دئے جو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زراعت سے حاصل کئے تھے، اور چند سال تک اس رقم کو رکھے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تھا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 کے لئے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تجھے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کا واسطہ ھم کو نجات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دے</w:t>
      </w:r>
      <w:r>
        <w:rPr>
          <w:rtl/>
          <w:lang w:bidi="ur-PK"/>
        </w:rPr>
        <w:t>۔ چنانچہ وہ پتھر تھوڑا اور کھسک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سرے</w:t>
      </w:r>
      <w:r>
        <w:rPr>
          <w:rtl/>
          <w:lang w:bidi="ur-PK"/>
        </w:rPr>
        <w:t xml:space="preserve"> نے کھا: پالنے والے! (تو خوب جانتا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کہ)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ماں باپ سو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تھے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لئے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ظرف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دودھ لے کر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سوچا کہ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دودھ کا ظرف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رکھ دوں تو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جاگ نہ جائےں،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ان کو خود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بلکہ وہ دودھ کا ظرف لئے </w:t>
      </w:r>
      <w:r>
        <w:rPr>
          <w:rFonts w:hint="eastAsia"/>
          <w:rtl/>
          <w:lang w:bidi="ur-PK"/>
        </w:rPr>
        <w:t>کھڑارھا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وہ خود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ں۔پالنے والے توخوب جانتا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وہ کام اور وہ زحمت صرف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 کے لئے اٹھائ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پالنے والے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کے صدقہ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سے نجات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دے</w:t>
      </w:r>
      <w:r>
        <w:rPr>
          <w:rtl/>
          <w:lang w:bidi="ur-PK"/>
        </w:rPr>
        <w:t>۔ چنانچہ اس شخص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سے پتھر او رکھسکا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اس غار سے باھر نکل </w:t>
      </w:r>
      <w:r>
        <w:rPr>
          <w:rFonts w:hint="eastAsia"/>
          <w:rtl/>
          <w:lang w:bidi="ur-PK"/>
        </w:rPr>
        <w:t>آئے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(186)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59" w:name="_Toc520983996"/>
      <w:r>
        <w:rPr>
          <w:rFonts w:hint="eastAsia"/>
          <w:rtl/>
          <w:lang w:bidi="ur-PK"/>
        </w:rPr>
        <w:t>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اخلاق اور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انجام</w:t>
      </w:r>
      <w:bookmarkEnd w:id="59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دور</w:t>
      </w:r>
      <w:r>
        <w:rPr>
          <w:rtl/>
          <w:lang w:bidi="ur-PK"/>
        </w:rPr>
        <w:t xml:space="preserve"> حاضر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گرانقدر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ر”الم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زان“کے</w:t>
      </w:r>
      <w:r>
        <w:rPr>
          <w:rtl/>
          <w:lang w:bidi="ur-PK"/>
        </w:rPr>
        <w:t xml:space="preserve"> فارس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مترجم استاد بزرگوار حضرت آقا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محمد باقر موسو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ھمدان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صاحب نے16شوال بروز جمعہ 9بجے صبح اس خاکسار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”گنداب“</w:t>
      </w:r>
      <w:r>
        <w:rPr>
          <w:rtl/>
          <w:lang w:bidi="ur-PK"/>
        </w:rPr>
        <w:t xml:space="preserve"> (ھمدان ) علاقہ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شراب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بدمعاش شخص تھا جس کا نام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گنداب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اگرچہ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مسائل 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رکھتا تھا اور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بدمعاشوں اور گناھگاروں کے ساتھ رھتا تھا،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بعض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 شھر کے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علاقے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دوست کے ساتھ چائے کے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ٹل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نچ</w:t>
      </w:r>
      <w:r>
        <w:rPr>
          <w:rtl/>
          <w:lang w:bidi="ur-PK"/>
        </w:rPr>
        <w:t xml:space="preserve"> پر چائے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لئے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ا تھا۔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صحت مند جسم اورخوبصورت چھرہ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کشش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مخمل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ٹوپ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لگائے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تھا جس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خوبصورت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نکھار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تھا،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اچانک اس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ٹوپ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 سے اتار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مسلنے لگا، اس کے دوست نے کھا: ارے ! تم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</w:t>
      </w:r>
      <w:r w:rsidR="00AA04E3">
        <w:rPr>
          <w:rtl/>
          <w:lang w:bidi="ur-PK"/>
        </w:rPr>
        <w:t xml:space="preserve">رہے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؟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ذرا ٹھھرو، اتنے بے صبرے مت بنو، </w:t>
      </w:r>
      <w:r>
        <w:rPr>
          <w:rtl/>
          <w:lang w:bidi="ur-PK"/>
        </w:rPr>
        <w:lastRenderedPageBreak/>
        <w:t>بھر حال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بعد اس 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ٹوپ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پھر اوڑھ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اور کھا: اے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دوست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شوھر دار جوان عورت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سے گزر رھ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مجھے اس ٹوپ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سوچنے پر مجبور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شخص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شوھر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خوبصورت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وہ اپنے شوھر سے خشک 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چاھتا تھا کہ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چمک دار ٹوپ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تعلقات کو تلخ کردوں۔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ھمدان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مشھور و معروف ذاکر جناب ”ش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حسن“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 جوواقعاً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ندار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تھے، موصوف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عاشور کے دن عصر کے وقت ”حصار“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مجلس پڑھنے کے لئے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واپس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شھر کے دروازہ پرپہنچا تو دروازہ بند</w:t>
      </w:r>
      <w:r w:rsidR="003264F6">
        <w:rPr>
          <w:rtl/>
          <w:lang w:bidi="ur-PK"/>
        </w:rPr>
        <w:t xml:space="preserve"> ہو</w:t>
      </w:r>
      <w:r>
        <w:rPr>
          <w:rFonts w:hint="eastAsia"/>
          <w:rtl/>
          <w:lang w:bidi="ur-PK"/>
        </w:rPr>
        <w:t>چکا</w:t>
      </w:r>
      <w:r>
        <w:rPr>
          <w:rtl/>
          <w:lang w:bidi="ur-PK"/>
        </w:rPr>
        <w:t xml:space="preserve"> تھا،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دروزاہ کھٹکھٹا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گنداب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 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شراب کے نشہ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مست تھا اور زور زور کہہ رھا تھا: کون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کون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حسن ذاکرحس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چنانچہ اس نے دروازہ کھولا اور چلاکر کھا: اتنے وقت کھاں تھے؟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کھا: حصار محلہ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مجلس پڑھنے کے لئے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ا تھا،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اس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مجلس پڑھو،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کھا: مجلس کے </w:t>
      </w:r>
      <w:r>
        <w:rPr>
          <w:rFonts w:hint="eastAsia"/>
          <w:rtl/>
          <w:lang w:bidi="ur-PK"/>
        </w:rPr>
        <w:t>لئے</w:t>
      </w:r>
      <w:r>
        <w:rPr>
          <w:rtl/>
          <w:lang w:bidi="ur-PK"/>
        </w:rPr>
        <w:t xml:space="preserve"> منبر اور سننے والے مجمع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اس نے کھا: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پر سب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کے بعد وہ شخص سجدہ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اور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منبر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سننے والا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کر قمر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ھاشم حضرت عباس کے مصائب پڑھو!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خوف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چارہ کار نہ تھا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</w:t>
      </w:r>
      <w:r>
        <w:rPr>
          <w:rtl/>
          <w:lang w:bidi="ur-PK"/>
        </w:rPr>
        <w:t xml:space="preserve"> اور مجلس پڑھنے لگا، چنانچہ اس نے بھت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کا روناد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حالت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مجلس ختم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ختم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کے اندر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انقلا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چکا تھا!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مجلس،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توسل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برکت سے وہ شخص عتبات عال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کے لئے عراق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کے بعد نجف اشرف پہنچا۔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زمانہ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مرزا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05211C">
        <w:rPr>
          <w:rtl/>
          <w:lang w:bidi="ur-PK"/>
        </w:rPr>
        <w:t>(</w:t>
      </w:r>
      <w:r>
        <w:rPr>
          <w:rtl/>
          <w:lang w:bidi="ur-PK"/>
        </w:rPr>
        <w:t>جنھوں نے تنباکو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حرمت کا فتويٰ صادر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تھا) نجف اشرف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پذ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تھے،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گنداب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مرزا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جماعت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شرکت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کرتا تھااور بالکل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اپنا مصليٰ پچھا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کرتاتھا، اور مدتوں تک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مرجع تقل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جماعت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شرکت کرتا رھا۔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 نماز مغرب و عشاء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مرزا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خبر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فلاں عالم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انتقال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چنانچہ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خبر سن کر موصوف نے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حرم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متصل دالان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کو دفن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فوراً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ان کے لئے قبر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نماز عشاء کے بعد </w:t>
      </w:r>
      <w:r>
        <w:rPr>
          <w:rFonts w:hint="eastAsia"/>
          <w:rtl/>
          <w:lang w:bidi="ur-PK"/>
        </w:rPr>
        <w:t>لوگوں</w:t>
      </w:r>
      <w:r>
        <w:rPr>
          <w:rtl/>
          <w:lang w:bidi="ur-PK"/>
        </w:rPr>
        <w:t xml:space="preserve"> نے آکر مرزا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خبر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عالم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سکتہ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اتھا اور اب الحمد للہ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ش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اچانک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گنداب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جانماز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چل بسے،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مرزا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کھا: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گنداب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دفن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جائے!(شا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قبر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۔)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60" w:name="_Toc520983997"/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کفن چور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</w:t>
      </w:r>
      <w:bookmarkEnd w:id="60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معاذ</w:t>
      </w:r>
      <w:r>
        <w:rPr>
          <w:rtl/>
          <w:lang w:bidi="ur-PK"/>
        </w:rPr>
        <w:t xml:space="preserve"> بن جبل روتے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اور آنحضرت کو سلام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آپ نے جواب سلام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تمھارے رونے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تو انھوں نے کھا: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خوبصورت جوان مسجد کے پاس کھڑا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اس طرح رورھا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مرگئ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وہ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آپ سے ملاقات کرے، چنانچہ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اس کو مسجد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دو، وہ جوان مسجد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اور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کو سلام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آنحضرت نے جواب سلام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اے جوان ! رونے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اس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 روؤں حالانکہ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گناہ انجام دئے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خدا وندعالم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بعض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مجھے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مانتا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کہ مجھے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گناھوں کے بدلے دردناک عذاب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اور خداوندعالم مجھے بالکل معاف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کرسکتا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نے خدا کے ساتھ شرک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اس نے کھا: ن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شرک سے پناہ چاھتا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نفس محترمہ کا 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اس نے کھا: ن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خداوندعالم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گناھ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بخش دے گا اگرچہ بڑے بڑے پھاڑوں کے برابر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اس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گناہ بڑے بڑے پھاڑوں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وقت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خداوندعالم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گناھوں کو ضروربخش دے گا چاھے وہ ساتوں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درخت، ذرات اور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موجوات کے برابر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بے شک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گناہ قابل بخشش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اگرچہ آسمان، ستاروں اورعرش و کرس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برابر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ں! اس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گناہ ان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بڑے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!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کے عالم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ںاسے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اور ف</w:t>
      </w:r>
      <w:r>
        <w:rPr>
          <w:rFonts w:hint="eastAsia"/>
          <w:rtl/>
          <w:lang w:bidi="ur-PK"/>
        </w:rPr>
        <w:t>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اے جوان!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اوپر افسوس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!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گناہ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بڑے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خدا؟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وہ جوان سجدے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گرپڑا اور کھا: پاک 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پروردگار،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 ! اس سے بزرگتر تو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خدا تو ھر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تر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وقت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بڑے گناھوں کو خدائے بزرگ کے علاوہ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معاف ک</w:t>
      </w:r>
      <w:r>
        <w:rPr>
          <w:rFonts w:hint="eastAsia"/>
          <w:rtl/>
          <w:lang w:bidi="ur-PK"/>
        </w:rPr>
        <w:t>رسکتا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اس جوان نے کھا: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اللہ! قسم بخدا ن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اس کے بعد وہ خاموش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اس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اے جوان وائے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تجھ پر!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مجھے اپنے گناھوں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گناہ کو بتاسکتا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اس نے کھا: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سات سال سے قبروں کو کھول کر مردوں کو باھر نکالتا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اور ان کا کفن چور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انصار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انتقال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جب لوگ اس کو دفن کرکے واپس آگئے،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کو باھر نکالا، اور اس کا کفن نکال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کو برہنہ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قبر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چھوڑد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واپس لوٹ رھا تھا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نے مجھے ورغلا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اس کے لئے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شھوت کو ابھارا،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وسوس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اس کے بدن اور خوبصورت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مجھے اپنے جال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پھنسا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نفس غالب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واپس لوٹا اور جوکام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کرنا چاہئے تھا وہ کرب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</w:t>
      </w:r>
      <w:r>
        <w:rPr>
          <w:rtl/>
          <w:lang w:bidi="ur-PK"/>
        </w:rPr>
        <w:t xml:space="preserve">!!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وقت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آواز 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اے جوان!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مالک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تجھ پر وائے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! جس دن تجھے اور مجھے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ھائے تونے مجھے مردوں کے د 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برہنہ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مجھے قبر سے نکالا،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کفن لے چلا اور مجھے جنابت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چھوڑ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محشور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جاؤں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واے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تجھ پر آتش جہنم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بلند آواز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پکارا: اے فاسق!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سے دور چلاجا، ڈرتا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کہ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عذاب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 جاؤں! تو آتش جہنم سے کتنا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شخص مسجد سے باھر نکلا، کچھ کھانے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سامان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شھر سے باھر پھاڑ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چل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حالانکہ موٹا اور کھردرا کپڑا پہنے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تھا، اور اپنے دونوں ھاتھوں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گردن سے باندھے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 xml:space="preserve">تھااور پکارتا جاتا تھا: خداوندا!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بھلول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بندہ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ھاتھ بندھے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بارگاہ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 پالنے والے! تو مجھے جانتا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گناھوں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آج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بندوں کے قافلہ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توبہ کے لئے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کے پاس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مجھے دور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اھے،</w:t>
      </w:r>
      <w:r>
        <w:rPr>
          <w:rtl/>
          <w:lang w:bidi="ur-PK"/>
        </w:rPr>
        <w:t xml:space="preserve"> پالنے والے تجھے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و جلال اور سلطنت کا واسطہ کہ مجھے ناا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نہ کرنا، اے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مولا و آقا!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کو ردّ نہ کرنا اوراپن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نہ کرنا۔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دن تک دعا و مناجات اورگر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 رھا، جنگل کے درندے اور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وانات</w:t>
      </w:r>
      <w:r>
        <w:rPr>
          <w:rtl/>
          <w:lang w:bidi="ur-PK"/>
        </w:rPr>
        <w:t xml:space="preserve"> اس کے رونے سے روتے تھے! جب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دن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 تو اپنے دونوں ھاتھوں کو بلند کرکے بارگاہ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پالنے والے ! اگر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قبول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گناہ بخش دئے گئے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تو اپنے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 دےدے، اور اگر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 قبول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گناہ بخشے نہ گئے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مجھ پر عذاب کرنے کا ارادہ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اوپر آتش نازل فرما تاکہ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جل جاؤں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عقوبت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کردے تاکہ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ھلاک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جاؤں، بھر حال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ذلت و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مجھے نج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اس موقع پر درج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نازل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lastRenderedPageBreak/>
        <w:t>(</w:t>
      </w:r>
      <w:r w:rsidR="00476253" w:rsidRPr="00C70660">
        <w:rPr>
          <w:rStyle w:val="libAieChar"/>
          <w:rtl/>
        </w:rPr>
        <w:t>وَالَّذِ</w:t>
      </w:r>
      <w:r w:rsidR="00476253" w:rsidRPr="00C70660">
        <w:rPr>
          <w:rStyle w:val="libAieChar"/>
          <w:rFonts w:hint="cs"/>
          <w:rtl/>
        </w:rPr>
        <w:t>ی</w:t>
      </w:r>
      <w:r w:rsidR="00476253" w:rsidRPr="00C70660">
        <w:rPr>
          <w:rStyle w:val="libAieChar"/>
          <w:rFonts w:hint="eastAsia"/>
          <w:rtl/>
        </w:rPr>
        <w:t>نَ</w:t>
      </w:r>
      <w:r w:rsidR="00476253" w:rsidRPr="00C70660">
        <w:rPr>
          <w:rStyle w:val="libAieChar"/>
          <w:rtl/>
        </w:rPr>
        <w:t xml:space="preserve"> إِذَا فَعَلُوا فَاحِشَةً </w:t>
      </w:r>
      <w:r w:rsidR="00BA0B7F">
        <w:rPr>
          <w:rStyle w:val="libAieChar"/>
          <w:rtl/>
        </w:rPr>
        <w:t>ا</w:t>
      </w:r>
      <w:r w:rsidR="00476253" w:rsidRPr="00C70660">
        <w:rPr>
          <w:rStyle w:val="libAieChar"/>
          <w:rFonts w:hint="eastAsia"/>
          <w:rtl/>
        </w:rPr>
        <w:t>وْ</w:t>
      </w:r>
      <w:r w:rsidR="00476253" w:rsidRPr="00C70660">
        <w:rPr>
          <w:rStyle w:val="libAieChar"/>
          <w:rtl/>
        </w:rPr>
        <w:t xml:space="preserve"> ظَلَمُوا </w:t>
      </w:r>
      <w:r w:rsidR="00BA0B7F">
        <w:rPr>
          <w:rStyle w:val="libAieChar"/>
          <w:rtl/>
        </w:rPr>
        <w:t>ا</w:t>
      </w:r>
      <w:r w:rsidR="00476253" w:rsidRPr="00C70660">
        <w:rPr>
          <w:rStyle w:val="libAieChar"/>
          <w:rFonts w:hint="eastAsia"/>
          <w:rtl/>
        </w:rPr>
        <w:t>نْفُسَ</w:t>
      </w:r>
      <w:r w:rsidR="00705CD5" w:rsidRPr="00705CD5">
        <w:rPr>
          <w:rStyle w:val="libAieChar"/>
          <w:rFonts w:hint="cs"/>
          <w:rtl/>
        </w:rPr>
        <w:t>ه</w:t>
      </w:r>
      <w:r w:rsidR="00476253" w:rsidRPr="00C70660">
        <w:rPr>
          <w:rStyle w:val="libAieChar"/>
          <w:rFonts w:hint="cs"/>
          <w:rtl/>
        </w:rPr>
        <w:t>م</w:t>
      </w:r>
      <w:r w:rsidR="00476253" w:rsidRPr="00C70660">
        <w:rPr>
          <w:rStyle w:val="libAieChar"/>
          <w:rtl/>
        </w:rPr>
        <w:t xml:space="preserve"> ذَكَرُوا اللهَ فَاسْتَغْفَرُوا لِذُنُوبِ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70660">
        <w:rPr>
          <w:rStyle w:val="libAieChar"/>
          <w:rFonts w:hint="cs"/>
          <w:rtl/>
        </w:rPr>
        <w:t>م</w:t>
      </w:r>
      <w:r w:rsidR="00476253" w:rsidRPr="00C70660">
        <w:rPr>
          <w:rStyle w:val="libAieChar"/>
          <w:rtl/>
        </w:rPr>
        <w:t xml:space="preserve"> </w:t>
      </w:r>
      <w:r w:rsidR="00476253" w:rsidRPr="00C70660">
        <w:rPr>
          <w:rStyle w:val="libAieChar"/>
          <w:rFonts w:hint="cs"/>
          <w:rtl/>
        </w:rPr>
        <w:t>وَمَنْ</w:t>
      </w:r>
      <w:r w:rsidR="00476253" w:rsidRPr="00C70660">
        <w:rPr>
          <w:rStyle w:val="libAieChar"/>
          <w:rtl/>
        </w:rPr>
        <w:t xml:space="preserve"> </w:t>
      </w:r>
      <w:r w:rsidR="00476253" w:rsidRPr="00C70660">
        <w:rPr>
          <w:rStyle w:val="libAieChar"/>
          <w:rFonts w:hint="cs"/>
          <w:rtl/>
        </w:rPr>
        <w:t>ی</w:t>
      </w:r>
      <w:r w:rsidR="00476253" w:rsidRPr="00C70660">
        <w:rPr>
          <w:rStyle w:val="libAieChar"/>
          <w:rFonts w:hint="eastAsia"/>
          <w:rtl/>
        </w:rPr>
        <w:t>غْفِرُ</w:t>
      </w:r>
      <w:r w:rsidR="00476253" w:rsidRPr="00C70660">
        <w:rPr>
          <w:rStyle w:val="libAieChar"/>
          <w:rtl/>
        </w:rPr>
        <w:t xml:space="preserve"> الذُّنُوبَ إِلاَّ اللهُ وَلَمْ </w:t>
      </w:r>
      <w:r w:rsidR="00476253" w:rsidRPr="00C70660">
        <w:rPr>
          <w:rStyle w:val="libAieChar"/>
          <w:rFonts w:hint="cs"/>
          <w:rtl/>
        </w:rPr>
        <w:t>ی</w:t>
      </w:r>
      <w:r w:rsidR="00476253" w:rsidRPr="00C70660">
        <w:rPr>
          <w:rStyle w:val="libAieChar"/>
          <w:rFonts w:hint="eastAsia"/>
          <w:rtl/>
        </w:rPr>
        <w:t>صِرُّوا</w:t>
      </w:r>
      <w:r w:rsidR="00476253" w:rsidRPr="00C70660">
        <w:rPr>
          <w:rStyle w:val="libAieChar"/>
          <w:rtl/>
        </w:rPr>
        <w:t xml:space="preserve"> عَلَ</w:t>
      </w:r>
      <w:r w:rsidR="00476253" w:rsidRPr="00C70660">
        <w:rPr>
          <w:rStyle w:val="libAieChar"/>
          <w:rFonts w:hint="cs"/>
          <w:rtl/>
        </w:rPr>
        <w:t>ی</w:t>
      </w:r>
      <w:r w:rsidR="00476253" w:rsidRPr="00C70660">
        <w:rPr>
          <w:rStyle w:val="libAieChar"/>
          <w:rtl/>
        </w:rPr>
        <w:t xml:space="preserve"> مَا فَعَلُوا وَ</w:t>
      </w:r>
      <w:r w:rsidR="00705CD5" w:rsidRPr="00705CD5">
        <w:rPr>
          <w:rStyle w:val="libAieChar"/>
          <w:rFonts w:hint="cs"/>
          <w:rtl/>
        </w:rPr>
        <w:t>ه</w:t>
      </w:r>
      <w:r w:rsidR="00476253" w:rsidRPr="00C70660">
        <w:rPr>
          <w:rStyle w:val="libAieChar"/>
          <w:rFonts w:hint="cs"/>
          <w:rtl/>
        </w:rPr>
        <w:t>م</w:t>
      </w:r>
      <w:r w:rsidR="00476253" w:rsidRPr="00C70660">
        <w:rPr>
          <w:rStyle w:val="libAieChar"/>
          <w:rtl/>
        </w:rPr>
        <w:t xml:space="preserve"> </w:t>
      </w:r>
      <w:r w:rsidR="00476253" w:rsidRPr="00C70660">
        <w:rPr>
          <w:rStyle w:val="libAieChar"/>
          <w:rFonts w:hint="cs"/>
          <w:rtl/>
        </w:rPr>
        <w:t>ی</w:t>
      </w:r>
      <w:r w:rsidR="00476253" w:rsidRPr="00C70660">
        <w:rPr>
          <w:rStyle w:val="libAieChar"/>
          <w:rFonts w:hint="eastAsia"/>
          <w:rtl/>
        </w:rPr>
        <w:t>عْلَمُونَ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(187)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وہ لوگ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کہ جب کوئ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نما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اں</w:t>
      </w:r>
      <w:r w:rsidR="00476253">
        <w:rPr>
          <w:rtl/>
          <w:lang w:bidi="ur-PK"/>
        </w:rPr>
        <w:t xml:space="preserve"> گناہ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اپنے نفس پر ظلم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تو خدا کو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اد</w:t>
      </w:r>
      <w:r w:rsidR="00476253">
        <w:rPr>
          <w:rtl/>
          <w:lang w:bidi="ur-PK"/>
        </w:rPr>
        <w:t xml:space="preserve"> کرکے اپنے گناھوں پر استغفار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خدا کے علاوہ کون گناھوں کو معاف کرنے والاھے اور وہ اپنے کئے پر جان بوجھ کر اصرار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کرتے “۔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BA0B7F">
        <w:rPr>
          <w:rStyle w:val="libAieChar"/>
          <w:rtl/>
        </w:rPr>
        <w:t>ا</w:t>
      </w:r>
      <w:r w:rsidR="00476253" w:rsidRPr="00C70660">
        <w:rPr>
          <w:rStyle w:val="libAieChar"/>
          <w:rFonts w:hint="eastAsia"/>
          <w:rtl/>
        </w:rPr>
        <w:t>وْلَئِكَ</w:t>
      </w:r>
      <w:r w:rsidR="00476253" w:rsidRPr="00C70660">
        <w:rPr>
          <w:rStyle w:val="libAieChar"/>
          <w:rtl/>
        </w:rPr>
        <w:t xml:space="preserve"> جَزَاؤُ</w:t>
      </w:r>
      <w:r w:rsidR="00705CD5" w:rsidRPr="00705CD5">
        <w:rPr>
          <w:rStyle w:val="libAieChar"/>
          <w:rFonts w:hint="cs"/>
          <w:rtl/>
        </w:rPr>
        <w:t>ه</w:t>
      </w:r>
      <w:r w:rsidR="00476253" w:rsidRPr="00C70660">
        <w:rPr>
          <w:rStyle w:val="libAieChar"/>
          <w:rFonts w:hint="cs"/>
          <w:rtl/>
        </w:rPr>
        <w:t>م</w:t>
      </w:r>
      <w:r w:rsidR="00476253" w:rsidRPr="00C70660">
        <w:rPr>
          <w:rStyle w:val="libAieChar"/>
          <w:rtl/>
        </w:rPr>
        <w:t xml:space="preserve"> </w:t>
      </w:r>
      <w:r w:rsidR="00476253" w:rsidRPr="00C70660">
        <w:rPr>
          <w:rStyle w:val="libAieChar"/>
          <w:rFonts w:hint="cs"/>
          <w:rtl/>
        </w:rPr>
        <w:t>مَغْفِرَةٌ</w:t>
      </w:r>
      <w:r w:rsidR="00476253" w:rsidRPr="00C70660">
        <w:rPr>
          <w:rStyle w:val="libAieChar"/>
          <w:rtl/>
        </w:rPr>
        <w:t xml:space="preserve"> </w:t>
      </w:r>
      <w:r w:rsidR="00476253" w:rsidRPr="00C70660">
        <w:rPr>
          <w:rStyle w:val="libAieChar"/>
          <w:rFonts w:hint="cs"/>
          <w:rtl/>
        </w:rPr>
        <w:t>مِنْ</w:t>
      </w:r>
      <w:r w:rsidR="00476253" w:rsidRPr="00C70660">
        <w:rPr>
          <w:rStyle w:val="libAieChar"/>
          <w:rtl/>
        </w:rPr>
        <w:t xml:space="preserve"> </w:t>
      </w:r>
      <w:r w:rsidR="00476253" w:rsidRPr="00C70660">
        <w:rPr>
          <w:rStyle w:val="libAieChar"/>
          <w:rFonts w:hint="cs"/>
          <w:rtl/>
        </w:rPr>
        <w:t>رَبِّ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70660">
        <w:rPr>
          <w:rStyle w:val="libAieChar"/>
          <w:rFonts w:hint="cs"/>
          <w:rtl/>
        </w:rPr>
        <w:t>م</w:t>
      </w:r>
      <w:r w:rsidR="00476253" w:rsidRPr="00C70660">
        <w:rPr>
          <w:rStyle w:val="libAieChar"/>
          <w:rtl/>
        </w:rPr>
        <w:t xml:space="preserve"> </w:t>
      </w:r>
      <w:r w:rsidR="00476253" w:rsidRPr="00C70660">
        <w:rPr>
          <w:rStyle w:val="libAieChar"/>
          <w:rFonts w:hint="cs"/>
          <w:rtl/>
        </w:rPr>
        <w:t>وَجَنَّاتٌ</w:t>
      </w:r>
      <w:r w:rsidR="00476253" w:rsidRPr="00C70660">
        <w:rPr>
          <w:rStyle w:val="libAieChar"/>
          <w:rtl/>
        </w:rPr>
        <w:t xml:space="preserve"> </w:t>
      </w:r>
      <w:r w:rsidR="00476253" w:rsidRPr="00C70660">
        <w:rPr>
          <w:rStyle w:val="libAieChar"/>
          <w:rFonts w:hint="cs"/>
          <w:rtl/>
        </w:rPr>
        <w:t>تَجْرِی</w:t>
      </w:r>
      <w:r w:rsidR="00476253" w:rsidRPr="00C70660">
        <w:rPr>
          <w:rStyle w:val="libAieChar"/>
          <w:rtl/>
        </w:rPr>
        <w:t xml:space="preserve"> مِنْ تَحْتِ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70660">
        <w:rPr>
          <w:rStyle w:val="libAieChar"/>
          <w:rFonts w:hint="cs"/>
          <w:rtl/>
        </w:rPr>
        <w:t>ا</w:t>
      </w:r>
      <w:r w:rsidR="00476253" w:rsidRPr="00C70660">
        <w:rPr>
          <w:rStyle w:val="libAieChar"/>
          <w:rtl/>
        </w:rPr>
        <w:t xml:space="preserve"> </w:t>
      </w:r>
      <w:r w:rsidR="00476253" w:rsidRPr="00C70660">
        <w:rPr>
          <w:rStyle w:val="libAieChar"/>
          <w:rFonts w:hint="cs"/>
          <w:rtl/>
        </w:rPr>
        <w:t>الْ</w:t>
      </w:r>
      <w:r w:rsidR="00BA0B7F">
        <w:rPr>
          <w:rStyle w:val="libAieChar"/>
          <w:rFonts w:hint="cs"/>
          <w:rtl/>
        </w:rPr>
        <w:t>ا</w:t>
      </w:r>
      <w:r w:rsidR="00476253" w:rsidRPr="00C70660">
        <w:rPr>
          <w:rStyle w:val="libAieChar"/>
          <w:rFonts w:hint="eastAsia"/>
          <w:rtl/>
        </w:rPr>
        <w:t>نْ</w:t>
      </w:r>
      <w:r w:rsidR="00705CD5" w:rsidRPr="00705CD5">
        <w:rPr>
          <w:rStyle w:val="libAieChar"/>
          <w:rFonts w:hint="cs"/>
          <w:rtl/>
        </w:rPr>
        <w:t>ه</w:t>
      </w:r>
      <w:r w:rsidR="00476253" w:rsidRPr="00C70660">
        <w:rPr>
          <w:rStyle w:val="libAieChar"/>
          <w:rFonts w:hint="cs"/>
          <w:rtl/>
        </w:rPr>
        <w:t>ارُ</w:t>
      </w:r>
      <w:r w:rsidR="00476253" w:rsidRPr="00C70660">
        <w:rPr>
          <w:rStyle w:val="libAieChar"/>
          <w:rtl/>
        </w:rPr>
        <w:t xml:space="preserve"> خَالِدِ</w:t>
      </w:r>
      <w:r w:rsidR="00476253" w:rsidRPr="00C70660">
        <w:rPr>
          <w:rStyle w:val="libAieChar"/>
          <w:rFonts w:hint="cs"/>
          <w:rtl/>
        </w:rPr>
        <w:t>ی</w:t>
      </w:r>
      <w:r w:rsidR="00476253" w:rsidRPr="00C70660">
        <w:rPr>
          <w:rStyle w:val="libAieChar"/>
          <w:rFonts w:hint="eastAsia"/>
          <w:rtl/>
        </w:rPr>
        <w:t>نَ</w:t>
      </w:r>
      <w:r w:rsidR="00476253" w:rsidRPr="00C70660">
        <w:rPr>
          <w:rStyle w:val="libAieChar"/>
          <w:rtl/>
        </w:rPr>
        <w:t xml:space="preserve"> فِ</w:t>
      </w:r>
      <w:r w:rsidR="00476253" w:rsidRPr="00C70660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C70660">
        <w:rPr>
          <w:rStyle w:val="libAieChar"/>
          <w:rFonts w:hint="cs"/>
          <w:rtl/>
        </w:rPr>
        <w:t>ا</w:t>
      </w:r>
      <w:r w:rsidR="00476253" w:rsidRPr="00C70660">
        <w:rPr>
          <w:rStyle w:val="libAieChar"/>
          <w:rtl/>
        </w:rPr>
        <w:t xml:space="preserve"> وَنِعْمَ </w:t>
      </w:r>
      <w:r w:rsidR="00BA0B7F">
        <w:rPr>
          <w:rStyle w:val="libAieChar"/>
          <w:rtl/>
        </w:rPr>
        <w:t>ا</w:t>
      </w:r>
      <w:r w:rsidR="00476253" w:rsidRPr="00C70660">
        <w:rPr>
          <w:rStyle w:val="libAieChar"/>
          <w:rFonts w:hint="eastAsia"/>
          <w:rtl/>
        </w:rPr>
        <w:t>جْرُ</w:t>
      </w:r>
      <w:r w:rsidR="00476253" w:rsidRPr="00C70660">
        <w:rPr>
          <w:rStyle w:val="libAieChar"/>
          <w:rtl/>
        </w:rPr>
        <w:t xml:space="preserve"> الْعَامِلِ</w:t>
      </w:r>
      <w:r w:rsidR="00476253" w:rsidRPr="00C70660">
        <w:rPr>
          <w:rStyle w:val="libAieChar"/>
          <w:rFonts w:hint="cs"/>
          <w:rtl/>
        </w:rPr>
        <w:t>ی</w:t>
      </w:r>
      <w:r w:rsidR="00476253" w:rsidRPr="00C70660">
        <w:rPr>
          <w:rStyle w:val="libAieChar"/>
          <w:rFonts w:hint="eastAsia"/>
          <w:rtl/>
        </w:rPr>
        <w:t>نَ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(188)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وہ لوگ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جن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جزا مغفرت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وہ جنت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جس کے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چے</w:t>
      </w:r>
      <w:r w:rsidR="00476253">
        <w:rPr>
          <w:rtl/>
          <w:lang w:bidi="ur-PK"/>
        </w:rPr>
        <w:t xml:space="preserve"> نھر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جار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۔وہ ھم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شہ</w:t>
      </w:r>
      <w:r w:rsidR="00476253">
        <w:rPr>
          <w:rtl/>
          <w:lang w:bidi="ur-PK"/>
        </w:rPr>
        <w:t xml:space="preserve"> اس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رہنے والے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عمل کرنے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جزا بھتر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جزاھے“۔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دونوں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کے نزول کے بعد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مسکراتے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ان دو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فرماتے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باھر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کوئ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مجھے اس توبہ کرنے والے جوان تک پہنچائے؟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معاذ</w:t>
      </w:r>
      <w:r>
        <w:rPr>
          <w:rtl/>
          <w:lang w:bidi="ur-PK"/>
        </w:rPr>
        <w:t xml:space="preserve"> بن جبل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!ھم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خبر مل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وہ جوان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باھر پھاڑوں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چھپا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اپنے اصحاب کے ساتھ پھاڑ تک گئے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وہ نہ ملا تو پھر پھاڑ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پہنچے تو اس کو دو پتھ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اپنے دونوں ھاتھ گردن سے باندھے</w:t>
      </w:r>
      <w:r w:rsidR="006E184C">
        <w:rPr>
          <w:rtl/>
          <w:lang w:bidi="ur-PK"/>
        </w:rPr>
        <w:t xml:space="preserve"> ہوئے </w:t>
      </w:r>
      <w:r w:rsidR="00AA04E3">
        <w:rPr>
          <w:rtl/>
          <w:lang w:bidi="ur-PK"/>
        </w:rPr>
        <w:t>ہے</w:t>
      </w:r>
      <w:r>
        <w:rPr>
          <w:rtl/>
          <w:lang w:bidi="ur-PK"/>
        </w:rPr>
        <w:t>، 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شدت سے اس کے چھرہ کا رنگ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رونے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پلک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کھتا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اے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مولا و آقا!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دائش</w:t>
      </w:r>
      <w:r>
        <w:rPr>
          <w:rtl/>
          <w:lang w:bidi="ur-PK"/>
        </w:rPr>
        <w:t xml:space="preserve">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راچھرہ</w:t>
      </w:r>
      <w:r>
        <w:rPr>
          <w:rtl/>
          <w:lang w:bidi="ur-PK"/>
        </w:rPr>
        <w:t xml:space="preserve"> خوبصورت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جانتا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متعلق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ارادہ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مجھے آتش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جگہ دے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اپنے جوار رحمت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جگہ دے گا؟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! پروردگار! تو نے مجھ پر بھت احسان کئے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اس ناچ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بندے پر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فگن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جانتا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انجام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مجھے بہشت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رکھے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آتش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ڈالے گا؟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گناہ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آسمان، عرش و کرس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بڑے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جانتا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گناہ کو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مجھے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وخوار کرے گا۔اس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کلمات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آنکھوں سے آنسو بہہ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اپنے سر پر خاک ڈالتا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وانات</w:t>
      </w:r>
      <w:r>
        <w:rPr>
          <w:rtl/>
          <w:lang w:bidi="ur-PK"/>
        </w:rPr>
        <w:t xml:space="preserve"> اس کے اردگرد جمع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</w:t>
      </w:r>
      <w:r>
        <w:rPr>
          <w:rFonts w:hint="eastAsia"/>
          <w:rtl/>
          <w:lang w:bidi="ur-PK"/>
        </w:rPr>
        <w:t>رندوں</w:t>
      </w:r>
      <w:r>
        <w:rPr>
          <w:rtl/>
          <w:lang w:bidi="ur-PK"/>
        </w:rPr>
        <w:t xml:space="preserve"> نے اس کے اوپر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کے ساتھ رو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آنحضرت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اس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آئے اس کے ھاتھوں کو کھولا، اس کے چھرہ کو صاف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اے بھلول ! تجھے بشارت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کہ خداوندعالم نے تجھے آتش جہنم سے آزاد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کے بعد اصحاب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رخ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جس طرح بھلول نے گناھوںک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اپنے گناھوں کا جبران اور تلاف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کرو، اور اس کے بعدان دونوں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بھلول کو بہشت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بشارت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(189)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61" w:name="_Toc520983998"/>
      <w:r>
        <w:rPr>
          <w:rFonts w:hint="eastAsia"/>
          <w:rtl/>
          <w:lang w:bidi="ur-PK"/>
        </w:rPr>
        <w:t>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اض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</w:t>
      </w:r>
      <w:bookmarkEnd w:id="61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اگرچہ شروع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راہزن تھا اور اپنے ساتھ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سے قافلوں کو روک کر ان کا مال و دولت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کرتا تھا،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مروت و ھمت بلند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اگر قافلہ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اس کا سامان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تھا،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پاس کم مال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تا تھا اس کو </w:t>
      </w:r>
      <w:r>
        <w:rPr>
          <w:rFonts w:hint="eastAsia"/>
          <w:rtl/>
          <w:lang w:bidi="ur-PK"/>
        </w:rPr>
        <w:t>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تھا، اور جن سے مال و دولت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 ان کے پاس کچھ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چھوڑ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تھا،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منھ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موڑتا تھا، نماز و روزہ سے غافل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تھا،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توبہ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رقمطرازھے: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عورت کا عاشق 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تک رسائ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عورت کے گھر کے پاس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tl/>
          <w:lang w:bidi="ur-PK"/>
        </w:rPr>
        <w:t xml:space="preserve"> کے پاس جاتا تھا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نالہ و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کرتا تھا،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رات کا واقعہ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قافلہ وھاں سے گزرھا تھا اور اس قافلہ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قرآن پڑھ رھا تھا چنانچہ اس نے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BA0B7F">
        <w:rPr>
          <w:rStyle w:val="libAieChar"/>
          <w:rtl/>
        </w:rPr>
        <w:t>ا</w:t>
      </w:r>
      <w:r w:rsidR="00476253" w:rsidRPr="00C70660">
        <w:rPr>
          <w:rStyle w:val="libAieChar"/>
          <w:rFonts w:hint="eastAsia"/>
          <w:rtl/>
        </w:rPr>
        <w:t>لَمْ</w:t>
      </w:r>
      <w:r w:rsidR="00476253" w:rsidRPr="00C70660">
        <w:rPr>
          <w:rStyle w:val="libAieChar"/>
          <w:rtl/>
        </w:rPr>
        <w:t xml:space="preserve"> </w:t>
      </w:r>
      <w:r w:rsidR="00476253" w:rsidRPr="00C70660">
        <w:rPr>
          <w:rStyle w:val="libAieChar"/>
          <w:rFonts w:hint="cs"/>
          <w:rtl/>
        </w:rPr>
        <w:t>ی</w:t>
      </w:r>
      <w:r w:rsidR="00BA0B7F">
        <w:rPr>
          <w:rStyle w:val="libAieChar"/>
          <w:rFonts w:hint="eastAsia"/>
          <w:rtl/>
        </w:rPr>
        <w:t>ا</w:t>
      </w:r>
      <w:r w:rsidR="00476253" w:rsidRPr="00C70660">
        <w:rPr>
          <w:rStyle w:val="libAieChar"/>
          <w:rFonts w:hint="eastAsia"/>
          <w:rtl/>
        </w:rPr>
        <w:t>نِ</w:t>
      </w:r>
      <w:r w:rsidR="00476253" w:rsidRPr="00C70660">
        <w:rPr>
          <w:rStyle w:val="libAieChar"/>
          <w:rtl/>
        </w:rPr>
        <w:t xml:space="preserve"> لِلَّذِ</w:t>
      </w:r>
      <w:r w:rsidR="00476253" w:rsidRPr="00C70660">
        <w:rPr>
          <w:rStyle w:val="libAieChar"/>
          <w:rFonts w:hint="cs"/>
          <w:rtl/>
        </w:rPr>
        <w:t>ی</w:t>
      </w:r>
      <w:r w:rsidR="00476253" w:rsidRPr="00C70660">
        <w:rPr>
          <w:rStyle w:val="libAieChar"/>
          <w:rFonts w:hint="eastAsia"/>
          <w:rtl/>
        </w:rPr>
        <w:t>نَ</w:t>
      </w:r>
      <w:r w:rsidR="00476253" w:rsidRPr="00C70660">
        <w:rPr>
          <w:rStyle w:val="libAieChar"/>
          <w:rtl/>
        </w:rPr>
        <w:t xml:space="preserve"> آمَنُوا </w:t>
      </w:r>
      <w:r w:rsidR="00BA0B7F">
        <w:rPr>
          <w:rStyle w:val="libAieChar"/>
          <w:rtl/>
        </w:rPr>
        <w:t>ا</w:t>
      </w:r>
      <w:r w:rsidR="00476253" w:rsidRPr="00C70660">
        <w:rPr>
          <w:rStyle w:val="libAieChar"/>
          <w:rFonts w:hint="eastAsia"/>
          <w:rtl/>
        </w:rPr>
        <w:t>نْ</w:t>
      </w:r>
      <w:r w:rsidR="00476253" w:rsidRPr="00C70660">
        <w:rPr>
          <w:rStyle w:val="libAieChar"/>
          <w:rtl/>
        </w:rPr>
        <w:t xml:space="preserve"> تَخْشَعَ قُلُوبُ</w:t>
      </w:r>
      <w:r w:rsidR="00705CD5" w:rsidRPr="00705CD5">
        <w:rPr>
          <w:rStyle w:val="libAieChar"/>
          <w:rFonts w:hint="cs"/>
          <w:rtl/>
        </w:rPr>
        <w:t>ه</w:t>
      </w:r>
      <w:r w:rsidR="00476253" w:rsidRPr="00C70660">
        <w:rPr>
          <w:rStyle w:val="libAieChar"/>
          <w:rFonts w:hint="cs"/>
          <w:rtl/>
        </w:rPr>
        <w:t>م</w:t>
      </w:r>
      <w:r w:rsidR="00476253" w:rsidRPr="00C70660">
        <w:rPr>
          <w:rStyle w:val="libAieChar"/>
          <w:rtl/>
        </w:rPr>
        <w:t xml:space="preserve"> </w:t>
      </w:r>
      <w:r w:rsidR="00476253" w:rsidRPr="00C70660">
        <w:rPr>
          <w:rStyle w:val="libAieChar"/>
          <w:rFonts w:hint="cs"/>
          <w:rtl/>
        </w:rPr>
        <w:t>لِذِكْرِ</w:t>
      </w:r>
      <w:r w:rsidR="00476253" w:rsidRPr="00C70660">
        <w:rPr>
          <w:rStyle w:val="libAieChar"/>
          <w:rtl/>
        </w:rPr>
        <w:t xml:space="preserve"> </w:t>
      </w:r>
      <w:r w:rsidR="00476253" w:rsidRPr="00C70660">
        <w:rPr>
          <w:rStyle w:val="libAieChar"/>
          <w:rFonts w:hint="cs"/>
          <w:rtl/>
        </w:rPr>
        <w:t>اللهِ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(190)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صاحبان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کے لئے ابھ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وہ وقت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آ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کہ ان کے دل ذکر خدا اور اس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طرف سے نازل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نے والے حق کے لئے نرم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>جائ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سن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tl/>
          <w:lang w:bidi="ur-PK"/>
        </w:rPr>
        <w:t xml:space="preserve"> سے گرپڑے اور کھا: پالنے والے!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وہ وقت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بلکہ اس کا وقت گزر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شرمندہ،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و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اور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نکل پڑا، اس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قافلہ رکا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تھا، جھاں پر لوگ آپس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کہہ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ت</w:t>
      </w:r>
      <w:r>
        <w:rPr>
          <w:rFonts w:hint="eastAsia"/>
          <w:rtl/>
          <w:lang w:bidi="ur-PK"/>
        </w:rPr>
        <w:t>ھے</w:t>
      </w:r>
      <w:r>
        <w:rPr>
          <w:rtl/>
          <w:lang w:bidi="ur-PK"/>
        </w:rPr>
        <w:t xml:space="preserve"> : چلو چلتے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سامان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کرو، دوسرا کھتا تھا: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چلنے کا وقت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راستہ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گا، وہ ھمارا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راستہ</w:t>
      </w:r>
      <w:r>
        <w:rPr>
          <w:rtl/>
          <w:lang w:bidi="ur-PK"/>
        </w:rPr>
        <w:t xml:space="preserve"> روک کر سارا مال و اسباب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لے گا، اس وقت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نے پکارا: اے قافلہ والو! تم لوگوں کو بشارت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اس خطرناک چور اور کم بخت راہزن نے توبہ کرل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غرض</w:t>
      </w:r>
      <w:r>
        <w:rPr>
          <w:rtl/>
          <w:lang w:bidi="ur-PK"/>
        </w:rPr>
        <w:t xml:space="preserve"> اس نے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توبہ کے بعد ان لوگوں کو تلاش کرنا 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جن کا مال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تھااور ان سے معاف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مانگ</w:t>
      </w:r>
      <w:r>
        <w:rPr>
          <w:rFonts w:hint="cs"/>
          <w:rtl/>
          <w:lang w:bidi="ur-PK"/>
        </w:rPr>
        <w:t>ی</w:t>
      </w:r>
      <w:r w:rsidR="0005211C" w:rsidRPr="00125F42">
        <w:rPr>
          <w:rStyle w:val="libFootnotenumChar"/>
          <w:rtl/>
          <w:lang w:bidi="ur-PK"/>
        </w:rPr>
        <w:t>(191)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مدت کے بعد وہ بھت بڑے اور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عارف بن گئے اور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 جن کے حکمت آم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کلمات 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62" w:name="_Toc520983999"/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توبہ کرنے والے مسلمان</w:t>
      </w:r>
      <w:bookmarkEnd w:id="62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جس</w:t>
      </w:r>
      <w:r>
        <w:rPr>
          <w:rtl/>
          <w:lang w:bidi="ur-PK"/>
        </w:rPr>
        <w:t xml:space="preserve"> وقت جنگ تبوک کا مسئلہ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؛کعب بن مالک، مرارة بن 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اور ھلال بن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کے ساتھ باطل کے خلاف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جانے کے لئے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کاھل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آرام طلب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علاوہ اور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لشکر اسلام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روانہ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کے ساتھ نہ جانے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اور شرمندہ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وقت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جنگ تبوک سے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واپس پلٹے،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افراد آنحضرت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عذر خواھ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ندامت کا اظھار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آنحضرت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حرف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سے نہ کھا، اور تمام مسلمانوں کو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سے </w:t>
      </w:r>
      <w:r>
        <w:rPr>
          <w:rFonts w:hint="eastAsia"/>
          <w:rtl/>
          <w:lang w:bidi="ur-PK"/>
        </w:rPr>
        <w:t>کلام</w:t>
      </w:r>
      <w:r>
        <w:rPr>
          <w:rtl/>
          <w:lang w:bidi="ur-PK"/>
        </w:rPr>
        <w:t xml:space="preserve"> نہ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نوبت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ان کے اھل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آئے اور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!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ھم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لوگوں سے دور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 سے کلام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آنحضرت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ان کو اجازت نہ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تم لوگ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مت جاؤ اور نہ ان سے کلام کرو۔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شھر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رہنے کے لئے جگہ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ھر طرف سے ان کا 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کاٹ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نے لگا،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ان لوگوں نے اس مشکل سے نجات پانے کے لئے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پھاڑ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پناہ لے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تمام مشکلات کے علاوہ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دوسرا جھٹکا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لگا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کعب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کے بازار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غم و اندوہ کے عالم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تھا،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اثنا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مجھے تلاش کرتا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تو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مجھے پہچانا ”سلطان غسّان“ کا خط مجھے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لکھا</w:t>
      </w:r>
      <w:r w:rsidR="003264F6">
        <w:rPr>
          <w:rtl/>
          <w:lang w:bidi="ur-PK"/>
        </w:rPr>
        <w:t xml:space="preserve"> ہو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تھا: اگر تمھارے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نے تمھارا 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کاٹ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تم ھمارے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آجاؤ، کعب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آگ لگ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کھا: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! نوبت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دشمنان اسلام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سوچنے پر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بھر</w:t>
      </w:r>
      <w:r>
        <w:rPr>
          <w:rtl/>
          <w:lang w:bidi="ur-PK"/>
        </w:rPr>
        <w:t xml:space="preserve"> حال بعض رشتہ دار ان کے لئے کھانا لے 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کھانا ان کے سامنے 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 سے کلام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کرتے تھے۔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توبہ</w:t>
      </w:r>
      <w:r>
        <w:rPr>
          <w:rtl/>
          <w:lang w:bidi="ur-PK"/>
        </w:rPr>
        <w:t xml:space="preserve">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کا بھت انتظار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آئے تاکہ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چنانچہ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کھا: تمام لوگوں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خود ھمارے گھروالوں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ھم سے قطع تعلق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آؤ ھم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سے قطع تعلق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وہ سب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سے جدا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گئے، اور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الگ الگ پھاڑ کے گوشوں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ںچلا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خداک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نالہ و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شرمندگ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آنسو بھائے، تواضع و انکسار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سجدہ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سر رکھا اور اپنے ٹوٹے</w:t>
      </w:r>
      <w:r w:rsidR="006E184C">
        <w:rPr>
          <w:rtl/>
          <w:lang w:bidi="ur-PK"/>
        </w:rPr>
        <w:t xml:space="preserve"> </w:t>
      </w:r>
      <w:r w:rsidR="006E184C">
        <w:rPr>
          <w:rtl/>
          <w:lang w:bidi="ur-PK"/>
        </w:rPr>
        <w:lastRenderedPageBreak/>
        <w:t xml:space="preserve">ہوئے </w:t>
      </w:r>
      <w:r>
        <w:rPr>
          <w:rtl/>
          <w:lang w:bidi="ur-PK"/>
        </w:rPr>
        <w:t>دلوں سے ط</w:t>
      </w:r>
      <w:r>
        <w:rPr>
          <w:rFonts w:hint="eastAsia"/>
          <w:rtl/>
          <w:lang w:bidi="ur-PK"/>
        </w:rPr>
        <w:t>لب</w:t>
      </w:r>
      <w:r>
        <w:rPr>
          <w:rtl/>
          <w:lang w:bidi="ur-PK"/>
        </w:rPr>
        <w:t xml:space="preserve"> مغفرت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غرض پچاس دن توبہ و استغفار اور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بعد درج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کے لئے بشارت بن کر نازل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</w:t>
      </w:r>
      <w:r w:rsidR="0005211C" w:rsidRPr="00125F42">
        <w:rPr>
          <w:rStyle w:val="libFootnotenumChar"/>
          <w:rtl/>
          <w:lang w:bidi="ur-PK"/>
        </w:rPr>
        <w:t>(192)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05211C">
        <w:rPr>
          <w:rStyle w:val="libAlaemChar"/>
          <w:rtl/>
        </w:rPr>
        <w:t>(</w:t>
      </w:r>
      <w:r w:rsidRPr="00C70660">
        <w:rPr>
          <w:rStyle w:val="libAieChar"/>
          <w:rtl/>
        </w:rPr>
        <w:t>وَعَلَ</w:t>
      </w:r>
      <w:r w:rsidRPr="00C70660">
        <w:rPr>
          <w:rStyle w:val="libAieChar"/>
          <w:rFonts w:hint="cs"/>
          <w:rtl/>
        </w:rPr>
        <w:t>ی</w:t>
      </w:r>
      <w:r w:rsidRPr="00C70660">
        <w:rPr>
          <w:rStyle w:val="libAieChar"/>
          <w:rtl/>
        </w:rPr>
        <w:t xml:space="preserve"> الثَّلَاثَةِ الَّذِ</w:t>
      </w:r>
      <w:r w:rsidRPr="00C70660">
        <w:rPr>
          <w:rStyle w:val="libAieChar"/>
          <w:rFonts w:hint="cs"/>
          <w:rtl/>
        </w:rPr>
        <w:t>ی</w:t>
      </w:r>
      <w:r w:rsidRPr="00C70660">
        <w:rPr>
          <w:rStyle w:val="libAieChar"/>
          <w:rFonts w:hint="eastAsia"/>
          <w:rtl/>
        </w:rPr>
        <w:t>نَ</w:t>
      </w:r>
      <w:r w:rsidRPr="00C70660">
        <w:rPr>
          <w:rStyle w:val="libAieChar"/>
          <w:rtl/>
        </w:rPr>
        <w:t xml:space="preserve"> خُلِّفُوا حَتَّ</w:t>
      </w:r>
      <w:r w:rsidRPr="00C70660">
        <w:rPr>
          <w:rStyle w:val="libAieChar"/>
          <w:rFonts w:hint="cs"/>
          <w:rtl/>
        </w:rPr>
        <w:t>ی</w:t>
      </w:r>
      <w:r w:rsidRPr="00C70660">
        <w:rPr>
          <w:rStyle w:val="libAieChar"/>
          <w:rtl/>
        </w:rPr>
        <w:t xml:space="preserve"> إِذَا ضَاقَتْ عَلَ</w:t>
      </w:r>
      <w:r w:rsidRPr="00C70660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Pr="00C70660">
        <w:rPr>
          <w:rStyle w:val="libAieChar"/>
          <w:rFonts w:hint="cs"/>
          <w:rtl/>
        </w:rPr>
        <w:t>م</w:t>
      </w:r>
      <w:r w:rsidRPr="00C70660">
        <w:rPr>
          <w:rStyle w:val="libAieChar"/>
          <w:rtl/>
        </w:rPr>
        <w:t xml:space="preserve"> الْ</w:t>
      </w:r>
      <w:r w:rsidR="00BA0B7F">
        <w:rPr>
          <w:rStyle w:val="libAieChar"/>
          <w:rtl/>
        </w:rPr>
        <w:t>ا</w:t>
      </w:r>
      <w:r w:rsidRPr="00C70660">
        <w:rPr>
          <w:rStyle w:val="libAieChar"/>
          <w:rFonts w:hint="eastAsia"/>
          <w:rtl/>
        </w:rPr>
        <w:t>رْضُ</w:t>
      </w:r>
      <w:r w:rsidRPr="00C70660">
        <w:rPr>
          <w:rStyle w:val="libAieChar"/>
          <w:rtl/>
        </w:rPr>
        <w:t xml:space="preserve"> بِمَا رَحُبَتْ وَضَاقَتْ عَلَ</w:t>
      </w:r>
      <w:r w:rsidRPr="00C70660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Pr="00C70660">
        <w:rPr>
          <w:rStyle w:val="libAieChar"/>
          <w:rFonts w:hint="cs"/>
          <w:rtl/>
        </w:rPr>
        <w:t>م</w:t>
      </w:r>
      <w:r w:rsidRPr="00C70660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Pr="00C70660">
        <w:rPr>
          <w:rStyle w:val="libAieChar"/>
          <w:rFonts w:hint="eastAsia"/>
          <w:rtl/>
        </w:rPr>
        <w:t>نفُسُ</w:t>
      </w:r>
      <w:r w:rsidR="00705CD5" w:rsidRPr="00705CD5">
        <w:rPr>
          <w:rStyle w:val="libAieChar"/>
          <w:rFonts w:hint="cs"/>
          <w:rtl/>
        </w:rPr>
        <w:t>ه</w:t>
      </w:r>
      <w:r w:rsidRPr="00C70660">
        <w:rPr>
          <w:rStyle w:val="libAieChar"/>
          <w:rFonts w:hint="cs"/>
          <w:rtl/>
        </w:rPr>
        <w:t>م</w:t>
      </w:r>
      <w:r w:rsidRPr="00C70660">
        <w:rPr>
          <w:rStyle w:val="libAieChar"/>
          <w:rtl/>
        </w:rPr>
        <w:t xml:space="preserve"> وَظَنُّوا </w:t>
      </w:r>
      <w:r w:rsidR="00BA0B7F">
        <w:rPr>
          <w:rStyle w:val="libAieChar"/>
          <w:rtl/>
        </w:rPr>
        <w:t>ا</w:t>
      </w:r>
      <w:r w:rsidRPr="00C70660">
        <w:rPr>
          <w:rStyle w:val="libAieChar"/>
          <w:rFonts w:hint="eastAsia"/>
          <w:rtl/>
        </w:rPr>
        <w:t>نْ</w:t>
      </w:r>
      <w:r w:rsidRPr="00C70660">
        <w:rPr>
          <w:rStyle w:val="libAieChar"/>
          <w:rtl/>
        </w:rPr>
        <w:t xml:space="preserve"> لاَمَلْجَ</w:t>
      </w:r>
      <w:r w:rsidR="00BA0B7F">
        <w:rPr>
          <w:rStyle w:val="libAieChar"/>
          <w:rtl/>
        </w:rPr>
        <w:t>ا</w:t>
      </w:r>
      <w:r w:rsidRPr="00C70660">
        <w:rPr>
          <w:rStyle w:val="libAieChar"/>
          <w:rtl/>
        </w:rPr>
        <w:t xml:space="preserve"> مِنْ اللهِ إِلاَّ إِلَ</w:t>
      </w:r>
      <w:r w:rsidRPr="00C70660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Pr="00C70660">
        <w:rPr>
          <w:rStyle w:val="libAieChar"/>
          <w:rFonts w:hint="cs"/>
          <w:rtl/>
        </w:rPr>
        <w:t>ِ</w:t>
      </w:r>
      <w:r w:rsidRPr="00C70660">
        <w:rPr>
          <w:rStyle w:val="libAieChar"/>
          <w:rtl/>
        </w:rPr>
        <w:t xml:space="preserve"> ثُمَّ تَابَ عَلَ</w:t>
      </w:r>
      <w:r w:rsidRPr="00C70660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Pr="00C70660">
        <w:rPr>
          <w:rStyle w:val="libAieChar"/>
          <w:rFonts w:hint="cs"/>
          <w:rtl/>
        </w:rPr>
        <w:t>م</w:t>
      </w:r>
      <w:r w:rsidRPr="00C70660">
        <w:rPr>
          <w:rStyle w:val="libAieChar"/>
          <w:rtl/>
        </w:rPr>
        <w:t xml:space="preserve"> لِ</w:t>
      </w:r>
      <w:r w:rsidRPr="00C70660">
        <w:rPr>
          <w:rStyle w:val="libAieChar"/>
          <w:rFonts w:hint="cs"/>
          <w:rtl/>
        </w:rPr>
        <w:t>ی</w:t>
      </w:r>
      <w:r w:rsidRPr="00C70660">
        <w:rPr>
          <w:rStyle w:val="libAieChar"/>
          <w:rFonts w:hint="eastAsia"/>
          <w:rtl/>
        </w:rPr>
        <w:t>تُوبُوا</w:t>
      </w:r>
      <w:r w:rsidRPr="00C70660">
        <w:rPr>
          <w:rStyle w:val="libAieChar"/>
          <w:rtl/>
        </w:rPr>
        <w:t xml:space="preserve"> إِنَّ اللهَ </w:t>
      </w:r>
      <w:r w:rsidR="00705CD5" w:rsidRPr="00705CD5">
        <w:rPr>
          <w:rStyle w:val="libAieChar"/>
          <w:rFonts w:hint="cs"/>
          <w:rtl/>
        </w:rPr>
        <w:t>ه</w:t>
      </w:r>
      <w:r w:rsidRPr="00C70660">
        <w:rPr>
          <w:rStyle w:val="libAieChar"/>
          <w:rFonts w:hint="cs"/>
          <w:rtl/>
        </w:rPr>
        <w:t>ُوَ</w:t>
      </w:r>
      <w:r w:rsidRPr="00C70660">
        <w:rPr>
          <w:rStyle w:val="libAieChar"/>
          <w:rtl/>
        </w:rPr>
        <w:t xml:space="preserve"> </w:t>
      </w:r>
      <w:r w:rsidRPr="00C70660">
        <w:rPr>
          <w:rStyle w:val="libAieChar"/>
          <w:rFonts w:hint="cs"/>
          <w:rtl/>
        </w:rPr>
        <w:t>التَّوَّابُ</w:t>
      </w:r>
      <w:r w:rsidRPr="00C70660">
        <w:rPr>
          <w:rStyle w:val="libAieChar"/>
          <w:rtl/>
        </w:rPr>
        <w:t xml:space="preserve"> </w:t>
      </w:r>
      <w:r w:rsidRPr="00C70660">
        <w:rPr>
          <w:rStyle w:val="libAieChar"/>
          <w:rFonts w:hint="cs"/>
          <w:rtl/>
        </w:rPr>
        <w:t>الرَّحِی</w:t>
      </w:r>
      <w:r w:rsidRPr="00C70660">
        <w:rPr>
          <w:rStyle w:val="libAieChar"/>
          <w:rFonts w:hint="eastAsia"/>
          <w:rtl/>
        </w:rPr>
        <w:t>مُ</w:t>
      </w:r>
      <w:r w:rsidR="006F6A7F" w:rsidRPr="006F6A7F">
        <w:rPr>
          <w:rStyle w:val="libAlaemChar"/>
          <w:rtl/>
        </w:rPr>
        <w:t>)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(193)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”اوراللہ</w:t>
      </w:r>
      <w:r>
        <w:rPr>
          <w:rtl/>
          <w:lang w:bidi="ur-PK"/>
        </w:rPr>
        <w:t xml:space="preserve"> نے ان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 جھاد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رہ گئے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جب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وسعتوں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ان پر تنگ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 کے دم پر بن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انھوں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اب اللہ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گاہ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تو اللہ 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توجہ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وہ توبہ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لئے کہ وہ بڑا توبہ قبول کرنے والا اور رحم کرنے والا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63" w:name="_Toc520984000"/>
      <w:r>
        <w:rPr>
          <w:rFonts w:hint="eastAsia"/>
          <w:rtl/>
          <w:lang w:bidi="ur-PK"/>
        </w:rPr>
        <w:t>حر</w:t>
      </w:r>
      <w:r>
        <w:rPr>
          <w:rtl/>
          <w:lang w:bidi="ur-PK"/>
        </w:rPr>
        <w:t xml:space="preserve"> ّ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</w:t>
      </w:r>
      <w:bookmarkEnd w:id="63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حر</w:t>
      </w:r>
      <w:r>
        <w:rPr>
          <w:rtl/>
          <w:lang w:bidi="ur-PK"/>
        </w:rPr>
        <w:t xml:space="preserve"> ّ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پھلے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ساتھ نہ تھا،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آخر کار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ساتھ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گئے، حر ّا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جوان اور آزاد انسان تھا، اس بے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جملہ ”المامور معذور “(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مامور معذور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) پر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تھا، ظالم حکمراں کے حکم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اس سے مقابلہ کے لئے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استقامت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شھادت کے درجہ پر فائز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گئے۔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حر</w:t>
      </w:r>
      <w:r>
        <w:rPr>
          <w:rtl/>
          <w:lang w:bidi="ur-PK"/>
        </w:rPr>
        <w:t xml:space="preserve"> ّکا شمار کوفہ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لشکر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سرداروں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تھا اور عرب کے مشھور خاندان سے اس کا تعلق تھا،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کوفہ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موقع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فائدہ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</w:t>
      </w:r>
      <w:r>
        <w:rPr>
          <w:rtl/>
          <w:lang w:bidi="ur-PK"/>
        </w:rPr>
        <w:t xml:space="preserve"> حر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 کے لشکر کا سردار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(عل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روانہ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تاکہ امام کو گ</w:t>
      </w:r>
      <w:r>
        <w:rPr>
          <w:rFonts w:hint="eastAsia"/>
          <w:rtl/>
          <w:lang w:bidi="ur-PK"/>
        </w:rPr>
        <w:t>رفتار</w:t>
      </w:r>
      <w:r>
        <w:rPr>
          <w:rtl/>
          <w:lang w:bidi="ur-PK"/>
        </w:rPr>
        <w:t xml:space="preserve"> کرکے کوفہ لے آئے۔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جس وقت حر کو ّلشکر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 نامہ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ابن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کے محل سے باھر نکلا، تو اس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آواز سنائ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اے حر ّت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بشارت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حر نے مڑکر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تو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چنانچہ اس نے خود سے کھا: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بشارت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جو شخص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جنگ ک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لئے جارھا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اس کے لئے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بشارت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سے؟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حر</w:t>
      </w:r>
      <w:r>
        <w:rPr>
          <w:rtl/>
          <w:lang w:bidi="ur-PK"/>
        </w:rPr>
        <w:t xml:space="preserve"> ّا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مفکر اور دق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انسان تھا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اندھ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کرتا تھا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شخص نہ تھا جو مقام منصب کے لالچ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ڈالے، بعض لوگ جتنے بلند مقام پر پہنچ جاتے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وہ حاکم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گزار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 کو بالائے طاق 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اپنے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ڈ</w:t>
      </w:r>
      <w:r>
        <w:rPr>
          <w:rFonts w:hint="eastAsia"/>
          <w:rtl/>
          <w:lang w:bidi="ur-PK"/>
        </w:rPr>
        <w:t>التے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تشخ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دے پاتے، اوپر والے حاکم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کہہ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بُرا مانتے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کو برا شمار کرنے لگتے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وہ گمان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اوپر والے حاکم خطا و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کرتے، جو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حر ّا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تھا، غور و فکر کرتا تھا اور اندھ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بے جا اطاعت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کرتا تھا۔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صبح</w:t>
      </w:r>
      <w:r>
        <w:rPr>
          <w:rtl/>
          <w:lang w:bidi="ur-PK"/>
        </w:rPr>
        <w:t xml:space="preserve"> کے وقت حر 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 کا لشکر کوفہ سے روانہ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عربستان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ابان</w:t>
      </w:r>
      <w:r>
        <w:rPr>
          <w:rtl/>
          <w:lang w:bidi="ur-PK"/>
        </w:rPr>
        <w:t xml:space="preserve"> کا راستہ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عالم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روز ظھر کے وقت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(عل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السلام) سے ملاقات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حر</w:t>
      </w:r>
      <w:r>
        <w:rPr>
          <w:rtl/>
          <w:lang w:bidi="ur-PK"/>
        </w:rPr>
        <w:t xml:space="preserve"> ّ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اسا</w:t>
      </w:r>
      <w:r>
        <w:rPr>
          <w:rtl/>
          <w:lang w:bidi="ur-PK"/>
        </w:rPr>
        <w:t xml:space="preserve"> تھا، اس کا لشکر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اسا</w:t>
      </w:r>
      <w:r>
        <w:rPr>
          <w:rtl/>
          <w:lang w:bidi="ur-PK"/>
        </w:rPr>
        <w:t xml:space="preserve"> تھا، گھوڑے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تھے اس علاقہ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ملتا تھا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موقع پر اگر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پلاتے تو وہ اور اس کا لشکر خود بخود مرجاتا، اور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جنگ کئے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آپ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دشمن سے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کے بجائے اس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اپنے جوانوں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حر</w:t>
      </w:r>
      <w:r>
        <w:rPr>
          <w:rtl/>
          <w:lang w:bidi="ur-PK"/>
        </w:rPr>
        <w:t xml:space="preserve"> ّ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اس کو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پلاؤ، اس کا لشکر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پلاؤ اور ان کے گھوڑے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</w:t>
      </w:r>
      <w:r>
        <w:rPr>
          <w:rtl/>
          <w:lang w:bidi="ur-PK"/>
        </w:rPr>
        <w:t xml:space="preserve"> کرو۔ جوانوں نے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حر اوراس کے لشکر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ان کے گھوڑوں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ادھر</w:t>
      </w:r>
      <w:r>
        <w:rPr>
          <w:rtl/>
          <w:lang w:bidi="ur-PK"/>
        </w:rPr>
        <w:t xml:space="preserve"> نماز کا وقت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موذن نے اذان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م</w:t>
      </w:r>
      <w:r w:rsidR="00AA04E3">
        <w:rPr>
          <w:rtl/>
          <w:lang w:bidi="ur-PK"/>
        </w:rPr>
        <w:t>و</w:t>
      </w:r>
      <w:r>
        <w:rPr>
          <w:rFonts w:hint="eastAsia"/>
          <w:rtl/>
          <w:lang w:bidi="ur-PK"/>
        </w:rPr>
        <w:t>ذن</w:t>
      </w:r>
      <w:r>
        <w:rPr>
          <w:rtl/>
          <w:lang w:bidi="ur-PK"/>
        </w:rPr>
        <w:t xml:space="preserve">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اقامت کھو، اس نے اقامت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حر ّ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 اپنے لشکر والوں کے ساتھ نماز ادا کروگے؟ ! حر ّ نے کھا: ن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آپ کے ساتھ نماز پڑھوں گا!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طاقتور سردار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جملہ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عکاس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حر کا اپنے اور اپنے لشکر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کس قدر کنٹرول تھا کہ خود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سامنے تواضع و انکسار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آئے اور اپنے ساتھ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کام پر آمادہ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حرّکا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ادب،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کرن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سے نفس پر غلبہ کے لئے روز بروز طاقت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اس کو اس قدر طاقتور بنادے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جس وقت انقلاب آئے تو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ہزار لشکر کے مقابلہ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پر قائم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اور اپنے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رکھے اور اپنے نفس پر غالب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حر ّ کے اندر ادب اور طاقت کے دو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پھلو موجود تھے، جو 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ان صفات کے حامل کو ان صفات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بادشاہ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پس جس کے اندر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صفت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وہ طاقت اور ادب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مالک بن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حر</w:t>
      </w:r>
      <w:r>
        <w:rPr>
          <w:rtl/>
          <w:lang w:bidi="ur-PK"/>
        </w:rPr>
        <w:t xml:space="preserve"> ّ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سے پھلا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تھا کہ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ساتھ نماز جماعت ادا کرے، اور اس سردار کا نماز جماعت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حاکم سے لاپرواھ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نمونہ تھا۔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حر ّ کے لشکر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نماز اھل کوفہ کے تضاد اور ٹکراؤ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عکاس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کررھ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تو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ساتھ نماز پڑھ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اقرار کر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فرمانبردار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امام </w:t>
      </w:r>
      <w:r>
        <w:rPr>
          <w:rFonts w:hint="eastAsia"/>
          <w:rtl/>
          <w:lang w:bidi="ur-PK"/>
        </w:rPr>
        <w:t>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قتل کے درپے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اھل</w:t>
      </w:r>
      <w:r>
        <w:rPr>
          <w:rtl/>
          <w:lang w:bidi="ur-PK"/>
        </w:rPr>
        <w:t xml:space="preserve"> کوفہ نے نماز عصر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ساتھ پڑھ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نماز مسلمان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کوف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نے نماز پڑھ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مسلمان تھے،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روکار</w:t>
      </w:r>
      <w:r>
        <w:rPr>
          <w:rtl/>
          <w:lang w:bidi="ur-PK"/>
        </w:rPr>
        <w:t xml:space="preserve"> تھے،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فرزند رسول، وص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اور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امطلب؟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تضاد اور ٹکراؤدوسرے لوگوں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نماز</w:t>
      </w:r>
      <w:r>
        <w:rPr>
          <w:rtl/>
          <w:lang w:bidi="ur-PK"/>
        </w:rPr>
        <w:t xml:space="preserve"> عصر کے بعد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اھل کوفہ کو خطاب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اس طرح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”خدا</w:t>
      </w:r>
      <w:r>
        <w:rPr>
          <w:rtl/>
          <w:lang w:bidi="ur-PK"/>
        </w:rPr>
        <w:t xml:space="preserve"> سے ڈرو،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جان لو کہ حق کدھر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تاکہ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خوشنود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کرسکو۔ ھم اھل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حکومت ھمارا حق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نہ کہ ظالم و ستمگرکا حق، اگر حق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پہچانتے، اور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خطوط لکھ کر اس پر وفا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کرتے تو مجھے تم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مطلب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واپس چلا جاتا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حر</w:t>
      </w:r>
      <w:r>
        <w:rPr>
          <w:rtl/>
          <w:lang w:bidi="ur-PK"/>
        </w:rPr>
        <w:t xml:space="preserve"> ّ نے کھا: مجھے خطوط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خطوط منگوائے اور حر ّ کے سامنے رکھ دئے،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حر ّ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لکھا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 w:rsidR="00AA04E3">
        <w:rPr>
          <w:rFonts w:hint="eastAsia"/>
          <w:rtl/>
          <w:lang w:bidi="ur-PK"/>
        </w:rPr>
        <w:t xml:space="preserve"> ہیں </w:t>
      </w:r>
      <w:r>
        <w:rPr>
          <w:rtl/>
          <w:lang w:bidi="ur-PK"/>
        </w:rPr>
        <w:t xml:space="preserve"> سے آپ کو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پاس لے چلتا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آرزو کے آگے موت تجھ سے 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کے بعد اپنے اصحاب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رخ کرکے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سوارھوجاؤ، چنانچہ وہ سوار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گئے، اور اھل حرم کے سوار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کا انتظار کرنے لگے، سوارے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کے بعد واپس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ناچاھتے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حر کے لشکر نے راستہ روک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حر ّ سے کھا: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ٹھے،</w:t>
      </w:r>
      <w:r>
        <w:rPr>
          <w:rtl/>
          <w:lang w:bidi="ur-PK"/>
        </w:rPr>
        <w:t xml:space="preserve">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حرّ نے کھا: اگر عرب کا کو 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دوسرا شخص مجھے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کھتااور آپ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کو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چھوڑتا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کو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بٹھاد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تا،</w:t>
      </w:r>
      <w:r>
        <w:rPr>
          <w:rtl/>
          <w:lang w:bidi="ur-PK"/>
        </w:rPr>
        <w:t xml:space="preserve"> چاھے جو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مجھے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حق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کا نام (اس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طرح) لوں، 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احسان سے 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C70660">
        <w:rPr>
          <w:rStyle w:val="libArabicChar"/>
          <w:rFonts w:hint="eastAsia"/>
          <w:rtl/>
        </w:rPr>
        <w:t>وَلَكِنْ</w:t>
      </w:r>
      <w:r w:rsidRPr="00C70660">
        <w:rPr>
          <w:rStyle w:val="libArabicChar"/>
          <w:rtl/>
        </w:rPr>
        <w:t xml:space="preserve"> وَاللّٰ</w:t>
      </w:r>
      <w:r w:rsidR="00705CD5" w:rsidRPr="00163EB1">
        <w:rPr>
          <w:rStyle w:val="libArabicChar"/>
          <w:rFonts w:hint="cs"/>
          <w:rtl/>
        </w:rPr>
        <w:t>ه</w:t>
      </w:r>
      <w:r w:rsidRPr="00C70660">
        <w:rPr>
          <w:rStyle w:val="libArabicChar"/>
          <w:rFonts w:hint="cs"/>
          <w:rtl/>
        </w:rPr>
        <w:t>ِ</w:t>
      </w:r>
      <w:r w:rsidRPr="00C70660">
        <w:rPr>
          <w:rStyle w:val="libArabicChar"/>
          <w:rtl/>
        </w:rPr>
        <w:t xml:space="preserve"> </w:t>
      </w:r>
      <w:r w:rsidRPr="00C70660">
        <w:rPr>
          <w:rStyle w:val="libArabicChar"/>
          <w:rFonts w:hint="cs"/>
          <w:rtl/>
        </w:rPr>
        <w:t>مَالِی</w:t>
      </w:r>
      <w:r w:rsidRPr="00C70660">
        <w:rPr>
          <w:rStyle w:val="libArabicChar"/>
          <w:rtl/>
        </w:rPr>
        <w:t xml:space="preserve"> اِلَ</w:t>
      </w:r>
      <w:r w:rsidRPr="00C70660">
        <w:rPr>
          <w:rStyle w:val="libArabicChar"/>
          <w:rFonts w:hint="cs"/>
          <w:rtl/>
        </w:rPr>
        <w:t>ی</w:t>
      </w:r>
      <w:r w:rsidRPr="00C70660">
        <w:rPr>
          <w:rStyle w:val="libArabicChar"/>
          <w:rtl/>
        </w:rPr>
        <w:t xml:space="preserve"> ذِكْرِ اُمِّكَ مُنْ سِب</w:t>
      </w:r>
      <w:r w:rsidRPr="00C70660">
        <w:rPr>
          <w:rStyle w:val="libArabicChar"/>
          <w:rFonts w:hint="cs"/>
          <w:rtl/>
        </w:rPr>
        <w:t>ی</w:t>
      </w:r>
      <w:r w:rsidRPr="00C70660">
        <w:rPr>
          <w:rStyle w:val="libArabicChar"/>
          <w:rFonts w:hint="eastAsia"/>
          <w:rtl/>
        </w:rPr>
        <w:t>لٍ</w:t>
      </w:r>
      <w:r w:rsidRPr="00C70660">
        <w:rPr>
          <w:rStyle w:val="libArabicChar"/>
          <w:rtl/>
        </w:rPr>
        <w:t xml:space="preserve"> اِلاَّ بِاَحْسَنِ مَا </w:t>
      </w:r>
      <w:r w:rsidRPr="00C70660">
        <w:rPr>
          <w:rStyle w:val="libArabicChar"/>
          <w:rFonts w:hint="cs"/>
          <w:rtl/>
        </w:rPr>
        <w:t>ی</w:t>
      </w:r>
      <w:r w:rsidRPr="00C70660">
        <w:rPr>
          <w:rStyle w:val="libArabicChar"/>
          <w:rFonts w:hint="eastAsia"/>
          <w:rtl/>
        </w:rPr>
        <w:t>قْدِرُ</w:t>
      </w:r>
      <w:r w:rsidRPr="00C70660">
        <w:rPr>
          <w:rStyle w:val="libArabicChar"/>
          <w:rtl/>
        </w:rPr>
        <w:t xml:space="preserve"> عَلَ</w:t>
      </w:r>
      <w:r w:rsidRPr="00C70660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C70660">
        <w:rPr>
          <w:rStyle w:val="libArabicChar"/>
          <w:rFonts w:hint="cs"/>
          <w:rtl/>
        </w:rPr>
        <w:t>ِ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(194)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 حرنے کھا: مجھے آپ سے جنگ کرنے کا حکم ن</w:t>
      </w:r>
      <w:r w:rsidR="00AA04E3">
        <w:rPr>
          <w:rtl/>
          <w:lang w:bidi="ur-PK"/>
        </w:rPr>
        <w:t xml:space="preserve"> ہیں ہے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راستہ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کرسکتے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نہ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جاتا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اور نہ کوفہ،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اس کے بعد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حکم آئے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مشکل سے نجات پاجاؤں، اور اس کے بعد قسم کھاکر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کھا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ااباعبد</w:t>
      </w:r>
      <w:r>
        <w:rPr>
          <w:rtl/>
          <w:lang w:bidi="ur-PK"/>
        </w:rPr>
        <w:t xml:space="preserve"> اللہ! ا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جنگ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تو قتل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تو مجھے موت سے ڈراتا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 تمھارا انجام کار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پہنچ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مجھے قتل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! اس کے بعد دونوں لشکر روانہ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گئے، راستہ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کوفہ سے آنے والے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مددگار آپہنچے، حرّ نے ان کو گرفتار ک</w:t>
      </w:r>
      <w:r>
        <w:rPr>
          <w:rFonts w:hint="eastAsia"/>
          <w:rtl/>
          <w:lang w:bidi="ur-PK"/>
        </w:rPr>
        <w:t>رکے</w:t>
      </w:r>
      <w:r>
        <w:rPr>
          <w:rtl/>
          <w:lang w:bidi="ur-PK"/>
        </w:rPr>
        <w:t xml:space="preserve"> کوفہ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ارادہ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روکتے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دفاع کروں گا، جس طرح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کا دفاع کرتا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حر ّ نے اپنا حکم واپس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وہ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ساتھ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گئے۔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آخر</w:t>
      </w:r>
      <w:r>
        <w:rPr>
          <w:rtl/>
          <w:lang w:bidi="ur-PK"/>
        </w:rPr>
        <w:t xml:space="preserve"> کار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لائے،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 دستہ دستہ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قتل کے لئے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جمع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اس فوج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بڑھت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عمر سعد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لشکر کا سردار تھا حرّ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سپاہ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سرداروں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وقت عمر سعد جنگ کے لئے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حر ّ کو اس بات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 تھا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روکار،</w:t>
      </w:r>
      <w:r>
        <w:rPr>
          <w:rtl/>
          <w:lang w:bidi="ur-PK"/>
        </w:rPr>
        <w:t xml:space="preserve"> فرزند رسول پر حملہ کرنے کے لئے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چنانچہ حر، عمر سعد کے پاس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واقعاً (امام)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جنگ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عمر سعد نے کھا: ھاں ھاں!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گھمسان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حرّ نے کھا: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(امام)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شکش</w:t>
      </w:r>
      <w:r>
        <w:rPr>
          <w:rtl/>
          <w:lang w:bidi="ur-PK"/>
        </w:rPr>
        <w:t xml:space="preserve"> کو قبول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ا؟</w:t>
      </w:r>
      <w:r>
        <w:rPr>
          <w:rtl/>
          <w:lang w:bidi="ur-PK"/>
        </w:rPr>
        <w:t xml:space="preserve"> عمر سعد نے کھا: مجھے مکمل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اگر مجھے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تو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تا،</w:t>
      </w:r>
      <w:r>
        <w:rPr>
          <w:rtl/>
          <w:lang w:bidi="ur-PK"/>
        </w:rPr>
        <w:t xml:space="preserve"> پورا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ھاتھوں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”المامور معذور “!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حر</w:t>
      </w:r>
      <w:r>
        <w:rPr>
          <w:rtl/>
          <w:lang w:bidi="ur-PK"/>
        </w:rPr>
        <w:t xml:space="preserve"> ّ نے اپنا ارادہ مضبوط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مجھے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(عل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السلام) سے ملحق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البتہ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 کو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اپنے پاس کھڑے چچازاد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کھا: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نے اپنے گھوڑے کو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پلال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”قرہ“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ن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حرّ نے کھا: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کو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پلائے گا؟ قرہ نے اس سوال سے کچھ اس طرح اندازہ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حر جنگ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کرنا چاھتا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ظاھرکرنا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چاھتا،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جاکر خبرکردے، لہٰذا اس نے اس طرح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گھوڑے کو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پلاتا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اور حر سے دور چلاگ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مھاجر،</w:t>
      </w:r>
      <w:r>
        <w:rPr>
          <w:rtl/>
          <w:lang w:bidi="ur-PK"/>
        </w:rPr>
        <w:t xml:space="preserve"> حر ّ کا دوسرا چچا زاد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 کے پاس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کھا: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ارادہ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حملہ کرنا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حر</w:t>
      </w:r>
      <w:r>
        <w:rPr>
          <w:rtl/>
          <w:lang w:bidi="ur-PK"/>
        </w:rPr>
        <w:t xml:space="preserve"> نے اس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جواب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اچانک درخت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لرزنے لگا،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مھاجر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حالت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بھت تعجب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کھا: اے حر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کام انسان کو شک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سے پھلے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حالت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 سے پوچھتا کہ کوفہ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شجاع اور بھادر کون شخص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نام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آج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حالت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رھ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حر</w:t>
      </w:r>
      <w:r>
        <w:rPr>
          <w:rtl/>
          <w:lang w:bidi="ur-PK"/>
        </w:rPr>
        <w:t xml:space="preserve"> ّ نے زبان کھول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 رکھا: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 راہہ پر کھڑا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کو جنت و دوزخ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پارھا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اور پھر کھا: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جنت کے مقابلہ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جنت کو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کھوسکتا، چاھے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ٹکڑے ٹکڑے کرڈال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مجھے آگ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جلاڈال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 اپنے گھ</w:t>
      </w:r>
      <w:r>
        <w:rPr>
          <w:rFonts w:hint="eastAsia"/>
          <w:rtl/>
          <w:lang w:bidi="ur-PK"/>
        </w:rPr>
        <w:t>وڑے</w:t>
      </w:r>
      <w:r>
        <w:rPr>
          <w:rtl/>
          <w:lang w:bidi="ur-PK"/>
        </w:rPr>
        <w:t xml:space="preserve"> پر سوار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روانہ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حر</w:t>
      </w:r>
      <w:r>
        <w:rPr>
          <w:rtl/>
          <w:lang w:bidi="ur-PK"/>
        </w:rPr>
        <w:t xml:space="preserve"> کا جنت و دوزخ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تھا وہ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رکھتا تھا،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رکھنے کے۔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صاحبان</w:t>
      </w:r>
      <w:r>
        <w:rPr>
          <w:rtl/>
          <w:lang w:bidi="ur-PK"/>
        </w:rPr>
        <w:t xml:space="preserve"> دل جانتے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کے اندر انسان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محل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بنانے والے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شجاع انسان کو 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مطابق عمل کرنا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اس پر تدب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عمل کرنا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تاکہ راستہ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رکاوٹ اور مانع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نہ آجائے۔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جناب</w:t>
      </w:r>
      <w:r>
        <w:rPr>
          <w:rtl/>
          <w:lang w:bidi="ur-PK"/>
        </w:rPr>
        <w:t xml:space="preserve"> ابراھ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وہ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سرباز تھے جنھوں نے تنھا دشمن کا مقابلہ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طرح دشمن کے اہداف کو ناکام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دشمن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آگاہ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حر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سامنے دونوں راستوں کو واضح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کو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جامہ پہنانے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چارہ کار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کھا،</w:t>
      </w:r>
      <w:r>
        <w:rPr>
          <w:rtl/>
          <w:lang w:bidi="ur-PK"/>
        </w:rPr>
        <w:t xml:space="preserve"> اپنے ارادہ پر ثابت قدم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ان کے ارادوں کو فقط پروبال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تاکہ شکار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سے بچ کر نکل سکےں۔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حر</w:t>
      </w:r>
      <w:r>
        <w:rPr>
          <w:rtl/>
          <w:lang w:bidi="ur-PK"/>
        </w:rPr>
        <w:t xml:space="preserve"> کے قدم دشمن کے جال سے نکل چکے تھے، وہ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چھوڑچکے تھے، مقام 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است</w:t>
      </w:r>
      <w:r>
        <w:rPr>
          <w:rtl/>
          <w:lang w:bidi="ur-PK"/>
        </w:rPr>
        <w:t xml:space="preserve"> اور جاہ و جلال سب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رہ گئے تھے اس وقت اگر قدموں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تھوڑا سا ثبات موجود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 تمام آفات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گزر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ان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اس راستہ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و آفت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، </w:t>
      </w: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مجاہد اپنے گھر سے قدم نکالے اور راستہ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آجائے اور مقصد تک پہنچنے سے پھلے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کوچ کرجائے تو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خداوندعالم کا لطف و کرم اس کے شامل حال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خداوندعالم اس کو جنت الفردوس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جگہ دےتا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حر،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آزاد انسان ان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مرحلوں سے گزر چکا تھا جو واقعاًجادو تھے۔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1۔ دشمن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کے نفوذ سے۔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2۔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زرق و برق سے۔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3۔آفات کے مراحل سے۔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حرّ</w:t>
      </w:r>
      <w:r>
        <w:rPr>
          <w:rtl/>
          <w:lang w:bidi="ur-PK"/>
        </w:rPr>
        <w:t xml:space="preserve"> کے اندر حق و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سمجھنے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اس حد تک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اگر اس کو ٹکڑے ٹکڑے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حق و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اور بہشت سے منحرف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جاسکتا۔ ”اوس “نے مھاجر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کھا: (حر ّ) اپنے کو جنت و جہنم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اس وقت جناب حر نے کھا: خدا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جنت کے مقابلہ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کرسکتا، اور اس راستہ سے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ہٹوں گا چاھے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ٹکڑے ٹکڑے کردئے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چاھے مجھے آگ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جلا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جائے! اس کے بعد گھوڑے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</w:t>
      </w:r>
      <w:r>
        <w:rPr>
          <w:rtl/>
          <w:lang w:bidi="ur-PK"/>
        </w:rPr>
        <w:t xml:space="preserve"> لگائ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روانہ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پھونچا </w:t>
      </w:r>
      <w:r>
        <w:rPr>
          <w:rFonts w:hint="eastAsia"/>
          <w:rtl/>
          <w:lang w:bidi="ur-PK"/>
        </w:rPr>
        <w:t>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سپر کو اُلٹا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ساتھ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نے کھا: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شخص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امان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جو روتا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اور بے قرار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حر</w:t>
      </w:r>
      <w:r>
        <w:rPr>
          <w:rtl/>
          <w:lang w:bidi="ur-PK"/>
        </w:rPr>
        <w:t xml:space="preserve"> ّ،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روانہ تھے ھاتھ اپنے سر پر رکھے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کھتے جاتے تھے: پالنے والے!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حاضر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رھا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لہٰذا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 فرما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 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آل کو رنج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خاطر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طبر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حر ّ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اوراس کو پہچان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نے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(عل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السلام) کو سلام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اے فرزند رسول! خدا مجھے آپ پر قربان کرے،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آپ کا راستہ روکا اور آپ کو واپس نہ پلٹنے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آپ کے ساتھ ساتھ چلتا رھا، تاکہ آپ ک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محفوظ جگہ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پناہ گاہ تلاش نہ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آپ پر 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آپ کو اس کربلا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روک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پر 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جس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ن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گمان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تھا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قوم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کو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مانے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آپ سے جنگ کے لئ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ںشروع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سوچتا تھا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ن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لوگوں کے ساتھ سازش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رھوں تاکہ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وہ ان کا مخالف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جارھا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مجھے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گمان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کو قبول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کے ساتھ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سلوک نہ کرت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اور جانثار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حاضر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تاکہ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کروں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آپ پر قربان کردوں۔م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پر قربان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چاھتا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 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وقت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ھاں خداوندعالم توبہ قبول کرنے والا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کو قبول کرلے گا اور تجھے بخش دے گا،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نام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اھے؟</w:t>
      </w:r>
      <w:r>
        <w:rPr>
          <w:rtl/>
          <w:lang w:bidi="ur-PK"/>
        </w:rPr>
        <w:t xml:space="preserve"> اس نے کھا: حر ّ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حر</w:t>
      </w:r>
      <w:r>
        <w:rPr>
          <w:rtl/>
          <w:lang w:bidi="ur-PK"/>
        </w:rPr>
        <w:t xml:space="preserve"> ّ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نے تمھارا نام رکھا تم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دونوں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حر ّ(آزاد)</w:t>
      </w:r>
      <w:r w:rsidR="003264F6">
        <w:rPr>
          <w:rtl/>
          <w:lang w:bidi="ur-PK"/>
        </w:rPr>
        <w:t xml:space="preserve"> ہو</w:t>
      </w:r>
      <w:r w:rsidR="0005211C" w:rsidRPr="00125F42">
        <w:rPr>
          <w:rStyle w:val="libFootnotenumChar"/>
          <w:rtl/>
          <w:lang w:bidi="ur-PK"/>
        </w:rPr>
        <w:t>(195)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64" w:name="_Toc520984001"/>
      <w:r>
        <w:rPr>
          <w:rFonts w:hint="eastAsia"/>
          <w:rtl/>
          <w:lang w:bidi="ur-PK"/>
        </w:rPr>
        <w:t>عصر</w:t>
      </w:r>
      <w:r>
        <w:rPr>
          <w:rtl/>
          <w:lang w:bidi="ur-PK"/>
        </w:rPr>
        <w:t xml:space="preserve"> عاشور دوبھائ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</w:t>
      </w:r>
      <w:bookmarkEnd w:id="64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اسلام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گناھگار کا نادم اور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اپنے کئے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سے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کر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پلٹ جانا،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راستہ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انسان کے لئے کھلا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مکتب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 رجاء کا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مھر و محبت، رحمت کا سرچشمہ اور عشق و وفا کا مرکز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رحمت پروردگار کا مکمل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دار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مخلوق</w:t>
      </w:r>
      <w:r>
        <w:rPr>
          <w:rtl/>
          <w:lang w:bidi="ur-PK"/>
        </w:rPr>
        <w:t xml:space="preserve"> پر رحم و کرم، دوست پر رحم و کرم اور دشمن پر (بھ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رحم و کرم،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وجود مھر و محبت کا مجسمہ تھا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 محبت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رفتار محبت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وقت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لشکر آپ کے ساتھ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سے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رھ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ان کو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وہ صراط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کو اپنال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حت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الامکان آپ نے راہنمائ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 کے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خواھ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جنگ</w:t>
      </w:r>
      <w:r>
        <w:rPr>
          <w:rtl/>
          <w:lang w:bidi="ur-PK"/>
        </w:rPr>
        <w:t xml:space="preserve"> سے پھلے کوشش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رفتار و گفتار سے کوشش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کہ جن لوگوں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کو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 کو جہنم سے نکال کر مستحق بہشت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اس وقت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آپ تن تنھا رہ گئے جس وقت آپ کے تمام اصحاب واعزاء شھ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گئے، اس وقت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تھا،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استغاثہ بلند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ھمارا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ناصر و مددگار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؟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کے اھل حرم کا دفا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کرے: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82D20">
        <w:rPr>
          <w:rStyle w:val="libArabicChar"/>
          <w:rFonts w:hint="eastAsia"/>
          <w:rtl/>
        </w:rPr>
        <w:t>اَلاَ</w:t>
      </w:r>
      <w:r w:rsidRPr="00E82D20">
        <w:rPr>
          <w:rStyle w:val="libArabicChar"/>
          <w:rtl/>
        </w:rPr>
        <w:t xml:space="preserve"> نَاصِرٌ </w:t>
      </w:r>
      <w:r w:rsidRPr="00E82D20">
        <w:rPr>
          <w:rStyle w:val="libArabicChar"/>
          <w:rFonts w:hint="cs"/>
          <w:rtl/>
        </w:rPr>
        <w:t>ی</w:t>
      </w:r>
      <w:r w:rsidRPr="00E82D20">
        <w:rPr>
          <w:rStyle w:val="libArabicChar"/>
          <w:rFonts w:hint="eastAsia"/>
          <w:rtl/>
        </w:rPr>
        <w:t>نْصُرُنَا؟</w:t>
      </w:r>
      <w:r w:rsidRPr="00E82D20">
        <w:rPr>
          <w:rStyle w:val="libArabicChar"/>
          <w:rtl/>
        </w:rPr>
        <w:t xml:space="preserve"> اَمَا مِنْ ذَابٍّ </w:t>
      </w:r>
      <w:r w:rsidRPr="00E82D20">
        <w:rPr>
          <w:rStyle w:val="libArabicChar"/>
          <w:rFonts w:hint="cs"/>
          <w:rtl/>
        </w:rPr>
        <w:t>ی</w:t>
      </w:r>
      <w:r w:rsidRPr="00E82D20">
        <w:rPr>
          <w:rStyle w:val="libArabicChar"/>
          <w:rFonts w:hint="eastAsia"/>
          <w:rtl/>
        </w:rPr>
        <w:t>ذُبُّ</w:t>
      </w:r>
      <w:r w:rsidRPr="00E82D20">
        <w:rPr>
          <w:rStyle w:val="libArabicChar"/>
          <w:rtl/>
        </w:rPr>
        <w:t xml:space="preserve"> عَنْ حَرَمِ رَسُولَ الله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اس</w:t>
      </w:r>
      <w:r>
        <w:rPr>
          <w:rtl/>
          <w:lang w:bidi="ur-PK"/>
        </w:rPr>
        <w:t xml:space="preserve"> آواز نے سعد بن حرث انصار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کے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ابو الحتوف بن حرث کو خواب غفلت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انصار سے تعلق رکھتے تھے،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ان کا تعلق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خزرج سے تھے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آل محمد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سروکار نہ تھا، دونوں دشمنان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تھے، جنگ نھروان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کا نعرہ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تھا: ”حکومت کا حق صرف خداوندعالم کو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گناھگار کو حکومت کرنے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گناھگار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گناھگار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سعد کے لشکر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(امام )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(عل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السلام) سے جنگ کرنے اور اور آپ کے قتل کے لئے کوفہ سے کربلا آئے تھے، روز عاشورا جب جنگ کا آغار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ا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دونوں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تھے، جنگ شروع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خون بہنے لگا،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لشکر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تھے، امام حس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ن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تن تنھا رہ گئے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جس وقت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استغاثہ بلند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خواب غفلت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گئے، اور خود سے کہنے لگے: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فرزند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ھم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ان کے نانے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شفاعت کے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دوار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سوچ کر دونوں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 سے نکل آئے اور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گئے،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آئے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دوں</w:t>
      </w:r>
      <w:r>
        <w:rPr>
          <w:rtl/>
          <w:lang w:bidi="ur-PK"/>
        </w:rPr>
        <w:t xml:space="preserve"> پر حملہ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ان سے جنگ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چند لوگوں کو زخم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چند لوگوں کو واصل جہنم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خود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جام شھادت نوش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(196)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کمرہ 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(م</w:t>
      </w:r>
      <w:r w:rsidR="00AA04E3">
        <w:rPr>
          <w:rtl/>
          <w:lang w:bidi="ur-PK"/>
        </w:rPr>
        <w:t>و</w:t>
      </w:r>
      <w:r>
        <w:rPr>
          <w:rFonts w:hint="eastAsia"/>
          <w:rtl/>
          <w:lang w:bidi="ur-PK"/>
        </w:rPr>
        <w:t>لف</w:t>
      </w:r>
      <w:r>
        <w:rPr>
          <w:rtl/>
          <w:lang w:bidi="ur-PK"/>
        </w:rPr>
        <w:t>) صاحب اجازہ بھ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کتاب ”عنصر شجاعت“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وقت بچوں اور اھل حرم نے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صدائے استغاثہ 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: </w:t>
      </w:r>
    </w:p>
    <w:p w:rsidR="00476253" w:rsidRDefault="00476253" w:rsidP="00E82D20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82D20">
        <w:rPr>
          <w:rStyle w:val="libArabicChar"/>
          <w:rFonts w:hint="eastAsia"/>
          <w:rtl/>
        </w:rPr>
        <w:t>اَلانَاصِرٌ</w:t>
      </w:r>
      <w:r w:rsidRPr="00E82D20">
        <w:rPr>
          <w:rStyle w:val="libArabicChar"/>
          <w:rtl/>
        </w:rPr>
        <w:t xml:space="preserve"> </w:t>
      </w:r>
      <w:r w:rsidRPr="00E82D20">
        <w:rPr>
          <w:rStyle w:val="libArabicChar"/>
          <w:rFonts w:hint="cs"/>
          <w:rtl/>
        </w:rPr>
        <w:t>ی</w:t>
      </w:r>
      <w:r w:rsidRPr="00E82D20">
        <w:rPr>
          <w:rStyle w:val="libArabicChar"/>
          <w:rFonts w:hint="eastAsia"/>
          <w:rtl/>
        </w:rPr>
        <w:t>نْصُرْنَا</w:t>
      </w:r>
      <w:r>
        <w:rPr>
          <w:rtl/>
          <w:lang w:bidi="ur-PK"/>
        </w:rPr>
        <w:t xml:space="preserve">؟“۔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رونے اور چلانے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 بلند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سعد اور اس کے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ابو الحتوف نے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اھل حرم کے نالہ و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 خراش آوزا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ان دونوں نے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رخ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تھے اپنے ھاتھوں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شمش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حملہ 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گئے، اور جنگ کرنا 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امام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تک جنگ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بعض لوگوں کوواصل جہنم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آخر کار دونوں 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زخم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 اس کے بعد دونوں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جگہ پرشھ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گئے۔</w:t>
      </w:r>
      <w:r w:rsidR="0005211C" w:rsidRPr="00125F42">
        <w:rPr>
          <w:rStyle w:val="libFootnotenumChar"/>
          <w:rtl/>
          <w:lang w:bidi="ur-PK"/>
        </w:rPr>
        <w:t>(197)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دو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واقعہ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کو ملت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 ناام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مارے ڈالت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تازہ تازہ خبر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کے لئے اچانک بشارت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لے کر آت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درحق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(ام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>)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کے لئے نب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ھر وقت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سے پردہ بردار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منتظر رھتے تھے، ھر وقت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 سے ناام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تھے،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گناھگار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سانس کو مجرم کے ساتھ حساب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کرتے جب تک کہ مجرم مکمل طور پر جرم انج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نہ دے لے،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منتظر رھتے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چونکہ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مخصوص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سب پر مخف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فراق کا تحمل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سال گزر گئے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 نہ مل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ڑئے</w:t>
      </w:r>
      <w:r>
        <w:rPr>
          <w:rtl/>
          <w:lang w:bidi="ur-PK"/>
        </w:rPr>
        <w:t xml:space="preserve"> کے کھال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 سننے کے ساتھ ساتھ اپنے گم شدہ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واپس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خدا سے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لگائے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ان دونوں جنگجو (بھائ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>) کے روح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انقلاب کو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جاکر جواب ملا کہ خلق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اور بجا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خون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اسے</w:t>
      </w:r>
      <w:r>
        <w:rPr>
          <w:rtl/>
          <w:lang w:bidi="ur-PK"/>
        </w:rPr>
        <w:t xml:space="preserve"> دشمنوں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نور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چمک 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طرف تو ان دو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انقلاب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اور 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داھونا،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سے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لطف و کرم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د،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مبلغ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لئے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نمونہ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پس ان دو نوںبھائ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سرشت اور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بھ</w:t>
      </w:r>
      <w:r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آرھ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باوجودآخر وقت توبہ کرکے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آگئے او رجناب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پردہ چاک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نمودار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راز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کو خداوندعالم نے ھر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فطرت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راز کا معلوم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مبلغ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دلدار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اور تاث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انسان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موقع پر اس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انقلاب برپا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عالم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راستہ ھموار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بارگاہ رب العزت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82D20">
        <w:rPr>
          <w:rStyle w:val="libArabicChar"/>
          <w:rFonts w:hint="eastAsia"/>
          <w:rtl/>
        </w:rPr>
        <w:t>اِلٰ</w:t>
      </w:r>
      <w:r w:rsidR="00705CD5" w:rsidRPr="00163EB1">
        <w:rPr>
          <w:rStyle w:val="libArabicChar"/>
          <w:rFonts w:hint="cs"/>
          <w:rtl/>
        </w:rPr>
        <w:t>ه</w:t>
      </w:r>
      <w:r w:rsidRPr="00E82D20">
        <w:rPr>
          <w:rStyle w:val="libArabicChar"/>
          <w:rFonts w:hint="cs"/>
          <w:rtl/>
        </w:rPr>
        <w:t>ی</w:t>
      </w:r>
      <w:r w:rsidRPr="00E82D20">
        <w:rPr>
          <w:rStyle w:val="libArabicChar"/>
          <w:rtl/>
        </w:rPr>
        <w:t xml:space="preserve"> اِنَّ اخْتِلاَفَ تَدبِ</w:t>
      </w:r>
      <w:r w:rsidRPr="00E82D20">
        <w:rPr>
          <w:rStyle w:val="libArabicChar"/>
          <w:rFonts w:hint="cs"/>
          <w:rtl/>
        </w:rPr>
        <w:t>ی</w:t>
      </w:r>
      <w:r w:rsidRPr="00E82D20">
        <w:rPr>
          <w:rStyle w:val="libArabicChar"/>
          <w:rFonts w:hint="eastAsia"/>
          <w:rtl/>
        </w:rPr>
        <w:t>رک</w:t>
      </w:r>
      <w:r w:rsidRPr="00E82D20">
        <w:rPr>
          <w:rStyle w:val="libArabicChar"/>
          <w:rtl/>
        </w:rPr>
        <w:t xml:space="preserve"> وَسُرْعَةَ طَواءِ مَقَادِ</w:t>
      </w:r>
      <w:r w:rsidRPr="00E82D20">
        <w:rPr>
          <w:rStyle w:val="libArabicChar"/>
          <w:rFonts w:hint="cs"/>
          <w:rtl/>
        </w:rPr>
        <w:t>ی</w:t>
      </w:r>
      <w:r w:rsidRPr="00E82D20">
        <w:rPr>
          <w:rStyle w:val="libArabicChar"/>
          <w:rFonts w:hint="eastAsia"/>
          <w:rtl/>
        </w:rPr>
        <w:t>رِكَ</w:t>
      </w:r>
      <w:r w:rsidRPr="00E82D20">
        <w:rPr>
          <w:rStyle w:val="libArabicChar"/>
          <w:rtl/>
        </w:rPr>
        <w:t xml:space="preserve"> مَنَعا عِبَادَكَ العَارِفِ</w:t>
      </w:r>
      <w:r w:rsidRPr="00E82D20">
        <w:rPr>
          <w:rStyle w:val="libArabicChar"/>
          <w:rFonts w:hint="cs"/>
          <w:rtl/>
        </w:rPr>
        <w:t>ی</w:t>
      </w:r>
      <w:r w:rsidRPr="00E82D20">
        <w:rPr>
          <w:rStyle w:val="libArabicChar"/>
          <w:rFonts w:hint="eastAsia"/>
          <w:rtl/>
        </w:rPr>
        <w:t>نَ</w:t>
      </w:r>
      <w:r w:rsidRPr="00E82D20">
        <w:rPr>
          <w:rStyle w:val="libArabicChar"/>
          <w:rtl/>
        </w:rPr>
        <w:t xml:space="preserve"> بِكَ عَنِ السُّكُونِ اِلٰ</w:t>
      </w:r>
      <w:r w:rsidRPr="00E82D20">
        <w:rPr>
          <w:rStyle w:val="libArabicChar"/>
          <w:rFonts w:hint="cs"/>
          <w:rtl/>
        </w:rPr>
        <w:t>ی</w:t>
      </w:r>
      <w:r w:rsidRPr="00E82D20">
        <w:rPr>
          <w:rStyle w:val="libArabicChar"/>
          <w:rtl/>
        </w:rPr>
        <w:t xml:space="preserve"> عَطَاءٍ، وَالْ</w:t>
      </w:r>
      <w:r w:rsidRPr="00E82D20">
        <w:rPr>
          <w:rStyle w:val="libArabicChar"/>
          <w:rFonts w:hint="cs"/>
          <w:rtl/>
        </w:rPr>
        <w:t>ی</w:t>
      </w:r>
      <w:r w:rsidRPr="00E82D20">
        <w:rPr>
          <w:rStyle w:val="libArabicChar"/>
          <w:rFonts w:hint="eastAsia"/>
          <w:rtl/>
        </w:rPr>
        <w:t>اْسِ</w:t>
      </w:r>
      <w:r w:rsidRPr="00E82D20">
        <w:rPr>
          <w:rStyle w:val="libArabicChar"/>
          <w:rtl/>
        </w:rPr>
        <w:t xml:space="preserve"> مِنْكَ فِ</w:t>
      </w:r>
      <w:r w:rsidRPr="00E82D20">
        <w:rPr>
          <w:rStyle w:val="libArabicChar"/>
          <w:rFonts w:hint="cs"/>
          <w:rtl/>
        </w:rPr>
        <w:t>ی</w:t>
      </w:r>
      <w:r w:rsidRPr="00E82D20">
        <w:rPr>
          <w:rStyle w:val="libArabicChar"/>
          <w:rtl/>
        </w:rPr>
        <w:t xml:space="preserve"> بَلاَءٍ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(198)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”پالنے</w:t>
      </w:r>
      <w:r>
        <w:rPr>
          <w:rtl/>
          <w:lang w:bidi="ur-PK"/>
        </w:rPr>
        <w:t xml:space="preserve"> والے!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ںاختلاف،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مقدر کردہ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عارف بندوں کو موجودہ عطا پر سکون اور بلاؤں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کرنے سے روک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بدن،</w:t>
      </w:r>
      <w:r>
        <w:rPr>
          <w:rtl/>
          <w:lang w:bidi="ur-PK"/>
        </w:rPr>
        <w:t xml:space="preserve"> روح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فکر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حجاب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سے اس کے رخسار کو چھپا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فکر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حجاب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نے عقل کو چھپارکھا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عقلان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و روان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حجاب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نے اس کو چھپا رکھا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ان تمام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راز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کو روح و روان نے چھپا رکھا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جھاں پر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جس کو کشف کرنے کے لئے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پردہ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</w:t>
      </w:r>
      <w:r>
        <w:rPr>
          <w:rtl/>
          <w:lang w:bidi="ur-PK"/>
        </w:rPr>
        <w:lastRenderedPageBreak/>
        <w:t>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کشف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؛فکر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سے انسان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ش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افراد پھلے فکر کا مطالعہ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پردہ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سے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کو پڑھتے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عقل</w:t>
      </w:r>
      <w:r>
        <w:rPr>
          <w:rtl/>
          <w:lang w:bidi="ur-PK"/>
        </w:rPr>
        <w:t xml:space="preserve"> جو کہ مخف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کو نور فراست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(جو خود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کشف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) کو پھلے کشف کرت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کے بعد نور نبوت جو(انسان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تمام قدرتوں سے بالاتر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مقام روح و روان کو کشف کرت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روان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کشف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کرسکتا، وھاں پر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مخص</w:t>
      </w:r>
      <w:r>
        <w:rPr>
          <w:rFonts w:hint="eastAsia"/>
          <w:rtl/>
          <w:lang w:bidi="ur-PK"/>
        </w:rPr>
        <w:t>وص</w:t>
      </w:r>
      <w:r>
        <w:rPr>
          <w:rtl/>
          <w:lang w:bidi="ur-PK"/>
        </w:rPr>
        <w:t xml:space="preserve"> شعائ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وھاں پر صرف ذات (پروردگار) کا رابطہ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علام الغ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وب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نظرخدا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واسطہ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ھر شخص اپنے پروردگار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مخصوص رابطہ رکھتا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رابطہ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کشف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تا، جب تک تبل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غ واجب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حکم موجود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وقت تک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لئے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رھبروں کو ھر موڑ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ملت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رھت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وہ عوام الناس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لئے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کوشش کرتے رھتے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انقلاب و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اسباب کے ساتھ ساتھ 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کے ھمراہ ان کے پاس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 انتظار کا حوصلہ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تھا،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جتن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خد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سے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جس قدر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لحاظ سے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مطالعہ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خبروں کے منتظر رھتے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ھاں، اے مبلغ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اسلام ! آپ حضرات سے اس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 کو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نہ لے، مختلف مقامات پر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آپ حضرات کے حالات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کے زمانہ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سخت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محمد عبد (مشھور عالم اھل سنت)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مربتہ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نشست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کھا:”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چکا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ں“۔ چنانچہ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موقع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(ب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معظمہ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!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پر ”ما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کے لفظ سے مجھے بھت تعجب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! اس وقت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بھت شرمندہ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اور فوراً استغفار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خاتون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کو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مان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نانا کے علاوہ تمام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رھبروں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موجودتھ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آپ بلند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امکان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پرواز اور وجود کے 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اسرار پر نظر رکھتے تھے،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دکا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سے آپ کو حوصلہ ملے گا۔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اے</w:t>
      </w:r>
      <w:r>
        <w:rPr>
          <w:rtl/>
          <w:lang w:bidi="ur-PK"/>
        </w:rPr>
        <w:t xml:space="preserve"> ھمارے مولا و آقا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! آپ پر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قربان، کہ اگر آپ کو 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پکارا جائے تو بے جا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گا،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سے مبلغ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درس ملتا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آپ سے تلاش و کو شش کا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مصر کے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اور اس کے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سروکار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آپ نے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جانثار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درس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صرف اپنوں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نے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بلکہ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</w:t>
      </w:r>
      <w:r>
        <w:rPr>
          <w:rtl/>
          <w:lang w:bidi="ur-PK"/>
        </w:rPr>
        <w:lastRenderedPageBreak/>
        <w:t>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درس حاصل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اسرار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سننا چاہئے، آپ نے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السلام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صبر و استقامت کا مظاھرہ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اھے،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سحر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جھو</w:t>
      </w:r>
      <w:r>
        <w:rPr>
          <w:rFonts w:hint="eastAsia"/>
          <w:rtl/>
          <w:lang w:bidi="ur-PK"/>
        </w:rPr>
        <w:t>نکے</w:t>
      </w:r>
      <w:r>
        <w:rPr>
          <w:rtl/>
          <w:lang w:bidi="ur-PK"/>
        </w:rPr>
        <w:t xml:space="preserve"> آ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خون بھانے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شمش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سے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حاصل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آغاز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کا اقدام،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جنگ اور عصر عاشور، کوفہ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آپ کا متوجہ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راستے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آنے والے واقعات اور راستہ بھر آپ کا تذکر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دھان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کرانا: </w:t>
      </w:r>
    </w:p>
    <w:p w:rsidR="00476253" w:rsidRDefault="00476253" w:rsidP="00E82D20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82D20">
        <w:rPr>
          <w:rStyle w:val="libArabicChar"/>
          <w:rFonts w:hint="eastAsia"/>
          <w:rtl/>
        </w:rPr>
        <w:t>اَلاَ</w:t>
      </w:r>
      <w:r w:rsidRPr="00E82D20">
        <w:rPr>
          <w:rStyle w:val="libArabicChar"/>
          <w:rtl/>
        </w:rPr>
        <w:t xml:space="preserve"> مْرُ </w:t>
      </w:r>
      <w:r w:rsidRPr="00E82D20">
        <w:rPr>
          <w:rStyle w:val="libArabicChar"/>
          <w:rFonts w:hint="cs"/>
          <w:rtl/>
        </w:rPr>
        <w:t>ی</w:t>
      </w:r>
      <w:r w:rsidRPr="00E82D20">
        <w:rPr>
          <w:rStyle w:val="libArabicChar"/>
          <w:rFonts w:hint="eastAsia"/>
          <w:rtl/>
        </w:rPr>
        <w:t>نْزِلُ</w:t>
      </w:r>
      <w:r w:rsidRPr="00E82D20">
        <w:rPr>
          <w:rStyle w:val="libArabicChar"/>
          <w:rtl/>
        </w:rPr>
        <w:t xml:space="preserve"> مِنَ السَّمَاءِ وَ كُلُّ </w:t>
      </w:r>
      <w:r w:rsidRPr="00E82D20">
        <w:rPr>
          <w:rStyle w:val="libArabicChar"/>
          <w:rFonts w:hint="cs"/>
          <w:rtl/>
        </w:rPr>
        <w:t>ی</w:t>
      </w:r>
      <w:r w:rsidRPr="00E82D20">
        <w:rPr>
          <w:rStyle w:val="libArabicChar"/>
          <w:rFonts w:hint="eastAsia"/>
          <w:rtl/>
        </w:rPr>
        <w:t>وْمٍ</w:t>
      </w:r>
      <w:r w:rsidRPr="00E82D20">
        <w:rPr>
          <w:rStyle w:val="libArabicChar"/>
          <w:rtl/>
        </w:rPr>
        <w:t xml:space="preserve"> </w:t>
      </w:r>
      <w:r w:rsidR="00705CD5" w:rsidRPr="00163EB1">
        <w:rPr>
          <w:rStyle w:val="libArabicChar"/>
          <w:rFonts w:hint="cs"/>
          <w:rtl/>
        </w:rPr>
        <w:t>ه</w:t>
      </w:r>
      <w:r w:rsidRPr="00E82D20">
        <w:rPr>
          <w:rStyle w:val="libArabicChar"/>
          <w:rFonts w:hint="cs"/>
          <w:rtl/>
        </w:rPr>
        <w:t>ُوَ</w:t>
      </w:r>
      <w:r w:rsidRPr="00E82D20">
        <w:rPr>
          <w:rStyle w:val="libArabicChar"/>
          <w:rtl/>
        </w:rPr>
        <w:t xml:space="preserve"> </w:t>
      </w:r>
      <w:r w:rsidRPr="00E82D20">
        <w:rPr>
          <w:rStyle w:val="libArabicChar"/>
          <w:rFonts w:hint="cs"/>
          <w:rtl/>
        </w:rPr>
        <w:t>فِی</w:t>
      </w:r>
      <w:r w:rsidRPr="00E82D20">
        <w:rPr>
          <w:rStyle w:val="libArabicChar"/>
          <w:rtl/>
        </w:rPr>
        <w:t xml:space="preserve"> شَاْنٍ، فَاِنْ نَزَلَ الْقَضَاءُ فَالْحَمْدُلله، وَاِنْ حَالَ الْقَضَاءُ دُوْنَ الرَّجَاءِ</w:t>
      </w:r>
      <w:r w:rsidR="00E82D20">
        <w:rPr>
          <w:rtl/>
          <w:lang w:bidi="ur-PK"/>
        </w:rPr>
        <w:t xml:space="preserve"> </w:t>
      </w:r>
      <w:r>
        <w:rPr>
          <w:rtl/>
          <w:lang w:bidi="ur-PK"/>
        </w:rPr>
        <w:t xml:space="preserve">“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جاھلوں سے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رفتار و گفتار، برسر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کار</w:t>
      </w:r>
      <w:r>
        <w:rPr>
          <w:rtl/>
          <w:lang w:bidi="ur-PK"/>
        </w:rPr>
        <w:t xml:space="preserve"> دشمنوں سے محبت بھر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مرحلہ تھا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 پھوٹ رھ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سے دعائے عرفہ کو جلوہ ملتا تھا،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کہ آپ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”اِلٰھ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اِنَّ اخْتِلاَفَ تَدبِ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tl/>
          <w:lang w:bidi="ur-PK"/>
        </w:rPr>
        <w:t xml:space="preserve"> وَسُرْعَةَ طَواءِ مَقَادِ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رِكَ</w:t>
      </w:r>
      <w:r>
        <w:rPr>
          <w:rtl/>
          <w:lang w:bidi="ur-PK"/>
        </w:rPr>
        <w:t xml:space="preserve"> مَنَعا عِبَادَكَ العَارِفِ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نَ</w:t>
      </w:r>
      <w:r>
        <w:rPr>
          <w:rtl/>
          <w:lang w:bidi="ur-PK"/>
        </w:rPr>
        <w:t xml:space="preserve"> بِكَ عَنِ السُّكُوْ نِ اِلٰ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عَطَاءٍ، وَالْ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اْسِ</w:t>
      </w:r>
      <w:r>
        <w:rPr>
          <w:rtl/>
          <w:lang w:bidi="ur-PK"/>
        </w:rPr>
        <w:t xml:space="preserve"> مِنْكَ فِ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بَلاَءٍ“۔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جب آپ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رخصت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تو اس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ساتھ کہ آپ کے ساتھ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والے اصحاب و انصار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تربت سے زندہ دل افراد کو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ملے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آپ کے آپ کے شہداء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گزر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تو نس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ان کے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انقلاب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گا، لہٰذا ھ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وھاں سے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کرکے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کے لئے اٹھ کھڑے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اور خلق خدا سے منھ نہ موڑ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 w:rsidR="00AA04E3">
        <w:rPr>
          <w:rFonts w:hint="eastAsia"/>
          <w:rtl/>
          <w:lang w:bidi="ur-PK"/>
        </w:rPr>
        <w:t xml:space="preserve"> ہیں 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(199)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65" w:name="_Toc520984002"/>
      <w:r>
        <w:rPr>
          <w:rFonts w:hint="eastAsia"/>
          <w:rtl/>
          <w:lang w:bidi="ur-PK"/>
        </w:rPr>
        <w:t>برادران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</w:t>
      </w:r>
      <w:bookmarkEnd w:id="65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سرے</w:t>
      </w:r>
      <w:r>
        <w:rPr>
          <w:rtl/>
          <w:lang w:bidi="ur-PK"/>
        </w:rPr>
        <w:t xml:space="preserve"> سفر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تمام فرزند،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(عل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تو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:اے بادشاہِ بزرگ! ھمارے سارے علاقے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قحط سال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چک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ھمارا خاندان 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گزار 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جواب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چند پرانے سكّے ھم اپ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ساتھ لائے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ھم جتنا گندم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دنا</w:t>
      </w:r>
      <w:r>
        <w:rPr>
          <w:rtl/>
          <w:lang w:bidi="ur-PK"/>
        </w:rPr>
        <w:t xml:space="preserve"> چاھتے تھے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سے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کم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تم ھمارے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احسان کرو، اور ھمارے سکوں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گندم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دو،</w:t>
      </w:r>
      <w:r>
        <w:rPr>
          <w:rtl/>
          <w:lang w:bidi="ur-PK"/>
        </w:rPr>
        <w:t xml:space="preserve"> خداوندعالم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احسان کرنے والوں کو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بدلہ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گفتگو سن کر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بدل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اپنے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خاندان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حالت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بھت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کے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دھچکا لگا، چنانچہ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گفتگو کا آغاز اس طرح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 جانتے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اور اس کے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ساتھ تم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برتاؤ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تمھارا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جھالت و نادان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تھا؟ تمام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سوال سن کر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گئے اور سوچنے لگے کہ آخر کار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قبط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سے تعلق رکھنے والا بادشاہ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کو کس طرح جانتا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ان کے واقعہ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باخبر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ا، اسے برادران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ا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کے ساتھ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برتاؤکو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جانتا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حالانکہ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واقعہ کو صرف ان دس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جانتا تھا،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اس واقعہ سے آگاہ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ا؟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تک کچھ جواب نہ دے سکے، اور گزشتہ سفر کے واقعات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کرنے لگے،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مصر سے سن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دماغ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گردش کررھ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اچانک سب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ساتھ مل کر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مصر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ھاں،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)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خدا وندعالم نے ھم پر لطف وکرم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مدت کے بعد دو بچھڑے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ملاد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جو شخص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صبر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راستہ اپناتا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خدا اس کو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جزا سے نوازتا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 مقصود تک پہنچاد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ادھر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خوف و وحشت تھا اور حضرت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سے 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انتقام کو اپنے نظروں کے سامنے مجسم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تھے۔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پناہ قدرت، اور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بے انتھا ضعف و کمزور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دوبے انتھا طاقت و کمزور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جگہ جمع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کچھ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سکتا؟!!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نے ابراھ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قانون کے مطابق اپنے کو سزا کا مستحق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کھا،</w:t>
      </w:r>
      <w:r>
        <w:rPr>
          <w:rtl/>
          <w:lang w:bidi="ur-PK"/>
        </w:rPr>
        <w:t xml:space="preserve"> محبت اور عطوفت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سے اپنے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سزا کا مستحق مانا، اس وقت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 پر آسمان گرنے والا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، ان کے بدن لرز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تھے، زبان سے قوت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انھوں نے کمر </w:t>
      </w:r>
      <w:r>
        <w:rPr>
          <w:rFonts w:hint="eastAsia"/>
          <w:rtl/>
          <w:lang w:bidi="ur-PK"/>
        </w:rPr>
        <w:t>ھمت</w:t>
      </w:r>
      <w:r>
        <w:rPr>
          <w:rtl/>
          <w:lang w:bidi="ur-PK"/>
        </w:rPr>
        <w:t xml:space="preserve"> باندھ کر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طاقت کو جمع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اپنا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دفاع ان لفظوں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کرنے لگے: ”ھم اپنے گناھوں کا اعتراف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آپ سے عفو و بخشش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درخواست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بے شک خداوندعالم نے آپ کو ھم پر برتر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ھم لوگ خطاکار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 خاموش</w:t>
      </w:r>
      <w:r w:rsidR="003264F6">
        <w:rPr>
          <w:rtl/>
          <w:lang w:bidi="ur-PK"/>
        </w:rPr>
        <w:t xml:space="preserve"> ہو</w:t>
      </w:r>
      <w:r>
        <w:rPr>
          <w:rFonts w:hint="eastAsia"/>
          <w:rtl/>
          <w:lang w:bidi="ur-PK"/>
        </w:rPr>
        <w:t>گئے،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الفاظ جار</w:t>
      </w:r>
      <w:r>
        <w:rPr>
          <w:rFonts w:hint="cs"/>
          <w:rtl/>
          <w:lang w:bidi="ur-PK"/>
        </w:rPr>
        <w:t>ی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بالکل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نہ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تم لوگوں کو معاف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تم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کھے گا،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سزا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ملے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انتقام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لوں گا، اور خداوندعالم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تمھارے گناھوں سے درگزر کرے اور تم کو بخش دے 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ھاں!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نمائندے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لطف و کرم اور بخشش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انتقام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 ان کے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تا، اپنے دشمن کے لئے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سے مغفرت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درخواست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کا دل خدا کے بندوں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مھر و محبت سے لبر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جناب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اپنے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سزا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مطمئن کرکے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اب تم لوگ شھر کنعان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پلٹ جاؤ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راہن</w:t>
      </w:r>
      <w:r>
        <w:rPr>
          <w:rtl/>
          <w:lang w:bidi="ur-PK"/>
        </w:rPr>
        <w:t xml:space="preserve"> اپنے ساتھ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جاؤ، اس کو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باپ کے چھرے پر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جس سے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پلٹ آئے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اپنے تمام گھروالوں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مصر لے کر چل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آؤ۔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راہن</w:t>
      </w:r>
      <w:r>
        <w:rPr>
          <w:rtl/>
          <w:lang w:bidi="ur-PK"/>
        </w:rPr>
        <w:t xml:space="preserve"> کو 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لے کر جا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کو موت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بناکر لے گئے تھے،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فراق و جدائ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داستان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برے حادثہ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مرتبہ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مژدہ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و وصال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بشارت اور سعادت و خوشبخت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اس کرتے نے باپ کو ناب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بار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کے کرتے نے 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مسرت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کرتا جھوٹے خون سے رنگ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تھا،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کرتاا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زندہ معجزہ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کھئے</w:t>
      </w:r>
      <w:r>
        <w:rPr>
          <w:rtl/>
          <w:lang w:bidi="ur-PK"/>
        </w:rPr>
        <w:t xml:space="preserve"> تو سھ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جھوٹ اور سچ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 قدر فاصلہ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بھر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قافلہ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مصر سے روانہ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اور سر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کنعان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چل پڑا۔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ادھر</w:t>
      </w:r>
      <w:r>
        <w:rPr>
          <w:rtl/>
          <w:lang w:bidi="ur-PK"/>
        </w:rPr>
        <w:t xml:space="preserve">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موبائل اور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بشارت نے اس قافلہ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تک پہنچاد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چنانچہ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اپنے پاس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 xml:space="preserve">افراد سے کھا: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مجھے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خوشبو محسوس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رھ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کا منتظر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ں، اگرچہ تم لوگ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کرو گے 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حاضر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tl/>
          <w:lang w:bidi="ur-PK"/>
        </w:rPr>
        <w:t xml:space="preserve"> کو خطاکار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کھا: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تم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کو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بھلا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پرانے عشق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آنک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بند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جواب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مخاطب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حقائق کو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سمجھ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کچھ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گزر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سچ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قافلے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بشارت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کنعان آپہنچا، اور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کے ملنے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بشارت سنائ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کے کرتے کو باپ کے چھرہ پر ڈالا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تھا کہ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لوٹ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وقت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اپنے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رخ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تم سے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کھا تھا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جو تم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جانتے، ان خطاکاروں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سزا کا وقت آپہنچا،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ٹوں</w:t>
      </w:r>
      <w:r>
        <w:rPr>
          <w:rtl/>
          <w:lang w:bidi="ur-PK"/>
        </w:rPr>
        <w:t xml:space="preserve"> کا گناہ ثابت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چکا تھا۔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ٹوں</w:t>
      </w:r>
      <w:r>
        <w:rPr>
          <w:rtl/>
          <w:lang w:bidi="ur-PK"/>
        </w:rPr>
        <w:t xml:space="preserve"> نے باپ سے عفو و بخشش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درخواست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کھا کہ آپ خدا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مغفرت طلب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خطا کو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وعدہ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اپنے وعدہ کو وفا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</w:t>
      </w:r>
      <w:r w:rsidR="0005211C" w:rsidRPr="00125F42">
        <w:rPr>
          <w:rStyle w:val="libFootnotenumChar"/>
          <w:rtl/>
          <w:lang w:bidi="ur-PK"/>
        </w:rPr>
        <w:t>(200)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ھاں، فرزندان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tl/>
          <w:lang w:bidi="ur-PK"/>
        </w:rPr>
        <w:t xml:space="preserve"> نے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گناھوں سے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اپنے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السلام) اور اپنے باپ سے عذر </w:t>
      </w:r>
      <w:r>
        <w:rPr>
          <w:rtl/>
          <w:lang w:bidi="ur-PK"/>
        </w:rPr>
        <w:lastRenderedPageBreak/>
        <w:t>خواھ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کو معاف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خداوندعالم نے ان پر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و مغفرت کا دروازہ کھ</w:t>
      </w:r>
      <w:r>
        <w:rPr>
          <w:rFonts w:hint="eastAsia"/>
          <w:rtl/>
          <w:lang w:bidi="ur-PK"/>
        </w:rPr>
        <w:t>ول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66" w:name="_Toc520984003"/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مرد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</w:t>
      </w:r>
      <w:bookmarkEnd w:id="66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اپنے گھر والوں کے ساتھ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سفر کررھا تھا۔ اتفاق سے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ڈوبنے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شخص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زوجہ کے علاوہ تمام لوگ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ڈوب گئے۔ اور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کہ وہ عورت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تختہ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پر پہنچ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چور رھتا تھاجس نے حرمت خدا کے تمام پردوں کو چاک کررکھا تھا، ناگاہ اس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وہ عورت اس کے پاس کھڑ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نے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توانسان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جن؟ اس نے کھا انسان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ں۔ چنانچہ وہ چور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کچھ بولے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اس عورت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بغل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ںاس</w:t>
      </w:r>
      <w:r>
        <w:rPr>
          <w:rtl/>
          <w:lang w:bidi="ur-PK"/>
        </w:rPr>
        <w:t xml:space="preserve"> طرح آب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</w:t>
      </w:r>
      <w:r>
        <w:rPr>
          <w:rtl/>
          <w:lang w:bidi="ur-PK"/>
        </w:rPr>
        <w:t xml:space="preserve"> کہ جس طرح م</w:t>
      </w:r>
      <w:r>
        <w:rPr>
          <w:rFonts w:hint="eastAsia"/>
          <w:rtl/>
          <w:lang w:bidi="ur-PK"/>
        </w:rPr>
        <w:t>رد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زوجہ کے پاس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جب اس نے اس عورت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پر ھاتھ ڈالنا چاھا تو وہ عورت لرز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اس چور نے کھا تو ڈرت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؟پر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وہ عورت بول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خدا سے ڈرت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اس چور نے کھا کہ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طرح کا کام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؟ تو اس عورت نے کھا: ن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بخدا ھرگز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۔اس شخص نے کھا: تو خدا سے اس قدر خوف زدہ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حالانکہ تو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کام انجام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اھے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کہ تم کو اس کام پر مجبور کررھا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قسم، مجھے تو تجھ سے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خدا سے ڈرنا چاہئے۔ اس کے بعد وھاں سے اٹھا اور اپنے گھر چلا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توبہ و استغفار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رہنے لگا۔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 راستہ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راھب سے ملاقات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دو پھر کا وقت تھا، چنانچہ اس راھب نے اس شخص سے کھا: دعا کرو کہ خدا ھمارے اوپر بادلوں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کردے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شدت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پڑرھ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تو اس جوان نے کھا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و آبرو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سے اس طرح کا سوال کروں۔ اس وقت راھب نے کھا: تو پھر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کرتا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اور تم آم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کہنا۔ اس جوان نے کھا: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 چنانچہ راھب نے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جوان نے آم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کھا،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بادلوں نے ان دونوں پر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دونوں راستہ چ</w:t>
      </w:r>
      <w:r>
        <w:rPr>
          <w:rFonts w:hint="eastAsia"/>
          <w:rtl/>
          <w:lang w:bidi="ur-PK"/>
        </w:rPr>
        <w:t>لتے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ان کا راستہ الگ الگ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لگا، دونوں نے اپنے اپنے راستہ کو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تو بادل اس جوان کے ساتھ ساتھ چلنے لگے!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اس راھب نے متعجب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کر کھا: تو تو مجھ سے بھتر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وجہ سے دعا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نہ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سے، اور اس جوان سے اس کے حالات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افت</w:t>
      </w:r>
      <w:r>
        <w:rPr>
          <w:rtl/>
          <w:lang w:bidi="ur-PK"/>
        </w:rPr>
        <w:t xml:space="preserve"> کرنے لگا، چنانچہ اس نے اس عورت کا واقعہ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تب راھب نے کھا: چونکہ خوف خدا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تھا</w:t>
      </w:r>
      <w:r>
        <w:rPr>
          <w:rtl/>
          <w:lang w:bidi="ur-PK"/>
        </w:rPr>
        <w:t xml:space="preserve"> تو خدا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گناہ بخش دئے، لہٰذا آئندہ گناھوں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کرنا۔</w:t>
      </w:r>
      <w:r w:rsidR="0005211C" w:rsidRPr="00125F42">
        <w:rPr>
          <w:rStyle w:val="libFootnotenumChar"/>
          <w:rtl/>
          <w:lang w:bidi="ur-PK"/>
        </w:rPr>
        <w:t>(201)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67" w:name="_Toc520984004"/>
      <w:r>
        <w:rPr>
          <w:rFonts w:hint="eastAsia"/>
          <w:rtl/>
          <w:lang w:bidi="ur-PK"/>
        </w:rPr>
        <w:lastRenderedPageBreak/>
        <w:t>اصعم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تائب</w:t>
      </w:r>
      <w:bookmarkEnd w:id="67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اصعم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بصرہ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تھا، نماز جمعہ پڑھنے کے بعد شھر سے باھر نکلا،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جو اپنے اونٹ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کے ھاتھ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مجھے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تو اس نے کھا: تم کھاں سے آ</w:t>
      </w:r>
      <w:r w:rsidR="00AA04E3">
        <w:rPr>
          <w:rtl/>
          <w:lang w:bidi="ur-PK"/>
        </w:rPr>
        <w:t xml:space="preserve">رہے 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اور تمھارا کس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سے تعلق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تعلق ق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”اصمع “سے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نے کھا: تو وھ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مشھور اصعم</w:t>
      </w:r>
      <w:r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کھا: ھاں،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وھ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اس نے کھا: کھاں سے آ</w:t>
      </w:r>
      <w:r w:rsidR="00AA04E3">
        <w:rPr>
          <w:rtl/>
          <w:lang w:bidi="ur-PK"/>
        </w:rPr>
        <w:t xml:space="preserve">رہے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؟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کھا: خدائے عز و جلّ کے گھر سے، اس نے کھا: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82D20">
        <w:rPr>
          <w:rStyle w:val="libArabicChar"/>
          <w:rFonts w:hint="eastAsia"/>
          <w:rtl/>
        </w:rPr>
        <w:t>اَوْلِلّٰ</w:t>
      </w:r>
      <w:r w:rsidR="00705CD5" w:rsidRPr="00163EB1">
        <w:rPr>
          <w:rStyle w:val="libArabicChar"/>
          <w:rFonts w:hint="cs"/>
          <w:rtl/>
        </w:rPr>
        <w:t>ه</w:t>
      </w:r>
      <w:r w:rsidRPr="00E82D20">
        <w:rPr>
          <w:rStyle w:val="libArabicChar"/>
          <w:rFonts w:hint="cs"/>
          <w:rtl/>
        </w:rPr>
        <w:t>ِ</w:t>
      </w:r>
      <w:r w:rsidRPr="00E82D20">
        <w:rPr>
          <w:rStyle w:val="libArabicChar"/>
          <w:rtl/>
        </w:rPr>
        <w:t xml:space="preserve"> بَ</w:t>
      </w:r>
      <w:r w:rsidRPr="00E82D20">
        <w:rPr>
          <w:rStyle w:val="libArabicChar"/>
          <w:rFonts w:hint="cs"/>
          <w:rtl/>
        </w:rPr>
        <w:t>ی</w:t>
      </w:r>
      <w:r w:rsidRPr="00E82D20">
        <w:rPr>
          <w:rStyle w:val="libArabicChar"/>
          <w:rFonts w:hint="eastAsia"/>
          <w:rtl/>
        </w:rPr>
        <w:t>تٌ</w:t>
      </w:r>
      <w:r w:rsidRPr="00E82D20">
        <w:rPr>
          <w:rStyle w:val="libArabicChar"/>
          <w:rtl/>
        </w:rPr>
        <w:t xml:space="preserve"> فِ</w:t>
      </w:r>
      <w:r w:rsidRPr="00E82D20">
        <w:rPr>
          <w:rStyle w:val="libArabicChar"/>
          <w:rFonts w:hint="cs"/>
          <w:rtl/>
        </w:rPr>
        <w:t>ی</w:t>
      </w:r>
      <w:r w:rsidRPr="00E82D20">
        <w:rPr>
          <w:rStyle w:val="libArabicChar"/>
          <w:rtl/>
        </w:rPr>
        <w:t xml:space="preserve"> الْ</w:t>
      </w:r>
      <w:r w:rsidR="00BA0B7F">
        <w:rPr>
          <w:rStyle w:val="libArabicChar"/>
          <w:rtl/>
        </w:rPr>
        <w:t>ا</w:t>
      </w:r>
      <w:r w:rsidRPr="00E82D20">
        <w:rPr>
          <w:rStyle w:val="libArabicChar"/>
          <w:rFonts w:hint="eastAsia"/>
          <w:rtl/>
        </w:rPr>
        <w:t>رْضِ</w:t>
      </w:r>
      <w:r>
        <w:rPr>
          <w:rFonts w:hint="eastAsia"/>
          <w:rtl/>
          <w:lang w:bidi="ur-PK"/>
        </w:rPr>
        <w:t>؟“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روئے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(بھ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خدا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؟“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کھا: ھاں، خانہ کعبہ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الحرام، اس نے کھا: وھاں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تھے؟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کھا: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کلام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کررھا تھا، اس نے کھا: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82D20">
        <w:rPr>
          <w:rStyle w:val="libArabicChar"/>
          <w:rFonts w:hint="eastAsia"/>
          <w:rtl/>
        </w:rPr>
        <w:t>اَوْلِلّٰ</w:t>
      </w:r>
      <w:r w:rsidR="00705CD5" w:rsidRPr="00163EB1">
        <w:rPr>
          <w:rStyle w:val="libArabicChar"/>
          <w:rFonts w:hint="cs"/>
          <w:rtl/>
        </w:rPr>
        <w:t>ه</w:t>
      </w:r>
      <w:r w:rsidRPr="00E82D20">
        <w:rPr>
          <w:rStyle w:val="libArabicChar"/>
          <w:rFonts w:hint="cs"/>
          <w:rtl/>
        </w:rPr>
        <w:t>ِ</w:t>
      </w:r>
      <w:r w:rsidRPr="00E82D20">
        <w:rPr>
          <w:rStyle w:val="libArabicChar"/>
          <w:rtl/>
        </w:rPr>
        <w:t xml:space="preserve"> كَلاٰمٌ</w:t>
      </w:r>
      <w:r>
        <w:rPr>
          <w:rtl/>
          <w:lang w:bidi="ur-PK"/>
        </w:rPr>
        <w:t xml:space="preserve">؟“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خدا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کلام (بھ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؟“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کھا: ھاں،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کلام، اس نے کھا: مجھے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تھوڑ ا بھت کلام خدا سناؤ،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سورہ ذار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شروع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تک پہنچا: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82D20">
        <w:rPr>
          <w:rStyle w:val="libArabicChar"/>
          <w:rtl/>
        </w:rPr>
        <w:t>وَفِ</w:t>
      </w:r>
      <w:r w:rsidR="00476253" w:rsidRPr="00E82D20">
        <w:rPr>
          <w:rStyle w:val="libArabicChar"/>
          <w:rFonts w:hint="cs"/>
          <w:rtl/>
        </w:rPr>
        <w:t>ی</w:t>
      </w:r>
      <w:r w:rsidR="00476253" w:rsidRPr="00E82D20">
        <w:rPr>
          <w:rStyle w:val="libArabicChar"/>
          <w:rtl/>
        </w:rPr>
        <w:t xml:space="preserve"> السَّمَاءِ رِزْقُكُمْ وَ مَا تُوْعَدُوْنَ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(202)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آسمان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تمھارا رزق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جن باتوں کا تم سے وعدہ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سب کچھ موجود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نے کھا: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کا کلام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کھا: ھاں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کلام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کو اس نے اپنے بندہ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محمد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پر نازل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سنتے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اس کے بدن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آگ لگ گئ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اس کے اندر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سوز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درد اس کے اندر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ا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شمش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اپنے اونٹ کو قربان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ھاتھ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ظلم و ستم کا لباس اتارد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کھا: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82D20">
        <w:rPr>
          <w:rStyle w:val="libArabicChar"/>
          <w:rFonts w:hint="eastAsia"/>
          <w:rtl/>
        </w:rPr>
        <w:t>تريٰ</w:t>
      </w:r>
      <w:r w:rsidRPr="00E82D20">
        <w:rPr>
          <w:rStyle w:val="libArabicChar"/>
          <w:rtl/>
        </w:rPr>
        <w:t xml:space="preserve"> </w:t>
      </w:r>
      <w:r w:rsidRPr="00E82D20">
        <w:rPr>
          <w:rStyle w:val="libArabicChar"/>
          <w:rFonts w:hint="cs"/>
          <w:rtl/>
        </w:rPr>
        <w:t>ی</w:t>
      </w:r>
      <w:r w:rsidRPr="00E82D20">
        <w:rPr>
          <w:rStyle w:val="libArabicChar"/>
          <w:rFonts w:hint="eastAsia"/>
          <w:rtl/>
        </w:rPr>
        <w:t>قبل</w:t>
      </w:r>
      <w:r w:rsidRPr="00E82D20">
        <w:rPr>
          <w:rStyle w:val="libArabicChar"/>
          <w:rtl/>
        </w:rPr>
        <w:t xml:space="preserve"> من لم </w:t>
      </w:r>
      <w:r w:rsidRPr="00E82D20">
        <w:rPr>
          <w:rStyle w:val="libArabicChar"/>
          <w:rFonts w:hint="cs"/>
          <w:rtl/>
        </w:rPr>
        <w:t>ی</w:t>
      </w:r>
      <w:r w:rsidRPr="00E82D20">
        <w:rPr>
          <w:rStyle w:val="libArabicChar"/>
          <w:rFonts w:hint="eastAsia"/>
          <w:rtl/>
        </w:rPr>
        <w:t>خدم</w:t>
      </w:r>
      <w:r w:rsidR="00705CD5" w:rsidRPr="00163EB1">
        <w:rPr>
          <w:rStyle w:val="libArabicChar"/>
          <w:rFonts w:hint="cs"/>
          <w:rtl/>
        </w:rPr>
        <w:t>ه</w:t>
      </w:r>
      <w:r w:rsidRPr="00E82D20">
        <w:rPr>
          <w:rStyle w:val="libArabicChar"/>
          <w:rtl/>
        </w:rPr>
        <w:t xml:space="preserve"> ف</w:t>
      </w:r>
      <w:r w:rsidRPr="00E82D20">
        <w:rPr>
          <w:rStyle w:val="libArabicChar"/>
          <w:rFonts w:hint="cs"/>
          <w:rtl/>
        </w:rPr>
        <w:t>ی</w:t>
      </w:r>
      <w:r w:rsidRPr="00E82D20">
        <w:rPr>
          <w:rStyle w:val="libArabicChar"/>
          <w:rtl/>
        </w:rPr>
        <w:t xml:space="preserve"> شباب</w:t>
      </w:r>
      <w:r w:rsidR="00705CD5" w:rsidRPr="00163EB1">
        <w:rPr>
          <w:rStyle w:val="libArabicChar"/>
          <w:rFonts w:hint="cs"/>
          <w:rtl/>
        </w:rPr>
        <w:t>ه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”اے</w:t>
      </w:r>
      <w:r>
        <w:rPr>
          <w:rtl/>
          <w:lang w:bidi="ur-PK"/>
        </w:rPr>
        <w:t xml:space="preserve"> اصعم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 گمان کرتے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کہ جس نے جوان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نہ ک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اس کو بارگاہ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جائے؟“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کھا: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تو پھر اس 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کو مبعوث برسالت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رسالت کا ہدف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بھاگنے والے کو دوبارہ پلٹادےں اور خدا کا غضب، صلح و آشت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بدل جائے۔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نے کھا: اے اصعم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! اس درد مند کے لئے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علاج بتاؤ، اور گناھوں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والے کے لئے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مرھم بتاؤ۔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کے بعد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شروع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82D20">
        <w:rPr>
          <w:rStyle w:val="libAieChar"/>
          <w:rtl/>
        </w:rPr>
        <w:t>فَوَرَبِّ السَّمَاءِ وَال</w:t>
      </w:r>
      <w:r w:rsidR="00BA0B7F">
        <w:rPr>
          <w:rStyle w:val="libAieChar"/>
          <w:rtl/>
        </w:rPr>
        <w:t>ا</w:t>
      </w:r>
      <w:r w:rsidR="00476253" w:rsidRPr="00E82D20">
        <w:rPr>
          <w:rStyle w:val="libAieChar"/>
          <w:rFonts w:hint="eastAsia"/>
          <w:rtl/>
        </w:rPr>
        <w:t>رْضِ</w:t>
      </w:r>
      <w:r w:rsidR="00476253" w:rsidRPr="00E82D20">
        <w:rPr>
          <w:rStyle w:val="libAieChar"/>
          <w:rtl/>
        </w:rPr>
        <w:t xml:space="preserve"> إِنَّ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E82D20">
        <w:rPr>
          <w:rStyle w:val="libAieChar"/>
          <w:rFonts w:hint="cs"/>
          <w:rtl/>
        </w:rPr>
        <w:t>ُ</w:t>
      </w:r>
      <w:r w:rsidR="00476253" w:rsidRPr="00E82D20">
        <w:rPr>
          <w:rStyle w:val="libAieChar"/>
          <w:rtl/>
        </w:rPr>
        <w:t xml:space="preserve"> </w:t>
      </w:r>
      <w:r w:rsidR="00476253" w:rsidRPr="00E82D20">
        <w:rPr>
          <w:rStyle w:val="libAieChar"/>
          <w:rFonts w:hint="cs"/>
          <w:rtl/>
        </w:rPr>
        <w:t>لَحَقٌّ</w:t>
      </w:r>
      <w:r w:rsidR="00476253" w:rsidRPr="00E82D20">
        <w:rPr>
          <w:rStyle w:val="libAieChar"/>
          <w:rtl/>
        </w:rPr>
        <w:t xml:space="preserve"> </w:t>
      </w:r>
      <w:r w:rsidR="00476253" w:rsidRPr="00E82D20">
        <w:rPr>
          <w:rStyle w:val="libAieChar"/>
          <w:rFonts w:hint="cs"/>
          <w:rtl/>
        </w:rPr>
        <w:t>مِثْلَ</w:t>
      </w:r>
      <w:r w:rsidR="00476253" w:rsidRPr="00E82D20">
        <w:rPr>
          <w:rStyle w:val="libAieChar"/>
          <w:rtl/>
        </w:rPr>
        <w:t xml:space="preserve"> </w:t>
      </w:r>
      <w:r w:rsidR="00476253" w:rsidRPr="00E82D20">
        <w:rPr>
          <w:rStyle w:val="libAieChar"/>
          <w:rFonts w:hint="cs"/>
          <w:rtl/>
        </w:rPr>
        <w:t>مَا</w:t>
      </w:r>
      <w:r w:rsidR="00BA0B7F">
        <w:rPr>
          <w:rStyle w:val="libAieChar"/>
          <w:rFonts w:hint="cs"/>
          <w:rtl/>
        </w:rPr>
        <w:t>ا</w:t>
      </w:r>
      <w:r w:rsidR="00476253" w:rsidRPr="00E82D20">
        <w:rPr>
          <w:rStyle w:val="libAieChar"/>
          <w:rFonts w:hint="eastAsia"/>
          <w:rtl/>
        </w:rPr>
        <w:t>نَّكُمْ</w:t>
      </w:r>
      <w:r w:rsidR="00476253" w:rsidRPr="00E82D20">
        <w:rPr>
          <w:rStyle w:val="libAieChar"/>
          <w:rtl/>
        </w:rPr>
        <w:t xml:space="preserve"> تَنْطِقُوْنَ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(203)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”آسمان</w:t>
      </w:r>
      <w:r w:rsidR="00476253">
        <w:rPr>
          <w:rtl/>
          <w:lang w:bidi="ur-PK"/>
        </w:rPr>
        <w:t xml:space="preserve"> و زم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کے مالک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قسم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قرآن بالکل برحق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جس طرح تم بات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کر</w:t>
      </w:r>
      <w:r w:rsidR="00AA04E3">
        <w:rPr>
          <w:rtl/>
          <w:lang w:bidi="ur-PK"/>
        </w:rPr>
        <w:t xml:space="preserve">رہے 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ںنے</w:t>
      </w:r>
      <w:r>
        <w:rPr>
          <w:rtl/>
          <w:lang w:bidi="ur-PK"/>
        </w:rPr>
        <w:t xml:space="preserve"> 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نے چند بار اپنے کو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گرا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نالہ و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و سرگردان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چل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کو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مگر خانہ کعبہ کے طواف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غلاف کعبہ کو پکڑے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 xml:space="preserve">کہہ رھا تھا: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82D20">
        <w:rPr>
          <w:rStyle w:val="libArabicChar"/>
          <w:rFonts w:hint="eastAsia"/>
          <w:rtl/>
        </w:rPr>
        <w:t>من</w:t>
      </w:r>
      <w:r w:rsidRPr="00E82D20">
        <w:rPr>
          <w:rStyle w:val="libArabicChar"/>
          <w:rtl/>
        </w:rPr>
        <w:t xml:space="preserve"> مثل</w:t>
      </w:r>
      <w:r w:rsidRPr="00E82D20">
        <w:rPr>
          <w:rStyle w:val="libArabicChar"/>
          <w:rFonts w:hint="cs"/>
          <w:rtl/>
        </w:rPr>
        <w:t>ی</w:t>
      </w:r>
      <w:r w:rsidRPr="00E82D20">
        <w:rPr>
          <w:rStyle w:val="libArabicChar"/>
          <w:rtl/>
        </w:rPr>
        <w:t xml:space="preserve"> و انت ربّ</w:t>
      </w:r>
      <w:r w:rsidRPr="00E82D20">
        <w:rPr>
          <w:rStyle w:val="libArabicChar"/>
          <w:rFonts w:hint="cs"/>
          <w:rtl/>
        </w:rPr>
        <w:t>ی</w:t>
      </w:r>
      <w:r w:rsidRPr="00E82D20">
        <w:rPr>
          <w:rStyle w:val="libArabicChar"/>
          <w:rFonts w:hint="eastAsia"/>
          <w:rtl/>
        </w:rPr>
        <w:t>،</w:t>
      </w:r>
      <w:r w:rsidRPr="00E82D20">
        <w:rPr>
          <w:rStyle w:val="libArabicChar"/>
          <w:rtl/>
        </w:rPr>
        <w:t xml:space="preserve"> من مثل</w:t>
      </w:r>
      <w:r w:rsidRPr="00E82D20">
        <w:rPr>
          <w:rStyle w:val="libArabicChar"/>
          <w:rFonts w:hint="cs"/>
          <w:rtl/>
        </w:rPr>
        <w:t>ی</w:t>
      </w:r>
      <w:r w:rsidRPr="00E82D20">
        <w:rPr>
          <w:rStyle w:val="libArabicChar"/>
          <w:rtl/>
        </w:rPr>
        <w:t xml:space="preserve"> و انت ربّ</w:t>
      </w:r>
      <w:r w:rsidRPr="00E82D20">
        <w:rPr>
          <w:rStyle w:val="libArabicChar"/>
          <w:rFonts w:hint="cs"/>
          <w:rtl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”مجھ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کون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 کہ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خدا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مجھ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کون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 کہ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خدا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سے کھا: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گفتگو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حالت لوگوں کے طواف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رکاوٹ بن رھ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چنانچہ اس نے کھا: اے اصعم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 گھر اس کا گھر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بندہ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بندہ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چھوڑئے مجھے اس کے لئے ناز کرنے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جئے،</w:t>
      </w:r>
      <w:r>
        <w:rPr>
          <w:rtl/>
          <w:lang w:bidi="ur-PK"/>
        </w:rPr>
        <w:t xml:space="preserve"> اس کے بعد اس نے دو شعر پڑھے جن کا مضمون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”اے</w:t>
      </w:r>
      <w:r>
        <w:rPr>
          <w:rtl/>
          <w:lang w:bidi="ur-PK"/>
        </w:rPr>
        <w:t xml:space="preserve"> شب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والو! تم لوگ کس قدر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تمھارے اوپر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ماں باپ قربان، کس قدر خوبصورت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اپنے آقا کے دروازے کوکھٹکھٹاتے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، واقعاً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دروازہ تمھارے لئے کھل جائے گا“۔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 وہ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چھپ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بھت تلاش کرنے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ملا، مجھے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اور تعجب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ختم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 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(204)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68" w:name="_Toc520984005"/>
      <w:r>
        <w:rPr>
          <w:rFonts w:hint="eastAsia"/>
          <w:rtl/>
          <w:lang w:bidi="ur-PK"/>
        </w:rPr>
        <w:t>صدق</w:t>
      </w:r>
      <w:r>
        <w:rPr>
          <w:rtl/>
          <w:lang w:bidi="ur-PK"/>
        </w:rPr>
        <w:t xml:space="preserve"> اور سچائ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کے باعث بنے</w:t>
      </w:r>
      <w:bookmarkEnd w:id="68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راہزنوں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گروہ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مسافر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تاکہ اس کے مال و اسباب لوٹ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اچانک انھوں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مسافر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کھا،</w:t>
      </w:r>
      <w:r>
        <w:rPr>
          <w:rtl/>
          <w:lang w:bidi="ur-PK"/>
        </w:rPr>
        <w:t xml:space="preserve"> تو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دوڑے اور کھا: جو کچھ بھ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دے،</w:t>
      </w:r>
      <w:r>
        <w:rPr>
          <w:rtl/>
          <w:lang w:bidi="ur-PK"/>
        </w:rPr>
        <w:t xml:space="preserve"> اس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صرف 80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40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</w:t>
      </w:r>
      <w:r>
        <w:rPr>
          <w:rtl/>
          <w:lang w:bidi="ur-PK"/>
        </w:rPr>
        <w:t xml:space="preserve"> کا مقروض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اور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وطن تک پ</w:t>
      </w:r>
      <w:r>
        <w:rPr>
          <w:rFonts w:hint="eastAsia"/>
          <w:rtl/>
          <w:lang w:bidi="ur-PK"/>
        </w:rPr>
        <w:t>ہنچنے</w:t>
      </w:r>
      <w:r>
        <w:rPr>
          <w:rtl/>
          <w:lang w:bidi="ur-PK"/>
        </w:rPr>
        <w:t xml:space="preserve"> کا خرچ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۔راہزنوں کے 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نے کھا: اس کو چھوڑو،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 بخت آدم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کے پاس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راہزن</w:t>
      </w:r>
      <w:r>
        <w:rPr>
          <w:rtl/>
          <w:lang w:bidi="ur-PK"/>
        </w:rPr>
        <w:t xml:space="preserve"> مسافروں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تھے، اس مسافر کو جھاں جانا تھا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 راپنا قرض ادا کرکے واپس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وقت پھر راستہ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چور مل گئے، انھوں نے کھا: جو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وہ سب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دے</w:t>
      </w:r>
      <w:r>
        <w:rPr>
          <w:rtl/>
          <w:lang w:bidi="ur-PK"/>
        </w:rPr>
        <w:t xml:space="preserve"> ورنہ تجھے قتل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اس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پاس 80د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</w:t>
      </w:r>
      <w:r>
        <w:rPr>
          <w:rtl/>
          <w:lang w:bidi="ur-PK"/>
        </w:rPr>
        <w:t xml:space="preserve"> تھے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40د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نار قرض دے چکا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اور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خرچ کے لئے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چوروں کے سردارنے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جائے، چنانچہ اس کے سامان او رکپڑوں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40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</w:t>
      </w:r>
      <w:r>
        <w:rPr>
          <w:rtl/>
          <w:lang w:bidi="ur-PK"/>
        </w:rPr>
        <w:t xml:space="preserve"> کے علاوہ کچھ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ملا!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چوروں</w:t>
      </w:r>
      <w:r>
        <w:rPr>
          <w:rtl/>
          <w:lang w:bidi="ur-PK"/>
        </w:rPr>
        <w:t xml:space="preserve"> کے سردار نے کھا: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بتاؤ کہ اس خطرناک موقع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نے صدق اور سچائ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جھوٹ نہ بولا؟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بچپن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کو وعدہ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کہ عمر بھر سچ بولوں گا اور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دامن کو جھوٹ سے آلودہ نہ کروں گا!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چور</w:t>
      </w:r>
      <w:r>
        <w:rPr>
          <w:rtl/>
          <w:lang w:bidi="ur-PK"/>
        </w:rPr>
        <w:t xml:space="preserve"> قہقہہ لگاکر ہنسے لگے،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چوروں کے سردار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ٹھنڈ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سانس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کھا: ھائے افسوس! تو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سے کئے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وعدہ پر پابند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جھوٹ کا سھارا نہ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اپنے اس وعدہ پر اس قدر پابند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کے وعدے پر پابند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جس سے ھم نے وعدہ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گ</w:t>
      </w:r>
      <w:r>
        <w:rPr>
          <w:rFonts w:hint="eastAsia"/>
          <w:rtl/>
          <w:lang w:bidi="ur-PK"/>
        </w:rPr>
        <w:t>ناہ</w:t>
      </w:r>
      <w:r>
        <w:rPr>
          <w:rtl/>
          <w:lang w:bidi="ur-PK"/>
        </w:rPr>
        <w:t xml:space="preserve"> نہ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اس وقت اس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کھا: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! اس کے بعد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وعدے پر عمل کروں گا، پالنے والے!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توبہ!!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توبہ!!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69" w:name="_Toc520984006"/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توبہ</w:t>
      </w:r>
      <w:bookmarkEnd w:id="69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کے زمانہ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رھتا تھا جس کا ظاھر بھت اچھا اور بھت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صورت تھا،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اھل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اور مشھور شخص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شخص بعض اوقات رات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چھپ کر لوگوں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چور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 تھا۔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رات کا واقعہ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چور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tl/>
          <w:lang w:bidi="ur-PK"/>
        </w:rPr>
        <w:t xml:space="preserve"> پر چڑھ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اس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مال و دولت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وھاں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جوان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اپنے</w:t>
      </w:r>
      <w:r>
        <w:rPr>
          <w:rtl/>
          <w:lang w:bidi="ur-PK"/>
        </w:rPr>
        <w:t xml:space="preserve">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کہنے لگا: آج تو مجھے دوھرا خوش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چاہئے،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سارا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سامان مجھے مل جائے گا، دوسرے اس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لذت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کروں گا!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کہ اچانک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بجل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چمک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روشن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غور و فکر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ڈوب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سوچنے لگا: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 تمام گناھوں کے بعد تجھے موت کا سامنا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کرنا،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موت کے بعد خداوندعالم مجھ سے بازپرس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کرے گا،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روز کے عذاب سے بھا</w:t>
      </w:r>
      <w:r>
        <w:rPr>
          <w:rFonts w:hint="eastAsia"/>
          <w:rtl/>
          <w:lang w:bidi="ur-PK"/>
        </w:rPr>
        <w:t>گ</w:t>
      </w:r>
      <w:r>
        <w:rPr>
          <w:rtl/>
          <w:lang w:bidi="ur-PK"/>
        </w:rPr>
        <w:t xml:space="preserve"> سکتا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روز اتمام حجت کے بعد خدا کے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</w:t>
      </w:r>
      <w:r>
        <w:rPr>
          <w:rtl/>
          <w:lang w:bidi="ur-PK"/>
        </w:rPr>
        <w:t xml:space="preserve"> و غضب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گا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لئے آتش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جلوں 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سوچ کر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ااور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ھاتھ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وھاں سے واپس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صبح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اپنے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چھرہ اور بناوٹ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لباس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اچانک اس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وھ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کے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گزشتہ رات چور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تھا؛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حاضر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</w:t>
      </w:r>
      <w:r>
        <w:rPr>
          <w:rFonts w:hint="eastAsia"/>
          <w:rtl/>
          <w:lang w:bidi="ur-PK"/>
        </w:rPr>
        <w:t>عرض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مال و دولت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کا ارادہ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رات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اگرچہ وہ کچھ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ڈر گئ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تنھا رہنے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ھمت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رہ 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آپ مناسب سمج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شوھر تلاش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آنحضرت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اس چور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اگر تو چاھت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ساتھ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عقد پڑھ دوں، چنانچہ اس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مانع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۔ چنانچہ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ان دونوں کا عقد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دونوں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ساتھ 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آگئے، اس نے اپنا واقعہ اس عورت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وہ چور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تھا اگر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چور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تجھ سے ناجائز رابطہ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تا،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مرتکب بھ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اور زنا کا گناہ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 جبکہ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وصال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رات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تا، اور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حرام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چونکہ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خدا اور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گناہ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صبر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حرام کردہ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اجتناب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خداوندعالم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طرح مقدر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اب گھر کے دروازہ سے داخل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اور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ساتھ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کروں گا۔</w:t>
      </w:r>
      <w:r w:rsidR="0005211C" w:rsidRPr="00125F42">
        <w:rPr>
          <w:rStyle w:val="libFootnotenumChar"/>
          <w:rtl/>
          <w:lang w:bidi="ur-PK"/>
        </w:rPr>
        <w:t>(205)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70" w:name="_Toc520984007"/>
      <w:r>
        <w:rPr>
          <w:rFonts w:hint="eastAsia"/>
          <w:rtl/>
          <w:lang w:bidi="ur-PK"/>
        </w:rPr>
        <w:t>بِشر</w:t>
      </w:r>
      <w:r>
        <w:rPr>
          <w:rtl/>
          <w:lang w:bidi="ur-PK"/>
        </w:rPr>
        <w:t xml:space="preserve"> حاف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</w:t>
      </w:r>
      <w:bookmarkEnd w:id="70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بِشر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اش</w:t>
      </w:r>
      <w:r>
        <w:rPr>
          <w:rtl/>
          <w:lang w:bidi="ur-PK"/>
        </w:rPr>
        <w:t xml:space="preserve"> طبع اور اھل لھو و لعب افراد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تھا اکثر اوقات اپنے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ناچ گانے اور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محفل سجائے رھتا تھا،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 امام موسيٰ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اس کے گھر کے پاس سے گزر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تھے، اس کے گھر سے ناچ گانے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 بلند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دروازہ پر کھڑے اس کے نوکر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اس گھر کا مالک غلام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آزاد؟ اس نے کھا: آزاد، اس وقت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کھتے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اگر غلام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تا تو اپنے مولا سے ڈرتا۔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نوکر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بِشر (جو شراب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تھا)اس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سے آنے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معلو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 اس نوکر نے کھا: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کو گل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کھا،</w:t>
      </w:r>
      <w:r>
        <w:rPr>
          <w:rtl/>
          <w:lang w:bidi="ur-PK"/>
        </w:rPr>
        <w:t xml:space="preserve"> جس نے مجھ سے اس طرح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چنانچہ امام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جملہ اس پر اس قدر موثر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کہ خوف و ھراس کے عالم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ننگے پاؤں گھر سے باھر نکلا اور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</w:t>
      </w:r>
      <w:r w:rsidR="003264F6">
        <w:rPr>
          <w:rtl/>
          <w:lang w:bidi="ur-PK"/>
        </w:rPr>
        <w:t xml:space="preserve"> ہو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روتا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اپنے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اور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لئے گناہ کے دسترخوان کو اٹھا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نکا،</w:t>
      </w:r>
      <w:r>
        <w:rPr>
          <w:rtl/>
          <w:lang w:bidi="ur-PK"/>
        </w:rPr>
        <w:t xml:space="preserve"> آخر کار زاہدوں اور عرفاء کے دائرہ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شامل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(206)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B51DBD" w:rsidRDefault="00B51DBD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71" w:name="_Toc520984008"/>
      <w:r>
        <w:rPr>
          <w:rFonts w:hint="eastAsia"/>
          <w:rtl/>
          <w:lang w:bidi="ur-PK"/>
        </w:rPr>
        <w:t>توبہ</w:t>
      </w:r>
      <w:r>
        <w:rPr>
          <w:rtl/>
          <w:lang w:bidi="ur-PK"/>
        </w:rPr>
        <w:t xml:space="preserve"> کرنے والا اھل بہشت</w:t>
      </w:r>
      <w:r w:rsidR="00AA04E3">
        <w:rPr>
          <w:rtl/>
          <w:lang w:bidi="ur-PK"/>
        </w:rPr>
        <w:t xml:space="preserve"> ہے</w:t>
      </w:r>
      <w:bookmarkEnd w:id="71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معاذ</w:t>
      </w:r>
      <w:r>
        <w:rPr>
          <w:rtl/>
          <w:lang w:bidi="ur-PK"/>
        </w:rPr>
        <w:t xml:space="preserve"> بن وھب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چند لوگوں کے ساتھ مکہ معظمہ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روانہ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بوڑھا شخص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ھمارے ساتھ تھا، جو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عبادت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کرتا 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اھل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(عل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کو بلا فصل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مانتا تھا،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اپ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خلفاء کے مذھب کے مطابق سفر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(بھ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نماز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چار رکعت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پڑھتا تھا۔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ھمارے قافلہ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کا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صراط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پر تھا، وہ بوڑھا شخص راستہ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نے اپنے بھت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</w:t>
      </w:r>
      <w:r>
        <w:rPr>
          <w:rtl/>
          <w:lang w:bidi="ur-PK"/>
        </w:rPr>
        <w:t xml:space="preserve"> سے کھا: اگر اپنے چچا کے پاس آتا اور اس کو ”ولا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ت“</w:t>
      </w:r>
      <w:r>
        <w:rPr>
          <w:rtl/>
          <w:lang w:bidi="ur-PK"/>
        </w:rPr>
        <w:t xml:space="preserve">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بتاتا تو بھتر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تا،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خداوندعالم اس کو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اور گمراھ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ضلالت سے نجات عطا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اھل</w:t>
      </w:r>
      <w:r>
        <w:rPr>
          <w:rtl/>
          <w:lang w:bidi="ur-PK"/>
        </w:rPr>
        <w:t xml:space="preserve"> قافلہ نے کھا: اس کو اپنے حال پر چھوڑ دو،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کا بھت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اس کے طرف دوڑا اور کھا: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عمّو</w:t>
      </w:r>
      <w:r>
        <w:rPr>
          <w:rtl/>
          <w:lang w:bidi="ur-PK"/>
        </w:rPr>
        <w:t xml:space="preserve"> جان! لوگوں نے سوائے چند افراد کے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کے بعد حق سے روگران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واجب الاطاعت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کے بعد حق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تمام امت پر واجب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مرد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 رکھا: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پر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کہہ کر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چل بسا۔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لوگ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سفر سے واپس آئے، حضرت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مشرف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ئے،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اس بوڑھے شخص کا واقعہ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وقت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وہ شخص جنت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وہ شخص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لمحات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پر پہنچا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صرف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تھا،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اھل نجات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! اس وقت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تم اس سے اور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چاھتے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بخدا وہ شخص اھل بہشت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(207)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72" w:name="_Toc520984009"/>
      <w:r>
        <w:rPr>
          <w:rFonts w:hint="eastAsia"/>
          <w:rtl/>
          <w:lang w:bidi="ur-PK"/>
        </w:rPr>
        <w:t>ابو</w:t>
      </w:r>
      <w:r>
        <w:rPr>
          <w:rtl/>
          <w:lang w:bidi="ur-PK"/>
        </w:rPr>
        <w:t xml:space="preserve"> لبابہ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</w:t>
      </w:r>
      <w:bookmarkEnd w:id="72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وقت جنگ خندق تمام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منورہ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لے گئے، ظھر کے وقت جناب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نازل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اور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ظہ</w:t>
      </w:r>
      <w:r>
        <w:rPr>
          <w:rtl/>
          <w:lang w:bidi="ur-PK"/>
        </w:rPr>
        <w:t xml:space="preserve">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ساتھ جنگ کرنے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سنا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فوراً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جنگ کے لئے مسلح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 اور مسلمانوں کو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نماز عصر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ظہ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علاقہ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پڑھنا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حکم نافذ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فوج نے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ظہ</w:t>
      </w:r>
      <w:r>
        <w:rPr>
          <w:rtl/>
          <w:lang w:bidi="ur-PK"/>
        </w:rPr>
        <w:t xml:space="preserve"> کا محاصرہ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جب محاصرہ کے مدت طولان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لہٰذا انھوں نے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کے پاس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بھجوا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ابولبابہ کو ھمارے پاس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تاکہ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سے مشورہ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ابولبابہ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اپنے ھم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مانوں</w:t>
      </w:r>
      <w:r>
        <w:rPr>
          <w:rtl/>
          <w:lang w:bidi="ur-PK"/>
        </w:rPr>
        <w:t xml:space="preserve"> کے پاس جاؤ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وہ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کھتے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جس</w:t>
      </w:r>
      <w:r>
        <w:rPr>
          <w:rtl/>
          <w:lang w:bidi="ur-PK"/>
        </w:rPr>
        <w:t xml:space="preserve"> وقت ابولبابہ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قلعہ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پہنچے،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نے اس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ھمارے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رائے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ھم ان تمام شرائط کو مانتے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کے سامنے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تاکہ وہ جو کچھ ھمارے ساتھ کرنا چا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کرسک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؟ انھوںنے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ھاں تم لوگ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 w:rsidR="003264F6">
        <w:rPr>
          <w:rtl/>
          <w:lang w:bidi="ur-PK"/>
        </w:rPr>
        <w:t xml:space="preserve"> ہو</w:t>
      </w:r>
      <w:r>
        <w:rPr>
          <w:rFonts w:hint="eastAsia"/>
          <w:rtl/>
          <w:lang w:bidi="ur-PK"/>
        </w:rPr>
        <w:t>جاؤ،</w:t>
      </w:r>
      <w:r>
        <w:rPr>
          <w:rtl/>
          <w:lang w:bidi="ur-PK"/>
        </w:rPr>
        <w:t xml:space="preserve"> اور اس جواب کے ساتھ ابولبابہ نے اپنے ھاتھوں سے گلے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فوراً قتل کردئے جاؤگے،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فوراً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اپنے کئے سے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بلند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آہ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خدا و رسول کے ساتھ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کرڈال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مجھے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حق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تھا کہ پوش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راز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کروں۔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قلعہ</w:t>
      </w:r>
      <w:r>
        <w:rPr>
          <w:rtl/>
          <w:lang w:bidi="ur-PK"/>
        </w:rPr>
        <w:t xml:space="preserve"> سے باھر آئے اور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دھے</w:t>
      </w:r>
      <w:r>
        <w:rPr>
          <w:rtl/>
          <w:lang w:bidi="ur-PK"/>
        </w:rPr>
        <w:t xml:space="preserve">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روانہ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ئے، مسجد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رسّ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گردن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ستون سے باندھ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جس ستون کو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”ستون توبہ“ کا نام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 رکھا: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کو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کھولوں گا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جائے،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آجائے،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ابولبابہ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اور ان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تو اصحاب نے ابولبابہ کا واقعہ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وقت آنحضرت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آتا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سے اس کے لئے طلب مغفرت کرتا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وہ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خداو</w:t>
      </w:r>
      <w:r>
        <w:rPr>
          <w:rFonts w:hint="eastAsia"/>
          <w:rtl/>
          <w:lang w:bidi="ur-PK"/>
        </w:rPr>
        <w:t>ندعالم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حقدار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ابولبابہ</w:t>
      </w:r>
      <w:r>
        <w:rPr>
          <w:rtl/>
          <w:lang w:bidi="ur-PK"/>
        </w:rPr>
        <w:t xml:space="preserve"> جتنے دن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وھاں بندھے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روزہ رکھتے تھے اور رات کو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کھانا کھاتے تھے، رات کے وقت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کھانا لات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وضو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کے وقت اس کو کھول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جناب ام سلمہ کے گھر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ابولبابہ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نازل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82D20">
        <w:rPr>
          <w:rStyle w:val="libAieChar"/>
          <w:rtl/>
        </w:rPr>
        <w:t>وَآخَرُونَ اعْتَرَفُوا بِذُنُوبِ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E82D20">
        <w:rPr>
          <w:rStyle w:val="libAieChar"/>
          <w:rFonts w:hint="cs"/>
          <w:rtl/>
        </w:rPr>
        <w:t>م</w:t>
      </w:r>
      <w:r w:rsidR="00476253" w:rsidRPr="00E82D20">
        <w:rPr>
          <w:rStyle w:val="libAieChar"/>
          <w:rtl/>
        </w:rPr>
        <w:t xml:space="preserve"> </w:t>
      </w:r>
      <w:r w:rsidR="00476253" w:rsidRPr="00E82D20">
        <w:rPr>
          <w:rStyle w:val="libAieChar"/>
          <w:rFonts w:hint="cs"/>
          <w:rtl/>
        </w:rPr>
        <w:t>خَلَطُوا</w:t>
      </w:r>
      <w:r w:rsidR="00476253" w:rsidRPr="00E82D20">
        <w:rPr>
          <w:rStyle w:val="libAieChar"/>
          <w:rtl/>
        </w:rPr>
        <w:t xml:space="preserve"> </w:t>
      </w:r>
      <w:r w:rsidR="00476253" w:rsidRPr="00E82D20">
        <w:rPr>
          <w:rStyle w:val="libAieChar"/>
          <w:rFonts w:hint="cs"/>
          <w:rtl/>
        </w:rPr>
        <w:t>عَمَل</w:t>
      </w:r>
      <w:r w:rsidR="00476253" w:rsidRPr="00E82D20">
        <w:rPr>
          <w:rStyle w:val="libAieChar"/>
          <w:rtl/>
        </w:rPr>
        <w:t>ًا صَالِحًا وَآخَرَ سَ</w:t>
      </w:r>
      <w:r w:rsidR="00476253" w:rsidRPr="00E82D20">
        <w:rPr>
          <w:rStyle w:val="libAieChar"/>
          <w:rFonts w:hint="cs"/>
          <w:rtl/>
        </w:rPr>
        <w:t>ی</w:t>
      </w:r>
      <w:r w:rsidR="00476253" w:rsidRPr="00E82D20">
        <w:rPr>
          <w:rStyle w:val="libAieChar"/>
          <w:rFonts w:hint="eastAsia"/>
          <w:rtl/>
        </w:rPr>
        <w:t>ئًا</w:t>
      </w:r>
      <w:r w:rsidR="00476253" w:rsidRPr="00E82D20">
        <w:rPr>
          <w:rStyle w:val="libAieChar"/>
          <w:rtl/>
        </w:rPr>
        <w:t xml:space="preserve"> عَسَ</w:t>
      </w:r>
      <w:r w:rsidR="00476253" w:rsidRPr="00E82D20">
        <w:rPr>
          <w:rStyle w:val="libAieChar"/>
          <w:rFonts w:hint="cs"/>
          <w:rtl/>
        </w:rPr>
        <w:t>ی</w:t>
      </w:r>
      <w:r w:rsidR="00476253" w:rsidRPr="00E82D20">
        <w:rPr>
          <w:rStyle w:val="libAieChar"/>
          <w:rtl/>
        </w:rPr>
        <w:t xml:space="preserve"> اللهُ </w:t>
      </w:r>
      <w:r w:rsidR="00BA0B7F">
        <w:rPr>
          <w:rStyle w:val="libAieChar"/>
          <w:rtl/>
        </w:rPr>
        <w:t>ا</w:t>
      </w:r>
      <w:r w:rsidR="00476253" w:rsidRPr="00E82D20">
        <w:rPr>
          <w:rStyle w:val="libAieChar"/>
          <w:rFonts w:hint="eastAsia"/>
          <w:rtl/>
        </w:rPr>
        <w:t>نْ</w:t>
      </w:r>
      <w:r w:rsidR="00476253" w:rsidRPr="00E82D20">
        <w:rPr>
          <w:rStyle w:val="libAieChar"/>
          <w:rtl/>
        </w:rPr>
        <w:t xml:space="preserve"> </w:t>
      </w:r>
      <w:r w:rsidR="00476253" w:rsidRPr="00E82D20">
        <w:rPr>
          <w:rStyle w:val="libAieChar"/>
          <w:rFonts w:hint="cs"/>
          <w:rtl/>
        </w:rPr>
        <w:t>ی</w:t>
      </w:r>
      <w:r w:rsidR="00476253" w:rsidRPr="00E82D20">
        <w:rPr>
          <w:rStyle w:val="libAieChar"/>
          <w:rFonts w:hint="eastAsia"/>
          <w:rtl/>
        </w:rPr>
        <w:t>تُوبَ</w:t>
      </w:r>
      <w:r w:rsidR="00476253" w:rsidRPr="00E82D20">
        <w:rPr>
          <w:rStyle w:val="libAieChar"/>
          <w:rtl/>
        </w:rPr>
        <w:t xml:space="preserve"> عَلَ</w:t>
      </w:r>
      <w:r w:rsidR="00476253" w:rsidRPr="00E82D20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E82D20">
        <w:rPr>
          <w:rStyle w:val="libAieChar"/>
          <w:rFonts w:hint="cs"/>
          <w:rtl/>
        </w:rPr>
        <w:t>م</w:t>
      </w:r>
      <w:r w:rsidR="00476253" w:rsidRPr="00E82D20">
        <w:rPr>
          <w:rStyle w:val="libAieChar"/>
          <w:rtl/>
        </w:rPr>
        <w:t xml:space="preserve"> إِنَّ اللهَ غَفُورٌ رَحِ</w:t>
      </w:r>
      <w:r w:rsidR="00476253" w:rsidRPr="00E82D20">
        <w:rPr>
          <w:rStyle w:val="libAieChar"/>
          <w:rFonts w:hint="cs"/>
          <w:rtl/>
        </w:rPr>
        <w:t>ی</w:t>
      </w:r>
      <w:r w:rsidR="00476253" w:rsidRPr="00E82D20">
        <w:rPr>
          <w:rStyle w:val="libAieChar"/>
          <w:rFonts w:hint="eastAsia"/>
          <w:rtl/>
        </w:rPr>
        <w:t>مٌ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(208)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 xml:space="preserve"> اور دوسرے وہ لوگ جنھوں نے اپنے گناھوں کا اعتراف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کہ انھوں نے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اور بد اعمال مخلوط کردئے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عنقر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</w:t>
      </w:r>
      <w:r w:rsidR="00476253">
        <w:rPr>
          <w:rtl/>
          <w:lang w:bidi="ur-PK"/>
        </w:rPr>
        <w:t xml:space="preserve"> خدا ان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توبہ قبول کرلے گا کہ وہ بڑا بخشنے والا اور مھربان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امّ سلمہ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ابولبابہ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ام سلمہ نے کھا: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 !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مجھے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ابولبابہ کو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بشارت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دوں؟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اجازت مرحمت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جناب امّ سلمہ نے اپنا سر حجرہ سے نکالا اور ابولبابہ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بشارت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ابولبابہ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نعمت پر اس کا شکر کرنے لگے، چند افراد اس کوستون کے کھولنے کے لئے آئے،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ابولبابہ نے ان کو روک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کھا: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لوگوں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کھلواؤں گا 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خود آکر مجھے آزاد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خود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اور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اب تم اس بچہ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جو شکم مادر سے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گردن سے وہ رسّ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کھول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ابولبابہ</w:t>
      </w:r>
      <w:r>
        <w:rPr>
          <w:rtl/>
          <w:lang w:bidi="ur-PK"/>
        </w:rPr>
        <w:t xml:space="preserve"> نے کھا: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اللہ!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مجھے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اپنا سارا مال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رات</w:t>
      </w:r>
      <w:r>
        <w:rPr>
          <w:rtl/>
          <w:lang w:bidi="ur-PK"/>
        </w:rPr>
        <w:t xml:space="preserve"> کردوں؟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ن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کے بعد انھوں نے اپنے دو تھائ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 کے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رات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طلب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انھوں نےآدھا مال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رات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طلب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آنحضرت نے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آخر کار انھوں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رات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مانگ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اجازت مرحمت فرماد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(209)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73" w:name="_Toc520984010"/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لوھار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</w:t>
      </w:r>
      <w:bookmarkEnd w:id="73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واقعہ کا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شھر بصرہ کے لوھاربازار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وارد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لوھار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لوھے کو سرخ کئے</w:t>
      </w:r>
      <w:r w:rsidR="006E184C">
        <w:rPr>
          <w:rtl/>
          <w:lang w:bidi="ur-PK"/>
        </w:rPr>
        <w:t xml:space="preserve"> ہوئے </w:t>
      </w:r>
      <w:r w:rsidR="00AA04E3">
        <w:rPr>
          <w:rtl/>
          <w:lang w:bidi="ur-PK"/>
        </w:rPr>
        <w:t>ہے</w:t>
      </w:r>
      <w:r>
        <w:rPr>
          <w:rtl/>
          <w:lang w:bidi="ur-PK"/>
        </w:rPr>
        <w:t xml:space="preserve"> او راس کو اپنے ھاتھ سے پکڑے</w:t>
      </w:r>
      <w:r w:rsidR="006E184C">
        <w:rPr>
          <w:rtl/>
          <w:lang w:bidi="ur-PK"/>
        </w:rPr>
        <w:t xml:space="preserve"> ہوئے </w:t>
      </w:r>
      <w:r w:rsidR="00AA04E3">
        <w:rPr>
          <w:rtl/>
          <w:lang w:bidi="ur-PK"/>
        </w:rPr>
        <w:t>ہے</w:t>
      </w:r>
      <w:r>
        <w:rPr>
          <w:rtl/>
          <w:lang w:bidi="ur-PK"/>
        </w:rPr>
        <w:t>، اوراس کا شاگرد اس پر ھتوڑا ماررھا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مجھے</w:t>
      </w:r>
      <w:r>
        <w:rPr>
          <w:rtl/>
          <w:lang w:bidi="ur-PK"/>
        </w:rPr>
        <w:t xml:space="preserve"> بھت تعجب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کہ سرخ لوھا اس کے ھاتھ کو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جلارھا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اس لوھار سے اس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سبب معلوم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نے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بصرہ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قحط پڑا،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لوگ بھوکے مرنے لگے،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پڑوسن جو جوان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 رکھا:م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بچے بھوک سے مرے جا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کے جمال اور خوبصورت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تو اس کا عاشق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کے سامنے ناجائز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شکش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وہ عورت شرماکر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گھر سے نکل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چند</w:t>
      </w:r>
      <w:r>
        <w:rPr>
          <w:rtl/>
          <w:lang w:bidi="ur-PK"/>
        </w:rPr>
        <w:t xml:space="preserve"> روز کے بعد وہ عورت دوبارہ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کھا: اے مرد!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خطرے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خدا سے ڈر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کردے،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د وبارہ پھر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تکرار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مرتبہ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عورت شرمندہ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گھر سے نکل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</w:t>
      </w:r>
      <w:r>
        <w:rPr>
          <w:rtl/>
          <w:lang w:bidi="ur-PK"/>
        </w:rPr>
        <w:t xml:space="preserve"> دن بعد پھر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کھا: اپنے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بچانے کے لئے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لے چل جھاں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چنانچہ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لے کر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اس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چاھتا تھا وہ لرز اٹھ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کھا: تجھے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اس نے کھا: تو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لانے کا وعدہ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جھاں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والا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تو اس ناجائز کام کوپانچ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والے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کھا: اے عورت! اس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تو پانچ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کررھ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نے کھا: دو فرشتے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موکل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دو فرشتے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موکل اور ان چار فرشتوں کے علاوہ خداوندمتعال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ھمارے اس کام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رھا،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 طرح ان کے سامنے اس بُرے کام کا ارتکاب کروں؟!!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عورت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نے مجھ پر اتنا اثر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بدن لرز اٹھا، اس شرمناک کام سے اپنے کو آلودہ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سے بچال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کو چھوڑ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قحط کے خاتمہ تک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بچال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طرح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پالنے</w:t>
      </w:r>
      <w:r>
        <w:rPr>
          <w:rtl/>
          <w:lang w:bidi="ur-PK"/>
        </w:rPr>
        <w:t xml:space="preserve"> والے!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اس مرد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شھوت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 کو خاموش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پر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 کو خاموش کردے۔ چنانچہ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 مجھے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جلات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۔</w:t>
      </w:r>
      <w:r w:rsidR="0005211C" w:rsidRPr="00125F42">
        <w:rPr>
          <w:rStyle w:val="libFootnotenumChar"/>
          <w:rtl/>
          <w:lang w:bidi="ur-PK"/>
        </w:rPr>
        <w:t>(210)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74" w:name="_Toc520984011"/>
      <w:r>
        <w:rPr>
          <w:rFonts w:hint="eastAsia"/>
          <w:rtl/>
          <w:lang w:bidi="ur-PK"/>
        </w:rPr>
        <w:t>قوم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</w:t>
      </w:r>
      <w:bookmarkEnd w:id="74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بن جب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راور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مفسر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قوم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ونس</w:t>
      </w:r>
      <w:r>
        <w:rPr>
          <w:rtl/>
          <w:lang w:bidi="ur-PK"/>
        </w:rPr>
        <w:t xml:space="preserve"> کے واقعہ کو اس طرح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قوم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ونس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نوا</w:t>
      </w:r>
      <w:r>
        <w:rPr>
          <w:rtl/>
          <w:lang w:bidi="ur-PK"/>
        </w:rPr>
        <w:t xml:space="preserve"> او رموصل کے علاقہ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۔اور اپنے نب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کو قبول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تھا، چنانچہ حضرت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ونس</w:t>
      </w:r>
      <w:r>
        <w:rPr>
          <w:rtl/>
          <w:lang w:bidi="ur-PK"/>
        </w:rPr>
        <w:t xml:space="preserve">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33 سال تک خدا 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گناھوں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دو افراد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نہ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لانے والوں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 نام ”روب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ل“</w:t>
      </w:r>
      <w:r>
        <w:rPr>
          <w:rtl/>
          <w:lang w:bidi="ur-PK"/>
        </w:rPr>
        <w:t xml:space="preserve"> اور دوسرے کا نام ”تنوخا“ تھا۔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صاحب علم و حکمت گھرانہ سے تعلق رکھتا تھا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ونس</w:t>
      </w:r>
      <w:r>
        <w:rPr>
          <w:rtl/>
          <w:lang w:bidi="ur-PK"/>
        </w:rPr>
        <w:t xml:space="preserve"> سے 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تنوخا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عابد و زاہد شخص تھا، جو جنگل سے لکڑ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جمع کرکے ان کو فروخت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کرتا تھا۔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بھر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جب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ونس</w:t>
      </w:r>
      <w:r>
        <w:rPr>
          <w:rtl/>
          <w:lang w:bidi="ur-PK"/>
        </w:rPr>
        <w:t xml:space="preserve"> قوم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گئے، تو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قوم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پالنے والے! 33 سال سے اس قوم کو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 عبادت او رگناھوں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دے رھا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عذاب سے ڈرا رھا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سرکش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تلے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مجھے جھٹلارھ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مجھے ذلت کے ساتھ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مجھے قتل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دھمک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خداوندا! ان پر عذاب نازل کردے، 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قابل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۔ آواز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: اے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ونس</w:t>
      </w:r>
      <w:r>
        <w:rPr>
          <w:rtl/>
          <w:lang w:bidi="ur-PK"/>
        </w:rPr>
        <w:t>! اس قوم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کچھ جاھل لوگ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کچھ بچے شکم مادر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کچھ آغوش مادر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بعض بھت بوڑھے اور کمزور عورت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خدائے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عادل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غضب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چاھتا کہ گناھگاروں کے ساتھ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بے گناھوں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عذاب کروں،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کے ساتھ 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مھربان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سلوک کرنا چاھتا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و استغفار کا منت</w:t>
      </w:r>
      <w:r>
        <w:rPr>
          <w:rFonts w:hint="eastAsia"/>
          <w:rtl/>
          <w:lang w:bidi="ur-PK"/>
        </w:rPr>
        <w:t>ظر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تم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ان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اس لئے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تم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کرواور ان کے ساتھ رحمت و مھربان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آؤ، اور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مقام نبوت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ان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صبر سے کام لو،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ماھر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علاج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لگ جاؤ، ان کے گناھوں کا </w:t>
      </w:r>
      <w:r>
        <w:rPr>
          <w:rFonts w:hint="eastAsia"/>
          <w:rtl/>
          <w:lang w:bidi="ur-PK"/>
        </w:rPr>
        <w:t>علاج</w:t>
      </w:r>
      <w:r>
        <w:rPr>
          <w:rtl/>
          <w:lang w:bidi="ur-PK"/>
        </w:rPr>
        <w:t xml:space="preserve"> مھربان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کرو!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صبر</w:t>
      </w:r>
      <w:r>
        <w:rPr>
          <w:rtl/>
          <w:lang w:bidi="ur-PK"/>
        </w:rPr>
        <w:t xml:space="preserve"> و حوصلہ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آپ ان کے لئے عذاب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درخواست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آپ سے پھلے نوح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تھے جن کا صبر تم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تھا انھوں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کے ساتھ تم سے بھتر سلوک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حضرت نوح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کے ساتھ 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مدارا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950 سال کے بعد مجھ سے عذاب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درخواست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درخواست کو قبول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جناب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ونس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پالنے والے!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ان پر غضبناک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ان کو جتنا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انھوں نے گناھوں پر اصرار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قسم! ان کے ساتھ (اب) نرم 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کروں گا اور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خواھ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سے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کھوں گا، ان کے کفر اور تکذ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کے بعد ان پر عذاب نازل فرمادے،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ھرگز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لانے والے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چنانچہ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بارگاہ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خطاب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نصف شوال بروز چھار شنبہ طلوع آفتاب کے وقت ان پر عذاب نازل کروں گا، ان کو خبر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نصف</w:t>
      </w:r>
      <w:r>
        <w:rPr>
          <w:rtl/>
          <w:lang w:bidi="ur-PK"/>
        </w:rPr>
        <w:t xml:space="preserve"> شوال کے چھار شنبہ سے پھلے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جناب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ونس</w:t>
      </w:r>
      <w:r>
        <w:rPr>
          <w:rtl/>
          <w:lang w:bidi="ur-PK"/>
        </w:rPr>
        <w:t xml:space="preserve"> شھر سے کوچ کرگئے،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”روب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ل“</w:t>
      </w:r>
      <w:r>
        <w:rPr>
          <w:rtl/>
          <w:lang w:bidi="ur-PK"/>
        </w:rPr>
        <w:t xml:space="preserve"> چونکہ عالم و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تھے،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گئے، او ربلند آواز سے کہنے لگے: اے لوگو!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اور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ماہ شوال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عذاب کا وعدہ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تم لوگوں 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خدا کو جھٹلا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تم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چاہئے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خدا نے سچ کھا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خدا کا وعدہ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جھوٹا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تا، 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لوگوں نے ان سے کھا: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چارہ کار بتاؤ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تم صاحب علم و حکمت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اور ھم پر مھربان اور دلسوز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انھوں</w:t>
      </w:r>
      <w:r>
        <w:rPr>
          <w:rtl/>
          <w:lang w:bidi="ur-PK"/>
        </w:rPr>
        <w:t xml:space="preserve"> نے کھا:م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لحاظ سے عذاب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وقت سے پھلے تم لوگ شھر سے باھر نکل جاؤ، بچوں کو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ماؤں سے الگ کردو، سب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جاؤ اور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تضرع و 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کرواور خلوص کے ساتھ توبہ کرلو اور کھو: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”خداوندا</w:t>
      </w:r>
      <w:r>
        <w:rPr>
          <w:rtl/>
          <w:lang w:bidi="ur-PK"/>
        </w:rPr>
        <w:t>! ھم نے اپنے اوپر ظلم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کو جھٹلا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(اب )ھم توبہ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لہٰذا</w:t>
      </w:r>
      <w:r>
        <w:rPr>
          <w:rtl/>
          <w:lang w:bidi="ur-PK"/>
        </w:rPr>
        <w:t xml:space="preserve"> تو ھمارے گناھوں کو بخش دے، اگر تو نے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معاف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ھم پر رحم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ھم خسارہ اٹھانے والوں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پالنے والے !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قبول فرما، ھم پر رحم کر،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!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رحم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“۔قوم 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مان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اس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منصوبہ کے لئے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گئے، بدھ کا روز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روب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ان سے دور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گوشہ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چلے گئے تاکہ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AA04E3">
        <w:rPr>
          <w:rFonts w:hint="eastAsia"/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چھار</w:t>
      </w:r>
      <w:r>
        <w:rPr>
          <w:rtl/>
          <w:lang w:bidi="ur-PK"/>
        </w:rPr>
        <w:t xml:space="preserve"> شنبہ کا سورج نکلا، شھر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خطرناک اور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لناک زرد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ائےںچلنے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ںجس</w:t>
      </w:r>
      <w:r>
        <w:rPr>
          <w:rtl/>
          <w:lang w:bidi="ur-PK"/>
        </w:rPr>
        <w:t xml:space="preserve"> سے خوف و وحشت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زن و مرد،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جوان غن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غرض سب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بلند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سب دل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توبہ کرنے لگے اور خداوندعالم سے طلب مغفرت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</w:t>
      </w:r>
      <w:r w:rsidR="003264F6">
        <w:rPr>
          <w:rtl/>
          <w:lang w:bidi="ur-PK"/>
        </w:rPr>
        <w:t xml:space="preserve"> ہو</w:t>
      </w:r>
      <w:r>
        <w:rPr>
          <w:rFonts w:hint="eastAsia"/>
          <w:rtl/>
          <w:lang w:bidi="ur-PK"/>
        </w:rPr>
        <w:t>گئے،</w:t>
      </w:r>
      <w:r>
        <w:rPr>
          <w:rtl/>
          <w:lang w:bidi="ur-PK"/>
        </w:rPr>
        <w:t xml:space="preserve"> بچے ماؤں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فلک شگاف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سن کر رونے لگے، 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بچوں کے رونے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اس وقت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بارگاہ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سے عذاب ٹل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قوم ہنس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گھروں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واپس آگئ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(211)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75" w:name="_Toc520984012"/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جوان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</w:t>
      </w:r>
      <w:bookmarkEnd w:id="75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صدوق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 حضرت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مرتبہ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تعداد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کے علاوہ تمام لوگوں کے قتل کا حکم صادر فرم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۔اس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نے کھا: ان تمام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صرف مجھے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چھوڑ رکھا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خداوندعالم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مجھے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نے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تو پانچ خصلتوں کا مالک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جن کو خدا و رسول دوست رکھتے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تو اھل خانہ کا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سخاوت اور حسن خلق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سچ بولتا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اندر شجاعت او ردل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اس جوان نے ان باتوں کو سنا تو فوراً مسلمان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کے بعد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کے ساتھ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اور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جنگ کے کرنے کے بعد شھ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(212)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76" w:name="_Toc520984013"/>
      <w:r>
        <w:rPr>
          <w:rFonts w:hint="eastAsia"/>
          <w:rtl/>
          <w:lang w:bidi="ur-PK"/>
        </w:rPr>
        <w:t>ستمکار</w:t>
      </w:r>
      <w:r>
        <w:rPr>
          <w:rtl/>
          <w:lang w:bidi="ur-PK"/>
        </w:rPr>
        <w:t xml:space="preserve"> حکومت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ملازم شخص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</w:t>
      </w:r>
      <w:bookmarkEnd w:id="76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عبد</w:t>
      </w:r>
      <w:r>
        <w:rPr>
          <w:rtl/>
          <w:lang w:bidi="ur-PK"/>
        </w:rPr>
        <w:t xml:space="preserve"> اللہ بن حمّاد،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حمزہ سے نقل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دوست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نوکر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 تھا، اس نے مجھ سے کھا: حضرت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اجازت لے لو تاکہ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سکوں،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اجازت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امام نے اجازت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چنانچہ وہ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سلام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پر قربان،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ملازم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مال و ثروت جمع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مال جمع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مطلقاً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اگر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کاتب نہ ملتا اور مال 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حاصل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تا،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گروہ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جنگ نہ کرتا تو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حق کو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لے سکتے تھے، اگر لوگ ان کو چھوڑ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 کرتے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کچھ کرسکتے تھے؟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اس جوان نے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بلاء سے نجات حاصل کرسکتا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ں؟ اس وقت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کہنے پر عمل کروگے؟ اس نے کھا: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ھاں!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ملازمت سے جتنا مال حاصل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اگر ان کے مالکوں کو جانتے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؟ تو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</w:t>
      </w:r>
      <w:r>
        <w:rPr>
          <w:rtl/>
          <w:lang w:bidi="ur-PK"/>
        </w:rPr>
        <w:t xml:space="preserve"> او راگر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جانتے تو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صدقہ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ضمانت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وہ جوان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تک خاموش رھا او رپھر عرض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پر قربان جاؤں، آپ کے حکم کے مطابق عمل کرتا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حمزہ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وہ جوان ھمارے ساتھ کوفہ واپس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حضرت کے حکم کے مطابق عمل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اس کے پاس کچھ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بچا۔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اس</w:t>
      </w:r>
      <w:r>
        <w:rPr>
          <w:rtl/>
          <w:lang w:bidi="ur-PK"/>
        </w:rPr>
        <w:t xml:space="preserve"> نے اپنا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راہن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کے لئے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جمع کئے اس کے لئے لباس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اور اس کے اخراجات کے لئے مناسب خرچ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چند ماہ کے بعد وہ 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کے لئے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چند روز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کے لئے جاتا رھا،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</w:t>
      </w:r>
      <w:r>
        <w:rPr>
          <w:rFonts w:hint="eastAsia"/>
          <w:rtl/>
          <w:lang w:bidi="ur-PK"/>
        </w:rPr>
        <w:t>وز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کے لئے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تو اس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کھول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مجھ سے کھا: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قسم!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اپنے وعدہ وفا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کھتے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وہ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چل بسا، ھم نے اس کے کفن و دفن کا انتظام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مدت کے بعد حضرت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اتو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ھم نے تمھارے دوست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اپنا وعدہ وفا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پر قربان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جاؤں، آپ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فرما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اس نے مرتے وقت مجھے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(213)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722451">
      <w:pPr>
        <w:pStyle w:val="Heading2Center"/>
        <w:rPr>
          <w:rtl/>
          <w:lang w:bidi="ur-PK"/>
        </w:rPr>
      </w:pPr>
      <w:bookmarkStart w:id="77" w:name="_Toc520984014"/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توبہ</w:t>
      </w:r>
      <w:bookmarkEnd w:id="77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بمناسب ولادت باسعادت حضرت امام عصر (عج)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کے لئے بندر عباس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تھا،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شب جمعہ کو دعائے 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کا پروگرام تھا۔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دعائے 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شروع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سے پھلے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20 سالہ جوان نے مجھے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جوان کو اس سے پھلے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تھا۔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دعائے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بعد گھر واپس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خط کو پڑھا، مجھے وہ خط پڑھ کر بھت تعجب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اتھا: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طرح کے پروگرام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تھا، گزشتہ سال دوپھر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دوست نے فون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چار بچے عصر تمھارے پاس آتا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جگہ جانا</w:t>
      </w:r>
      <w:r w:rsidR="00AA04E3">
        <w:rPr>
          <w:rtl/>
          <w:lang w:bidi="ur-PK"/>
        </w:rPr>
        <w:t xml:space="preserve"> ہے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چار بج گئے، وہ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گاڑ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سے کھا: کھاں کا ارادہ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اس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ماں باپ چند روز کے لئے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گئے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ھمارا گھر خال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چل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وھاں چلتے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تاکہ دونوں مزے اڑائ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اس کے گھر پہنچے تو اس نے کھا: دو لڑ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بلا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اور وہ </w:t>
      </w:r>
      <w:r>
        <w:rPr>
          <w:rFonts w:hint="cs"/>
          <w:rtl/>
          <w:lang w:bidi="ur-PK"/>
        </w:rPr>
        <w:t>ی</w:t>
      </w:r>
      <w:r w:rsidR="00AA04E3">
        <w:rPr>
          <w:rFonts w:hint="eastAsia"/>
          <w:rtl/>
          <w:lang w:bidi="ur-PK"/>
        </w:rPr>
        <w:t xml:space="preserve"> ہیں </w:t>
      </w:r>
      <w:r>
        <w:rPr>
          <w:rtl/>
          <w:lang w:bidi="ur-PK"/>
        </w:rPr>
        <w:t xml:space="preserve"> موجود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وہ ھمارے لئے آمادہ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چنانچہ اس نے مجھے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کمرہ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او رخود دوسرے کمرے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چلا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کچھ کرنا چاھا، آپ سے متعلق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نر</w:t>
      </w:r>
      <w:r>
        <w:rPr>
          <w:rtl/>
          <w:lang w:bidi="ur-PK"/>
        </w:rPr>
        <w:t xml:space="preserve"> پر لکھا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ذہن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ا”شب</w:t>
      </w:r>
      <w:r>
        <w:rPr>
          <w:rtl/>
          <w:lang w:bidi="ur-PK"/>
        </w:rPr>
        <w:t xml:space="preserve"> جمعہ دعائے 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ل“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جانتا تھا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دعا حضر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آج تک دعائے 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پڑھتے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تھا،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بھت شرمندہ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شرم و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بدن کو لرزا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اپنے وجود سے نفرت کرنے لگا، (اس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چھوڑ کر واپس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) سڑکوں پر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و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گھومتا رھا،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رات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مسجد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رات کے اندھ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کے ساتھ دعائے 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پڑھنے لگا، شرم و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سر جھکائے آنسو بھاتا رھا، اور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و استغفار کرتا رھا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خدا سے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راستہ ھموار کردے، اور مجھے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لغزشوں سے محفوظ فرما۔ دو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ماہ کے بعد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کش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خاندان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بھت خوبصورت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شاد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خوبصورت لڑک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</w:t>
      </w:r>
      <w:r>
        <w:rPr>
          <w:rtl/>
          <w:lang w:bidi="ur-PK"/>
        </w:rPr>
        <w:lastRenderedPageBreak/>
        <w:t>کو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تھا صورت و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بے نظ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نعمت کو گناہ کو ترک کرنے اور دعائے 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شرکت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برکت سمجھتا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سال تمام جلسوں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شرکت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خط اس لئے لکھا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تاکہ آپ کو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جائے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جلسے بالخصوص جوانوں کے لئےکس قدر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!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78" w:name="_Toc520984015"/>
      <w:r>
        <w:rPr>
          <w:rFonts w:hint="eastAsia"/>
          <w:rtl/>
          <w:lang w:bidi="ur-PK"/>
        </w:rPr>
        <w:t>گناھگار</w:t>
      </w:r>
      <w:r>
        <w:rPr>
          <w:rtl/>
          <w:lang w:bidi="ur-PK"/>
        </w:rPr>
        <w:t xml:space="preserve"> نے پُر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جملہ سے توبہ کرل</w:t>
      </w:r>
      <w:r>
        <w:rPr>
          <w:rFonts w:hint="cs"/>
          <w:rtl/>
          <w:lang w:bidi="ur-PK"/>
        </w:rPr>
        <w:t>ی</w:t>
      </w:r>
      <w:bookmarkEnd w:id="78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محمد باقر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 کے 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صاحب نے موصوف سے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پڑوس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بھت گناھگار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چند ساتھ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ساتھ مل کر لھو لعب اور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محفل سجاتا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سے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دوسرے پڑوس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اذ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بھت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بدمعاش آدم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کو امر بالم</w:t>
      </w:r>
      <w:r>
        <w:rPr>
          <w:rFonts w:hint="eastAsia"/>
          <w:rtl/>
          <w:lang w:bidi="ur-PK"/>
        </w:rPr>
        <w:t>عروف</w:t>
      </w:r>
      <w:r>
        <w:rPr>
          <w:rtl/>
          <w:lang w:bidi="ur-PK"/>
        </w:rPr>
        <w:t xml:space="preserve"> اور 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 کرنے سے ڈرتا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اپنے مکان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بدل سکتا کہ اس کو فروخت کرک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دلوں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محمد 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 نے اس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روز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کرو اور اس کو اپنے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مھمان بلاؤ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سے گفتگو کرنے کے لئے شرکت کرسکتا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خدا کا لطف اس کے شامل حال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اور اپنے گناھوں سے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کر توبہ کرلے۔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بد معاش شخص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مومن شخص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دعوت کے لئے مدعو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دعوت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ئے، چند منٹ تک اس مجلس پر سکوت طار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رھا،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گناھگار شخص جو 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 کے آنے سے سخت تعجب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؛علامہ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ہ الرحمہ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رخ کرکے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(مولو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لوگوں کا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 نے کھا: برائے مھربان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کہ آپ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کھتے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چنانچہ اس شخص نے کھا: ھم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لوگ بھت کچھ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جس کا نمک کھال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اس کے نمک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جائے، اور اس کے ساتھ خلوص کے ساتھ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علامہ مج</w:t>
      </w:r>
      <w:r>
        <w:rPr>
          <w:rFonts w:hint="eastAsia"/>
          <w:rtl/>
          <w:lang w:bidi="ur-PK"/>
        </w:rPr>
        <w:t>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 نے اس سے کھا: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ساٹھ سال، 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اس ساٹھ سال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 خدا کا نمک کھا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کے نمک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کے ساتھ خلوص و صفا کا لحاظ رکھا ؟ اس گناھگار شخص کو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جھٹکا س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لگا، اس نے سر جھکال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سے آنسو جار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ئے، اس محفل کو ترک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کو رات بھر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صبح سو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اپنے پڑوس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رات تمھارے گھر آنے والے مولانا کون تھے؟ اس نے کھا: وہ علامہ محمد 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تھے، اس سے ان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ڈرس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معلوم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پہنچا اور ان کے سامنے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 صالح لوگوں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79" w:name="_Toc520984016"/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نم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پسند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دہ قضا را</w:t>
      </w:r>
      <w:bookmarkEnd w:id="79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محمد 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 امر بالمعروف، 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 اور گناھوں سے روکنے کے لئے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دلسوزتھے جس محلہ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رھتے تھے چند اوباش اور بدمعاش لوگ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رھتے تھے، جو جوا، شراب خور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رقص و سرور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محفل سجا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اکثر</w:t>
      </w:r>
      <w:r>
        <w:rPr>
          <w:rtl/>
          <w:lang w:bidi="ur-PK"/>
        </w:rPr>
        <w:t xml:space="preserve"> اوقات جب ان سے ملاقات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امر بالمعروف او رنھ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 فرماتے تھے اور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گناھوں کے ترک کرنے اور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تمام غنڈے او ران کا سردار؛ 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 سے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موقع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تھے جس سے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 سے نجات پاجائ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 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 کے 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 صالح اور سادہ انسان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کھاتو</w:t>
      </w:r>
      <w:r>
        <w:rPr>
          <w:rtl/>
          <w:lang w:bidi="ur-PK"/>
        </w:rPr>
        <w:t xml:space="preserve"> اس سے کھا: شب جمعہ اپنا مکان ھمارے لئے خال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کردے اور دعوت کا انتظام کر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اور اس منصوبہ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مطلع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پائے، ورنہ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آفت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پروگرام معمول کے مطابق برقرار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 نے اس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سے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نماز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دعوت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دعوت کو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تمام</w:t>
      </w:r>
      <w:r>
        <w:rPr>
          <w:rtl/>
          <w:lang w:bidi="ur-PK"/>
        </w:rPr>
        <w:t xml:space="preserve"> غنڈوں نے طے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پھلے ھم سب لوگ وھاں جمع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ناچنے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 کو بلا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آنے کے بعد جب محفل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سج جائے تو وہ رقّاصہ ننگے سر محفل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وارد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اور طبل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کے ساتھ ناچنے گانے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جائے!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اس وقت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محلے کے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جمع کرلے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!!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واعظان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جلوہ در محراب و منبر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کنند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چون</w:t>
      </w:r>
      <w:r>
        <w:rPr>
          <w:rtl/>
          <w:lang w:bidi="ur-PK"/>
        </w:rPr>
        <w:t xml:space="preserve"> بہ خلوت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روند آن کار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کنند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(</w:t>
      </w:r>
      <w:r w:rsidR="00476253">
        <w:rPr>
          <w:rtl/>
          <w:lang w:bidi="ur-PK"/>
        </w:rPr>
        <w:t>واعظ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مسجد و منبر پر تو وعظ و نص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حت</w:t>
      </w:r>
      <w:r w:rsidR="00476253"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کن</w:t>
      </w:r>
      <w:r w:rsidR="00476253">
        <w:rPr>
          <w:rtl/>
          <w:lang w:bidi="ur-PK"/>
        </w:rPr>
        <w:t xml:space="preserve"> جب خلوت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جاتے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تو دوسرے کام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)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اس پروگرام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اور اس کے بعد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سے نجات مل جائے۔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الرحمہجس وقت محفل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وارد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تو صاحب خانہ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بلکہ اس کے بدلے وھاں پر بد معاش او رگناھگار لوگ جمع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سب منھ بنائے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چاروں طرف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 w:rsidR="006E184C">
        <w:rPr>
          <w:rtl/>
          <w:lang w:bidi="ur-PK"/>
        </w:rPr>
        <w:t xml:space="preserve"> ہوئے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علامہ موصوف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ذکاوت سے اندازہ لگال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چال ضرور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! </w:t>
      </w:r>
      <w:r>
        <w:rPr>
          <w:rFonts w:hint="eastAsia"/>
          <w:rtl/>
          <w:lang w:bidi="ur-PK"/>
        </w:rPr>
        <w:t>کچھ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گزر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پردہ اٹھا اور بناؤ سنگھار کئے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رقاصہ نکل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طبل و طنبور کے ساتھ ناچنا گانا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مطرب انداز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شعر پڑھتے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مخصوص انداز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ناچنا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در</w:t>
      </w:r>
      <w:r>
        <w:rPr>
          <w:rtl/>
          <w:lang w:bidi="ur-PK"/>
        </w:rPr>
        <w:t xml:space="preserve"> کو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کنامان</w:t>
      </w:r>
      <w:r>
        <w:rPr>
          <w:rtl/>
          <w:lang w:bidi="ur-PK"/>
        </w:rPr>
        <w:t xml:space="preserve"> ما را گزر نباشد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تو نم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پسند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دہ قضا را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صالح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ھمارا گزر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سکتا، اگرتم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پسند ن</w:t>
      </w:r>
      <w:r w:rsidR="00AA04E3">
        <w:rPr>
          <w:rtl/>
          <w:lang w:bidi="ur-PK"/>
        </w:rPr>
        <w:t xml:space="preserve"> ہیں ہے</w:t>
      </w:r>
      <w:r>
        <w:rPr>
          <w:rtl/>
          <w:lang w:bidi="ur-PK"/>
        </w:rPr>
        <w:t xml:space="preserve"> توقضاکوبدل دو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الرحمہ،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عارف و عابد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آنسو بھر آئے اور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خلوص کے ساتھ توجہ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بارگاہ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”گر</w:t>
      </w:r>
      <w:r>
        <w:rPr>
          <w:rtl/>
          <w:lang w:bidi="ur-PK"/>
        </w:rPr>
        <w:t xml:space="preserve"> تو نم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پسند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دہ قضا را“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(اگر تجھے پسند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تو قضا کو بدل دے)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اچانک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اس رقاصہ نے اپنا سرو صورت چھپانا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ساز و طبل کو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دے مارا اور سجدہ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گرپڑ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دلسوز آواز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ذکر ربّ کرنے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ربّ،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ربّ،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ربّ، اس نے توبہ او راستغفار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دوسرے لوگ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خواب غفلت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 xml:space="preserve">اور اس ماجرے کو 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رونے لگے، ان تمام لوگوں نے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عالم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سامنے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اپنے تمام گناھوں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(214)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E82D20" w:rsidRDefault="00E82D20" w:rsidP="00476253">
      <w:pPr>
        <w:pStyle w:val="libNormal"/>
        <w:rPr>
          <w:rtl/>
          <w:lang w:bidi="ur-PK"/>
        </w:rPr>
      </w:pPr>
    </w:p>
    <w:p w:rsidR="00B51DBD" w:rsidRDefault="00B51DBD" w:rsidP="00476253">
      <w:pPr>
        <w:pStyle w:val="libNormal"/>
        <w:rPr>
          <w:rtl/>
          <w:lang w:bidi="ur-PK"/>
        </w:rPr>
      </w:pPr>
    </w:p>
    <w:p w:rsidR="00B51DBD" w:rsidRDefault="00B51DBD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80" w:name="_Toc520984017"/>
      <w:r>
        <w:rPr>
          <w:rFonts w:hint="eastAsia"/>
          <w:rtl/>
          <w:lang w:bidi="ur-PK"/>
        </w:rPr>
        <w:t>ھارون</w:t>
      </w:r>
      <w:r>
        <w:rPr>
          <w:rtl/>
          <w:lang w:bidi="ur-PK"/>
        </w:rPr>
        <w:t xml:space="preserve"> الرش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</w:t>
      </w:r>
      <w:bookmarkEnd w:id="80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صاحب</w:t>
      </w:r>
      <w:r>
        <w:rPr>
          <w:rtl/>
          <w:lang w:bidi="ur-PK"/>
        </w:rPr>
        <w:t xml:space="preserve"> کتاب ”ابواب الجنان“، واعظ سبزوار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”جامع النور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ن“</w:t>
      </w:r>
      <w:r>
        <w:rPr>
          <w:rtl/>
          <w:lang w:bidi="ur-PK"/>
        </w:rPr>
        <w:t xml:space="preserve"> (ص317) اور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نھاوند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”خز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نة</w:t>
      </w:r>
      <w:r>
        <w:rPr>
          <w:rtl/>
          <w:lang w:bidi="ur-PK"/>
        </w:rPr>
        <w:t xml:space="preserve"> الجواھر“ (ص291)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: ھارون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 صالح تھا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گوھر، ناپاک صلب سے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، جو اپنے زمانہ کے عابد و </w:t>
      </w:r>
      <w:r>
        <w:rPr>
          <w:rFonts w:hint="eastAsia"/>
          <w:rtl/>
          <w:lang w:bidi="ur-PK"/>
        </w:rPr>
        <w:t>زاہد</w:t>
      </w:r>
      <w:r>
        <w:rPr>
          <w:rtl/>
          <w:lang w:bidi="ur-PK"/>
        </w:rPr>
        <w:t xml:space="preserve">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بزم سے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تھا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صحبت کے اثر سے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زرق و برق سے کنارہ 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کئے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تھا، باپ کے طور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اور مقام و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است</w:t>
      </w:r>
      <w:r>
        <w:rPr>
          <w:rtl/>
          <w:lang w:bidi="ur-PK"/>
        </w:rPr>
        <w:t xml:space="preserve"> کے خواب کو ترک کئے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تھا، اس نے اپنے دل کو پاک و صاف کررکھا تھاحق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بلند شاخوں پر اپنا گھر بنائے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تھا اور دن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آنک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بند کئے تھا۔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قبرستان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جاتا اور ان کو عبرت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نگاھوں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</w:t>
      </w:r>
      <w:r>
        <w:rPr>
          <w:rtl/>
          <w:lang w:bidi="ur-PK"/>
        </w:rPr>
        <w:t xml:space="preserve"> اور قبروں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زار و قطار آنسو بھاتا تھا!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 ھارون کا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محفل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اثناء محفل اس کا لڑکا وھاں سے گزرا جس کا نام قاسم اور لقب م</w:t>
      </w:r>
      <w:r w:rsidR="00AA04E3">
        <w:rPr>
          <w:rtl/>
          <w:lang w:bidi="ur-PK"/>
        </w:rPr>
        <w:t>و</w:t>
      </w:r>
      <w:r>
        <w:rPr>
          <w:rFonts w:hint="eastAsia"/>
          <w:rtl/>
          <w:lang w:bidi="ur-PK"/>
        </w:rPr>
        <w:t>تمن</w:t>
      </w:r>
      <w:r>
        <w:rPr>
          <w:rtl/>
          <w:lang w:bidi="ur-PK"/>
        </w:rPr>
        <w:t xml:space="preserve"> تھا، جعفر برمک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ہنسنے لگے، ھارون نے ہنسنے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معلوم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اس لڑکے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پر ہنستا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جس نے تجھے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کاش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تمھارا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تا!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کھئے</w:t>
      </w:r>
      <w:r>
        <w:rPr>
          <w:rtl/>
          <w:lang w:bidi="ur-PK"/>
        </w:rPr>
        <w:t xml:space="preserve"> اس کے کپڑے، چال چلن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اور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کے ساتھ اٹھتا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ھارون بول اٹھا: اس کو حق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ھم نے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اسے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 و منصب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اچھا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اس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جائے، فرمان صادر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کو اپنے پاس بلا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کو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اس طرح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تجھے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پر منصوب کروں، کس علاقہ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چاھتے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نے کھا: اے پدر! مجھے اپنے حال پر چھوڑد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جئے،</w:t>
      </w:r>
      <w:r>
        <w:rPr>
          <w:rtl/>
          <w:lang w:bidi="ur-PK"/>
        </w:rPr>
        <w:t xml:space="preserve"> مجھے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کا شوق حکومت کے شوق سے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سوچ لو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تمھارا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ھارون</w:t>
      </w:r>
      <w:r>
        <w:rPr>
          <w:rtl/>
          <w:lang w:bidi="ur-PK"/>
        </w:rPr>
        <w:t xml:space="preserve"> نے کھا: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حکومت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لباس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جاسکت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علاقہ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قبول کرلو، تمھارا وز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شائستہ شخص کو قرار دے دوں گا تاکہ اکثر کاموں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اور تو عبادت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 رہنا۔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ھارون</w:t>
      </w:r>
      <w:r>
        <w:rPr>
          <w:rtl/>
          <w:lang w:bidi="ur-PK"/>
        </w:rPr>
        <w:t xml:space="preserve"> اس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سے بے خبر تھا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اپنے کو غافل بنائے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تھا کہ حکومت ائمہ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حق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 ظالموں، ستمگروں، غاصبوں اور طاغوتوں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امارت قبول کرنا جھاں پر حکم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نافذ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جاسکے،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درآمد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بالکل حرام مال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عبادت سے خدا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ظالم حکومت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علاقہ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امارت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گناہ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قاسم</w:t>
      </w:r>
      <w:r>
        <w:rPr>
          <w:rtl/>
          <w:lang w:bidi="ur-PK"/>
        </w:rPr>
        <w:t xml:space="preserve">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منصوبہ قبول کرنے کے لئے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اور نہ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حکومت و امارت قبول کروں گا۔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ھارون</w:t>
      </w:r>
      <w:r>
        <w:rPr>
          <w:rtl/>
          <w:lang w:bidi="ur-PK"/>
        </w:rPr>
        <w:t xml:space="preserve"> نے کھا: تو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فہ،</w:t>
      </w:r>
      <w:r>
        <w:rPr>
          <w:rtl/>
          <w:lang w:bidi="ur-PK"/>
        </w:rPr>
        <w:t xml:space="preserve"> حاکم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و 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بادشاہ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وجہ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تو نے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لوگوں کے ساتھ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کر مجھے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رسوا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اس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تو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 صالح لوگوں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رسوا کررکھا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باپ ک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ھارون</w:t>
      </w:r>
      <w:r>
        <w:rPr>
          <w:rtl/>
          <w:lang w:bidi="ur-PK"/>
        </w:rPr>
        <w:t xml:space="preserve"> اور حاضر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مجلس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اس پر کارگر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لئے خاموش کھڑا رھا۔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مصر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اس کے نام لکھ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حاضر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 کو مبارکباد اور تہن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کرنے لگے۔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رات کا وقت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بغداد سے بصرہ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بھاگ کھڑا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صبح جب ڈھونڈا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اس کو نہ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بصرہ</w:t>
      </w:r>
      <w:r>
        <w:rPr>
          <w:rtl/>
          <w:lang w:bidi="ur-PK"/>
        </w:rPr>
        <w:t xml:space="preserve"> کے اطراف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رہنے والے عبد اللہ ابصر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بصرہ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مکان تھا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 سوچا مکان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tl/>
          <w:lang w:bidi="ur-PK"/>
        </w:rPr>
        <w:t xml:space="preserve"> کو بنواد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مزدور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نکلا، مسجد کے پاس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جوان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جو قرآن پڑھنے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لچہ</w:t>
      </w:r>
      <w:r>
        <w:rPr>
          <w:rtl/>
          <w:lang w:bidi="ur-PK"/>
        </w:rPr>
        <w:t xml:space="preserve"> اور ٹوکر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لئے</w:t>
      </w:r>
      <w:r w:rsidR="006E184C">
        <w:rPr>
          <w:rtl/>
          <w:lang w:bidi="ur-PK"/>
        </w:rPr>
        <w:t xml:space="preserve"> ہوئے </w:t>
      </w:r>
      <w:r w:rsidR="00AA04E3">
        <w:rPr>
          <w:rtl/>
          <w:lang w:bidi="ur-PK"/>
        </w:rPr>
        <w:t>ہے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کام کرنے کے لئے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؟ اس نے کھا: ھاں، خداوندعالم نے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حلال رزق حاصل کرنے کے لئے کام او رزحمت کے لئے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کھا: آؤ اور ھمارے مکان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 کرو، اس نے کھا: پھلے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اجرت طے کرو،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تمھارے کام کے لئے جاؤں گا، اس نے کھا: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درھم ملے گا، اس نے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شام تک اس نے کام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اندازہ لگا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اس نے دو آدم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برابر کام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کو دو د</w:t>
      </w:r>
      <w:r>
        <w:rPr>
          <w:rFonts w:hint="eastAsia"/>
          <w:rtl/>
          <w:lang w:bidi="ur-PK"/>
        </w:rPr>
        <w:t>رھم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چاھے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نے انکار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 رکھا: مجھے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چاہئے، دوسرے روز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نہ ملا، اس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لوگوں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کچھ لوگوں نے مجھے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وہ صرف 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چر</w:t>
      </w:r>
      <w:r>
        <w:rPr>
          <w:rtl/>
          <w:lang w:bidi="ur-PK"/>
        </w:rPr>
        <w:t xml:space="preserve"> کے روز کام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چر</w:t>
      </w:r>
      <w:r>
        <w:rPr>
          <w:rtl/>
          <w:lang w:bidi="ur-PK"/>
        </w:rPr>
        <w:t xml:space="preserve"> کے روز صبح صبح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تلاش کے لئے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مل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کو لے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tl/>
          <w:lang w:bidi="ur-PK"/>
        </w:rPr>
        <w:t xml:space="preserve"> بنانے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نماز کا وقت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اس نے کام روک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اپنے ھاتھ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ردھوئے</w:t>
      </w:r>
      <w:r>
        <w:rPr>
          <w:rtl/>
          <w:lang w:bidi="ur-PK"/>
        </w:rPr>
        <w:t xml:space="preserve"> اور نماز واجب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نماز پڑھنے کے بعد پھر </w:t>
      </w:r>
      <w:r>
        <w:rPr>
          <w:rFonts w:hint="eastAsia"/>
          <w:rtl/>
          <w:lang w:bidi="ur-PK"/>
        </w:rPr>
        <w:t>کام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سورج ڈوبنے لگا،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مزدور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کو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وہ چلا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چونکہ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tl/>
          <w:lang w:bidi="ur-PK"/>
        </w:rPr>
        <w:t xml:space="preserve"> مکمل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دوسرے 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چر</w:t>
      </w:r>
      <w:r>
        <w:rPr>
          <w:rtl/>
          <w:lang w:bidi="ur-PK"/>
        </w:rPr>
        <w:t xml:space="preserve"> تک صبر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تاکہ پھر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لے کر آؤں، 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چر</w:t>
      </w:r>
      <w:r>
        <w:rPr>
          <w:rtl/>
          <w:lang w:bidi="ur-PK"/>
        </w:rPr>
        <w:t xml:space="preserve"> کے روز مسجد کے پاس اس کو تلاش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ملا، اس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لوگوں سے سو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کھا: دو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دن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کے گھر کا پتہ معلوم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پرانے اور 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محلہ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ڈرس</w:t>
      </w:r>
      <w:r>
        <w:rPr>
          <w:rtl/>
          <w:lang w:bidi="ur-PK"/>
        </w:rPr>
        <w:t xml:space="preserve">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وھاں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تو بستر علالت پر پڑا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کے سرھانے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</w:t>
      </w:r>
      <w:r>
        <w:rPr>
          <w:rtl/>
          <w:lang w:bidi="ur-PK"/>
        </w:rPr>
        <w:t xml:space="preserve"> اس کے سر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آغوش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نے آنک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کھول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تم کون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؟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وھ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جس کے لئے تم نے دو دن کام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نام عبد اللہ بصر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تم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پہچان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مجھے پہچاننا چاھتے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؟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کھا: ھاں بتاؤ تم کون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نام قاسم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ھارون الرش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اس نے اپنا تعارف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امجھے</w:t>
      </w:r>
      <w:r>
        <w:rPr>
          <w:rtl/>
          <w:lang w:bidi="ur-PK"/>
        </w:rPr>
        <w:t xml:space="preserve"> فوراً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جھٹکا لگا اور لرزنے لگا،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چھرے کا رنگ بدل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 رکھا: اگر ھارون کو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سے مزدور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کرائ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مجھے سخت سزا دے گا،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گھر کو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کرنے کا حکم دےدے گا۔ قاسم سمجھ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وہ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ڈ</w:t>
      </w:r>
      <w:r>
        <w:rPr>
          <w:rFonts w:hint="eastAsia"/>
          <w:rtl/>
          <w:lang w:bidi="ur-PK"/>
        </w:rPr>
        <w:t>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نے کھا: خوف نہ کھاؤ اور ڈرو ن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اپنا تعارف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مرنے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تو تم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بتاتا،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خواہش رکھتا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 اور وہ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جب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چل </w:t>
      </w:r>
      <w:r>
        <w:rPr>
          <w:rtl/>
          <w:lang w:bidi="ur-PK"/>
        </w:rPr>
        <w:lastRenderedPageBreak/>
        <w:t>بسوں تو جو شخص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لچہ</w:t>
      </w:r>
      <w:r>
        <w:rPr>
          <w:rtl/>
          <w:lang w:bidi="ur-PK"/>
        </w:rPr>
        <w:t xml:space="preserve"> او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ٹوکر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قرآن جوم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مونس و ھمدم تھا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قرآن پڑھنے والے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اس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انگوٹھ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مجھے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 رکھا: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مرنے کے بعد اگر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گزر بغداد سے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باپ سن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چر</w:t>
      </w:r>
      <w:r>
        <w:rPr>
          <w:rtl/>
          <w:lang w:bidi="ur-PK"/>
        </w:rPr>
        <w:t xml:space="preserve"> کے روز عام لوگوں سے ملاقات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اس کے پاس جانا اور اس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انگوٹھ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نا او رکہنا: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گزر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نے کھا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تجھے مال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جمع کرنے کا لالچ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انگوٹھ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لے کر اپنے 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کرلے،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اس کا حساب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مجھ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حساب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کھتے کھتے اٹھنا چاھا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جواب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دوبارہ پھر اٹھنا چاھا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نہ اٹھ سکا، اس نے کھا: اے عبد اللہ ! مجھے ذرا اٹھادو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مولا و آقا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لائے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کو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اچانک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پرواز کر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چراغ تھا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چنگار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خاموش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81" w:name="_Toc520984018"/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آتش پرست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</w:t>
      </w:r>
      <w:bookmarkEnd w:id="81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مشھور</w:t>
      </w:r>
      <w:r>
        <w:rPr>
          <w:rtl/>
          <w:lang w:bidi="ur-PK"/>
        </w:rPr>
        <w:t xml:space="preserve"> و معروف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عارف نامدار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لسوف</w:t>
      </w:r>
      <w:r>
        <w:rPr>
          <w:rtl/>
          <w:lang w:bidi="ur-PK"/>
        </w:rPr>
        <w:t xml:space="preserve"> بزرگوار جناب ملا احمد نراق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کتاب ”طاقد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س“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موسيٰ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کوہ طور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چلے جا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تھے، راستہ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بوڑھا آتش پرست ملا جو گمراھ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گناھوں سے آلودہ تھا، اس نے جناب موسيٰ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کھا: کھاں جا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کس سے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کرنے جا</w:t>
      </w:r>
      <w:r w:rsidR="00AA04E3">
        <w:rPr>
          <w:rtl/>
          <w:lang w:bidi="ur-PK"/>
        </w:rPr>
        <w:t xml:space="preserve">رہے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؟ چنانچہ جناب موسيٰ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کوہ طور پر ج</w:t>
      </w:r>
      <w:r>
        <w:rPr>
          <w:rFonts w:hint="eastAsia"/>
          <w:rtl/>
          <w:lang w:bidi="ur-PK"/>
        </w:rPr>
        <w:t>ارھا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جس جگہ وہ بے انتھا نور کا مرکز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وھاں جاتا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تاکہ حضرت حق سے راز 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اور مناجات کروں، اور تمھارے گناھوں اور خطاؤں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معذرت کروں۔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آتش پرست نے کھا: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کے پاس پہنچا سکتے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؟ جناب موسيٰ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کھا: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اس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اپنے پروردگار سے کہنا کہ اس خلقت کے جھرمٹ اور آفر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نش</w:t>
      </w:r>
      <w:r>
        <w:rPr>
          <w:rtl/>
          <w:lang w:bidi="ur-PK"/>
        </w:rPr>
        <w:t xml:space="preserve"> کے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تجھ کو خدا مانوں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ننگ و عار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مجھے ھ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گز اپنے پاس نہ بلانا اور مجھے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منت او 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احسان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نہ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خدا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 رنہ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بندہ! جناب موسيٰ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اس بے معرفت آتش پرست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 کو سنا اور اس گستاخ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 پر بھت جوش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اپنے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محب</w:t>
      </w:r>
      <w:r>
        <w:rPr>
          <w:rFonts w:hint="eastAsia"/>
          <w:rtl/>
          <w:lang w:bidi="ur-PK"/>
        </w:rPr>
        <w:t>وب</w:t>
      </w:r>
      <w:r>
        <w:rPr>
          <w:rtl/>
          <w:lang w:bidi="ur-PK"/>
        </w:rPr>
        <w:t xml:space="preserve"> سے مناجات کرنے کے لئے جارھا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مناسب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کہ اس کے سامنے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ناز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</w:t>
      </w:r>
      <w:r>
        <w:rPr>
          <w:rtl/>
          <w:lang w:bidi="ur-PK"/>
        </w:rPr>
        <w:t xml:space="preserve"> گفتگو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کروں، اگر خدا کا احترام کرتا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تو ان باتوں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نہ کروں تو اچھا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موسيٰ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طور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روانہ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گئے، اس نوران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خداوندعالم سے راز 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کرنے لگے،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کناں آنکھوں سے مناجات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خلوت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تھا کہ دوسرے اس سے بے بھرہ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خداوندعالم سے عاشقانہ گفتگو</w:t>
      </w:r>
      <w:r w:rsidR="003264F6">
        <w:rPr>
          <w:rtl/>
          <w:lang w:bidi="ur-PK"/>
        </w:rPr>
        <w:t xml:space="preserve"> </w:t>
      </w:r>
      <w:r w:rsidR="003264F6">
        <w:rPr>
          <w:rtl/>
          <w:lang w:bidi="ur-PK"/>
        </w:rPr>
        <w:lastRenderedPageBreak/>
        <w:t>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جب آپ راز 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سے فارغ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اور وھاں سے واپس چلنے کا ارادہ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خطاب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ا: اے موسيٰ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بندے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عرض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کو سناتے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شرم محسوس کرتا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تو خود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جانتا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اس بوڑھے آتش پرست کافر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شان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گستاخ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خطاب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ا: اس زبان دراز کے پاس جانا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اس کو سلام کہنا اوراس کے بعد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و محبت سے اس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سنانا: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تجھے مجھ سے عار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تو مجھے تجھ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عار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ھرگز تجھ سے جنگ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کروں گا، اگر تو مجھے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چاھتاتو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تجھے بھت چاھتا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تو اگر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رزق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چاھتا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فضل وکرم سے تجھے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کروں گا، اگر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احسان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چاھتا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احسان کے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کروں گا،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سب کے لئے اور عام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لطف و کرم بے نھا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 تمام لوگ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دودھ پلانے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خوش اخلاق ماں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 ھاں بچے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غصہ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پستان ما</w:t>
      </w:r>
      <w:r>
        <w:rPr>
          <w:rFonts w:hint="eastAsia"/>
          <w:rtl/>
          <w:lang w:bidi="ur-PK"/>
        </w:rPr>
        <w:t>در</w:t>
      </w:r>
      <w:r>
        <w:rPr>
          <w:rtl/>
          <w:lang w:bidi="ur-PK"/>
        </w:rPr>
        <w:t xml:space="preserve"> کو اپنے منھ سے نکال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ماں ان سے ناراض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بلکہ پھر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پستان ان کے منھ 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بچہ</w:t>
      </w:r>
      <w:r>
        <w:rPr>
          <w:rtl/>
          <w:lang w:bidi="ur-PK"/>
        </w:rPr>
        <w:t xml:space="preserve"> منھ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اپنے منھ کو بند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ماں اس کے بند منھ کے بوسہ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بھرے انداز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بچے! منھ نہ موڑ، دودھ بھر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منھ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 لے، اے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لاڈلے !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تو سھ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پستان سے بھار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ابلنے والے چ</w:t>
      </w:r>
      <w:r>
        <w:rPr>
          <w:rFonts w:hint="eastAsia"/>
          <w:rtl/>
          <w:lang w:bidi="ur-PK"/>
        </w:rPr>
        <w:t>شمہ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دودھ جوش مارھا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وقت جناب موسيٰ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کوہ طور سے واپس آئے، اس بوڑھے آتش پرست نے کھا: اگر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کا جواب لائے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کرو۔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موسيٰ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خدا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اس کافر اور آتش پرست کو سنا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کلام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اس کافر اور ملحد کے دل سے کفر کے زنگ کو دور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گمراہ انسان تھا جو راہ حق سے دور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چکا تھا، خدا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اس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گھنٹ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تھا، وہ شب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اندھ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ڈوبا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تھا، وہ جواب اس کے لئے نور خورش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شرم</w:t>
      </w:r>
      <w:r>
        <w:rPr>
          <w:rtl/>
          <w:lang w:bidi="ur-PK"/>
        </w:rPr>
        <w:t xml:space="preserve"> و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سر جھک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پر ھاتھ رکھے اور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لگا،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بعد اس نے سر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اشک بھر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اور سوز جگر کے ساتھ کھا: اے موسيٰ! تم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جسم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آگ لگاد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جسم و روح دھواں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تھا </w:t>
      </w: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بدبخت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افسوس مجھ پر، اے موسيٰ! مجھے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اے موسيٰ! مجھے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کا راستہ بتاؤ،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واقعہ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قبض کرلے تاکہ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نجات پاجاؤں!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موسيٰ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مان،</w:t>
      </w:r>
      <w:r>
        <w:rPr>
          <w:rtl/>
          <w:lang w:bidi="ur-PK"/>
        </w:rPr>
        <w:t xml:space="preserve"> عشق، رابطہ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 اور خدا سے راز 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کا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سکھا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اس نے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کا اقرارک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اوراپنے گزشتہ سے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محبوب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کوچ کرگ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722451">
      <w:pPr>
        <w:pStyle w:val="Heading2Center"/>
        <w:rPr>
          <w:rtl/>
          <w:lang w:bidi="ur-PK"/>
        </w:rPr>
      </w:pPr>
      <w:bookmarkStart w:id="82" w:name="_Toc520984019"/>
      <w:r>
        <w:rPr>
          <w:rFonts w:hint="eastAsia"/>
          <w:rtl/>
          <w:lang w:bidi="ur-PK"/>
        </w:rPr>
        <w:t>توبہ</w:t>
      </w:r>
      <w:r>
        <w:rPr>
          <w:rtl/>
          <w:lang w:bidi="ur-PK"/>
        </w:rPr>
        <w:t xml:space="preserve"> اور خدا سے صلح و صفا</w:t>
      </w:r>
      <w:bookmarkEnd w:id="82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1951 ء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جب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مرجع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حضرت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العظميٰ آقا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بروجرد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رحمة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شانوں پر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جو علم و عمل کے مجاہد اور باکمال نوران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چھرہ کے مالک تھے، اس وقت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نو سال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توبہ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واقعہ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 کا ذکر کرن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مناسب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شھر</w:t>
      </w:r>
      <w:r>
        <w:rPr>
          <w:rtl/>
          <w:lang w:bidi="ur-PK"/>
        </w:rPr>
        <w:t xml:space="preserve"> تھران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محلہ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بھت قدرت مند 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تھا، جو واقعاً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اوباش اور غنڈا تھا اکثر غنڈے اس سے خوف زدہ رھتے تھے اور چاقو چھر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مارنے والے بد معاش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سے ڈرتے تھے۔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شراب خور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جوا، 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جھگڑا فساد کرنے سے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کرتا تھا۔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جب اس غنڈا گرد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عروج تھا اس وقت لطف خدوند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نے اس کے دل پر اثر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جو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پاس تھا ان سب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کر نقد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سوٹ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بھر کر توبہ کرنے کے لئے شھر مقدس قم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حضرت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العظميٰ آقا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بروجرد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پہنچا،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مخصوص زبان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عالم باعمل اور صاحب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سے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ا: جو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سوٹ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سب مال حرام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اکثر مال کے مالکوں کو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جانتا،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اوپر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تاکہ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کے سامنے توبہ کرو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کروں۔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بروجرد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سے ملاقات کرکے بھت خوش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تے تھے، چنانچہ اس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نہ صرف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سوں</w:t>
      </w:r>
      <w:r>
        <w:rPr>
          <w:rtl/>
          <w:lang w:bidi="ur-PK"/>
        </w:rPr>
        <w:t xml:space="preserve"> سے بھرا سوٹ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بلکہ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شلوار کے علاوہ بدن کے سارے کپڑے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رکھ دو اور چلے جاؤ۔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اس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سن کر اپنے اوپر کے کپڑے اتاردئے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شلوار قم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موصوف سے خدا حافظ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کرکے روانہ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شخص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حضرت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العظميٰ آقا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بروجرد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آنسو بھر آئے، اس کو آواز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اس کو اپنے ذات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پانچ ہزار تومان دئے اور اس کے لئے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خشوع و خضوع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خلوص کے ساتھ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وہ</w:t>
      </w:r>
      <w:r>
        <w:rPr>
          <w:rtl/>
          <w:lang w:bidi="ur-PK"/>
        </w:rPr>
        <w:t xml:space="preserve"> شخص اس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ںتھران</w:t>
      </w:r>
      <w:r>
        <w:rPr>
          <w:rtl/>
          <w:lang w:bidi="ur-PK"/>
        </w:rPr>
        <w:t xml:space="preserve"> پلٹاکہ تواضع و انکسار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محبت 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کو اپنا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بنال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اتھا،</w:t>
      </w:r>
      <w:r>
        <w:rPr>
          <w:rtl/>
          <w:lang w:bidi="ur-PK"/>
        </w:rPr>
        <w:t xml:space="preserve"> چنانچہ اس نے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پانچ ہزار تومان کو حلال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آہستہ آہستہ جائز درآمد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چنانچہ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دولت اس نے حاصل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سال کے شروع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درآمد کا خمس نکالتا تھا اور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بوںک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مدد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کرتا تھا۔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آہستہ</w:t>
      </w:r>
      <w:r>
        <w:rPr>
          <w:rtl/>
          <w:lang w:bidi="ur-PK"/>
        </w:rPr>
        <w:t xml:space="preserve"> آہستہ اس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پروگراموں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شرکت کرنا 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آخر کار شھر تھران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اھم جلسہ کا 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کا مذھب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جلسہ ان دنوں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تھا جب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25 سال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حوزہ 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 تحص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علم تھا، محرم و صفر اور ماہ رمضان المبارک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تھران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مساجد اور امامبارگاھوں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کے لئے 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کرتا تھا۔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حوالہ سے اس کے نوران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چھرہ سے آشنا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اس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مرجع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سے دوست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دنوں تک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برقرار 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چنانچہ جب وہ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باً</w:t>
      </w:r>
      <w:r>
        <w:rPr>
          <w:rtl/>
          <w:lang w:bidi="ur-PK"/>
        </w:rPr>
        <w:t xml:space="preserve"> 1987ء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ئے، تو مجھے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بھجوا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کے لئے آجاؤں،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نے روز جمعہ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کے لئے پروگرام بنارکھا 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شب جمعہ 11بجے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اپنے اھل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کو اپنے پاس جم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جانے والا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اس کے اھل خانہ نے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سے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کہ: مرنے سے آدھا گھنٹہ پھلے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ںعرض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”اے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مولا و آقا!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اپنے گزشتہ سے توبہ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آپ کے راستہ پر چلنے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خلوص کے ساتھ آپ کے دربار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اپنے مال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حصہ جوانوں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صندوق قرض الحسنہ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طولان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مدت کے لئے 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آرزو ن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جاتے وقت آپ کے جمال پُرنورک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!! “ چنانچہ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سانس آنے سے پھلے بھت خوش لہجہ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 عاش</w:t>
      </w:r>
      <w:r>
        <w:rPr>
          <w:rFonts w:hint="eastAsia"/>
          <w:rtl/>
          <w:lang w:bidi="ur-PK"/>
        </w:rPr>
        <w:t>قانہ</w:t>
      </w:r>
      <w:r>
        <w:rPr>
          <w:rtl/>
          <w:lang w:bidi="ur-PK"/>
        </w:rPr>
        <w:t xml:space="preserve"> سلام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(ج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امام حس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سامنے موجود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ں) اس وقت اس کے لبوں پر مسکراہٹ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عالم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اچل</w:t>
      </w:r>
      <w:r>
        <w:rPr>
          <w:rtl/>
          <w:lang w:bidi="ur-PK"/>
        </w:rPr>
        <w:t xml:space="preserve"> بسے۔ </w:t>
      </w:r>
    </w:p>
    <w:p w:rsidR="00476253" w:rsidRPr="00722451" w:rsidRDefault="00722451" w:rsidP="00722451">
      <w:pPr>
        <w:pStyle w:val="libLine"/>
        <w:rPr>
          <w:rtl/>
        </w:rPr>
      </w:pPr>
      <w:r>
        <w:rPr>
          <w:rFonts w:hint="cs"/>
          <w:rtl/>
        </w:rPr>
        <w:t>____________________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171. سور</w:t>
      </w:r>
      <w:r w:rsidR="00BA0B7F">
        <w:rPr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111۔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172. سور</w:t>
      </w:r>
      <w:r w:rsidR="00BA0B7F">
        <w:rPr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11۔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173. کشف الغمہ:1466:بحار الانوار: 43ص53، باب 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48، عبارت کے تھوڑے سے فرق کے ساتھ۔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174. سور</w:t>
      </w:r>
      <w:r w:rsidR="00BA0B7F">
        <w:rPr>
          <w:rtl/>
        </w:rPr>
        <w:t>ہ</w:t>
      </w:r>
      <w:r>
        <w:rPr>
          <w:rtl/>
        </w:rPr>
        <w:t xml:space="preserve"> فرقان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12۔13۔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175.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الرحمہ، ص 397، مجلس 62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10؛ بحار الانوار ج 6ص 26 باب 20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27۔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176. خرائج:ج 1ص88، فصل من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الخاصة؛ بحار الانوار: 65ص282، الاخبار،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38۔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lastRenderedPageBreak/>
        <w:t xml:space="preserve">177. روضات الجنات : 4، ص107۔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178. روضات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: 2، ص179۔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179. روح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: 2، ص 181۔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180. روضات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: 2، ص225۔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181. روضات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ج 2، ص 235۔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182. کشف الغمہ، ج2، ص 194؛ بحار الانوار ج 47 145، باب 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199۔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183. بحار الانوار: 91 28، باب 28،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: 14؛ مستدرک الوسائل: 5 230، باب 35،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5762۔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184.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: 7، ص 267، کتاب الخوف والرجاء۔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185. منہج الصادق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ج8ص 110۔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186. نور الثقل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ج3 ص 249۔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187. سور</w:t>
      </w:r>
      <w:r w:rsidR="00BA0B7F">
        <w:rPr>
          <w:rtl/>
        </w:rPr>
        <w:t>ہ</w:t>
      </w:r>
      <w:r>
        <w:rPr>
          <w:rtl/>
        </w:rPr>
        <w:t xml:space="preserve"> آل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135۔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188. سور</w:t>
      </w:r>
      <w:r w:rsidR="00BA0B7F">
        <w:rPr>
          <w:rtl/>
        </w:rPr>
        <w:t>ہ</w:t>
      </w:r>
      <w:r>
        <w:rPr>
          <w:rtl/>
        </w:rPr>
        <w:t xml:space="preserve"> آل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136۔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189.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صدوق:42، مجلس 11،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3؛ بحار الانوار: 63 23، باب 20،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26۔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190. سور</w:t>
      </w:r>
      <w:r w:rsidR="00BA0B7F">
        <w:rPr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16۔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191. تذکرة الاول</w:t>
      </w:r>
      <w:r>
        <w:rPr>
          <w:rFonts w:hint="cs"/>
          <w:rtl/>
        </w:rPr>
        <w:t>ی</w:t>
      </w:r>
      <w:r>
        <w:rPr>
          <w:rFonts w:hint="eastAsia"/>
          <w:rtl/>
        </w:rPr>
        <w:t>اء،</w:t>
      </w:r>
      <w:r>
        <w:rPr>
          <w:rtl/>
        </w:rPr>
        <w:t xml:space="preserve"> ص79۔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192.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>: 2386 (مندرجہ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سور</w:t>
      </w:r>
      <w:r w:rsidR="00BA0B7F">
        <w:rPr>
          <w:rtl/>
        </w:rPr>
        <w:t>ہ</w:t>
      </w:r>
      <w:r>
        <w:rPr>
          <w:rtl/>
        </w:rPr>
        <w:t xml:space="preserve"> توبہ نمبر 118)۔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193. سور</w:t>
      </w:r>
      <w:r w:rsidR="00BA0B7F">
        <w:rPr>
          <w:rtl/>
        </w:rPr>
        <w:t>ہ</w:t>
      </w:r>
      <w:r>
        <w:rPr>
          <w:rtl/>
        </w:rPr>
        <w:t xml:space="preserve">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118۔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194. ارشاد القلوب: 2 80؛ اعلام الور</w:t>
      </w:r>
      <w:r>
        <w:rPr>
          <w:rFonts w:hint="cs"/>
          <w:rtl/>
        </w:rPr>
        <w:t>ی</w:t>
      </w:r>
      <w:r>
        <w:rPr>
          <w:rtl/>
        </w:rPr>
        <w:t xml:space="preserve">: 232، الفصل الرابع۔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195. عنصر شجاعت، ج 3 ص54؛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ص 239۔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196.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Fonts w:hint="cs"/>
          <w:rtl/>
        </w:rPr>
        <w:t>ی</w:t>
      </w:r>
      <w:r>
        <w:rPr>
          <w:rtl/>
        </w:rPr>
        <w:t xml:space="preserve"> شھ</w:t>
      </w:r>
      <w:r>
        <w:rPr>
          <w:rFonts w:hint="cs"/>
          <w:rtl/>
        </w:rPr>
        <w:t>ی</w:t>
      </w:r>
      <w:r>
        <w:rPr>
          <w:rFonts w:hint="eastAsia"/>
          <w:rtl/>
        </w:rPr>
        <w:t>دان،</w:t>
      </w:r>
      <w:r>
        <w:rPr>
          <w:rtl/>
        </w:rPr>
        <w:t xml:space="preserve"> ص 394۔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 xml:space="preserve">197. عنصر شجاعت، ج3ص 179۔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lastRenderedPageBreak/>
        <w:t>198. حضرت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دعاء عرفہ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 xml:space="preserve">199. عنصر شجاعت، ج3ص170۔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 xml:space="preserve">200. حسن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ص64۔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201. اصول کاف</w:t>
      </w:r>
      <w:r>
        <w:rPr>
          <w:rFonts w:hint="cs"/>
          <w:rtl/>
        </w:rPr>
        <w:t>ی</w:t>
      </w:r>
      <w:r>
        <w:rPr>
          <w:rtl/>
        </w:rPr>
        <w:t xml:space="preserve"> ج2 ص 69، باب الخوف والرجاء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8؛ بحار الانوار ج 67 ص 361 باب 59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6۔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202. سور</w:t>
      </w:r>
      <w:r w:rsidR="00BA0B7F">
        <w:rPr>
          <w:rtl/>
        </w:rPr>
        <w:t>ہ</w:t>
      </w:r>
      <w:r>
        <w:rPr>
          <w:rtl/>
        </w:rPr>
        <w:t xml:space="preserve"> الذار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22۔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203. سور</w:t>
      </w:r>
      <w:r w:rsidR="00BA0B7F">
        <w:rPr>
          <w:rtl/>
        </w:rPr>
        <w:t>ہ</w:t>
      </w:r>
      <w:r>
        <w:rPr>
          <w:rtl/>
        </w:rPr>
        <w:t xml:space="preserve"> الذار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23۔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204.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کشف الاسرار، ج9ص319۔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 xml:space="preserve">205. اسرار معراج، ص28۔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 xml:space="preserve">206. روضات الجنات، ج2، ص130۔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207. اصول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ص441، باب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 w:rsidR="00BA0B7F">
        <w:rPr>
          <w:rtl/>
        </w:rPr>
        <w:t>ا</w:t>
      </w:r>
      <w:r>
        <w:rPr>
          <w:rFonts w:hint="eastAsia"/>
          <w:rtl/>
        </w:rPr>
        <w:t>عطيٰ</w:t>
      </w:r>
      <w:r>
        <w:rPr>
          <w:rtl/>
        </w:rPr>
        <w:t xml:space="preserve"> اللہ عزّ و جل ّ آدم (ع)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208. سور</w:t>
      </w:r>
      <w:r w:rsidR="00BA0B7F">
        <w:rPr>
          <w:rtl/>
        </w:rPr>
        <w:t>ہ</w:t>
      </w:r>
      <w:r>
        <w:rPr>
          <w:rtl/>
        </w:rPr>
        <w:t xml:space="preserve">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102۔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209.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ج1، ص535؛بازگشت بہ خدا، 423۔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 xml:space="preserve">210. اسرار معراج، ص84۔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211.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ج1، ص767بطور خلاصہ 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212.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صدوق، ص 271، مجلس 46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7؛ بحار، ج68، ص384، باب 92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25۔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213.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ج5ص106 باب عمل السلطان و جوائزھم،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4؛ بحار، ج47، ص382، باب 11،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105۔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214. اس واقعہ کو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سفر </w:t>
      </w:r>
      <w:r w:rsidR="0005211C">
        <w:rPr>
          <w:rtl/>
        </w:rPr>
        <w:t>(</w:t>
      </w:r>
      <w:r>
        <w:rPr>
          <w:rtl/>
        </w:rPr>
        <w:t>1970ء ھمدان )کے دوران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مرحوم آخوند ھمدان</w:t>
      </w:r>
      <w:r>
        <w:rPr>
          <w:rFonts w:hint="cs"/>
          <w:rtl/>
        </w:rPr>
        <w:t>ی</w:t>
      </w:r>
      <w:r>
        <w:rPr>
          <w:rtl/>
        </w:rPr>
        <w:t xml:space="preserve"> سے سنا</w:t>
      </w:r>
      <w:r w:rsidR="00AA04E3">
        <w:rPr>
          <w:rtl/>
        </w:rPr>
        <w:t xml:space="preserve"> ہے</w:t>
      </w:r>
      <w:r>
        <w:rPr>
          <w:rtl/>
        </w:rPr>
        <w:t xml:space="preserve">۔ </w:t>
      </w:r>
    </w:p>
    <w:p w:rsidR="00D2320A" w:rsidRDefault="00D2320A" w:rsidP="006F6A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476253" w:rsidRDefault="00476253" w:rsidP="00D2320A">
      <w:pPr>
        <w:pStyle w:val="Heading2Center"/>
        <w:rPr>
          <w:rtl/>
          <w:lang w:bidi="ur-PK"/>
        </w:rPr>
      </w:pPr>
      <w:bookmarkStart w:id="83" w:name="_Toc520984020"/>
      <w:r>
        <w:rPr>
          <w:rFonts w:hint="eastAsia"/>
          <w:rtl/>
          <w:lang w:bidi="ur-PK"/>
        </w:rPr>
        <w:lastRenderedPageBreak/>
        <w:t>تقويٰ</w:t>
      </w:r>
      <w:r>
        <w:rPr>
          <w:rtl/>
          <w:lang w:bidi="ur-PK"/>
        </w:rPr>
        <w:t xml:space="preserve"> و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فوائد</w:t>
      </w:r>
      <w:bookmarkEnd w:id="83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B60D53">
        <w:rPr>
          <w:rStyle w:val="libAieChar"/>
          <w:rtl/>
        </w:rPr>
        <w:t>وَ</w:t>
      </w:r>
      <w:r w:rsidR="00BA0B7F">
        <w:rPr>
          <w:rStyle w:val="libAieChar"/>
          <w:rtl/>
        </w:rPr>
        <w:t>ا</w:t>
      </w:r>
      <w:r w:rsidR="00476253" w:rsidRPr="00B60D53">
        <w:rPr>
          <w:rStyle w:val="libAieChar"/>
          <w:rFonts w:hint="eastAsia"/>
          <w:rtl/>
        </w:rPr>
        <w:t>مَّامَنْ</w:t>
      </w:r>
      <w:r w:rsidR="00476253" w:rsidRPr="00B60D53">
        <w:rPr>
          <w:rStyle w:val="libAieChar"/>
          <w:rtl/>
        </w:rPr>
        <w:t xml:space="preserve"> خَافَ مَقَامَ رَبِّ</w:t>
      </w:r>
      <w:r w:rsidR="00705CD5" w:rsidRPr="00705CD5">
        <w:rPr>
          <w:rStyle w:val="libAieChar"/>
          <w:rFonts w:hint="cs"/>
          <w:rtl/>
        </w:rPr>
        <w:t>ه</w:t>
      </w:r>
      <w:r w:rsidR="00476253" w:rsidRPr="00B60D53">
        <w:rPr>
          <w:rStyle w:val="libAieChar"/>
          <w:rFonts w:hint="cs"/>
          <w:rtl/>
        </w:rPr>
        <w:t>ِ</w:t>
      </w:r>
      <w:r w:rsidR="00476253" w:rsidRPr="00B60D53">
        <w:rPr>
          <w:rStyle w:val="libAieChar"/>
          <w:rtl/>
        </w:rPr>
        <w:t xml:space="preserve"> </w:t>
      </w:r>
      <w:r w:rsidR="00476253" w:rsidRPr="00B60D53">
        <w:rPr>
          <w:rStyle w:val="libAieChar"/>
          <w:rFonts w:hint="cs"/>
          <w:rtl/>
        </w:rPr>
        <w:t>وَنَ</w:t>
      </w:r>
      <w:r w:rsidR="00705CD5" w:rsidRPr="00705CD5">
        <w:rPr>
          <w:rStyle w:val="libAieChar"/>
          <w:rFonts w:hint="cs"/>
          <w:rtl/>
        </w:rPr>
        <w:t>ه</w:t>
      </w:r>
      <w:r w:rsidR="00476253" w:rsidRPr="00B60D53">
        <w:rPr>
          <w:rStyle w:val="libAieChar"/>
          <w:rFonts w:hint="cs"/>
          <w:rtl/>
        </w:rPr>
        <w:t>َی</w:t>
      </w:r>
      <w:r w:rsidR="00476253" w:rsidRPr="00B60D53">
        <w:rPr>
          <w:rStyle w:val="libAieChar"/>
          <w:rtl/>
        </w:rPr>
        <w:t xml:space="preserve"> النَّفْسَ عَنِ الْ</w:t>
      </w:r>
      <w:r w:rsidR="00705CD5" w:rsidRPr="00705CD5">
        <w:rPr>
          <w:rStyle w:val="libAieChar"/>
          <w:rFonts w:hint="cs"/>
          <w:rtl/>
        </w:rPr>
        <w:t>ه</w:t>
      </w:r>
      <w:r w:rsidR="00476253" w:rsidRPr="00B60D53">
        <w:rPr>
          <w:rStyle w:val="libAieChar"/>
          <w:rFonts w:hint="cs"/>
          <w:rtl/>
        </w:rPr>
        <w:t>َويٰ</w:t>
      </w:r>
      <w:r w:rsidR="00476253" w:rsidRPr="00B60D53">
        <w:rPr>
          <w:rStyle w:val="libAieChar"/>
          <w:rtl/>
        </w:rPr>
        <w:t xml:space="preserve"> </w:t>
      </w:r>
      <w:r w:rsidR="00476253" w:rsidRPr="00B60D53">
        <w:rPr>
          <w:rStyle w:val="libAieChar"/>
          <w:rFonts w:hint="cs"/>
          <w:rtl/>
        </w:rPr>
        <w:t>فَإِنَّ</w:t>
      </w:r>
      <w:r w:rsidR="00476253" w:rsidRPr="00B60D53">
        <w:rPr>
          <w:rStyle w:val="libAieChar"/>
          <w:rtl/>
        </w:rPr>
        <w:t xml:space="preserve"> </w:t>
      </w:r>
      <w:r w:rsidR="00476253" w:rsidRPr="00B60D53">
        <w:rPr>
          <w:rStyle w:val="libAieChar"/>
          <w:rFonts w:hint="cs"/>
          <w:rtl/>
        </w:rPr>
        <w:t>الْجَنَّةَ</w:t>
      </w:r>
      <w:r w:rsidR="00476253" w:rsidRPr="00B60D53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B60D53">
        <w:rPr>
          <w:rStyle w:val="libAieChar"/>
          <w:rFonts w:hint="cs"/>
          <w:rtl/>
        </w:rPr>
        <w:t>ِی</w:t>
      </w:r>
      <w:r w:rsidR="00476253" w:rsidRPr="00B60D53">
        <w:rPr>
          <w:rStyle w:val="libAieChar"/>
          <w:rtl/>
        </w:rPr>
        <w:t xml:space="preserve"> الْمَاويٰ</w:t>
      </w:r>
      <w:r w:rsidRPr="006F6A7F">
        <w:rPr>
          <w:rStyle w:val="libAlaemChar"/>
          <w:rtl/>
        </w:rPr>
        <w:t>)</w:t>
      </w:r>
      <w:r w:rsidR="00125F42" w:rsidRPr="00125F42">
        <w:rPr>
          <w:rStyle w:val="libFootnotenumChar"/>
          <w:rtl/>
          <w:lang w:bidi="ur-PK"/>
        </w:rPr>
        <w:t>(215)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جس نے رب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بارگاہ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حاضر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کا خوف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دا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اپنے نفس کو خواہشات سے روک 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اھے،</w:t>
      </w:r>
      <w:r w:rsidR="00476253">
        <w:rPr>
          <w:rtl/>
          <w:lang w:bidi="ur-PK"/>
        </w:rPr>
        <w:t xml:space="preserve"> تو ب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شک،</w:t>
      </w:r>
      <w:r w:rsidR="00476253">
        <w:rPr>
          <w:rtl/>
          <w:lang w:bidi="ur-PK"/>
        </w:rPr>
        <w:t xml:space="preserve"> اس کا ٹھکانہ جنت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گا“۔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D2320A">
      <w:pPr>
        <w:pStyle w:val="Heading2Center"/>
        <w:rPr>
          <w:rtl/>
          <w:lang w:bidi="ur-PK"/>
        </w:rPr>
      </w:pPr>
      <w:bookmarkStart w:id="84" w:name="_Toc520984021"/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</w:t>
      </w:r>
      <w:bookmarkEnd w:id="84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بچپن سے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تک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کھتا،</w:t>
      </w:r>
      <w:r>
        <w:rPr>
          <w:rtl/>
          <w:lang w:bidi="ur-PK"/>
        </w:rPr>
        <w:t xml:space="preserve"> سنتا، چکھتا، لمس کرتا، سونگھتا اور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کوشش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کھتا،</w:t>
      </w:r>
      <w:r>
        <w:rPr>
          <w:rtl/>
          <w:lang w:bidi="ur-PK"/>
        </w:rPr>
        <w:t xml:space="preserve"> سنتا، چکھتا، لمس کرتا، سونگھتا اور کوشش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کھنے،</w:t>
      </w:r>
      <w:r>
        <w:rPr>
          <w:rtl/>
          <w:lang w:bidi="ur-PK"/>
        </w:rPr>
        <w:t xml:space="preserve"> سننے، چکھنے، لمس کرنے او رسونگھنے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مناظر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دلربا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چنانچہ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مناظر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انسان کے خواہشات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اورسن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مزہ دار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کا استعمال کرنا جو خود اس کے لئے،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کے اھل خانہ اور معاشرہ کے لئے نقصان 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، حرام اور ممنوع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خداوندعالم کے حکم سے حرام کردہ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 ائمہ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 رحمت پروردگار،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 ائمہ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روپ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سہ،</w:t>
      </w:r>
      <w:r>
        <w:rPr>
          <w:rtl/>
          <w:lang w:bidi="ur-PK"/>
        </w:rPr>
        <w:t xml:space="preserve"> غذا، لباس،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جائداد، گاڑ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خواہشات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اورجاہ و مقام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آرزورکھتا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غور کرنا چاہئے کہ خواہشات بے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 شرط کے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دوسروں کے حقوق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سبب نہ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گھر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معاشرہ کو درھم و بر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نہ کرڈال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خواہشات،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شرافت کونہ کھوب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ھمار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خواہشات اس حد تک نہ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ںکہ انسان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آخرت کو کھوب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اور غضب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مستحق بن جائے اور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لئے نار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جلتا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>، اس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نہ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نہ عقل و منطق، آپ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صاحب فطرت اور صاحب وجدان اور عقل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رکھنے والے شخص سے سوال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مال و دولت، مقام ومنصب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عورت کو حاصل کرنے کے بعد دوسرے کے حق کو پامال اور ان پر ظلم کرنا چاھتا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دل کو جلانا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گھر برباد کرنا چاھتا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تو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کھئے</w:t>
      </w:r>
      <w:r>
        <w:rPr>
          <w:rtl/>
          <w:lang w:bidi="ur-PK"/>
        </w:rPr>
        <w:t xml:space="preserve"> وہ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 تمام سوالوں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 و فکر اور وجدان سے پوچھ کر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AA04E3">
        <w:rPr>
          <w:rFonts w:hint="eastAsia"/>
          <w:rtl/>
          <w:lang w:bidi="ur-PK"/>
        </w:rPr>
        <w:t xml:space="preserve"> ہیں </w:t>
      </w:r>
      <w:r>
        <w:rPr>
          <w:rtl/>
          <w:lang w:bidi="ur-PK"/>
        </w:rPr>
        <w:t xml:space="preserve">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جواب ملے گا؟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خود</w:t>
      </w:r>
      <w:r>
        <w:rPr>
          <w:rtl/>
          <w:lang w:bidi="ur-PK"/>
        </w:rPr>
        <w:t xml:space="preserve"> آپ اور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جواب دے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ناجائز خواہشات کو ترک کردو، اور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اسے اس طرح حاصل کرو جس طرح تمھارا حق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اگر اس طرح آپ نے خواہشات پر عمل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تونہ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ضائع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 اور نہ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ظلم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گا۔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سوال خدا،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 ائمہ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سے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تو جواب ملے گا اگر تمھارا حق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چاھو، اور اگر تمھارا حق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تو اس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 نہ کرو، قناعت کے ساتھ ساتھ حلال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خواہشات کو پورا کرو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</w:t>
      </w:r>
      <w:r w:rsidR="00EC52B0">
        <w:rPr>
          <w:rtl/>
          <w:lang w:bidi="ur-PK"/>
        </w:rPr>
        <w:t xml:space="preserve">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اجت</w:t>
      </w:r>
      <w:r>
        <w:rPr>
          <w:rFonts w:hint="eastAsia"/>
          <w:rtl/>
          <w:lang w:bidi="ur-PK"/>
        </w:rPr>
        <w:t>ماع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خلاف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ظلم و ستم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تمام خواہشات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معاشرت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حدود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تو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سلامت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حفظ آبرو، اور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کمالات پر پہنچنے کا سبب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ان خواہشات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معاشرہ اور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تو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برباد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خاک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 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انسان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صفات اور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خصلت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بھر</w:t>
      </w:r>
      <w:r>
        <w:rPr>
          <w:rtl/>
          <w:lang w:bidi="ur-PK"/>
        </w:rPr>
        <w:t xml:space="preserve"> حال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خواہشات دو قسم ک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حساب شدہ خواہشات، اور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حساب شدہ خواہشات۔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حساب</w:t>
      </w:r>
      <w:r>
        <w:rPr>
          <w:rtl/>
          <w:lang w:bidi="ur-PK"/>
        </w:rPr>
        <w:t xml:space="preserve"> شدہ وہ خواہشات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مطابق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مطابق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انسان آرزو کرے، جو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کے حدود کے مطابق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ں۔ اس وقت انسان مال و دولت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حلال مال و دولت، مکان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حلال، شھوان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 بجھانا چا</w:t>
      </w:r>
      <w:r>
        <w:rPr>
          <w:rFonts w:hint="eastAsia"/>
          <w:rtl/>
          <w:lang w:bidi="ur-PK"/>
        </w:rPr>
        <w:t>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نکاح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عہ،</w:t>
      </w:r>
      <w:r>
        <w:rPr>
          <w:rtl/>
          <w:lang w:bidi="ur-PK"/>
        </w:rPr>
        <w:t xml:space="preserve"> مقام و منصب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رضائے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محتاج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کرنے کے لئے، </w:t>
      </w:r>
      <w:r>
        <w:rPr>
          <w:lang w:bidi="ur-PK"/>
        </w:rPr>
        <w:t>T.V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او رمناسب پروگرام، ان تمام صورتوںم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خواہشات رکھنے والا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انسان م</w:t>
      </w:r>
      <w:r w:rsidR="00AA04E3">
        <w:rPr>
          <w:rtl/>
          <w:lang w:bidi="ur-PK"/>
        </w:rPr>
        <w:t>و</w:t>
      </w:r>
      <w:r>
        <w:rPr>
          <w:rFonts w:hint="eastAsia"/>
          <w:rtl/>
          <w:lang w:bidi="ur-PK"/>
        </w:rPr>
        <w:t>من،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دار،</w:t>
      </w:r>
      <w:r>
        <w:rPr>
          <w:rtl/>
          <w:lang w:bidi="ur-PK"/>
        </w:rPr>
        <w:t xml:space="preserve"> صاحب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رکھنے والا، ذم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احساس کرنے والا، لوگوں سے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مھربان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والا، معاشرے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دلسوز، رضائے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حاصل کرنے والا،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سعادت چاہنے والا اور جھاد اکبر کرنے والاھوجاتا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حساب شدہ خواہشات وہ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نفس شامل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بو آت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صرف تکبر و غرور اور خود خواھ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وہ ضلالت و گمراھ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ظاھر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آدم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 و دولت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جس راہ سے بھ</w:t>
      </w:r>
      <w:r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اس کے لئے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چاھے سود، چور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غصب، مکار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دھوکا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ب،</w:t>
      </w:r>
      <w:r>
        <w:rPr>
          <w:rtl/>
          <w:lang w:bidi="ur-PK"/>
        </w:rPr>
        <w:t xml:space="preserve"> رشوت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مکان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چاھے وہ اعزاء و دوستوں کے حق کو پامال کرنے سے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شھوت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 بجھانا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چاھے ا</w:t>
      </w:r>
      <w:r>
        <w:rPr>
          <w:rFonts w:hint="eastAsia"/>
          <w:rtl/>
          <w:lang w:bidi="ur-PK"/>
        </w:rPr>
        <w:t>ستمناء،</w:t>
      </w:r>
      <w:r>
        <w:rPr>
          <w:rtl/>
          <w:lang w:bidi="ur-PK"/>
        </w:rPr>
        <w:t xml:space="preserve"> لواط زنا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مقام و منصب چاھتا</w:t>
      </w:r>
      <w:r w:rsidR="00AA04E3">
        <w:rPr>
          <w:rtl/>
          <w:lang w:bidi="ur-PK"/>
        </w:rPr>
        <w:t xml:space="preserve"> </w:t>
      </w:r>
      <w:r w:rsidR="00AA04E3">
        <w:rPr>
          <w:rtl/>
          <w:lang w:bidi="ur-PK"/>
        </w:rPr>
        <w:lastRenderedPageBreak/>
        <w:t>ہے</w:t>
      </w:r>
      <w:r>
        <w:rPr>
          <w:rtl/>
          <w:lang w:bidi="ur-PK"/>
        </w:rPr>
        <w:t>، چاھے دوسروں کو ان کے حق سے نامحروم کرنے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کچھ سننا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چاھے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بت،</w:t>
      </w:r>
      <w:r>
        <w:rPr>
          <w:rtl/>
          <w:lang w:bidi="ur-PK"/>
        </w:rPr>
        <w:t xml:space="preserve"> تھمت اور حرام موس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گانا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رکھنے والا شخص بے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مان،</w:t>
      </w:r>
      <w:r>
        <w:rPr>
          <w:rtl/>
          <w:lang w:bidi="ur-PK"/>
        </w:rPr>
        <w:t xml:space="preserve"> دل کا اندھا، بے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رت،</w:t>
      </w:r>
      <w:r>
        <w:rPr>
          <w:rtl/>
          <w:lang w:bidi="ur-PK"/>
        </w:rPr>
        <w:t xml:space="preserve"> آخرت کو خراب کرنے والا، غضب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والا اور ظلمت و گمراھ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کا نوکر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رکھنے والے انسان کو ”ھوا و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 کے غلام“سے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ھوا</w:t>
      </w:r>
      <w:r>
        <w:rPr>
          <w:rtl/>
          <w:lang w:bidi="ur-PK"/>
        </w:rPr>
        <w:t xml:space="preserve"> و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قوت کا نام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انسان پر حکومت کرت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خود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قرار پات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خود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معبود کھلوات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انسان کو اپنا غلام بنال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انسان کو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و اطاعت کرنے کے بجائے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کے لئے مجبور کرت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BA0B7F">
        <w:rPr>
          <w:rStyle w:val="libAieChar"/>
          <w:rtl/>
        </w:rPr>
        <w:t>ا</w:t>
      </w:r>
      <w:r w:rsidR="00476253" w:rsidRPr="00640F1F">
        <w:rPr>
          <w:rStyle w:val="libAieChar"/>
          <w:rFonts w:hint="eastAsia"/>
          <w:rtl/>
        </w:rPr>
        <w:t>رَ</w:t>
      </w:r>
      <w:r w:rsidR="00BA0B7F">
        <w:rPr>
          <w:rStyle w:val="libAieChar"/>
          <w:rFonts w:hint="eastAsia"/>
          <w:rtl/>
        </w:rPr>
        <w:t>ا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Fonts w:hint="eastAsia"/>
          <w:rtl/>
        </w:rPr>
        <w:t>تَ</w:t>
      </w:r>
      <w:r w:rsidR="00476253" w:rsidRPr="00640F1F">
        <w:rPr>
          <w:rStyle w:val="libAieChar"/>
          <w:rtl/>
        </w:rPr>
        <w:t xml:space="preserve"> مَنْ اتَّخَذَ إِلَ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َ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ُ</w:t>
      </w:r>
      <w:r w:rsidR="00476253" w:rsidRPr="00640F1F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َوَا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ُ</w:t>
      </w:r>
      <w:r w:rsidR="00476253" w:rsidRPr="00640F1F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640F1F">
        <w:rPr>
          <w:rStyle w:val="libAieChar"/>
          <w:rFonts w:hint="eastAsia"/>
          <w:rtl/>
        </w:rPr>
        <w:t>فَ</w:t>
      </w:r>
      <w:r w:rsidR="00BA0B7F">
        <w:rPr>
          <w:rStyle w:val="libAieChar"/>
          <w:rFonts w:hint="eastAsia"/>
          <w:rtl/>
        </w:rPr>
        <w:t>ا</w:t>
      </w:r>
      <w:r w:rsidR="00476253" w:rsidRPr="00640F1F">
        <w:rPr>
          <w:rStyle w:val="libAieChar"/>
          <w:rFonts w:hint="eastAsia"/>
          <w:rtl/>
        </w:rPr>
        <w:t>نْتَ</w:t>
      </w:r>
      <w:r w:rsidR="00476253" w:rsidRPr="00640F1F">
        <w:rPr>
          <w:rStyle w:val="libAieChar"/>
          <w:rtl/>
        </w:rPr>
        <w:t xml:space="preserve"> تَكُونُ عَلَ</w:t>
      </w:r>
      <w:r w:rsidR="00476253" w:rsidRPr="00640F1F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ِ</w:t>
      </w:r>
      <w:r w:rsidR="00476253" w:rsidRPr="00640F1F">
        <w:rPr>
          <w:rStyle w:val="libAieChar"/>
          <w:rtl/>
        </w:rPr>
        <w:t xml:space="preserve"> وَكِ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Fonts w:hint="eastAsia"/>
          <w:rtl/>
        </w:rPr>
        <w:t>لًا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(216)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آپ نے اس شخص کود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کھاھے</w:t>
      </w:r>
      <w:r w:rsidR="00476253">
        <w:rPr>
          <w:rtl/>
          <w:lang w:bidi="ur-PK"/>
        </w:rPr>
        <w:t xml:space="preserve"> جس نے اپن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خواہشات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کو اپنا خدا بنا 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،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آپ اس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ذمہ دار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نے</w:t>
      </w:r>
      <w:r w:rsidR="00476253">
        <w:rPr>
          <w:rtl/>
          <w:lang w:bidi="ur-PK"/>
        </w:rPr>
        <w:t xml:space="preserve"> کے لئے 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ار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آغازسے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کو حاصل کرنا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سنتا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دوڑتا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دل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کو حاصل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اپنے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کو حلال و حرام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پروا ہ کئے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بھرتا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شھوت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 بجھانا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چاھے جس طرح سے بھ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مال و دولت کے حصول کے لئے، مقام و عہدہ پانے کے لئے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کرتا، درحق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انسان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وھوس کے بت سازکارخانہ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جو کچھ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مدت کے بعد اپنے ھاتھوں سے بت تراشناشروع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بت کو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بسال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بلکہ اپنے ھاتھ سے بنائے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بت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پوجا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افسوس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بھت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 کا باطن بت خانہ بن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تلاش و کوشش کا ثمرہ ”ھواپرست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بت “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ان کا کام اس بت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کرنا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عارف کے بقول: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D2320A">
      <w:pPr>
        <w:pStyle w:val="Heading2Center"/>
        <w:rPr>
          <w:rtl/>
          <w:lang w:bidi="ur-PK"/>
        </w:rPr>
      </w:pPr>
      <w:bookmarkStart w:id="85" w:name="_Toc520984022"/>
      <w:r>
        <w:rPr>
          <w:rFonts w:hint="eastAsia"/>
          <w:rtl/>
          <w:lang w:bidi="ur-PK"/>
        </w:rPr>
        <w:t>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نفس خود سب سے بڑا بت</w:t>
      </w:r>
      <w:r w:rsidR="00AA04E3">
        <w:rPr>
          <w:rtl/>
          <w:lang w:bidi="ur-PK"/>
        </w:rPr>
        <w:t xml:space="preserve"> ہے</w:t>
      </w:r>
      <w:bookmarkEnd w:id="85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بت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پوجا کرنے والے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جاندار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کو جان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سمجھتے،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کرتے،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معاشرہ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وناموس کو پامال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ھر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پر اپنا حق جتاتے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دوسروں کے لئے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کے حق کے قائل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خداوندعالم</w:t>
      </w:r>
      <w:r>
        <w:rPr>
          <w:rtl/>
          <w:lang w:bidi="ur-PK"/>
        </w:rPr>
        <w:t xml:space="preserve"> نے تمام بندوں کو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بھلائ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نفس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حساب و کتاب خواہشات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کرنے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اگرچہ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ظاھراً ان کے اور دوسروں کے لئے نقصان دہ ثابت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Fonts w:hint="eastAsia"/>
          <w:rtl/>
        </w:rPr>
        <w:t>ا</w:t>
      </w:r>
      <w:r w:rsidR="00BA0B7F">
        <w:rPr>
          <w:rStyle w:val="libAieChar"/>
          <w:rFonts w:hint="eastAsia"/>
          <w:rtl/>
        </w:rPr>
        <w:t>ا</w:t>
      </w:r>
      <w:r w:rsidR="00476253" w:rsidRPr="00640F1F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ا</w:t>
      </w:r>
      <w:r w:rsidR="00476253" w:rsidRPr="00640F1F">
        <w:rPr>
          <w:rStyle w:val="libAieChar"/>
          <w:rtl/>
        </w:rPr>
        <w:t xml:space="preserve"> الَّذِ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Fonts w:hint="eastAsia"/>
          <w:rtl/>
        </w:rPr>
        <w:t>نَ</w:t>
      </w:r>
      <w:r w:rsidR="00476253" w:rsidRPr="00640F1F">
        <w:rPr>
          <w:rStyle w:val="libAieChar"/>
          <w:rtl/>
        </w:rPr>
        <w:t xml:space="preserve"> آمَنُوا كُونُوا قَوَّامِ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Fonts w:hint="eastAsia"/>
          <w:rtl/>
        </w:rPr>
        <w:t>نَ</w:t>
      </w:r>
      <w:r w:rsidR="00476253" w:rsidRPr="00640F1F">
        <w:rPr>
          <w:rStyle w:val="libAieChar"/>
          <w:rtl/>
        </w:rPr>
        <w:t xml:space="preserve"> بِالْقِسْطِ شُ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َدَاءَ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لِلَّ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ِ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وَلَوْ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عَلَی</w:t>
      </w:r>
      <w:r w:rsidR="00476253" w:rsidRPr="00640F1F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640F1F">
        <w:rPr>
          <w:rStyle w:val="libAieChar"/>
          <w:rFonts w:hint="eastAsia"/>
          <w:rtl/>
        </w:rPr>
        <w:t>نفُسِكُمْ</w:t>
      </w:r>
      <w:r w:rsidR="00476253" w:rsidRPr="00640F1F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640F1F">
        <w:rPr>
          <w:rStyle w:val="libAieChar"/>
          <w:rFonts w:hint="eastAsia"/>
          <w:rtl/>
        </w:rPr>
        <w:t>وْ</w:t>
      </w:r>
      <w:r w:rsidR="00476253" w:rsidRPr="00640F1F">
        <w:rPr>
          <w:rStyle w:val="libAieChar"/>
          <w:rtl/>
        </w:rPr>
        <w:t xml:space="preserve"> الْوَالِدَ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Fonts w:hint="eastAsia"/>
          <w:rtl/>
        </w:rPr>
        <w:t>نِ</w:t>
      </w:r>
      <w:r w:rsidR="00476253" w:rsidRPr="00640F1F">
        <w:rPr>
          <w:rStyle w:val="libAieChar"/>
          <w:rtl/>
        </w:rPr>
        <w:t xml:space="preserve"> وَالْ</w:t>
      </w:r>
      <w:r w:rsidR="00BA0B7F">
        <w:rPr>
          <w:rStyle w:val="libAieChar"/>
          <w:rtl/>
        </w:rPr>
        <w:t>ا</w:t>
      </w:r>
      <w:r w:rsidR="00476253" w:rsidRPr="00640F1F">
        <w:rPr>
          <w:rStyle w:val="libAieChar"/>
          <w:rFonts w:hint="eastAsia"/>
          <w:rtl/>
        </w:rPr>
        <w:t>قْرَبِ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Fonts w:hint="eastAsia"/>
          <w:rtl/>
        </w:rPr>
        <w:t>نَ</w:t>
      </w:r>
      <w:r w:rsidR="00476253" w:rsidRPr="00640F1F">
        <w:rPr>
          <w:rStyle w:val="libAieChar"/>
          <w:rtl/>
        </w:rPr>
        <w:t xml:space="preserve"> إِنْ 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Fonts w:hint="eastAsia"/>
          <w:rtl/>
        </w:rPr>
        <w:t>كُنْ</w:t>
      </w:r>
      <w:r w:rsidR="00476253" w:rsidRPr="00640F1F">
        <w:rPr>
          <w:rStyle w:val="libAieChar"/>
          <w:rtl/>
        </w:rPr>
        <w:t xml:space="preserve"> غَنِ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Fonts w:hint="eastAsia"/>
          <w:rtl/>
        </w:rPr>
        <w:t>ا</w:t>
      </w:r>
      <w:r w:rsidR="00476253" w:rsidRPr="00640F1F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640F1F">
        <w:rPr>
          <w:rStyle w:val="libAieChar"/>
          <w:rFonts w:hint="eastAsia"/>
          <w:rtl/>
        </w:rPr>
        <w:t>وْ</w:t>
      </w:r>
      <w:r w:rsidR="00476253" w:rsidRPr="00640F1F">
        <w:rPr>
          <w:rStyle w:val="libAieChar"/>
          <w:rtl/>
        </w:rPr>
        <w:t xml:space="preserve"> فَقِ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Fonts w:hint="eastAsia"/>
          <w:rtl/>
        </w:rPr>
        <w:t>رًا</w:t>
      </w:r>
      <w:r w:rsidR="00476253" w:rsidRPr="00640F1F">
        <w:rPr>
          <w:rStyle w:val="libAieChar"/>
          <w:rtl/>
        </w:rPr>
        <w:t xml:space="preserve"> فَاللهُ </w:t>
      </w:r>
      <w:r w:rsidR="00BA0B7F">
        <w:rPr>
          <w:rStyle w:val="libAieChar"/>
          <w:rtl/>
        </w:rPr>
        <w:t>ا</w:t>
      </w:r>
      <w:r w:rsidR="00476253" w:rsidRPr="00640F1F">
        <w:rPr>
          <w:rStyle w:val="libAieChar"/>
          <w:rFonts w:hint="eastAsia"/>
          <w:rtl/>
        </w:rPr>
        <w:t>وْلَ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tl/>
        </w:rPr>
        <w:t xml:space="preserve"> 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ما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فَلاَتَتَّبِعُوا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الْ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tl/>
        </w:rPr>
        <w:t>َوَ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640F1F">
        <w:rPr>
          <w:rStyle w:val="libAieChar"/>
          <w:rFonts w:hint="eastAsia"/>
          <w:rtl/>
        </w:rPr>
        <w:t>نْ</w:t>
      </w:r>
      <w:r w:rsidR="00476253" w:rsidRPr="00640F1F">
        <w:rPr>
          <w:rStyle w:val="libAieChar"/>
          <w:rtl/>
        </w:rPr>
        <w:t xml:space="preserve"> تَعْدِلُوا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(217)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”اے</w:t>
      </w:r>
      <w:r w:rsidR="00476253">
        <w:rPr>
          <w:rtl/>
          <w:lang w:bidi="ur-PK"/>
        </w:rPr>
        <w:t xml:space="preserve">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والو! عدل و انصاف کے ساتھ 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ام</w:t>
      </w:r>
      <w:r w:rsidR="00476253">
        <w:rPr>
          <w:rtl/>
          <w:lang w:bidi="ur-PK"/>
        </w:rPr>
        <w:t xml:space="preserve"> کرو اور اللہ کے لئے گواہ بنو چاھے اپن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ذات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اپنے والد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اور اقرباء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کے خلاف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</w:t>
      </w:r>
      <w:r w:rsidR="00476253"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ں جس کے لئے گواھ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وہ غن</w:t>
      </w:r>
      <w:r w:rsidR="00476253"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ہو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فق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ر،</w:t>
      </w:r>
      <w:r w:rsidR="00476253">
        <w:rPr>
          <w:rtl/>
          <w:lang w:bidi="ur-PK"/>
        </w:rPr>
        <w:t xml:space="preserve"> اللہ دونوں کے لئے تم سے اوليٰ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، لہٰذا تم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ا و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س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رو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نہ کرو، اور عدالت </w:t>
      </w:r>
      <w:r w:rsidR="00476253">
        <w:rPr>
          <w:rFonts w:hint="eastAsia"/>
          <w:rtl/>
          <w:lang w:bidi="ur-PK"/>
        </w:rPr>
        <w:t>سے</w:t>
      </w:r>
      <w:r w:rsidR="00476253">
        <w:rPr>
          <w:rtl/>
          <w:lang w:bidi="ur-PK"/>
        </w:rPr>
        <w:t xml:space="preserve"> کام لو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کے بت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ضلالت و گمراھ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حق سے منحرف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اورروز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کو فراموش کرنے کا سبب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 درد ناک عذاب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کا سبب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640F1F">
        <w:rPr>
          <w:rStyle w:val="libAieChar"/>
          <w:rtl/>
        </w:rPr>
        <w:t>وَلاَتَتَّبِعْ الْ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َوَی</w:t>
      </w:r>
      <w:r w:rsidR="00476253" w:rsidRPr="00640F1F">
        <w:rPr>
          <w:rStyle w:val="libAieChar"/>
          <w:rtl/>
        </w:rPr>
        <w:t xml:space="preserve"> فَ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Fonts w:hint="eastAsia"/>
          <w:rtl/>
        </w:rPr>
        <w:t>ضِلَّكَ</w:t>
      </w:r>
      <w:r w:rsidR="00476253" w:rsidRPr="00640F1F">
        <w:rPr>
          <w:rStyle w:val="libAieChar"/>
          <w:rtl/>
        </w:rPr>
        <w:t xml:space="preserve"> عَنْ سَبِ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Fonts w:hint="eastAsia"/>
          <w:rtl/>
        </w:rPr>
        <w:t>لِ</w:t>
      </w:r>
      <w:r w:rsidR="00476253" w:rsidRPr="00640F1F">
        <w:rPr>
          <w:rStyle w:val="libAieChar"/>
          <w:rtl/>
        </w:rPr>
        <w:t xml:space="preserve"> اللهِ إِنَّ الَّذِ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Fonts w:hint="eastAsia"/>
          <w:rtl/>
        </w:rPr>
        <w:t>نَ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Fonts w:hint="eastAsia"/>
          <w:rtl/>
        </w:rPr>
        <w:t>ضِلُّونَ</w:t>
      </w:r>
      <w:r w:rsidR="00476253" w:rsidRPr="00640F1F">
        <w:rPr>
          <w:rStyle w:val="libAieChar"/>
          <w:rtl/>
        </w:rPr>
        <w:t xml:space="preserve"> عَنْ سَبِ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Fonts w:hint="eastAsia"/>
          <w:rtl/>
        </w:rPr>
        <w:t>لِ</w:t>
      </w:r>
      <w:r w:rsidR="00476253" w:rsidRPr="00640F1F">
        <w:rPr>
          <w:rStyle w:val="libAieChar"/>
          <w:rtl/>
        </w:rPr>
        <w:t xml:space="preserve"> اللهِ 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م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عَذَابٌ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شَدِی</w:t>
      </w:r>
      <w:r w:rsidR="00476253" w:rsidRPr="00640F1F">
        <w:rPr>
          <w:rStyle w:val="libAieChar"/>
          <w:rFonts w:hint="eastAsia"/>
          <w:rtl/>
        </w:rPr>
        <w:t>دٌ</w:t>
      </w:r>
      <w:r w:rsidR="00476253" w:rsidRPr="00640F1F">
        <w:rPr>
          <w:rStyle w:val="libAieChar"/>
          <w:rtl/>
        </w:rPr>
        <w:t xml:space="preserve"> بِمَا نَسُوا 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Fonts w:hint="eastAsia"/>
          <w:rtl/>
        </w:rPr>
        <w:t>وْمَ</w:t>
      </w:r>
      <w:r w:rsidR="00476253" w:rsidRPr="00640F1F">
        <w:rPr>
          <w:rStyle w:val="libAieChar"/>
          <w:rtl/>
        </w:rPr>
        <w:t xml:space="preserve"> الْحِسَابِ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(218)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خواہشات کا اتباع نہ کرو کہ وہ راہ خدا سے منحرف کردے، بے شک جو لوگ راہ خدا سے بھٹک جاتے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ان کے لئے شد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tl/>
          <w:lang w:bidi="ur-PK"/>
        </w:rPr>
        <w:t xml:space="preserve"> عذاب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کہ انھوں نے روز حساب کو بالکل نظر انداز کرد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۔“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عظمت خدا سے خوف زدہ اورھوائے نفس سے مقابلہ کرنے کو بہشت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کا سبب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640F1F">
        <w:rPr>
          <w:rStyle w:val="libAieChar"/>
          <w:rtl/>
        </w:rPr>
        <w:t>وَ</w:t>
      </w:r>
      <w:r w:rsidR="00BA0B7F">
        <w:rPr>
          <w:rStyle w:val="libAieChar"/>
          <w:rtl/>
        </w:rPr>
        <w:t>ا</w:t>
      </w:r>
      <w:r w:rsidR="00476253" w:rsidRPr="00640F1F">
        <w:rPr>
          <w:rStyle w:val="libAieChar"/>
          <w:rFonts w:hint="eastAsia"/>
          <w:rtl/>
        </w:rPr>
        <w:t>مَّامَنْ</w:t>
      </w:r>
      <w:r w:rsidR="00476253" w:rsidRPr="00640F1F">
        <w:rPr>
          <w:rStyle w:val="libAieChar"/>
          <w:rtl/>
        </w:rPr>
        <w:t xml:space="preserve"> خَافَ مَقَامَ رَبِّ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ِ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وَنَ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َی</w:t>
      </w:r>
      <w:r w:rsidR="00476253" w:rsidRPr="00640F1F">
        <w:rPr>
          <w:rStyle w:val="libAieChar"/>
          <w:rtl/>
        </w:rPr>
        <w:t xml:space="preserve"> النَّفْسَ عَنِ الْ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َويٰ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فَإِنَّ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الْجَنَّةَ</w:t>
      </w:r>
      <w:r w:rsidR="00476253" w:rsidRPr="00640F1F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ِی</w:t>
      </w:r>
      <w:r w:rsidR="00476253" w:rsidRPr="00640F1F">
        <w:rPr>
          <w:rStyle w:val="libAieChar"/>
          <w:rtl/>
        </w:rPr>
        <w:t xml:space="preserve"> الْمَاويٰ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(219)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جس نے رب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بارگاہ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حاضر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کا خوف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دا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اپنے نفس کو خواہشات سے روکا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، تو جنت اس کا ٹھکانہ اور مرکز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حضرت موسيٰ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زمانہ کے مشھور عالم ”بلعم باعورا“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سے ھاتھ دھونے، روحان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جدائ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آلودہ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اور اس کے اندر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بُر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اھے</w:t>
      </w:r>
      <w:r>
        <w:rPr>
          <w:rtl/>
          <w:lang w:bidi="ur-PK"/>
        </w:rPr>
        <w:t xml:space="preserve">: </w:t>
      </w:r>
    </w:p>
    <w:p w:rsidR="00476253" w:rsidRDefault="006F6A7F" w:rsidP="00125F42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640F1F">
        <w:rPr>
          <w:rStyle w:val="libAieChar"/>
          <w:rtl/>
        </w:rPr>
        <w:t>وَلَكِنَّ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ُ</w:t>
      </w:r>
      <w:r w:rsidR="00476253" w:rsidRPr="00640F1F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640F1F">
        <w:rPr>
          <w:rStyle w:val="libAieChar"/>
          <w:rFonts w:hint="eastAsia"/>
          <w:rtl/>
        </w:rPr>
        <w:t>خْلَدَ</w:t>
      </w:r>
      <w:r w:rsidR="00476253" w:rsidRPr="00640F1F">
        <w:rPr>
          <w:rStyle w:val="libAieChar"/>
          <w:rtl/>
        </w:rPr>
        <w:t xml:space="preserve"> إِلَ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tl/>
        </w:rPr>
        <w:t xml:space="preserve"> الْ</w:t>
      </w:r>
      <w:r w:rsidR="00BA0B7F">
        <w:rPr>
          <w:rStyle w:val="libAieChar"/>
          <w:rtl/>
        </w:rPr>
        <w:t>ا</w:t>
      </w:r>
      <w:r w:rsidR="00476253" w:rsidRPr="00640F1F">
        <w:rPr>
          <w:rStyle w:val="libAieChar"/>
          <w:rFonts w:hint="eastAsia"/>
          <w:rtl/>
        </w:rPr>
        <w:t>رْضِ</w:t>
      </w:r>
      <w:r w:rsidR="00476253" w:rsidRPr="00640F1F">
        <w:rPr>
          <w:rStyle w:val="libAieChar"/>
          <w:rtl/>
        </w:rPr>
        <w:t xml:space="preserve"> وَاتَّبَعَ 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َوَا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ُ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فَمَثَلُ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ُ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كَمَثَلِ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الْكَلْبِ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إِنْ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تَحْمِلْ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عَلَی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ِ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Fonts w:hint="eastAsia"/>
          <w:rtl/>
        </w:rPr>
        <w:t>لْ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َثْ</w:t>
      </w:r>
      <w:r w:rsidR="00476253" w:rsidRPr="00640F1F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640F1F">
        <w:rPr>
          <w:rStyle w:val="libAieChar"/>
          <w:rFonts w:hint="eastAsia"/>
          <w:rtl/>
        </w:rPr>
        <w:t>وْ</w:t>
      </w:r>
      <w:r w:rsidR="00476253" w:rsidRPr="00640F1F">
        <w:rPr>
          <w:rStyle w:val="libAieChar"/>
          <w:rtl/>
        </w:rPr>
        <w:t xml:space="preserve"> تَتْرُكْ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ُ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Fonts w:hint="eastAsia"/>
          <w:rtl/>
        </w:rPr>
        <w:t>لْ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َثْ</w:t>
      </w:r>
      <w:r w:rsidR="00476253" w:rsidRPr="00640F1F">
        <w:rPr>
          <w:rStyle w:val="libAieChar"/>
          <w:rtl/>
        </w:rPr>
        <w:t xml:space="preserve"> ذَلِكَ مَثَلُ الْقَوْمِ الَّذِ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Fonts w:hint="eastAsia"/>
          <w:rtl/>
        </w:rPr>
        <w:t>نَ</w:t>
      </w:r>
      <w:r w:rsidR="00476253" w:rsidRPr="00640F1F">
        <w:rPr>
          <w:rStyle w:val="libAieChar"/>
          <w:rtl/>
        </w:rPr>
        <w:t xml:space="preserve"> كَذَّبُوا بِآ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Fonts w:hint="eastAsia"/>
          <w:rtl/>
        </w:rPr>
        <w:t>اتِنَا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(220)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کن</w:t>
      </w:r>
      <w:r w:rsidR="00476253">
        <w:rPr>
          <w:rtl/>
          <w:lang w:bidi="ur-PK"/>
        </w:rPr>
        <w:t xml:space="preserve"> وہ خود زم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طرف جھک 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ااور</w:t>
      </w:r>
      <w:r w:rsidR="00476253">
        <w:rPr>
          <w:rtl/>
          <w:lang w:bidi="ur-PK"/>
        </w:rPr>
        <w:t xml:space="preserve"> اس نے خواہشات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رو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اخت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ار</w:t>
      </w:r>
      <w:r w:rsidR="00476253">
        <w:rPr>
          <w:rtl/>
          <w:lang w:bidi="ur-PK"/>
        </w:rPr>
        <w:t xml:space="preserve"> کر ل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تو اب اس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مثال کتے ج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س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کہ اس پر حملہ کرو تو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زبان نکالے </w:t>
      </w:r>
      <w:r w:rsidR="00AA04E3">
        <w:rPr>
          <w:rtl/>
          <w:lang w:bidi="ur-PK"/>
        </w:rPr>
        <w:t xml:space="preserve">رہے </w:t>
      </w:r>
      <w:r w:rsidR="00476253">
        <w:rPr>
          <w:rtl/>
          <w:lang w:bidi="ur-PK"/>
        </w:rPr>
        <w:t xml:space="preserve"> اور چھوڑ دو تو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زبان نکالے </w:t>
      </w:r>
      <w:r w:rsidR="00AA04E3">
        <w:rPr>
          <w:rtl/>
          <w:lang w:bidi="ur-PK"/>
        </w:rPr>
        <w:t xml:space="preserve">رہے </w:t>
      </w:r>
      <w:r w:rsidR="00476253">
        <w:rPr>
          <w:rtl/>
          <w:lang w:bidi="ur-PK"/>
        </w:rPr>
        <w:t xml:space="preserve"> ۔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اس قوم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مثال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جس نے ھمار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آ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ات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تکذ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۔۔“۔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غافلوں،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 اور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پست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کرنے سے سخت منع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: </w:t>
      </w:r>
    </w:p>
    <w:p w:rsidR="00476253" w:rsidRDefault="006F6A7F" w:rsidP="00125F42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640F1F">
        <w:rPr>
          <w:rStyle w:val="libAieChar"/>
          <w:rtl/>
        </w:rPr>
        <w:t xml:space="preserve">وَلاَتُطِعْ مَنْ </w:t>
      </w:r>
      <w:r w:rsidR="00BA0B7F">
        <w:rPr>
          <w:rStyle w:val="libAieChar"/>
          <w:rtl/>
        </w:rPr>
        <w:t>ا</w:t>
      </w:r>
      <w:r w:rsidR="00476253" w:rsidRPr="00640F1F">
        <w:rPr>
          <w:rStyle w:val="libAieChar"/>
          <w:rFonts w:hint="eastAsia"/>
          <w:rtl/>
        </w:rPr>
        <w:t>غْفَلْنَا</w:t>
      </w:r>
      <w:r w:rsidR="00476253" w:rsidRPr="00640F1F">
        <w:rPr>
          <w:rStyle w:val="libAieChar"/>
          <w:rtl/>
        </w:rPr>
        <w:t xml:space="preserve"> قَلْبَ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ُ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عَنْ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ذِكْرِنَا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وَاتَّبَعَ</w:t>
      </w:r>
      <w:r w:rsidR="00476253" w:rsidRPr="00640F1F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َوَا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ُ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وَكَانَ</w:t>
      </w:r>
      <w:r w:rsidR="00476253" w:rsidRPr="00640F1F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640F1F">
        <w:rPr>
          <w:rStyle w:val="libAieChar"/>
          <w:rFonts w:hint="eastAsia"/>
          <w:rtl/>
        </w:rPr>
        <w:t>مْرُ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ُ</w:t>
      </w:r>
      <w:r w:rsidR="00476253" w:rsidRPr="00640F1F">
        <w:rPr>
          <w:rStyle w:val="libAieChar"/>
          <w:rtl/>
        </w:rPr>
        <w:t xml:space="preserve"> فُرُطًا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(221)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اور ھرگز اس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اطاعت نہ کرنا جس کے دل کو ھم نے اپن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اد</w:t>
      </w:r>
      <w:r w:rsidR="00476253">
        <w:rPr>
          <w:rtl/>
          <w:lang w:bidi="ur-PK"/>
        </w:rPr>
        <w:t xml:space="preserve"> سے محروم کرد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وہ اپنے خواہشات کا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روکار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اس کاکام سراسر ز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ادت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مختلف سوروں</w:t>
      </w:r>
      <w:r w:rsidR="0005211C">
        <w:rPr>
          <w:rtl/>
          <w:lang w:bidi="ur-PK"/>
        </w:rPr>
        <w:t>(</w:t>
      </w:r>
      <w:r>
        <w:rPr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سورہ مائدہ، سورہ انعام، سورہ رعد، سورہ مومنون، سورہ قصص، سورہ شوريٰ، سورہ جاث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 سورہ محمد222) کے لحاظ سے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ب،</w:t>
      </w:r>
      <w:r>
        <w:rPr>
          <w:rtl/>
          <w:lang w:bidi="ur-PK"/>
        </w:rPr>
        <w:t xml:space="preserve"> گمراھ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خدا سے دور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آسمان اوران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رہنے والوں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فساد، نبوت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دور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استقامت کو کھوب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ٹھنے،</w:t>
      </w:r>
      <w:r>
        <w:rPr>
          <w:rtl/>
          <w:lang w:bidi="ur-PK"/>
        </w:rPr>
        <w:t xml:space="preserve"> غافل اور جاھل لوگوں کے جال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پھنسنے اور ان کے دل پر مھر لگنے کا سبب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ھوائے</w:t>
      </w:r>
      <w:r>
        <w:rPr>
          <w:rtl/>
          <w:lang w:bidi="ur-PK"/>
        </w:rPr>
        <w:t xml:space="preserve"> نفس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پہچان درج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بُرا</w:t>
      </w:r>
      <w:r>
        <w:rPr>
          <w:rtl/>
          <w:lang w:bidi="ur-PK"/>
        </w:rPr>
        <w:t xml:space="preserve"> اخلاق، بُرا عمل، بے حساب و کتاب زندگ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 کے حقوق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نہ کرنا، دوسروں پر ظلم و ستم کرنا، ترک عبادت، گناھان 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سے آلودہ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گناھان صغ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پر اصرار کرنا،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</w:t>
      </w:r>
      <w:r>
        <w:rPr>
          <w:rtl/>
          <w:lang w:bidi="ur-PK"/>
        </w:rPr>
        <w:t xml:space="preserve"> و غضب اور غصہ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لمب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لمب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آرزوئ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کرنا،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صحبت سے دور</w:t>
      </w:r>
      <w:r w:rsidR="003264F6">
        <w:rPr>
          <w:rtl/>
          <w:lang w:bidi="ur-PK"/>
        </w:rPr>
        <w:t xml:space="preserve"> ہو</w:t>
      </w:r>
      <w:r>
        <w:rPr>
          <w:rFonts w:hint="eastAsia"/>
          <w:rtl/>
          <w:lang w:bidi="ur-PK"/>
        </w:rPr>
        <w:t>نااورگناھگار</w:t>
      </w:r>
      <w:r>
        <w:rPr>
          <w:rtl/>
          <w:lang w:bidi="ur-PK"/>
        </w:rPr>
        <w:t xml:space="preserve"> او ر بُرے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صحبت سے لذت اٹھانا 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D2320A">
      <w:pPr>
        <w:pStyle w:val="Heading2Center"/>
        <w:rPr>
          <w:rtl/>
          <w:lang w:bidi="ur-PK"/>
        </w:rPr>
      </w:pPr>
      <w:bookmarkStart w:id="86" w:name="_Toc520984023"/>
      <w:r>
        <w:rPr>
          <w:rFonts w:hint="eastAsia"/>
          <w:rtl/>
          <w:lang w:bidi="ur-PK"/>
        </w:rPr>
        <w:t>جھاد</w:t>
      </w:r>
      <w:r>
        <w:rPr>
          <w:rtl/>
          <w:lang w:bidi="ur-PK"/>
        </w:rPr>
        <w:t xml:space="preserve"> اکبر</w:t>
      </w:r>
      <w:bookmarkEnd w:id="86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 شخص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اگر اپنے ماتحت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رخواھ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اگر اپنے باطن و عمل اور اخلاق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کرنا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شخص کے لئے چارہ کار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شجاع و بھادر فوج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سے جنگ کے لئے کھڑا</w:t>
      </w:r>
      <w:r w:rsidR="003264F6">
        <w:rPr>
          <w:rtl/>
          <w:lang w:bidi="ur-PK"/>
        </w:rPr>
        <w:t xml:space="preserve"> ہو</w:t>
      </w:r>
      <w:r>
        <w:rPr>
          <w:rFonts w:hint="eastAsia"/>
          <w:rtl/>
          <w:lang w:bidi="ur-PK"/>
        </w:rPr>
        <w:t>جائے</w:t>
      </w:r>
      <w:r>
        <w:rPr>
          <w:rtl/>
          <w:lang w:bidi="ur-PK"/>
        </w:rPr>
        <w:t xml:space="preserve"> اور اس بات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رکھے کہ اس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نصرت و مدد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شامل حال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سو 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صد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شکست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اس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ممکن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پھر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بعثت، ائمہ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اور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کا نزول لغو اوربے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جاتا۔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چونکہ</w:t>
      </w:r>
      <w:r>
        <w:rPr>
          <w:rtl/>
          <w:lang w:bidi="ur-PK"/>
        </w:rPr>
        <w:t xml:space="preserve"> اس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اور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کرنا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کے بت کو شکست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سب کے لئے ممکن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لہٰذا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بعثت، ائمہ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اور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کا نزول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اور اس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پر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حجت تمام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اب ک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قابل قبول عذر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لہٰذا</w:t>
      </w:r>
      <w:r>
        <w:rPr>
          <w:rtl/>
          <w:lang w:bidi="ur-PK"/>
        </w:rPr>
        <w:t xml:space="preserve"> انسان کو چاہئے کہ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اور اپنے باطن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خطرناک بت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سے پھلے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خود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کرے اور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غرق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، اور خودکو گناھوں سے محفوظ رکھے تاکہ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خطرناک بت اس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گھر نہ بنالے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ساکر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</w:t>
      </w:r>
      <w:r>
        <w:rPr>
          <w:rtl/>
          <w:lang w:bidi="ur-PK"/>
        </w:rPr>
        <w:t xml:space="preserve"> اپنے نفس کو محفوظ رکھ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کرامت اور شرافت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انسان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تقويٰ اور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انسان کے اندر غفلت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مدت کے بعد خدائ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چمک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الھام،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وعظ و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کے مطالعہ کے بعد اس بت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سے مطلع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کے خطرناک آثار سے آگاہ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اور اس کے بعد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سے جنگ کے لئے قدم نہ اٹھائے، بلکہ ھاتھ پر ھاتھ رکھ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جائے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کام لے توکم از کم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واجب کے عنوان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واجب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بالاتر خداوندعالم کے حکم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اطاعت، اور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و ائمہ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پر 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کھتے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اپنے اخلاق و اعمال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کے لئے آگے بڑھے اور اپنے گناھوں سے توبہ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واجبات کو انجام دے،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کرے،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صالح افراد کے ساتھ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ٹھے،</w:t>
      </w:r>
      <w:r>
        <w:rPr>
          <w:rtl/>
          <w:lang w:bidi="ur-PK"/>
        </w:rPr>
        <w:t xml:space="preserve"> مال حرام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”ھوائے نفس کے بت “سے جنگ کے لئے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کہ اس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فتح کا سھرا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گا، اس جنگ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”جھاد اکبر“ کھا جا 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40F1F">
        <w:rPr>
          <w:rStyle w:val="libArabicChar"/>
          <w:rFonts w:hint="eastAsia"/>
          <w:rtl/>
        </w:rPr>
        <w:t>اِنَّ</w:t>
      </w:r>
      <w:r w:rsidRPr="00640F1F">
        <w:rPr>
          <w:rStyle w:val="libArabicChar"/>
          <w:rtl/>
        </w:rPr>
        <w:t xml:space="preserve"> النَّبِ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tl/>
        </w:rPr>
        <w:t xml:space="preserve"> بَعَثَ سَر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ةً،</w:t>
      </w:r>
      <w:r w:rsidRPr="00640F1F">
        <w:rPr>
          <w:rStyle w:val="libArabicChar"/>
          <w:rtl/>
        </w:rPr>
        <w:t xml:space="preserve"> فَلَمَّا رَجَعُوا قَالَ: مَرْحَباً بِقَوْمٍ قَضَوُا االْجِ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ادَ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الاَصْغَرَ،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بَقِی</w:t>
      </w:r>
      <w:r w:rsidRPr="00640F1F">
        <w:rPr>
          <w:rStyle w:val="libArabicChar"/>
          <w:rtl/>
        </w:rPr>
        <w:t xml:space="preserve"> عَلَ</w:t>
      </w:r>
      <w:r w:rsidRPr="00640F1F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م</w:t>
      </w:r>
      <w:r w:rsidRPr="00640F1F">
        <w:rPr>
          <w:rStyle w:val="libArabicChar"/>
          <w:rtl/>
        </w:rPr>
        <w:t xml:space="preserve"> الْجِ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ادَ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الا</w:t>
      </w:r>
      <w:r w:rsidRPr="00640F1F">
        <w:rPr>
          <w:rStyle w:val="libArabicChar"/>
          <w:rtl/>
        </w:rPr>
        <w:t xml:space="preserve">َكْبَرُ  </w:t>
      </w:r>
      <w:r w:rsidRPr="00640F1F">
        <w:rPr>
          <w:rStyle w:val="libArabicChar"/>
          <w:rFonts w:hint="cs"/>
          <w:rtl/>
        </w:rPr>
        <w:t>فَقِی</w:t>
      </w:r>
      <w:r w:rsidRPr="00640F1F">
        <w:rPr>
          <w:rStyle w:val="libArabicChar"/>
          <w:rFonts w:hint="eastAsia"/>
          <w:rtl/>
        </w:rPr>
        <w:t>لَ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ا</w:t>
      </w:r>
      <w:r w:rsidRPr="00640F1F">
        <w:rPr>
          <w:rStyle w:val="libArabicChar"/>
          <w:rtl/>
        </w:rPr>
        <w:t xml:space="preserve"> رَسُوْلَ اللهِ! وَمَا الْجِ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ادُ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الاَكْبَرُ؟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قَالَ</w:t>
      </w:r>
      <w:r w:rsidRPr="00640F1F">
        <w:rPr>
          <w:rStyle w:val="libArabicChar"/>
          <w:rtl/>
        </w:rPr>
        <w:t xml:space="preserve">: </w:t>
      </w:r>
      <w:r w:rsidRPr="00640F1F">
        <w:rPr>
          <w:rStyle w:val="libArabicChar"/>
          <w:rFonts w:hint="cs"/>
          <w:rtl/>
        </w:rPr>
        <w:t>جِ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ادُ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النَّفْسِ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(223)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بعض اصحاب کو جنگ کے لئے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جا،</w:t>
      </w:r>
      <w:r>
        <w:rPr>
          <w:rtl/>
          <w:lang w:bidi="ur-PK"/>
        </w:rPr>
        <w:t xml:space="preserve"> جب وہ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لشکر جنگ سے واپس لوٹا، تو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مرحبا، اس قوم پر جو جھاد اصغر انجام دے کر آرھ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جھاد اکبر ان کے ذمہ باق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 لوگوں نے سوال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ا: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اللہ! جھاد اکبر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زھے،</w:t>
      </w:r>
      <w:r>
        <w:rPr>
          <w:rtl/>
          <w:lang w:bidi="ur-PK"/>
        </w:rPr>
        <w:t xml:space="preserve"> توآپ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640F1F">
      <w:pPr>
        <w:pStyle w:val="Heading2Center"/>
        <w:rPr>
          <w:rtl/>
          <w:lang w:bidi="ur-PK"/>
        </w:rPr>
      </w:pPr>
      <w:bookmarkStart w:id="87" w:name="_Toc520984024"/>
      <w:r>
        <w:rPr>
          <w:rFonts w:hint="eastAsia"/>
          <w:rtl/>
          <w:lang w:bidi="ur-PK"/>
        </w:rPr>
        <w:t>”جھاد</w:t>
      </w:r>
      <w:r>
        <w:rPr>
          <w:rtl/>
          <w:lang w:bidi="ur-PK"/>
        </w:rPr>
        <w:t xml:space="preserve"> بالنفس“ 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نفس سے جنگ کرنا)</w:t>
      </w:r>
      <w:bookmarkEnd w:id="87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واضح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”نفس سے جنگ “، خود نفس سے جنگ کرنا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بلکہ اس کے خطرناک پھلو سے جنگ کرنا مراد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کو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”ھواو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س“ کا نام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ھوائے</w:t>
      </w:r>
      <w:r>
        <w:rPr>
          <w:rtl/>
          <w:lang w:bidi="ur-PK"/>
        </w:rPr>
        <w:t xml:space="preserve"> نفس کے مقابل لڑنا اور جھادکرنا ھر دوسرے جھاد سے بالاتر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سے ہجرت کرنے والے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ہجرت ھر ہجرت سے افضل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 ور اس جھاد کا ثواب ھردوسرے ثواب سے بھتر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کہ خود آپ نفس سے جھاد کرنے والوں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بے نظ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</w:t>
      </w:r>
      <w:r w:rsidRPr="00640F1F">
        <w:rPr>
          <w:rStyle w:val="libArabicChar"/>
          <w:rFonts w:hint="eastAsia"/>
          <w:rtl/>
        </w:rPr>
        <w:t>مَاالْمُجَا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ِدُ</w:t>
      </w:r>
      <w:r w:rsidRPr="00640F1F">
        <w:rPr>
          <w:rStyle w:val="libArabicChar"/>
          <w:rtl/>
        </w:rPr>
        <w:t xml:space="preserve"> الشَّ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ِی</w:t>
      </w:r>
      <w:r w:rsidRPr="00640F1F">
        <w:rPr>
          <w:rStyle w:val="libArabicChar"/>
          <w:rFonts w:hint="eastAsia"/>
          <w:rtl/>
        </w:rPr>
        <w:t>دُ</w:t>
      </w:r>
      <w:r w:rsidRPr="00640F1F">
        <w:rPr>
          <w:rStyle w:val="libArabicChar"/>
          <w:rtl/>
        </w:rPr>
        <w:t xml:space="preserve"> فِ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tl/>
        </w:rPr>
        <w:t xml:space="preserve"> سَبِ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لِ</w:t>
      </w:r>
      <w:r w:rsidRPr="00640F1F">
        <w:rPr>
          <w:rStyle w:val="libArabicChar"/>
          <w:rtl/>
        </w:rPr>
        <w:t xml:space="preserve"> اللهِ بِاَعْظَمَ اَجْراً مِمَّنْ قَدَرَ فَعَفَّ، لَكَادَ الْعَفِ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فُ</w:t>
      </w:r>
      <w:r w:rsidRPr="00640F1F">
        <w:rPr>
          <w:rStyle w:val="libArabicChar"/>
          <w:rtl/>
        </w:rPr>
        <w:t xml:space="preserve"> اَنْ 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كُونَ</w:t>
      </w:r>
      <w:r w:rsidRPr="00640F1F">
        <w:rPr>
          <w:rStyle w:val="libArabicChar"/>
          <w:rtl/>
        </w:rPr>
        <w:t xml:space="preserve"> مَلَکاً مِنَ الْمَلاَئِكَةِ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(224)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”راہ</w:t>
      </w:r>
      <w:r>
        <w:rPr>
          <w:rtl/>
          <w:lang w:bidi="ur-PK"/>
        </w:rPr>
        <w:t xml:space="preserve">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جھاد کرکے شھ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جانے والا اس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اجر کا حقدار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جتنا اجر اس شخص کے لئے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ارات</w:t>
      </w:r>
      <w:r>
        <w:rPr>
          <w:rtl/>
          <w:lang w:bidi="ur-PK"/>
        </w:rPr>
        <w:t xml:space="preserve"> کے باوجود عفت سے کام لے کہ عف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و پاکدامن انسان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وہ صفوف ملائکہ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شمار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D2320A">
      <w:pPr>
        <w:pStyle w:val="Heading2Center"/>
        <w:rPr>
          <w:rtl/>
          <w:lang w:bidi="ur-PK"/>
        </w:rPr>
      </w:pPr>
      <w:bookmarkStart w:id="88" w:name="_Toc520984025"/>
      <w:r>
        <w:rPr>
          <w:rFonts w:hint="eastAsia"/>
          <w:rtl/>
          <w:lang w:bidi="ur-PK"/>
        </w:rPr>
        <w:t>اصلاح</w:t>
      </w:r>
      <w:r>
        <w:rPr>
          <w:rtl/>
          <w:lang w:bidi="ur-PK"/>
        </w:rPr>
        <w:t xml:space="preserve"> نفس کا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bookmarkEnd w:id="88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لاکھ چوب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ہزار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بعثت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نظر، معتبر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اور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احکام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6E184C">
        <w:rPr>
          <w:rtl/>
          <w:lang w:bidi="ur-PK"/>
        </w:rPr>
        <w:t xml:space="preserve"> ہوئے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 خصوصاً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ںجو</w:t>
      </w:r>
      <w:r>
        <w:rPr>
          <w:rtl/>
          <w:lang w:bidi="ur-PK"/>
        </w:rPr>
        <w:t xml:space="preserve"> خاتم الانب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حضرت محمد 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زند</w:t>
      </w:r>
      <w:r w:rsidR="00BA0B7F">
        <w:rPr>
          <w:rtl/>
          <w:lang w:bidi="ur-PK"/>
        </w:rPr>
        <w:t>ہ</w:t>
      </w:r>
      <w:r>
        <w:rPr>
          <w:rtl/>
          <w:lang w:bidi="ur-PK"/>
        </w:rPr>
        <w:t xml:space="preserve"> جاو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معجز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امامت کہ جن کے ارشادات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ھر پھلو کے لئے کتب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فطرت، عقل اور وجدان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 جو انسان کے پاس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کے لئے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لہٰذا ان تمام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امو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تمام پھلوؤں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انسانوں پر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حجت تمام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چک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کھا جاسکتا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انسان کے لئے اصلاح کا راستہ بندھوگ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انسان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اصلاح کے راستہ پرچلنے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انسان اپنے اعمال و اعتقادات اور اخلاق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مجبور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مسلّم</w:t>
      </w:r>
      <w:r>
        <w:rPr>
          <w:rtl/>
          <w:lang w:bidi="ur-PK"/>
        </w:rPr>
        <w:t xml:space="preserve"> طور پر ان تمام مسائل کا جواب منف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اصلاح کا راستہ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سب کے لئے کھلا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راستہ پر چلنے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ھر انسان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ںموجود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انسان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اعتقاد و عمل اور اخلاق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مجبور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ملتے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جنھوں نے گناھوں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نے،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آلودہ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اور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کا 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کے بعد اپنے گناھوں سے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پاک اور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آزاد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گئے، جو خود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نہ تو اصلاح کا راست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بند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نہ انسان بُرے کام کرنے پر مجبور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اس طرح کے بے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مسائل اور بے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مطالب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داخل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 جو اپنے گناھوں پر عذر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کرنا چاھتے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لذتوں کے شکار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چکے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وہ خود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اور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و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ںگرفتار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چکے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دوسرے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گمراہ کرنا چاھ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کے بے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نے سے آگاہ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اس بات کو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جانتے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بے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اور علم و منطق کے برخلاف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اگرچہ ان باتوں کو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تہذ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نفس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مشرق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مغرب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ورسٹ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اسات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سنتے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پر شھوتوں کا </w:t>
      </w:r>
      <w:r>
        <w:rPr>
          <w:rFonts w:hint="eastAsia"/>
          <w:rtl/>
          <w:lang w:bidi="ur-PK"/>
        </w:rPr>
        <w:t>بھوت</w:t>
      </w:r>
      <w:r>
        <w:rPr>
          <w:rtl/>
          <w:lang w:bidi="ur-PK"/>
        </w:rPr>
        <w:t xml:space="preserve"> سوار رھتا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lastRenderedPageBreak/>
        <w:t>(</w:t>
      </w:r>
      <w:r w:rsidR="00476253" w:rsidRPr="00640F1F">
        <w:rPr>
          <w:rStyle w:val="libAieChar"/>
          <w:rtl/>
        </w:rPr>
        <w:t>بَلْ الْإِنسَانُ عَلَ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tl/>
        </w:rPr>
        <w:t xml:space="preserve"> نَفْسِ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ِ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بَصِی</w:t>
      </w:r>
      <w:r w:rsidR="00476253" w:rsidRPr="00640F1F">
        <w:rPr>
          <w:rStyle w:val="libAieChar"/>
          <w:rFonts w:hint="eastAsia"/>
          <w:rtl/>
        </w:rPr>
        <w:t>رَةٌ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وَلَوْ</w:t>
      </w:r>
      <w:r w:rsidR="00476253" w:rsidRPr="00640F1F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640F1F">
        <w:rPr>
          <w:rStyle w:val="libAieChar"/>
          <w:rFonts w:hint="eastAsia"/>
          <w:rtl/>
        </w:rPr>
        <w:t>لْقَ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tl/>
        </w:rPr>
        <w:t xml:space="preserve"> مَعَاذِ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Fonts w:hint="eastAsia"/>
          <w:rtl/>
        </w:rPr>
        <w:t>رَ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ُ</w:t>
      </w:r>
      <w:r w:rsidR="00476253">
        <w:rPr>
          <w:rtl/>
          <w:lang w:bidi="ur-PK"/>
        </w:rPr>
        <w:t xml:space="preserve"> 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(225)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”بلکہ</w:t>
      </w:r>
      <w:r w:rsidR="00476253">
        <w:rPr>
          <w:rtl/>
          <w:lang w:bidi="ur-PK"/>
        </w:rPr>
        <w:t xml:space="preserve"> انسان خود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اپنے نفس کے حالات سے خوب باخبر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۔چاھے وہ کتنے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عذر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</w:t>
      </w:r>
      <w:r w:rsidR="00476253">
        <w:rPr>
          <w:rtl/>
          <w:lang w:bidi="ur-PK"/>
        </w:rPr>
        <w:t xml:space="preserve"> نہ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ش</w:t>
      </w:r>
      <w:r w:rsidR="00476253">
        <w:rPr>
          <w:rtl/>
          <w:lang w:bidi="ur-PK"/>
        </w:rPr>
        <w:t xml:space="preserve"> کرے“۔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افراد جو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او رمکار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دھوکا اور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اور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دوسروں کو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رسوا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مسئلہ کو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رنگ دے کر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اپنا واقع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چھرہ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عوام الناس کو دھوکہ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کر ان پر حکومت کرنا چاھتے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و ملت کو بے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مکتب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رنگ دے کر لوگوں کو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خود معاشرہ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کرنے والے مسائل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آشنائ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رکھتے؟!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کے مطابق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ان تمام مسائل کو جانتے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افراد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جنھوں نے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آب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مٹ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آلودہ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تاکہ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کو پورا کرنے کے لئے خوب مچھل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پکڑسک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بے</w:t>
      </w:r>
      <w:r>
        <w:rPr>
          <w:rtl/>
          <w:lang w:bidi="ur-PK"/>
        </w:rPr>
        <w:t xml:space="preserve"> شک اس ماحول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گمراھ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ضلالت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پر نخوت و تکبر اور جھالت کا دور دورہ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لوگ جو حقائق کائنات اورخالق کے وجود کا انکار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جھٹلاتے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لوگوں 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چاہئے، بے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اور باطل مسائل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ان کے ذہن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خطور کرسکتے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کے بعد اس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”آئ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مکتب فکر“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تاکہ د</w:t>
      </w:r>
      <w:r>
        <w:rPr>
          <w:rFonts w:hint="eastAsia"/>
          <w:rtl/>
          <w:lang w:bidi="ur-PK"/>
        </w:rPr>
        <w:t>وسرے</w:t>
      </w:r>
      <w:r>
        <w:rPr>
          <w:rtl/>
          <w:lang w:bidi="ur-PK"/>
        </w:rPr>
        <w:t xml:space="preserve"> لوگوں کو حقائق سے اور خداوندعالم سے دور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فتنہ و فساد، نسل کش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تباھ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برباد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قوم و ملت کو گناہ و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آلودہ کرنے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رکھتے۔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640F1F">
        <w:rPr>
          <w:rStyle w:val="libAieChar"/>
          <w:rtl/>
        </w:rPr>
        <w:t>وَإِذَا تَوَلَّ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tl/>
        </w:rPr>
        <w:t xml:space="preserve"> سَعَ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tl/>
        </w:rPr>
        <w:t xml:space="preserve"> فِ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tl/>
        </w:rPr>
        <w:t xml:space="preserve"> الْ</w:t>
      </w:r>
      <w:r w:rsidR="00BA0B7F">
        <w:rPr>
          <w:rStyle w:val="libAieChar"/>
          <w:rtl/>
        </w:rPr>
        <w:t>ا</w:t>
      </w:r>
      <w:r w:rsidR="00476253" w:rsidRPr="00640F1F">
        <w:rPr>
          <w:rStyle w:val="libAieChar"/>
          <w:rFonts w:hint="eastAsia"/>
          <w:rtl/>
        </w:rPr>
        <w:t>رْضِ</w:t>
      </w:r>
      <w:r w:rsidR="00476253" w:rsidRPr="00640F1F">
        <w:rPr>
          <w:rStyle w:val="libAieChar"/>
          <w:rtl/>
        </w:rPr>
        <w:t xml:space="preserve"> لِ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Fonts w:hint="eastAsia"/>
          <w:rtl/>
        </w:rPr>
        <w:t>فْسِدَ</w:t>
      </w:r>
      <w:r w:rsidR="00476253" w:rsidRPr="00640F1F">
        <w:rPr>
          <w:rStyle w:val="libAieChar"/>
          <w:rtl/>
        </w:rPr>
        <w:t xml:space="preserve"> فِ</w:t>
      </w:r>
      <w:r w:rsidR="00476253" w:rsidRPr="00640F1F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ا</w:t>
      </w:r>
      <w:r w:rsidR="00476253" w:rsidRPr="00640F1F">
        <w:rPr>
          <w:rStyle w:val="libAieChar"/>
          <w:rtl/>
        </w:rPr>
        <w:t xml:space="preserve"> وَ</w:t>
      </w:r>
      <w:r w:rsidR="00476253" w:rsidRPr="00640F1F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لكَ</w:t>
      </w:r>
      <w:r w:rsidR="00476253" w:rsidRPr="00640F1F">
        <w:rPr>
          <w:rStyle w:val="libAieChar"/>
          <w:rtl/>
        </w:rPr>
        <w:t xml:space="preserve"> الْحَرْثَ وَالنَّسْلَ وَاللهُ لاَ</w:t>
      </w:r>
      <w:r w:rsidR="00476253" w:rsidRPr="00640F1F">
        <w:rPr>
          <w:rStyle w:val="libAieChar"/>
          <w:rFonts w:hint="cs"/>
          <w:rtl/>
        </w:rPr>
        <w:t>ی</w:t>
      </w:r>
      <w:r w:rsidR="00476253" w:rsidRPr="00640F1F">
        <w:rPr>
          <w:rStyle w:val="libAieChar"/>
          <w:rFonts w:hint="eastAsia"/>
          <w:rtl/>
        </w:rPr>
        <w:t>حِبُّ</w:t>
      </w:r>
      <w:r w:rsidR="00476253" w:rsidRPr="00640F1F">
        <w:rPr>
          <w:rStyle w:val="libAieChar"/>
          <w:rtl/>
        </w:rPr>
        <w:t xml:space="preserve"> الْفَسَادَ</w:t>
      </w:r>
      <w:r w:rsidR="006F6A7F" w:rsidRPr="006F6A7F">
        <w:rPr>
          <w:rStyle w:val="libAlaemChar"/>
          <w:rtl/>
        </w:rPr>
        <w:t>)</w:t>
      </w:r>
      <w:r w:rsidRPr="00125F42">
        <w:rPr>
          <w:rStyle w:val="libFootnotenumChar"/>
          <w:rtl/>
          <w:lang w:bidi="ur-PK"/>
        </w:rPr>
        <w:t>(226)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جب آپ کے پاس سے منھ پھ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</w:t>
      </w:r>
      <w:r w:rsidR="00476253">
        <w:rPr>
          <w:rtl/>
          <w:lang w:bidi="ur-PK"/>
        </w:rPr>
        <w:t xml:space="preserve"> 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تو زم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فساد برپا کرنے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کوشش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کھ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</w:t>
      </w:r>
      <w:r w:rsidR="00476253">
        <w:rPr>
          <w:rtl/>
          <w:lang w:bidi="ur-PK"/>
        </w:rPr>
        <w:t xml:space="preserve"> اور نسلوں کو برباد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جب کہ خدا فساد کو پسند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کرتا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زم</w:t>
      </w:r>
      <w:r>
        <w:rPr>
          <w:rtl/>
          <w:lang w:bidi="ur-PK"/>
        </w:rPr>
        <w:t xml:space="preserve"> کے رہنما</w:t>
      </w:r>
      <w:r w:rsidR="00AA04E3">
        <w:rPr>
          <w:rtl/>
          <w:lang w:bidi="ur-PK"/>
        </w:rPr>
        <w:t>و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”پروٹوکل“ "</w:t>
      </w:r>
      <w:r>
        <w:rPr>
          <w:lang w:bidi="ur-PK"/>
        </w:rPr>
        <w:t>Protocole</w:t>
      </w:r>
      <w:r>
        <w:rPr>
          <w:rtl/>
          <w:lang w:bidi="ur-PK"/>
        </w:rPr>
        <w:t>"کتاب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ھم نے ”دارو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ن“،</w:t>
      </w:r>
      <w:r>
        <w:rPr>
          <w:rtl/>
          <w:lang w:bidi="ur-PK"/>
        </w:rPr>
        <w:t xml:space="preserve"> ”مارکس“ اور ”ن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چہ</w:t>
      </w:r>
      <w:r>
        <w:rPr>
          <w:rtl/>
          <w:lang w:bidi="ur-PK"/>
        </w:rPr>
        <w:t xml:space="preserve"> “ک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پر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اور جس کے برے اثرات ھمارے لئے بھت واضح </w:t>
      </w:r>
      <w:r w:rsidR="00AA04E3">
        <w:rPr>
          <w:rtl/>
          <w:lang w:bidi="ur-PK"/>
        </w:rPr>
        <w:t xml:space="preserve"> ہیں </w:t>
      </w:r>
      <w:r w:rsidR="0005211C">
        <w:rPr>
          <w:rtl/>
          <w:lang w:bidi="ur-PK"/>
        </w:rPr>
        <w:t>(</w:t>
      </w:r>
      <w:r>
        <w:rPr>
          <w:rtl/>
          <w:lang w:bidi="ur-PK"/>
        </w:rPr>
        <w:t>جس کا اثر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لوگوں پر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)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ھود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اپنے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دانشوروں : مارکس، فرو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ڈاور</w:t>
      </w:r>
      <w:r>
        <w:rPr>
          <w:rtl/>
          <w:lang w:bidi="ur-PK"/>
        </w:rPr>
        <w:t xml:space="preserve"> ڈرکائم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”دارو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ن“</w:t>
      </w:r>
      <w:r>
        <w:rPr>
          <w:rtl/>
          <w:lang w:bidi="ur-PK"/>
        </w:rPr>
        <w:t xml:space="preserve"> اور ”تدر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ورپ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کو بالکل ختم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ان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دانشوروں نے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ان لوگوں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کو بگاڑ کر بد صورت بنا کر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(227)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لوگوں نے اپنے سے وابستہ دانشوروں کے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بدولت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لت</w:t>
      </w:r>
      <w:r>
        <w:rPr>
          <w:rtl/>
          <w:lang w:bidi="ur-PK"/>
        </w:rPr>
        <w:t xml:space="preserve"> کو خراب کئے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رن</w:t>
      </w:r>
      <w:r w:rsidR="00AA04E3">
        <w:rPr>
          <w:rFonts w:hint="eastAsia"/>
          <w:rtl/>
          <w:lang w:bidi="ur-PK"/>
        </w:rPr>
        <w:t xml:space="preserve"> ہیں </w:t>
      </w:r>
      <w:r>
        <w:rPr>
          <w:rtl/>
          <w:lang w:bidi="ur-PK"/>
        </w:rPr>
        <w:t xml:space="preserve"> چھوڑا،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انھوں نے خالق کائنات کے رابطہ سے لے کرعالم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نوع بشر کے تمام رابطوں کو فاسد او رتباہ و برباد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ان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خرافات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بدل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کے اصل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انحرافات خدا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انسان کا خدا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تعلق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کائنات کا خداسے اور خدا کا اس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ربط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زانسان</w:t>
      </w:r>
      <w:r>
        <w:rPr>
          <w:rtl/>
          <w:lang w:bidi="ur-PK"/>
        </w:rPr>
        <w:t xml:space="preserve"> کا رابطہ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رابطہ انسان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خلاصہ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انھوں نے ان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انحراف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تصور،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اہداف و مقاصد،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نفس،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 کا دوسرے انسان سے رابطہ،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شوھر کارابطہ اورمعاشرہ کا رابطہ غرض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تمام پھلوؤں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انحراف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کرڈالا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غلط اور خطرناک انحرافات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کہ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سے متاثر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انسان طاغوت کے سامنے جھک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شھوت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چنانچہ ھر روز فتنہ و فساد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چلا جارھا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ان ھلاک کنندہ فساد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انتھا اس وقت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</w:t>
      </w:r>
      <w:r>
        <w:rPr>
          <w:rFonts w:hint="eastAsia"/>
          <w:rtl/>
          <w:lang w:bidi="ur-PK"/>
        </w:rPr>
        <w:t>”خدا“</w:t>
      </w:r>
      <w:r>
        <w:rPr>
          <w:rtl/>
          <w:lang w:bidi="ur-PK"/>
        </w:rPr>
        <w:t xml:space="preserve"> کو بے تاث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معبود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جانے لگے گا اور دوسرے باطل معبودوں کو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قبضہ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گا۔</w:t>
      </w:r>
      <w:r w:rsidR="0005211C" w:rsidRPr="00125F42">
        <w:rPr>
          <w:rStyle w:val="libFootnotenumChar"/>
          <w:rtl/>
          <w:lang w:bidi="ur-PK"/>
        </w:rPr>
        <w:t>(228)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(بقول خود)اپن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چھلانگ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اس جگہ پہنچ چکے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اکثر لوگوں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اقتصاد، اجتماع اور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اثر انداز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انسان کو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اپنے تحت لے کر اس کو مسخر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بے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اور باطل گفتگو نے امر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ورپ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بھت سے لوگوں خصوصاً جوانوں کو اس جگہ پہنچا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آج کل کے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نعرہ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 بند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جکڑا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مجھے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منظم کرنا چاہئے!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عقائد اور طرز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 کے لحاظ سے تنظ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کرنا چاھتا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وقت اور آئندہ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مستقل طور پر اور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سرپرست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علاوہ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منظم کرنا چاھتا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ں!“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انسان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دور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تاجارھا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کے مکر و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پھنستا جارھا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اور غرور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ظلم و ستم کا بول بالا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انسان مختلف غلام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بعض لوگ مال و دولت کے غلام، بعض لوگ حکومت کے غلام اور بعض لوگ 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غلام اور بعض شھوت اور مست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غلام بن گئے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فسق و فجور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تمام جوان لڑکوں اور لڑک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گناھوں کے کھنڈر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انحراف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انسان جنون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 تک پہنچ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اھے</w:t>
      </w:r>
      <w:r>
        <w:rPr>
          <w:rtl/>
          <w:lang w:bidi="ur-PK"/>
        </w:rPr>
        <w:t xml:space="preserve"> اور ماڈرن ممالک کے ہسپتالوںم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وانوں</w:t>
      </w:r>
      <w:r>
        <w:rPr>
          <w:rtl/>
          <w:lang w:bidi="ur-PK"/>
        </w:rPr>
        <w:t xml:space="preserve"> کے لئے جگہ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مڈرن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زم</w:t>
      </w:r>
      <w:r>
        <w:rPr>
          <w:rtl/>
          <w:lang w:bidi="ur-PK"/>
        </w:rPr>
        <w:t xml:space="preserve"> پرست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فلم اور فلم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ستاروں اور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شھوتوں نے انسان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غور وفکر کرنے سے روک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عمر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غفلت و تباھ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برباد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جارھ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منحوس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نتائج نے (جس نے انسان کے ظاھر و باطن کو آلودگ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انحراف اور فسق و فجور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غرق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)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بھر کے بھت سے لوگوں کو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و ناام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فطرت کو برداشت نہ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 xml:space="preserve">کھتے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انسان کے لئے اصلاح ک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راستہ بند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اگر کھلا بھ</w:t>
      </w:r>
      <w:r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 انسان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راستہ پر چلنے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، اور نسبتاً اپنے سکون کے لئے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انسان اپنے تمام امور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قضا و قدر اور جبر کاتابع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خودکچھ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کرسکتا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کر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گا۔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ثقافت نے مذھب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اثناعشر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قرآن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ائمہ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حکمت او رمنطق و برھان کے ساتھ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اعلان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کے لئے ”اصلاح کا راستہ “بند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اور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کے لئے بند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اس راستہ پر چلنا ھر خاص و عام کے لئے ممکن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اگرچہ مختلف گناھوں سے آلودہ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اور انسان کے اعمال و عقائد اور اس کا اخلاق قضا و قدر کے تابع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بلکہ انسان اپنے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سے سب کچھ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قارئ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کرام!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بھلائ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پاکدامن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اشارہ کرنا مناسب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40F1F">
        <w:rPr>
          <w:rStyle w:val="libArabicChar"/>
          <w:rFonts w:hint="eastAsia"/>
          <w:rtl/>
        </w:rPr>
        <w:t>اِنَّكَ</w:t>
      </w:r>
      <w:r w:rsidRPr="00640F1F">
        <w:rPr>
          <w:rStyle w:val="libArabicChar"/>
          <w:rtl/>
        </w:rPr>
        <w:t xml:space="preserve"> قَدْ جُعِلْتَ طَبِ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بَ</w:t>
      </w:r>
      <w:r w:rsidRPr="00640F1F">
        <w:rPr>
          <w:rStyle w:val="libArabicChar"/>
          <w:rtl/>
        </w:rPr>
        <w:t xml:space="preserve"> نَفْسِكَ، وَبُ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نَ</w:t>
      </w:r>
      <w:r w:rsidRPr="00640F1F">
        <w:rPr>
          <w:rStyle w:val="libArabicChar"/>
          <w:rtl/>
        </w:rPr>
        <w:t xml:space="preserve"> لَكَ الدّاءُ، وَعُرِّفْتَ آ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ةَ</w:t>
      </w:r>
      <w:r w:rsidRPr="00640F1F">
        <w:rPr>
          <w:rStyle w:val="libArabicChar"/>
          <w:rtl/>
        </w:rPr>
        <w:t xml:space="preserve"> الصِّحَّةِ، وَ دُلِلْتَ عَلَ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tl/>
        </w:rPr>
        <w:t xml:space="preserve"> الدَّوَاءِ، فَانْظُرْكَ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فَ</w:t>
      </w:r>
      <w:r w:rsidRPr="00640F1F">
        <w:rPr>
          <w:rStyle w:val="libArabicChar"/>
          <w:rtl/>
        </w:rPr>
        <w:t xml:space="preserve"> قِ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امُكَ</w:t>
      </w:r>
      <w:r w:rsidRPr="00640F1F">
        <w:rPr>
          <w:rStyle w:val="libArabicChar"/>
          <w:rtl/>
        </w:rPr>
        <w:t xml:space="preserve"> عَلَ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tl/>
        </w:rPr>
        <w:t xml:space="preserve"> نَفْسِكَ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(229)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”بے</w:t>
      </w:r>
      <w:r>
        <w:rPr>
          <w:rtl/>
          <w:lang w:bidi="ur-PK"/>
        </w:rPr>
        <w:t xml:space="preserve"> شک تم اپنے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قرار دو، تم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مشکلات اور مرض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بتاد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صحت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بتاد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لہٰذا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غور و فکر کرو کہ کس طرح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کے لئے قدم بڑھاسکتے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 انسان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سے خوب واقف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کا درد باطل عقائد،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صالح اعمال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قرآن و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مان،</w:t>
      </w:r>
      <w:r>
        <w:rPr>
          <w:rtl/>
          <w:lang w:bidi="ur-PK"/>
        </w:rPr>
        <w:t xml:space="preserve"> اخلاق حسنہ،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سکون اورعمل صالح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سلامت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صحت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توبہ و استغفار، تقويٰ، ع</w:t>
      </w:r>
      <w:r>
        <w:rPr>
          <w:rFonts w:hint="eastAsia"/>
          <w:rtl/>
          <w:lang w:bidi="ur-PK"/>
        </w:rPr>
        <w:t>فت</w:t>
      </w:r>
      <w:r>
        <w:rPr>
          <w:rtl/>
          <w:lang w:bidi="ur-PK"/>
        </w:rPr>
        <w:t xml:space="preserve"> اور گناھوں سے مقابلہ ان تمام دردوں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لہٰذا انسان کو ان تمام حقائق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مدد حاصل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کے لئے قدم اٹھانا چاہئے۔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امام محمد باقر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اپنے آباء و اجداد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السلام کے حوالے سے نقل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نے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اعَلِ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،</w:t>
      </w:r>
      <w:r w:rsidRPr="00640F1F">
        <w:rPr>
          <w:rStyle w:val="libArabicChar"/>
          <w:rtl/>
        </w:rPr>
        <w:t xml:space="preserve"> اَفْضَلُ الْجِ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َادِ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مَنْ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اَصْبَحَ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لاَ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ُمُّ</w:t>
      </w:r>
      <w:r w:rsidRPr="00640F1F">
        <w:rPr>
          <w:rStyle w:val="libArabicChar"/>
          <w:rtl/>
        </w:rPr>
        <w:t xml:space="preserve"> بِظُلْمِ اَحَدٍ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(230)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! سب سے بھتر اور افضل جھاد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انسان صبح اٹھے تو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ظلم و ستم کا ارادہ نہ رکھتا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انسان ھر روز گھر سے باھر نکلتے وقت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اپنے دشمن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ظلم کرنے کا ارادہ نہ رکھتا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اور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دوسرا قصد نہ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 xml:space="preserve">تو پھر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حال رھ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انسان کے اندر نور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ظاھر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40F1F">
        <w:rPr>
          <w:rStyle w:val="libArabicChar"/>
          <w:rFonts w:hint="eastAsia"/>
          <w:rtl/>
        </w:rPr>
        <w:t>مَنْ</w:t>
      </w:r>
      <w:r w:rsidRPr="00640F1F">
        <w:rPr>
          <w:rStyle w:val="libArabicChar"/>
          <w:rtl/>
        </w:rPr>
        <w:t xml:space="preserve"> مَلَكَ نَفْسَ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اِذَارَغِبَ،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وَاِذَا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رَ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ِبَ،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وَاِذَا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شْتَ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َيٰ،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وَاِذَا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غَضِبَ،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وَاِذَا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رَضِی</w:t>
      </w:r>
      <w:r w:rsidRPr="00640F1F">
        <w:rPr>
          <w:rStyle w:val="libArabicChar"/>
          <w:rFonts w:hint="eastAsia"/>
          <w:rtl/>
        </w:rPr>
        <w:t>،</w:t>
      </w:r>
      <w:r w:rsidRPr="00640F1F">
        <w:rPr>
          <w:rStyle w:val="libArabicChar"/>
          <w:rtl/>
        </w:rPr>
        <w:t xml:space="preserve"> حَرَّمَ اللهُ جَسَدَ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عَلَی</w:t>
      </w:r>
      <w:r w:rsidRPr="00640F1F">
        <w:rPr>
          <w:rStyle w:val="libArabicChar"/>
          <w:rtl/>
        </w:rPr>
        <w:t xml:space="preserve"> النَّارِ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(231)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”اگر</w:t>
      </w:r>
      <w:r>
        <w:rPr>
          <w:rtl/>
          <w:lang w:bidi="ur-PK"/>
        </w:rPr>
        <w:t xml:space="preserve"> انسان رغبت، خوف، خواہشات،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</w:t>
      </w:r>
      <w:r>
        <w:rPr>
          <w:rtl/>
          <w:lang w:bidi="ur-PK"/>
        </w:rPr>
        <w:t xml:space="preserve"> و غضب اور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غم کے وقت اپنے کو گناہ و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ظلم و ستم سے محفوظ رکھے تو خداوندعالم اس کے بدن کو آتش دوزخ پر حرام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اکثر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40F1F">
        <w:rPr>
          <w:rStyle w:val="libArabicChar"/>
          <w:rFonts w:hint="eastAsia"/>
          <w:rtl/>
        </w:rPr>
        <w:t>نَبِّ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ْ</w:t>
      </w:r>
      <w:r w:rsidRPr="00640F1F">
        <w:rPr>
          <w:rStyle w:val="libArabicChar"/>
          <w:rtl/>
        </w:rPr>
        <w:t xml:space="preserve"> بِالتَّفَكُّرِ قَلْبَكَ، وَجَافِ عَنِ اللَّ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لِ</w:t>
      </w:r>
      <w:r w:rsidRPr="00640F1F">
        <w:rPr>
          <w:rStyle w:val="libArabicChar"/>
          <w:rtl/>
        </w:rPr>
        <w:t xml:space="preserve"> جَنْبَكَ، وَاتَّقِ اللهَ رَبَّكَ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(232)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”اپنے</w:t>
      </w:r>
      <w:r>
        <w:rPr>
          <w:rtl/>
          <w:lang w:bidi="ur-PK"/>
        </w:rPr>
        <w:t xml:space="preserve"> دل کو غور و فکر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رکھو، رات کو عبادت کرو، اور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تمام امور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تقويٰ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کرو“۔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40F1F">
        <w:rPr>
          <w:rStyle w:val="libArabicChar"/>
          <w:rFonts w:hint="eastAsia"/>
          <w:rtl/>
        </w:rPr>
        <w:t>اَلتَّفَكُّرُ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دعُوا</w:t>
      </w:r>
      <w:r w:rsidRPr="00640F1F">
        <w:rPr>
          <w:rStyle w:val="libArabicChar"/>
          <w:rtl/>
        </w:rPr>
        <w:t xml:space="preserve"> اِلَ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tl/>
        </w:rPr>
        <w:t xml:space="preserve"> الْبِرِّ وَالْعَمَلِ بِ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(233)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”تمام</w:t>
      </w:r>
      <w:r>
        <w:rPr>
          <w:rtl/>
          <w:lang w:bidi="ur-PK"/>
        </w:rPr>
        <w:t xml:space="preserve"> امور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تفکر اور غور و فکر کرنے سے انسان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عمل صالح کا جذبہ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مجھے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 امت اور شرافت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تو اس وقت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40F1F">
        <w:rPr>
          <w:rStyle w:val="libArabicChar"/>
          <w:rFonts w:hint="eastAsia"/>
          <w:rtl/>
        </w:rPr>
        <w:t>اَلْعَفْوُ</w:t>
      </w:r>
      <w:r w:rsidRPr="00640F1F">
        <w:rPr>
          <w:rStyle w:val="libArabicChar"/>
          <w:rtl/>
        </w:rPr>
        <w:t xml:space="preserve"> عَمَّنْ ظَلَمَكَ، وَصِلَةُ مَنْ قَطَعَكَ، وَاِعْطَاءُ مَنْ حَرَمَكَ، وَ قَوْلُ الْحَقِّ وَلَوْ عَلَ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tl/>
        </w:rPr>
        <w:t xml:space="preserve"> نَفْسِكَ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(234)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”جس</w:t>
      </w:r>
      <w:r>
        <w:rPr>
          <w:rtl/>
          <w:lang w:bidi="ur-PK"/>
        </w:rPr>
        <w:t xml:space="preserve"> نے تجھ پر ظلم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اس کو بخش دے اور جس نے تجھ سے قطع تعلق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اس سے صلہ رحم کر، جس نے تجھے محروم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اس کو عطا کر، اور حق بات کہہ اگرچہ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نقصان دہ ثابت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اگر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بُرے کام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حرام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شھوت بجھانے کا موقع آجائے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خوف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اس کام سے اجتناب کرے تو خداوندعالم (بھ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اس پر آتش جہنم کو حرام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وحشت سے نجات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دئے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وعدہ کو وفا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جھاں ارشاد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”جو شخص اپنے پروردگار سے ڈرتا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کے لئے دو جنت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جان</w:t>
      </w:r>
      <w:r>
        <w:rPr>
          <w:rtl/>
          <w:lang w:bidi="ur-PK"/>
        </w:rPr>
        <w:t xml:space="preserve"> لو! کہ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نے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آخرت پر ترج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اس حال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سے ملاقات کرے گا کہ عذاب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نجات دلانے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پاس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آخرت کو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پر ترج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دے اور فنا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اپنا معبود قرار نہ دے تو خداوندعا</w:t>
      </w:r>
      <w:r>
        <w:rPr>
          <w:rFonts w:hint="eastAsia"/>
          <w:rtl/>
          <w:lang w:bidi="ur-PK"/>
        </w:rPr>
        <w:t>لم</w:t>
      </w:r>
      <w:r>
        <w:rPr>
          <w:rtl/>
          <w:lang w:bidi="ur-PK"/>
        </w:rPr>
        <w:t xml:space="preserve"> اس سے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خوشنود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وںکو</w:t>
      </w:r>
      <w:r>
        <w:rPr>
          <w:rtl/>
          <w:lang w:bidi="ur-PK"/>
        </w:rPr>
        <w:t xml:space="preserve">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(235)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حضرت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40F1F">
        <w:rPr>
          <w:rStyle w:val="libArabicChar"/>
          <w:rFonts w:hint="eastAsia"/>
          <w:rtl/>
        </w:rPr>
        <w:t>قَوْمٌ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عْمَلُوْنَ</w:t>
      </w:r>
      <w:r w:rsidRPr="00640F1F">
        <w:rPr>
          <w:rStyle w:val="libArabicChar"/>
          <w:rtl/>
        </w:rPr>
        <w:t xml:space="preserve"> بِالْمَعَاصِ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tl/>
        </w:rPr>
        <w:t xml:space="preserve"> وَ 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قُولُونَ</w:t>
      </w:r>
      <w:r w:rsidRPr="00640F1F">
        <w:rPr>
          <w:rStyle w:val="libArabicChar"/>
          <w:rtl/>
        </w:rPr>
        <w:t xml:space="preserve"> :نَرْجُو، فَلاَ 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زالُونَ</w:t>
      </w:r>
      <w:r w:rsidRPr="00640F1F">
        <w:rPr>
          <w:rStyle w:val="libArabicChar"/>
          <w:rtl/>
        </w:rPr>
        <w:t xml:space="preserve"> كَذَلِكَ حَتَّ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اتِ</w:t>
      </w:r>
      <w:r w:rsidRPr="00640F1F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ُم</w:t>
      </w:r>
      <w:r w:rsidRPr="00640F1F">
        <w:rPr>
          <w:rStyle w:val="libArabicChar"/>
          <w:rtl/>
        </w:rPr>
        <w:t xml:space="preserve"> الْمَوتُ !فَقَالَ: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ٰ</w:t>
      </w:r>
      <w:r w:rsidR="00AA04E3">
        <w:rPr>
          <w:rStyle w:val="libArabicChar"/>
          <w:rFonts w:hint="cs"/>
          <w:rtl/>
        </w:rPr>
        <w:t>و</w:t>
      </w:r>
      <w:r w:rsidRPr="00640F1F">
        <w:rPr>
          <w:rStyle w:val="libArabicChar"/>
          <w:rFonts w:hint="eastAsia"/>
          <w:rtl/>
        </w:rPr>
        <w:t>لاَءِ</w:t>
      </w:r>
      <w:r w:rsidRPr="00640F1F">
        <w:rPr>
          <w:rStyle w:val="libArabicChar"/>
          <w:rtl/>
        </w:rPr>
        <w:t xml:space="preserve"> قَومٌ 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تَرَجَّحُوْنَ</w:t>
      </w:r>
      <w:r w:rsidRPr="00640F1F">
        <w:rPr>
          <w:rStyle w:val="libArabicChar"/>
          <w:rtl/>
        </w:rPr>
        <w:t xml:space="preserve"> فِ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tl/>
        </w:rPr>
        <w:t xml:space="preserve"> الْاَمَانِ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،</w:t>
      </w:r>
      <w:r w:rsidRPr="00640F1F">
        <w:rPr>
          <w:rStyle w:val="libArabicChar"/>
          <w:rtl/>
        </w:rPr>
        <w:t xml:space="preserve"> كَذَبُوا، لَ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سُوا</w:t>
      </w:r>
      <w:r w:rsidRPr="00640F1F">
        <w:rPr>
          <w:rStyle w:val="libArabicChar"/>
          <w:rtl/>
        </w:rPr>
        <w:t xml:space="preserve"> بِراج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نَ،</w:t>
      </w:r>
      <w:r w:rsidRPr="00640F1F">
        <w:rPr>
          <w:rStyle w:val="libArabicChar"/>
          <w:rtl/>
        </w:rPr>
        <w:t xml:space="preserve"> اِنَّ مَنْ رَجَا شَ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ئاً</w:t>
      </w:r>
      <w:r w:rsidRPr="00640F1F">
        <w:rPr>
          <w:rStyle w:val="libArabicChar"/>
          <w:rtl/>
        </w:rPr>
        <w:t xml:space="preserve"> طَلَبَ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وَمَنْ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خ</w:t>
      </w:r>
      <w:r w:rsidRPr="00640F1F">
        <w:rPr>
          <w:rStyle w:val="libArabicChar"/>
          <w:rtl/>
        </w:rPr>
        <w:t>َافَ مِنْ شَ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ءٍ</w:t>
      </w:r>
      <w:r w:rsidRPr="00640F1F">
        <w:rPr>
          <w:rStyle w:val="libArabicChar"/>
          <w:rtl/>
        </w:rPr>
        <w:t xml:space="preserve"> 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َرَبَ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مِنْ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(236)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گروہ، گناھگار اور اھل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لوگ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ھم ان گناھوں کے باوجود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وار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مرجاتے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!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اھل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کرنے والا شخص ا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کوشش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سے ڈرتا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سے دور بھاگتا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درج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640F1F">
        <w:rPr>
          <w:rStyle w:val="libAieChar"/>
          <w:rtl/>
        </w:rPr>
        <w:t>وَلِمَنْ خَافَ مَقَامَ رَبِّ</w:t>
      </w:r>
      <w:r w:rsidR="00705CD5" w:rsidRPr="00705CD5">
        <w:rPr>
          <w:rStyle w:val="libAieChar"/>
          <w:rFonts w:hint="cs"/>
          <w:rtl/>
        </w:rPr>
        <w:t>ه</w:t>
      </w:r>
      <w:r w:rsidR="00476253" w:rsidRPr="00640F1F">
        <w:rPr>
          <w:rStyle w:val="libAieChar"/>
          <w:rFonts w:hint="cs"/>
          <w:rtl/>
        </w:rPr>
        <w:t>ِ</w:t>
      </w:r>
      <w:r w:rsidR="00476253" w:rsidRPr="00640F1F">
        <w:rPr>
          <w:rStyle w:val="libAieChar"/>
          <w:rtl/>
        </w:rPr>
        <w:t xml:space="preserve"> </w:t>
      </w:r>
      <w:r w:rsidR="00476253" w:rsidRPr="00640F1F">
        <w:rPr>
          <w:rStyle w:val="libAieChar"/>
          <w:rFonts w:hint="cs"/>
          <w:rtl/>
        </w:rPr>
        <w:t>جَنَّتَانِ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(237)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 w:rsidRPr="00640F1F">
        <w:rPr>
          <w:rStyle w:val="libArabicChar"/>
          <w:rFonts w:hint="eastAsia"/>
          <w:rtl/>
        </w:rPr>
        <w:t>مَنْ</w:t>
      </w:r>
      <w:r w:rsidR="00476253" w:rsidRPr="00640F1F">
        <w:rPr>
          <w:rStyle w:val="libArabicChar"/>
          <w:rtl/>
        </w:rPr>
        <w:t xml:space="preserve"> عَلِمَ اَنَّ اللهَ </w:t>
      </w:r>
      <w:r w:rsidR="00476253" w:rsidRPr="00640F1F">
        <w:rPr>
          <w:rStyle w:val="libArabicChar"/>
          <w:rFonts w:hint="cs"/>
          <w:rtl/>
        </w:rPr>
        <w:t>ی</w:t>
      </w:r>
      <w:r w:rsidR="00476253" w:rsidRPr="00640F1F">
        <w:rPr>
          <w:rStyle w:val="libArabicChar"/>
          <w:rFonts w:hint="eastAsia"/>
          <w:rtl/>
        </w:rPr>
        <w:t>رَا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640F1F">
        <w:rPr>
          <w:rStyle w:val="libArabicChar"/>
          <w:rFonts w:hint="cs"/>
          <w:rtl/>
        </w:rPr>
        <w:t>ُ،</w:t>
      </w:r>
      <w:r w:rsidR="00476253" w:rsidRPr="00640F1F">
        <w:rPr>
          <w:rStyle w:val="libArabicChar"/>
          <w:rtl/>
        </w:rPr>
        <w:t xml:space="preserve"> وَ </w:t>
      </w:r>
      <w:r w:rsidR="00476253" w:rsidRPr="00640F1F">
        <w:rPr>
          <w:rStyle w:val="libArabicChar"/>
          <w:rFonts w:hint="cs"/>
          <w:rtl/>
        </w:rPr>
        <w:t>ی</w:t>
      </w:r>
      <w:r w:rsidR="00476253" w:rsidRPr="00640F1F">
        <w:rPr>
          <w:rStyle w:val="libArabicChar"/>
          <w:rFonts w:hint="eastAsia"/>
          <w:rtl/>
        </w:rPr>
        <w:t>سْمَعُ</w:t>
      </w:r>
      <w:r w:rsidR="00476253" w:rsidRPr="00640F1F">
        <w:rPr>
          <w:rStyle w:val="libArabicChar"/>
          <w:rtl/>
        </w:rPr>
        <w:t xml:space="preserve"> مَا</w:t>
      </w:r>
      <w:r w:rsidR="00476253" w:rsidRPr="00640F1F">
        <w:rPr>
          <w:rStyle w:val="libArabicChar"/>
          <w:rFonts w:hint="cs"/>
          <w:rtl/>
        </w:rPr>
        <w:t>ی</w:t>
      </w:r>
      <w:r w:rsidR="00476253" w:rsidRPr="00640F1F">
        <w:rPr>
          <w:rStyle w:val="libArabicChar"/>
          <w:rFonts w:hint="eastAsia"/>
          <w:rtl/>
        </w:rPr>
        <w:t>قُولُ،</w:t>
      </w:r>
      <w:r w:rsidR="00476253" w:rsidRPr="00640F1F">
        <w:rPr>
          <w:rStyle w:val="libArabicChar"/>
          <w:rtl/>
        </w:rPr>
        <w:t xml:space="preserve"> وَ</w:t>
      </w:r>
      <w:r w:rsidR="00476253" w:rsidRPr="00640F1F">
        <w:rPr>
          <w:rStyle w:val="libArabicChar"/>
          <w:rFonts w:hint="cs"/>
          <w:rtl/>
        </w:rPr>
        <w:t>ی</w:t>
      </w:r>
      <w:r w:rsidR="00476253" w:rsidRPr="00640F1F">
        <w:rPr>
          <w:rStyle w:val="libArabicChar"/>
          <w:rFonts w:hint="eastAsia"/>
          <w:rtl/>
        </w:rPr>
        <w:t>عْلَمُ</w:t>
      </w:r>
      <w:r w:rsidR="00476253" w:rsidRPr="00640F1F">
        <w:rPr>
          <w:rStyle w:val="libArabicChar"/>
          <w:rtl/>
        </w:rPr>
        <w:t xml:space="preserve"> مَا </w:t>
      </w:r>
      <w:r w:rsidR="00476253" w:rsidRPr="00640F1F">
        <w:rPr>
          <w:rStyle w:val="libArabicChar"/>
          <w:rFonts w:hint="cs"/>
          <w:rtl/>
        </w:rPr>
        <w:t>ی</w:t>
      </w:r>
      <w:r w:rsidR="00476253" w:rsidRPr="00640F1F">
        <w:rPr>
          <w:rStyle w:val="libArabicChar"/>
          <w:rFonts w:hint="eastAsia"/>
          <w:rtl/>
        </w:rPr>
        <w:t>عْمَلُ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640F1F">
        <w:rPr>
          <w:rStyle w:val="libArabicChar"/>
          <w:rFonts w:hint="cs"/>
          <w:rtl/>
        </w:rPr>
        <w:t>ُ</w:t>
      </w:r>
      <w:r w:rsidR="00476253" w:rsidRPr="00640F1F">
        <w:rPr>
          <w:rStyle w:val="libArabicChar"/>
          <w:rtl/>
        </w:rPr>
        <w:t xml:space="preserve"> مِنْ خَ</w:t>
      </w:r>
      <w:r w:rsidR="00476253" w:rsidRPr="00640F1F">
        <w:rPr>
          <w:rStyle w:val="libArabicChar"/>
          <w:rFonts w:hint="cs"/>
          <w:rtl/>
        </w:rPr>
        <w:t>ی</w:t>
      </w:r>
      <w:r w:rsidR="00476253" w:rsidRPr="00640F1F">
        <w:rPr>
          <w:rStyle w:val="libArabicChar"/>
          <w:rFonts w:hint="eastAsia"/>
          <w:rtl/>
        </w:rPr>
        <w:t>رٍاَوْ</w:t>
      </w:r>
      <w:r w:rsidR="00476253" w:rsidRPr="00640F1F">
        <w:rPr>
          <w:rStyle w:val="libArabicChar"/>
          <w:rtl/>
        </w:rPr>
        <w:t xml:space="preserve"> شَرٍّ، فَ</w:t>
      </w:r>
      <w:r w:rsidR="00476253" w:rsidRPr="00640F1F">
        <w:rPr>
          <w:rStyle w:val="libArabicChar"/>
          <w:rFonts w:hint="cs"/>
          <w:rtl/>
        </w:rPr>
        <w:t>ی</w:t>
      </w:r>
      <w:r w:rsidR="00476253" w:rsidRPr="00640F1F">
        <w:rPr>
          <w:rStyle w:val="libArabicChar"/>
          <w:rFonts w:hint="eastAsia"/>
          <w:rtl/>
        </w:rPr>
        <w:t>حْجُزُ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640F1F">
        <w:rPr>
          <w:rStyle w:val="libArabicChar"/>
          <w:rFonts w:hint="cs"/>
          <w:rtl/>
        </w:rPr>
        <w:t>ُ</w:t>
      </w:r>
      <w:r w:rsidR="00476253" w:rsidRPr="00640F1F">
        <w:rPr>
          <w:rStyle w:val="libArabicChar"/>
          <w:rtl/>
        </w:rPr>
        <w:t xml:space="preserve"> ذَلِكَ عَنِ الْقَبِ</w:t>
      </w:r>
      <w:r w:rsidR="00476253" w:rsidRPr="00640F1F">
        <w:rPr>
          <w:rStyle w:val="libArabicChar"/>
          <w:rFonts w:hint="cs"/>
          <w:rtl/>
        </w:rPr>
        <w:t>ی</w:t>
      </w:r>
      <w:r w:rsidR="00476253" w:rsidRPr="00640F1F">
        <w:rPr>
          <w:rStyle w:val="libArabicChar"/>
          <w:rFonts w:hint="eastAsia"/>
          <w:rtl/>
        </w:rPr>
        <w:t>حِ</w:t>
      </w:r>
      <w:r w:rsidR="00476253" w:rsidRPr="00640F1F">
        <w:rPr>
          <w:rStyle w:val="libArabicChar"/>
          <w:rtl/>
        </w:rPr>
        <w:t xml:space="preserve"> مِنَ الاَعْمَالِ، فَذَلِكَ الَّذِ</w:t>
      </w:r>
      <w:r w:rsidR="00476253" w:rsidRPr="00640F1F">
        <w:rPr>
          <w:rStyle w:val="libArabicChar"/>
          <w:rFonts w:hint="cs"/>
          <w:rtl/>
        </w:rPr>
        <w:t>ی</w:t>
      </w:r>
      <w:r w:rsidR="00476253" w:rsidRPr="00640F1F">
        <w:rPr>
          <w:rStyle w:val="libArabicChar"/>
          <w:rtl/>
        </w:rPr>
        <w:t xml:space="preserve"> خاَفَ مَقَامَ رَبِّ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640F1F">
        <w:rPr>
          <w:rStyle w:val="libArabicChar"/>
          <w:rFonts w:hint="cs"/>
          <w:rtl/>
        </w:rPr>
        <w:t>ِ</w:t>
      </w:r>
      <w:r w:rsidR="00476253" w:rsidRPr="00640F1F">
        <w:rPr>
          <w:rStyle w:val="libArabicChar"/>
          <w:rtl/>
        </w:rPr>
        <w:t xml:space="preserve"> </w:t>
      </w:r>
      <w:r w:rsidR="00476253" w:rsidRPr="00640F1F">
        <w:rPr>
          <w:rStyle w:val="libArabicChar"/>
          <w:rFonts w:hint="cs"/>
          <w:rtl/>
        </w:rPr>
        <w:t>وَنَ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640F1F">
        <w:rPr>
          <w:rStyle w:val="libArabicChar"/>
          <w:rFonts w:hint="cs"/>
          <w:rtl/>
        </w:rPr>
        <w:t>َی</w:t>
      </w:r>
      <w:r w:rsidR="00476253" w:rsidRPr="00640F1F">
        <w:rPr>
          <w:rStyle w:val="libArabicChar"/>
          <w:rtl/>
        </w:rPr>
        <w:t xml:space="preserve"> النَّفْسَ عَنِ ال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640F1F">
        <w:rPr>
          <w:rStyle w:val="libArabicChar"/>
          <w:rFonts w:hint="cs"/>
          <w:rtl/>
        </w:rPr>
        <w:t>َويٰ</w:t>
      </w:r>
      <w:r w:rsidR="00476253">
        <w:rPr>
          <w:rtl/>
          <w:lang w:bidi="ur-PK"/>
        </w:rPr>
        <w:t>“۔</w:t>
      </w:r>
      <w:r w:rsidRPr="00125F42">
        <w:rPr>
          <w:rStyle w:val="libFootnotenumChar"/>
          <w:rtl/>
          <w:lang w:bidi="ur-PK"/>
        </w:rPr>
        <w:t>(238)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”جو</w:t>
      </w:r>
      <w:r w:rsidR="00476253">
        <w:rPr>
          <w:rtl/>
          <w:lang w:bidi="ur-PK"/>
        </w:rPr>
        <w:t xml:space="preserve"> شخص جانتا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کہ خدا مجھے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کھتا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جو کچھ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کھتا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ں اس کو سنتا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، اور جو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برائ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انجام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تا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ں اس کو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کھتا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، چنانچہ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توجہ اس کو برائ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</w:t>
      </w:r>
      <w:r w:rsidR="00476253">
        <w:rPr>
          <w:rtl/>
          <w:lang w:bidi="ur-PK"/>
        </w:rPr>
        <w:t xml:space="preserve"> سے روکت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، اور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سا</w:t>
      </w:r>
      <w:r w:rsidR="00476253">
        <w:rPr>
          <w:rtl/>
          <w:lang w:bidi="ur-PK"/>
        </w:rPr>
        <w:t xml:space="preserve"> شخص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عظمت خدا سے خوف زدہ اور اپنے نفس کو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ا و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س سے روکتا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عمرو بن سع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40F1F">
        <w:rPr>
          <w:rStyle w:val="libArabicChar"/>
          <w:rFonts w:hint="eastAsia"/>
          <w:rtl/>
        </w:rPr>
        <w:t>اُوصِ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كَ</w:t>
      </w:r>
      <w:r w:rsidRPr="00640F1F">
        <w:rPr>
          <w:rStyle w:val="libArabicChar"/>
          <w:rtl/>
        </w:rPr>
        <w:t xml:space="preserve"> بِتَقَو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tl/>
        </w:rPr>
        <w:t xml:space="preserve"> اللهِ وَالْوَرَعِ وَالاِجْتِ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ادِ،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وَاعْلَمْ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اَنَّ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لاَ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نْفَعُ</w:t>
      </w:r>
      <w:r w:rsidRPr="00640F1F">
        <w:rPr>
          <w:rStyle w:val="libArabicChar"/>
          <w:rtl/>
        </w:rPr>
        <w:t xml:space="preserve"> اِجْتِ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ادٌ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لاَ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وَرَعَ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فِی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ِ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(239)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کو تمام امور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تقويٰ الٰھ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گناھوں سے دور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عبادت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کوشش، اور خدمت خلق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سفارش کرتا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جان لو کہ جس کوشش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گناھوں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اس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امام</w:t>
      </w:r>
      <w:r>
        <w:rPr>
          <w:rtl/>
          <w:lang w:bidi="ur-PK"/>
        </w:rPr>
        <w:t xml:space="preserve">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40F1F">
        <w:rPr>
          <w:rStyle w:val="libArabicChar"/>
          <w:rFonts w:hint="eastAsia"/>
          <w:rtl/>
        </w:rPr>
        <w:t>عَلَ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كَ</w:t>
      </w:r>
      <w:r w:rsidRPr="00640F1F">
        <w:rPr>
          <w:rStyle w:val="libArabicChar"/>
          <w:rtl/>
        </w:rPr>
        <w:t xml:space="preserve"> بِتَقْوَ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tl/>
        </w:rPr>
        <w:t xml:space="preserve"> اللهِ، وَالْوَرَعِ، وَالاِجْتِ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َادِ،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صِدْقِ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الْحَدِی</w:t>
      </w:r>
      <w:r w:rsidRPr="00640F1F">
        <w:rPr>
          <w:rStyle w:val="libArabicChar"/>
          <w:rFonts w:hint="eastAsia"/>
          <w:rtl/>
        </w:rPr>
        <w:t>ثِ،</w:t>
      </w:r>
      <w:r w:rsidRPr="00640F1F">
        <w:rPr>
          <w:rStyle w:val="libArabicChar"/>
          <w:rtl/>
        </w:rPr>
        <w:t xml:space="preserve"> وَاَدَاءِ الاَمَانَةِ، وَ حُسْنِ الْخُلْقِ، وَحُسْنِ الْجِوَارِ، وَكُونُوا دُعاةً اِلَ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tl/>
        </w:rPr>
        <w:t xml:space="preserve"> اَنْفُسِكُمْ ِبغَ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رِ</w:t>
      </w:r>
      <w:r w:rsidRPr="00640F1F">
        <w:rPr>
          <w:rStyle w:val="libArabicChar"/>
          <w:rtl/>
        </w:rPr>
        <w:t xml:space="preserve"> اَلْسِنَتِكُمْ، وَكُونُوا زَ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ناً</w:t>
      </w:r>
      <w:r w:rsidRPr="00640F1F">
        <w:rPr>
          <w:rStyle w:val="libArabicChar"/>
          <w:rtl/>
        </w:rPr>
        <w:t xml:space="preserve"> وَلاَتَكُونُوا شَ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ناً،</w:t>
      </w:r>
      <w:r w:rsidRPr="00640F1F">
        <w:rPr>
          <w:rStyle w:val="libArabicChar"/>
          <w:rtl/>
        </w:rPr>
        <w:t xml:space="preserve"> وَعَلَ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كُمْ</w:t>
      </w:r>
      <w:r w:rsidRPr="00640F1F">
        <w:rPr>
          <w:rStyle w:val="libArabicChar"/>
          <w:rtl/>
        </w:rPr>
        <w:t xml:space="preserve"> ب</w:t>
      </w:r>
      <w:r w:rsidRPr="00640F1F">
        <w:rPr>
          <w:rStyle w:val="libArabicChar"/>
          <w:rFonts w:hint="eastAsia"/>
          <w:rtl/>
        </w:rPr>
        <w:t>ِطُولِ</w:t>
      </w:r>
      <w:r w:rsidRPr="00640F1F">
        <w:rPr>
          <w:rStyle w:val="libArabicChar"/>
          <w:rtl/>
        </w:rPr>
        <w:t xml:space="preserve"> الرُّكُوعِ وَالسُّجُودِ، فَاِنَّ اَحَدَكُمْ اِذَااَطالَ الرُّكُوعَ وَالسُّجُودَ 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َتَفَ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اِبْلِی</w:t>
      </w:r>
      <w:r w:rsidRPr="00640F1F">
        <w:rPr>
          <w:rStyle w:val="libArabicChar"/>
          <w:rFonts w:hint="eastAsia"/>
          <w:rtl/>
        </w:rPr>
        <w:t>سُ</w:t>
      </w:r>
      <w:r w:rsidRPr="00640F1F">
        <w:rPr>
          <w:rStyle w:val="libArabicChar"/>
          <w:rtl/>
        </w:rPr>
        <w:t xml:space="preserve"> مِنْ خَلْفِ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ِ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وَقاَلَ</w:t>
      </w:r>
      <w:r w:rsidRPr="00640F1F">
        <w:rPr>
          <w:rStyle w:val="libArabicChar"/>
          <w:rtl/>
        </w:rPr>
        <w:t>: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ا</w:t>
      </w:r>
      <w:r w:rsidRPr="00640F1F">
        <w:rPr>
          <w:rStyle w:val="libArabicChar"/>
          <w:rtl/>
        </w:rPr>
        <w:t xml:space="preserve"> وَ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لَ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ُ،</w:t>
      </w:r>
      <w:r w:rsidRPr="00640F1F">
        <w:rPr>
          <w:rStyle w:val="libArabicChar"/>
          <w:rtl/>
        </w:rPr>
        <w:t xml:space="preserve"> اَطَاعَ وَ عَصَ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تُ،</w:t>
      </w:r>
      <w:r w:rsidRPr="00640F1F">
        <w:rPr>
          <w:rStyle w:val="libArabicChar"/>
          <w:rtl/>
        </w:rPr>
        <w:t xml:space="preserve"> وَسَجَدَ وَاَبَ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تُ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(240)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”تمام</w:t>
      </w:r>
      <w:r>
        <w:rPr>
          <w:rtl/>
          <w:lang w:bidi="ur-PK"/>
        </w:rPr>
        <w:t xml:space="preserve"> امور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تقويٰ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کرو، گناھوں سے بچو، عبادت خدا اور خدمت خلق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کوشش کرتے رھو، صداقت و امانت کا لحاظ رکھو، حسن خلق اپناؤ، پڑوس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رکھو،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زبانوں کے علاوہ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نفسوں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دو،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لئے باعث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بنو،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لئے ذلت کا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باعث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نمازوں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رکوع و سجود طولان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کرنے سے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ھائے افسوس!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شخص اطاعت کررھا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سجدہ کررھا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40F1F">
        <w:rPr>
          <w:rStyle w:val="libArabicChar"/>
          <w:rFonts w:hint="eastAsia"/>
          <w:rtl/>
        </w:rPr>
        <w:t>ثَلاثَةٌ</w:t>
      </w:r>
      <w:r w:rsidRPr="00640F1F">
        <w:rPr>
          <w:rStyle w:val="libArabicChar"/>
          <w:rtl/>
        </w:rPr>
        <w:t xml:space="preserve"> مَنْ لَقِ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عَزَّوَجَلَّ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بِ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ِنَّ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فَ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ُومِنْ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اَفْضَلِ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النَّاسِ</w:t>
      </w:r>
      <w:r w:rsidRPr="00640F1F">
        <w:rPr>
          <w:rStyle w:val="libArabicChar"/>
          <w:rtl/>
        </w:rPr>
        <w:t xml:space="preserve"> :</w:t>
      </w:r>
      <w:r w:rsidRPr="00640F1F">
        <w:rPr>
          <w:rStyle w:val="libArabicChar"/>
          <w:rFonts w:hint="cs"/>
          <w:rtl/>
        </w:rPr>
        <w:t>مَن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اَتَی</w:t>
      </w:r>
      <w:r w:rsidRPr="00640F1F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عَزَّوَجَلَّ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بِمَا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افْتَرَضَ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عَلَی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ِ</w:t>
      </w:r>
      <w:r w:rsidRPr="00640F1F">
        <w:rPr>
          <w:rStyle w:val="libArabicChar"/>
          <w:rtl/>
        </w:rPr>
        <w:t xml:space="preserve"> فَ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ُوَ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مِنْ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اَعْبَدِ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النَّاسِ،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وَمَنْ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وَرِعَ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عَنْ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مَحارِمِ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ِ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فَ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ُوَمِنْ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اَوْرَعِ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النّاسِ،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وَمَنْ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قَن</w:t>
      </w:r>
      <w:r w:rsidRPr="00640F1F">
        <w:rPr>
          <w:rStyle w:val="libArabicChar"/>
          <w:rtl/>
        </w:rPr>
        <w:t>َعَ بِمَا رَزَقَ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</w:t>
      </w:r>
      <w:r w:rsidRPr="00640F1F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فَ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ُوَ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مِنْ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اَغْنَی</w:t>
      </w:r>
      <w:r w:rsidRPr="00640F1F">
        <w:rPr>
          <w:rStyle w:val="libArabicChar"/>
          <w:rtl/>
        </w:rPr>
        <w:t xml:space="preserve"> النَّاسِ</w:t>
      </w:r>
      <w:r w:rsidRPr="00640F1F">
        <w:rPr>
          <w:rStyle w:val="libArabicChar"/>
          <w:rFonts w:hint="cs"/>
          <w:rtl/>
        </w:rPr>
        <w:t>ثُمَّ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قالَ</w:t>
      </w:r>
      <w:r w:rsidRPr="00640F1F">
        <w:rPr>
          <w:rStyle w:val="libArabicChar"/>
          <w:rtl/>
        </w:rPr>
        <w:t>: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ا</w:t>
      </w:r>
      <w:r w:rsidRPr="00640F1F">
        <w:rPr>
          <w:rStyle w:val="libArabicChar"/>
          <w:rtl/>
        </w:rPr>
        <w:t xml:space="preserve"> عَلِ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tl/>
        </w:rPr>
        <w:t xml:space="preserve">! ثَلاثٌ مَنْ لَمْ 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كُنَّ</w:t>
      </w:r>
      <w:r w:rsidRPr="00640F1F">
        <w:rPr>
          <w:rStyle w:val="libArabicChar"/>
          <w:rtl/>
        </w:rPr>
        <w:t xml:space="preserve"> فِ</w:t>
      </w:r>
      <w:r w:rsidRPr="00640F1F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ِ</w:t>
      </w:r>
      <w:r w:rsidRPr="00640F1F">
        <w:rPr>
          <w:rStyle w:val="libArabicChar"/>
          <w:rtl/>
        </w:rPr>
        <w:t xml:space="preserve"> لَمْ 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تِمَّ</w:t>
      </w:r>
      <w:r w:rsidRPr="00640F1F">
        <w:rPr>
          <w:rStyle w:val="libArabicChar"/>
          <w:rtl/>
        </w:rPr>
        <w:t xml:space="preserve"> عَمَلُ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</w:t>
      </w:r>
      <w:r w:rsidRPr="00640F1F">
        <w:rPr>
          <w:rStyle w:val="libArabicChar"/>
          <w:rtl/>
        </w:rPr>
        <w:t>:</w:t>
      </w:r>
      <w:r w:rsidRPr="00640F1F">
        <w:rPr>
          <w:rStyle w:val="libArabicChar"/>
          <w:rFonts w:hint="cs"/>
          <w:rtl/>
        </w:rPr>
        <w:t>وَرَعٌ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حْجُزُ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</w:t>
      </w:r>
      <w:r w:rsidRPr="00640F1F">
        <w:rPr>
          <w:rStyle w:val="libArabicChar"/>
          <w:rtl/>
        </w:rPr>
        <w:t xml:space="preserve"> عَنْ مَعاصِ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ِ،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وَخُلْقٌ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دار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tl/>
        </w:rPr>
        <w:t xml:space="preserve"> بِ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ِ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النَّاسَ،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وَحِلْمٌ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رُدُّ</w:t>
      </w:r>
      <w:r w:rsidRPr="00640F1F">
        <w:rPr>
          <w:rStyle w:val="libArabicChar"/>
          <w:rtl/>
        </w:rPr>
        <w:t xml:space="preserve"> بِ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ِ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جَ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ْلَ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الْجا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ِلِ</w:t>
      </w:r>
      <w:r w:rsidRPr="00640F1F">
        <w:rPr>
          <w:rStyle w:val="libArabicChar"/>
          <w:rtl/>
        </w:rPr>
        <w:t xml:space="preserve"> - </w:t>
      </w:r>
      <w:r w:rsidRPr="00640F1F">
        <w:rPr>
          <w:rStyle w:val="libArabicChar"/>
          <w:rFonts w:hint="cs"/>
          <w:rtl/>
        </w:rPr>
        <w:t>اِليٰ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اَنْ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قَالَ</w:t>
      </w:r>
      <w:r w:rsidRPr="00640F1F">
        <w:rPr>
          <w:rStyle w:val="libArabicChar"/>
          <w:rtl/>
        </w:rPr>
        <w:t xml:space="preserve"> - 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اعَلِ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tl/>
        </w:rPr>
        <w:t>!الِاسْلا</w:t>
      </w:r>
      <w:r w:rsidRPr="00640F1F">
        <w:rPr>
          <w:rStyle w:val="libArabicChar"/>
          <w:rFonts w:hint="eastAsia"/>
          <w:rtl/>
        </w:rPr>
        <w:t>مُ</w:t>
      </w:r>
      <w:r w:rsidRPr="00640F1F">
        <w:rPr>
          <w:rStyle w:val="libArabicChar"/>
          <w:rtl/>
        </w:rPr>
        <w:t xml:space="preserve"> عُرْ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انٌ،</w:t>
      </w:r>
      <w:r w:rsidRPr="00640F1F">
        <w:rPr>
          <w:rStyle w:val="libArabicChar"/>
          <w:rtl/>
        </w:rPr>
        <w:t xml:space="preserve"> وَلِباسُ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الْحَی</w:t>
      </w:r>
      <w:r w:rsidRPr="00640F1F">
        <w:rPr>
          <w:rStyle w:val="libArabicChar"/>
          <w:rFonts w:hint="eastAsia"/>
          <w:rtl/>
        </w:rPr>
        <w:t>اءُ،</w:t>
      </w:r>
      <w:r w:rsidRPr="00640F1F">
        <w:rPr>
          <w:rStyle w:val="libArabicChar"/>
          <w:rtl/>
        </w:rPr>
        <w:t xml:space="preserve"> وَ زِ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نَتُ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</w:t>
      </w:r>
      <w:r w:rsidRPr="00640F1F">
        <w:rPr>
          <w:rStyle w:val="libArabicChar"/>
          <w:rtl/>
        </w:rPr>
        <w:t xml:space="preserve"> الْعِفافُ، وَمُرُوَّتُ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الْعَمَلُ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الصّالِحُ،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وَعِمادُ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الْوَرَعُ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(241)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ساتھ خدا سے ملاقات کرے گا وہ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لوگوں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گا، جو شخص اپنے اوپر واجب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پر عمل کرے گا، وہ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لوگوں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گا، اور جو شخص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حرام کردہ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کرے گا وہ بندوںم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پارسا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شخص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گا، اور جو شخص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کردہ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قناعت کرے گا، وہ سب سے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شخص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گا، اس کے بعد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 جس شخص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اس کا عمل تمام ن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انسان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نہ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جس کو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رکاوٹ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لگاسکے،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اخلاق نہ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جس سے لوگوں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سلوک کرسکے،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حلم اور حوصلہ نہ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جس سے جاھل کے جھل کو خود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پلٹادے،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 اسلام برہنہ اور 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کا لباس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عفت و پاکدامن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شجاعت عمل صالح اور اس کے ستون ورع اورتقويٰ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>۔حضر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امام باقر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40F1F">
        <w:rPr>
          <w:rStyle w:val="libArabicChar"/>
          <w:rFonts w:hint="eastAsia"/>
          <w:rtl/>
        </w:rPr>
        <w:t>اِنَّ</w:t>
      </w:r>
      <w:r w:rsidRPr="00640F1F">
        <w:rPr>
          <w:rStyle w:val="libArabicChar"/>
          <w:rtl/>
        </w:rPr>
        <w:t xml:space="preserve"> اَفْضَلَ الْعِبَادَةِ عِفَّةُ الْبَطْنِ وَالْفَرْجِ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(242)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”بے</w:t>
      </w:r>
      <w:r>
        <w:rPr>
          <w:rtl/>
          <w:lang w:bidi="ur-PK"/>
        </w:rPr>
        <w:t xml:space="preserve"> شک شکم و شھوت کو (حرام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>) سے محفوظ رکھنا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عبادت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40F1F">
        <w:rPr>
          <w:rStyle w:val="libArabicChar"/>
          <w:rFonts w:hint="eastAsia"/>
          <w:rtl/>
        </w:rPr>
        <w:t>اِنَّمَا</w:t>
      </w:r>
      <w:r w:rsidRPr="00640F1F">
        <w:rPr>
          <w:rStyle w:val="libArabicChar"/>
          <w:rtl/>
        </w:rPr>
        <w:t xml:space="preserve"> شِ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عَةُ</w:t>
      </w:r>
      <w:r w:rsidRPr="00640F1F">
        <w:rPr>
          <w:rStyle w:val="libArabicChar"/>
          <w:rtl/>
        </w:rPr>
        <w:t xml:space="preserve"> جَعْفَرٍ مَنْ عَفَّ بَطْنُ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فَرْجُ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وَاشْتَدَّ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جِ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ادُ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وَعَمِلَ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لِخالِقِ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ِ،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وَرَجا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ثَوابَ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وَخَافَ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عِقابَ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ُ،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فَاِذا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رَ</w:t>
      </w:r>
      <w:r w:rsidR="00BA0B7F">
        <w:rPr>
          <w:rStyle w:val="libArabicChar"/>
          <w:rFonts w:hint="cs"/>
          <w:rtl/>
        </w:rPr>
        <w:t>ا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تَ</w:t>
      </w:r>
      <w:r w:rsidRPr="00640F1F">
        <w:rPr>
          <w:rStyle w:val="libArabicChar"/>
          <w:rtl/>
        </w:rPr>
        <w:t xml:space="preserve"> </w:t>
      </w:r>
      <w:r w:rsidR="00BA0B7F">
        <w:rPr>
          <w:rStyle w:val="libArabicChar"/>
          <w:rtl/>
        </w:rPr>
        <w:t>ا</w:t>
      </w:r>
      <w:r w:rsidRPr="00640F1F">
        <w:rPr>
          <w:rStyle w:val="libArabicChar"/>
          <w:rFonts w:hint="eastAsia"/>
          <w:rtl/>
        </w:rPr>
        <w:t>ولٰئِكَ،</w:t>
      </w:r>
      <w:r w:rsidRPr="00640F1F">
        <w:rPr>
          <w:rStyle w:val="libArabicChar"/>
          <w:rtl/>
        </w:rPr>
        <w:t xml:space="preserve"> فَ</w:t>
      </w:r>
      <w:r w:rsidR="00BA0B7F">
        <w:rPr>
          <w:rStyle w:val="libArabicChar"/>
          <w:rtl/>
        </w:rPr>
        <w:t>ا</w:t>
      </w:r>
      <w:r w:rsidRPr="00640F1F">
        <w:rPr>
          <w:rStyle w:val="libArabicChar"/>
          <w:rFonts w:hint="eastAsia"/>
          <w:rtl/>
        </w:rPr>
        <w:t>ولٰئِكَ</w:t>
      </w:r>
      <w:r w:rsidRPr="00640F1F">
        <w:rPr>
          <w:rStyle w:val="libArabicChar"/>
          <w:rtl/>
        </w:rPr>
        <w:t xml:space="preserve"> شِ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عَةُ</w:t>
      </w:r>
      <w:r w:rsidRPr="00640F1F">
        <w:rPr>
          <w:rStyle w:val="libArabicChar"/>
          <w:rtl/>
        </w:rPr>
        <w:t xml:space="preserve"> جَعْفَرٍ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(243)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”بے</w:t>
      </w:r>
      <w:r>
        <w:rPr>
          <w:rtl/>
          <w:lang w:bidi="ur-PK"/>
        </w:rPr>
        <w:t xml:space="preserve"> شک جعفر صادق کا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وہ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شکم اور شھوت کو حرام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زوںسے</w:t>
      </w:r>
      <w:r>
        <w:rPr>
          <w:rtl/>
          <w:lang w:bidi="ur-PK"/>
        </w:rPr>
        <w:t xml:space="preserve"> محفوظ رکھے،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کوشش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صرف خدا کے لئے اعمال انجام دے، اس کے اجر و ثواب کا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دوار</w:t>
      </w:r>
      <w:r>
        <w:rPr>
          <w:rtl/>
          <w:lang w:bidi="ur-PK"/>
        </w:rPr>
        <w:t xml:space="preserve"> اور اس کے عذاب سے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خوف</w:t>
      </w:r>
      <w:r>
        <w:rPr>
          <w:rtl/>
          <w:lang w:bidi="ur-PK"/>
        </w:rPr>
        <w:t xml:space="preserve"> زدہ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>،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لوگوں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تو کھو وہ جعفرصادق کے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40F1F">
        <w:rPr>
          <w:rStyle w:val="libArabicChar"/>
          <w:rFonts w:hint="eastAsia"/>
          <w:rtl/>
        </w:rPr>
        <w:t>لاَ</w:t>
      </w:r>
      <w:r w:rsidRPr="00640F1F">
        <w:rPr>
          <w:rStyle w:val="libArabicChar"/>
          <w:rtl/>
        </w:rPr>
        <w:t xml:space="preserve"> تَزالُ اُمَّتِ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tl/>
        </w:rPr>
        <w:t xml:space="preserve"> بِخَ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رٍ</w:t>
      </w:r>
      <w:r w:rsidRPr="00640F1F">
        <w:rPr>
          <w:rStyle w:val="libArabicChar"/>
          <w:rtl/>
        </w:rPr>
        <w:t xml:space="preserve"> ما تَحابُّوا وَ تَ</w:t>
      </w:r>
      <w:r w:rsidR="00705CD5" w:rsidRPr="00163EB1">
        <w:rPr>
          <w:rStyle w:val="libArabicChar"/>
          <w:rFonts w:hint="cs"/>
          <w:rtl/>
        </w:rPr>
        <w:t>ه</w:t>
      </w:r>
      <w:r w:rsidRPr="00640F1F">
        <w:rPr>
          <w:rStyle w:val="libArabicChar"/>
          <w:rFonts w:hint="cs"/>
          <w:rtl/>
        </w:rPr>
        <w:t>ادَوْا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وَاَدُّواالاَمانَةَ،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وَاجْتَنبُوا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الحَرامَ،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وَ</w:t>
      </w:r>
      <w:r w:rsidRPr="00640F1F">
        <w:rPr>
          <w:rStyle w:val="libArabicChar"/>
          <w:rtl/>
        </w:rPr>
        <w:t xml:space="preserve"> </w:t>
      </w:r>
      <w:r w:rsidRPr="00640F1F">
        <w:rPr>
          <w:rStyle w:val="libArabicChar"/>
          <w:rFonts w:hint="cs"/>
          <w:rtl/>
        </w:rPr>
        <w:t>قَرَوُالضَّی</w:t>
      </w:r>
      <w:r w:rsidRPr="00640F1F">
        <w:rPr>
          <w:rStyle w:val="libArabicChar"/>
          <w:rFonts w:hint="eastAsia"/>
          <w:rtl/>
        </w:rPr>
        <w:t>فَ،</w:t>
      </w:r>
      <w:r w:rsidRPr="00640F1F">
        <w:rPr>
          <w:rStyle w:val="libArabicChar"/>
          <w:rtl/>
        </w:rPr>
        <w:t xml:space="preserve"> وَاَقامُوا الصَّلاةَ، وَآتُواالزَّکاةَ، فَاِذَا لَمْ 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فْعَلُواذٰلِكَ</w:t>
      </w:r>
      <w:r w:rsidRPr="00640F1F">
        <w:rPr>
          <w:rStyle w:val="libArabicChar"/>
          <w:rtl/>
        </w:rPr>
        <w:t xml:space="preserve"> ابْتُلُوبِالْقَحْطِ وَالسِّن</w:t>
      </w:r>
      <w:r w:rsidRPr="00640F1F">
        <w:rPr>
          <w:rStyle w:val="libArabicChar"/>
          <w:rFonts w:hint="cs"/>
          <w:rtl/>
        </w:rPr>
        <w:t>ی</w:t>
      </w:r>
      <w:r w:rsidRPr="00640F1F">
        <w:rPr>
          <w:rStyle w:val="libArabicChar"/>
          <w:rFonts w:hint="eastAsia"/>
          <w:rtl/>
        </w:rPr>
        <w:t>نَ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(244)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”جب</w:t>
      </w:r>
      <w:r>
        <w:rPr>
          <w:rtl/>
          <w:lang w:bidi="ur-PK"/>
        </w:rPr>
        <w:t xml:space="preserve"> تک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اعمال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گے اس وقت تک ان پرکوئ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نازل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سے محبت کرنا،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کو ہد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اور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امانت ادا کرنا، حرام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کرنا، مھمان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مھمان نواز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کرنا، نماز قائم کرنا، زکوٰة ادا کرنا،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 قحط اور خشک سال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قارئ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کرام! گزشتہ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مطالعہ کے بعد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نکلتا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اصلاح کا راستہ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ھر شخص کے لئے کھلا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نوران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راستہ پر چلنا ھر شخص کے لئے ممکن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انسان اپنے عمل، اعتقاد اور اخلاق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مجبور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انسان اپنے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سے پاک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مصمم ارادہ ک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مذکورہ بالا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شدہ خوب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ان تمام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صفات کو چھوڑتے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ان تمام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وںسے</w:t>
      </w:r>
      <w:r>
        <w:rPr>
          <w:rtl/>
          <w:lang w:bidi="ur-PK"/>
        </w:rPr>
        <w:t xml:space="preserve"> آراستہ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اپنے ھاتھوں سے البتہ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نصرت و مدد کے ساتھ ساتھ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برے اعمال کو ظاھر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جوشخص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کا راستہ اپناتا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خداوندعالم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مدد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جب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آجات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731E65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پھر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گزشتہ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بخش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>
        <w:rPr>
          <w:rtl/>
          <w:lang w:bidi="ur-PK"/>
        </w:rPr>
        <w:t>ا</w:t>
      </w:r>
      <w:r w:rsidR="00476253" w:rsidRPr="00731E65">
        <w:rPr>
          <w:rStyle w:val="libAieChar"/>
          <w:rtl/>
        </w:rPr>
        <w:t>ِٕلاَّ مَنْ تَابَ وَآمَنَ وَعَمِلَ عَمَلًا صَالِحًا فَ</w:t>
      </w:r>
      <w:r w:rsidR="00BA0B7F">
        <w:rPr>
          <w:rStyle w:val="libAieChar"/>
          <w:rtl/>
        </w:rPr>
        <w:t>ا</w:t>
      </w:r>
      <w:r w:rsidR="00476253" w:rsidRPr="00731E65">
        <w:rPr>
          <w:rStyle w:val="libAieChar"/>
          <w:rFonts w:hint="eastAsia"/>
          <w:rtl/>
        </w:rPr>
        <w:t>وْلَئِكَ</w:t>
      </w:r>
      <w:r w:rsidR="00476253" w:rsidRPr="00731E65">
        <w:rPr>
          <w:rStyle w:val="libAieChar"/>
          <w:rtl/>
        </w:rPr>
        <w:t xml:space="preserve"> </w:t>
      </w:r>
      <w:r w:rsidR="00476253" w:rsidRPr="00731E65">
        <w:rPr>
          <w:rStyle w:val="libAieChar"/>
          <w:rFonts w:hint="cs"/>
          <w:rtl/>
        </w:rPr>
        <w:t>ی</w:t>
      </w:r>
      <w:r w:rsidR="00476253" w:rsidRPr="00731E65">
        <w:rPr>
          <w:rStyle w:val="libAieChar"/>
          <w:rFonts w:hint="eastAsia"/>
          <w:rtl/>
        </w:rPr>
        <w:t>بَدِّلُ</w:t>
      </w:r>
      <w:r w:rsidR="00476253" w:rsidRPr="00731E65">
        <w:rPr>
          <w:rStyle w:val="libAieChar"/>
          <w:rtl/>
        </w:rPr>
        <w:t xml:space="preserve"> اللهُ سَ</w:t>
      </w:r>
      <w:r w:rsidR="00476253" w:rsidRPr="00731E65">
        <w:rPr>
          <w:rStyle w:val="libAieChar"/>
          <w:rFonts w:hint="cs"/>
          <w:rtl/>
        </w:rPr>
        <w:t>ی</w:t>
      </w:r>
      <w:r w:rsidR="00476253" w:rsidRPr="00731E65">
        <w:rPr>
          <w:rStyle w:val="libAieChar"/>
          <w:rFonts w:hint="eastAsia"/>
          <w:rtl/>
        </w:rPr>
        <w:t>ئَاتِ</w:t>
      </w:r>
      <w:r w:rsidR="00705CD5" w:rsidRPr="00705CD5">
        <w:rPr>
          <w:rStyle w:val="libAieChar"/>
          <w:rFonts w:hint="cs"/>
          <w:rtl/>
        </w:rPr>
        <w:t>ه</w:t>
      </w:r>
      <w:r w:rsidR="00476253" w:rsidRPr="00731E65">
        <w:rPr>
          <w:rStyle w:val="libAieChar"/>
          <w:rFonts w:hint="cs"/>
          <w:rtl/>
        </w:rPr>
        <w:t>م</w:t>
      </w:r>
      <w:r w:rsidR="00476253" w:rsidRPr="00731E65">
        <w:rPr>
          <w:rStyle w:val="libAieChar"/>
          <w:rtl/>
        </w:rPr>
        <w:t xml:space="preserve"> حَسَنَاتٍ وَكَانَ اللهُ غَفُورًا رَحِ</w:t>
      </w:r>
      <w:r w:rsidR="00476253" w:rsidRPr="00731E65">
        <w:rPr>
          <w:rStyle w:val="libAieChar"/>
          <w:rFonts w:hint="cs"/>
          <w:rtl/>
        </w:rPr>
        <w:t>ی</w:t>
      </w:r>
      <w:r w:rsidR="00476253" w:rsidRPr="00731E65">
        <w:rPr>
          <w:rStyle w:val="libAieChar"/>
          <w:rFonts w:hint="eastAsia"/>
          <w:rtl/>
        </w:rPr>
        <w:t>مًا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(245)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”علاوہ</w:t>
      </w:r>
      <w:r w:rsidR="00476253">
        <w:rPr>
          <w:rtl/>
          <w:lang w:bidi="ur-PK"/>
        </w:rPr>
        <w:t xml:space="preserve"> اس شخص کے جو توبہ کر لے اور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لائے اور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عمل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کرے تو پروردگار اس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برائ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</w:t>
      </w:r>
      <w:r w:rsidR="00476253">
        <w:rPr>
          <w:rtl/>
          <w:lang w:bidi="ur-PK"/>
        </w:rPr>
        <w:t xml:space="preserve"> کو اچھائ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</w:t>
      </w:r>
      <w:r w:rsidR="00476253">
        <w:rPr>
          <w:rtl/>
          <w:lang w:bidi="ur-PK"/>
        </w:rPr>
        <w:t xml:space="preserve"> سے تبد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ل</w:t>
      </w:r>
      <w:r w:rsidR="00476253">
        <w:rPr>
          <w:rtl/>
          <w:lang w:bidi="ur-PK"/>
        </w:rPr>
        <w:t xml:space="preserve"> کردے گا اور خدا بھت ز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ادہ</w:t>
      </w:r>
      <w:r w:rsidR="00476253">
        <w:rPr>
          <w:rtl/>
          <w:lang w:bidi="ur-PK"/>
        </w:rPr>
        <w:t xml:space="preserve"> بخشنے والا اور مھربان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>
        <w:rPr>
          <w:rtl/>
          <w:lang w:bidi="ur-PK"/>
        </w:rPr>
        <w:t>ا</w:t>
      </w:r>
      <w:r w:rsidR="00476253" w:rsidRPr="00731E65">
        <w:rPr>
          <w:rStyle w:val="libAieChar"/>
          <w:rtl/>
        </w:rPr>
        <w:t>ِٕلاَّ مَنْ ظَلَمَ ثُمَّ بَدَّلَ حُسْنًا بَعْدَ سُوءٍ فَإِنِّ</w:t>
      </w:r>
      <w:r w:rsidR="00476253" w:rsidRPr="00731E65">
        <w:rPr>
          <w:rStyle w:val="libAieChar"/>
          <w:rFonts w:hint="cs"/>
          <w:rtl/>
        </w:rPr>
        <w:t>ی</w:t>
      </w:r>
      <w:r w:rsidR="00476253" w:rsidRPr="00731E65">
        <w:rPr>
          <w:rStyle w:val="libAieChar"/>
          <w:rtl/>
        </w:rPr>
        <w:t xml:space="preserve"> غَفُورٌ رَحِ</w:t>
      </w:r>
      <w:r w:rsidR="00476253" w:rsidRPr="00731E65">
        <w:rPr>
          <w:rStyle w:val="libAieChar"/>
          <w:rFonts w:hint="cs"/>
          <w:rtl/>
        </w:rPr>
        <w:t>ی</w:t>
      </w:r>
      <w:r w:rsidR="00476253" w:rsidRPr="00731E65">
        <w:rPr>
          <w:rStyle w:val="libAieChar"/>
          <w:rFonts w:hint="eastAsia"/>
          <w:rtl/>
        </w:rPr>
        <w:t>مٌ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(246)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”ھاں</w:t>
      </w:r>
      <w:r w:rsidR="00476253">
        <w:rPr>
          <w:rtl/>
          <w:lang w:bidi="ur-PK"/>
        </w:rPr>
        <w:t xml:space="preserve"> کوئ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شخص گناہ کر نے کے بعد توبہ کر لے اور اپن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برائ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کو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سے بد ل دے، تو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بخشنے والا مھربان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ں“۔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D2320A">
      <w:pPr>
        <w:pStyle w:val="Heading2Center"/>
        <w:rPr>
          <w:rtl/>
          <w:lang w:bidi="ur-PK"/>
        </w:rPr>
      </w:pPr>
      <w:bookmarkStart w:id="89" w:name="_Toc520984026"/>
      <w:r>
        <w:rPr>
          <w:rFonts w:hint="eastAsia"/>
          <w:rtl/>
          <w:lang w:bidi="ur-PK"/>
        </w:rPr>
        <w:t>اصلاح</w:t>
      </w:r>
      <w:r>
        <w:rPr>
          <w:rtl/>
          <w:lang w:bidi="ur-PK"/>
        </w:rPr>
        <w:t xml:space="preserve"> نفس سے متعلق مسائل کے عناو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bookmarkEnd w:id="89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تمام</w:t>
      </w:r>
      <w:r>
        <w:rPr>
          <w:rtl/>
          <w:lang w:bidi="ur-PK"/>
        </w:rPr>
        <w:t xml:space="preserve">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رکھنا، رغبت، خوف، خواہش،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غم کے وقت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تمام</w:t>
      </w:r>
      <w:r>
        <w:rPr>
          <w:rtl/>
          <w:lang w:bidi="ur-PK"/>
        </w:rPr>
        <w:t xml:space="preserve"> امور اور انجام کار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غور و فکر کرنا، عبادت کے لئے شب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تقويٰ و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کرنا، ظلم و ستم کرنے والے سے چشم پوش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کرنا، جس نے قطع تعلق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اس سے صلہ رحم کرنا، جس نے احسان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 xml:space="preserve">اس کے ساتھ احسان کرنا، گناھوں کو ترک کرنے کے </w:t>
      </w:r>
      <w:r>
        <w:rPr>
          <w:rFonts w:hint="eastAsia"/>
          <w:rtl/>
          <w:lang w:bidi="ur-PK"/>
        </w:rPr>
        <w:t>ساتھ</w:t>
      </w:r>
      <w:r>
        <w:rPr>
          <w:rtl/>
          <w:lang w:bidi="ur-PK"/>
        </w:rPr>
        <w:t xml:space="preserve"> ساتھ خوف خدا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ظاھر و باطن پر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پر توجہ رکھنا، </w:t>
      </w:r>
      <w:r w:rsidR="0005211C">
        <w:rPr>
          <w:rtl/>
          <w:lang w:bidi="ur-PK"/>
        </w:rPr>
        <w:t>(</w:t>
      </w:r>
      <w:r>
        <w:rPr>
          <w:rtl/>
          <w:lang w:bidi="ur-PK"/>
        </w:rPr>
        <w:t xml:space="preserve">کس طرح خدا انسان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فرماتا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) عفت اورپاکدامن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عبادت خدا اور خدمت خلق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کوشش کرنا، صداقت، ادائے امانت اور خوش عادت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پڑوس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رکھنا، خوب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آراستہ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طولان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رکوع اور سجدہ کرنا، حلال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قناعت کرنا،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رفتار و گفتار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نرم 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کرنا، حلم و حوصلہ،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 عفت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صالح عمل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شکم اور شھوت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باعفت رہنا، رضائے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عمل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ذات</w:t>
      </w:r>
      <w:r>
        <w:rPr>
          <w:rtl/>
          <w:lang w:bidi="ur-PK"/>
        </w:rPr>
        <w:t xml:space="preserve"> خدا سے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درکھنا،</w:t>
      </w:r>
      <w:r>
        <w:rPr>
          <w:rtl/>
          <w:lang w:bidi="ur-PK"/>
        </w:rPr>
        <w:t xml:space="preserve"> عذاب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خوف زدہ رہنا،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سے محبت کرنا،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کرنا،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دور رہنا، مھمان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کرنا، نماز قائم کرنا اور زکوٰة کا ادا کرنا۔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البتہ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عناو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گزشتہ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نے والے اصلاح کے راستہ سے متعلق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فھرست ھم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اگر ھم اپن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اھل خانہ اور معاشرہ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سے عناو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جمع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واقعاً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ضخ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کتاب بن 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انسان اپنے ارادہ و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سے خود کو ان تمام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آراستہ کرلے اور برے صفات خصوصاً مال حرام، مقام حرام اور شھوت حرام سے محفوظ کرلے تواس کو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فائدہ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فائدہ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گا۔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</w:t>
      </w:r>
      <w:r>
        <w:rPr>
          <w:rtl/>
          <w:lang w:bidi="ur-PK"/>
        </w:rPr>
        <w:t xml:space="preserve"> افراد کو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بعض پھلوؤں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فائدوں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تو ممکن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سعادت حاصل کرنے والوں کے لئے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سبب بن جائے۔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D2320A">
      <w:pPr>
        <w:pStyle w:val="Heading2Center"/>
        <w:rPr>
          <w:rtl/>
          <w:lang w:bidi="ur-PK"/>
        </w:rPr>
      </w:pPr>
      <w:bookmarkStart w:id="90" w:name="_Toc520984027"/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خواب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bookmarkEnd w:id="90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نام محمد بن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بصر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وہ خواب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طاقت کا مالک تھا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خواب کا سر چشمہ ذوق سالم اور بلند فکر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خواب</w:t>
      </w:r>
      <w:r>
        <w:rPr>
          <w:rtl/>
          <w:lang w:bidi="ur-PK"/>
        </w:rPr>
        <w:t xml:space="preserve"> کو انسان سے مطابقت کرتا تھا، اور خواب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سے الھام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 تھا۔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اس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اس سے معلوم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خواب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اذان کہنے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تو اس نے کھا: حج سے مشرف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دوسرے شخص نے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پوچھ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کھا: چور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اس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خواب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 مختلف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اس ن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پھلے شخص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تو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صالح شخص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اتو</w:t>
      </w:r>
      <w:r>
        <w:rPr>
          <w:rtl/>
          <w:lang w:bidi="ur-PK"/>
        </w:rPr>
        <w:t xml:space="preserve"> اس کے خواب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کو 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حاصل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  <w:r w:rsidR="0005211C">
        <w:rPr>
          <w:rStyle w:val="libAlaemChar"/>
          <w:rtl/>
        </w:rPr>
        <w:t>(</w:t>
      </w:r>
      <w:r w:rsidRPr="00731E65">
        <w:rPr>
          <w:rStyle w:val="libAieChar"/>
          <w:rtl/>
        </w:rPr>
        <w:t>وَ</w:t>
      </w:r>
      <w:r w:rsidR="00BA0B7F">
        <w:rPr>
          <w:rStyle w:val="libAieChar"/>
          <w:rtl/>
        </w:rPr>
        <w:t>ا</w:t>
      </w:r>
      <w:r w:rsidRPr="00731E65">
        <w:rPr>
          <w:rStyle w:val="libAieChar"/>
          <w:rFonts w:hint="eastAsia"/>
          <w:rtl/>
        </w:rPr>
        <w:t>ذِّنْ</w:t>
      </w:r>
      <w:r w:rsidRPr="00731E65">
        <w:rPr>
          <w:rStyle w:val="libAieChar"/>
          <w:rtl/>
        </w:rPr>
        <w:t xml:space="preserve"> فِ</w:t>
      </w:r>
      <w:r w:rsidRPr="00731E65">
        <w:rPr>
          <w:rStyle w:val="libAieChar"/>
          <w:rFonts w:hint="cs"/>
          <w:rtl/>
        </w:rPr>
        <w:t>ی</w:t>
      </w:r>
      <w:r w:rsidRPr="00731E65">
        <w:rPr>
          <w:rStyle w:val="libAieChar"/>
          <w:rtl/>
        </w:rPr>
        <w:t xml:space="preserve"> النَّاسِ بِالْحَج</w:t>
      </w:r>
      <w:r w:rsidR="006F6A7F" w:rsidRPr="006F6A7F">
        <w:rPr>
          <w:rStyle w:val="libAlaemChar"/>
          <w:rtl/>
        </w:rPr>
        <w:t>)</w:t>
      </w:r>
      <w:r>
        <w:rPr>
          <w:rtl/>
          <w:lang w:bidi="ur-PK"/>
        </w:rPr>
        <w:t>۔247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دوسرے شخص کا چھرہ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تھا لہٰذا اس کے خواب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الھام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  <w:r w:rsidR="0005211C">
        <w:rPr>
          <w:rStyle w:val="libAlaemChar"/>
          <w:rtl/>
        </w:rPr>
        <w:t>(</w:t>
      </w:r>
      <w:r w:rsidR="00BA0B7F">
        <w:rPr>
          <w:rStyle w:val="libAieChar"/>
          <w:rtl/>
        </w:rPr>
        <w:t>ا</w:t>
      </w:r>
      <w:r w:rsidRPr="00731E65">
        <w:rPr>
          <w:rStyle w:val="libAieChar"/>
          <w:rFonts w:hint="eastAsia"/>
          <w:rtl/>
        </w:rPr>
        <w:t>ذَّنَ</w:t>
      </w:r>
      <w:r w:rsidRPr="00731E65">
        <w:rPr>
          <w:rStyle w:val="libAieChar"/>
          <w:rtl/>
        </w:rPr>
        <w:t xml:space="preserve"> مُؤَذِّنٌ </w:t>
      </w:r>
      <w:r w:rsidR="00BA0B7F">
        <w:rPr>
          <w:rStyle w:val="libAieChar"/>
          <w:rtl/>
        </w:rPr>
        <w:t>ا</w:t>
      </w:r>
      <w:r w:rsidRPr="00731E65">
        <w:rPr>
          <w:rStyle w:val="libAieChar"/>
          <w:rFonts w:hint="cs"/>
          <w:rtl/>
        </w:rPr>
        <w:t>ی</w:t>
      </w:r>
      <w:r w:rsidRPr="00731E65">
        <w:rPr>
          <w:rStyle w:val="libAieChar"/>
          <w:rFonts w:hint="eastAsia"/>
          <w:rtl/>
        </w:rPr>
        <w:t>تُ</w:t>
      </w:r>
      <w:r w:rsidR="00705CD5" w:rsidRPr="00705CD5">
        <w:rPr>
          <w:rStyle w:val="libAieChar"/>
          <w:rFonts w:hint="cs"/>
          <w:rtl/>
        </w:rPr>
        <w:t>ه</w:t>
      </w:r>
      <w:r w:rsidRPr="00731E65">
        <w:rPr>
          <w:rStyle w:val="libAieChar"/>
          <w:rFonts w:hint="cs"/>
          <w:rtl/>
        </w:rPr>
        <w:t>ا</w:t>
      </w:r>
      <w:r w:rsidRPr="00731E65">
        <w:rPr>
          <w:rStyle w:val="libAieChar"/>
          <w:rtl/>
        </w:rPr>
        <w:t xml:space="preserve"> الْعِ</w:t>
      </w:r>
      <w:r w:rsidRPr="00731E65">
        <w:rPr>
          <w:rStyle w:val="libAieChar"/>
          <w:rFonts w:hint="cs"/>
          <w:rtl/>
        </w:rPr>
        <w:t>ی</w:t>
      </w:r>
      <w:r w:rsidRPr="00731E65">
        <w:rPr>
          <w:rStyle w:val="libAieChar"/>
          <w:rFonts w:hint="eastAsia"/>
          <w:rtl/>
        </w:rPr>
        <w:t>رُ</w:t>
      </w:r>
      <w:r w:rsidRPr="00731E65">
        <w:rPr>
          <w:rStyle w:val="libAieChar"/>
          <w:rtl/>
        </w:rPr>
        <w:t xml:space="preserve"> إِنَّكُمْ لَسَارِقُونَ</w:t>
      </w:r>
      <w:r w:rsidR="006F6A7F" w:rsidRPr="006F6A7F">
        <w:rPr>
          <w:rStyle w:val="libAlaemChar"/>
          <w:rtl/>
        </w:rPr>
        <w:t>)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(248)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:بازار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کپڑے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دکان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خوبصورت عورت کپڑا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کے لئے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دکان پر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جبکہ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جانتا تھا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عاشق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تھوڑا کپڑا مجھ سے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گٹھر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اچانک کہنے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: اے </w:t>
      </w:r>
      <w:r>
        <w:rPr>
          <w:rFonts w:hint="eastAsia"/>
          <w:rtl/>
          <w:lang w:bidi="ur-PK"/>
        </w:rPr>
        <w:t>کپڑا</w:t>
      </w:r>
      <w:r>
        <w:rPr>
          <w:rtl/>
          <w:lang w:bidi="ur-PK"/>
        </w:rPr>
        <w:t xml:space="preserve"> فروش!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گھر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لانا بھول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گٹھر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لے کر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گھر تک چلو وھاں پر اپنے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>! مجھے مجبوراً اس کے گھر تک جانا پڑا،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چوکھٹ پر مجھے بلا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اندر قدم رکھا اس نے فوراً دروازہ بند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نے اپنے کپڑے اتار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نکے</w:t>
      </w:r>
      <w:r>
        <w:rPr>
          <w:rtl/>
          <w:lang w:bidi="ur-PK"/>
        </w:rPr>
        <w:t xml:space="preserve"> اور اپنے جمال و خوبصورت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ظاھر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 رکھا: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مدت 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جمال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عاشق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اپنے وصال کے لئے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راستہ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اس وقت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پر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لہٰذا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آرزو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کردے ورنہ تجھے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کردوں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سے کھا: خدا سے ڈر، اور زنا سے دامن آلودہ نہ کر، زنا گناہ 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جو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جانے کا سبب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وعظ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اثر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اس موقع 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الخلا جانے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مانگ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نے سوچا واقعاً قضائے حاجت کے لئے جارھا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لہٰذا اس نے چھوڑد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الخلاء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اپنے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اور آخرت اور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محفوظ کرنے کے لئے نجاست کو اپنے پورے بدن پر مل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اس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الخلاء سے نکلا، فوراً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اس نے گھر کا دروازہ کھولا اور مجھے باھر نکال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جگہ 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نھا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دھلا،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اپنے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خاطر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لئے بدبو دار نجاست کو اپنے بدن پر ملا، اس کے بدلے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خداوندعالم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بُو کو عطر کے مانند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مجھے تعب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خواب کا علم مرحمت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(249)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D2320A">
      <w:pPr>
        <w:pStyle w:val="Heading2Center"/>
        <w:rPr>
          <w:rtl/>
          <w:lang w:bidi="ur-PK"/>
        </w:rPr>
      </w:pPr>
      <w:bookmarkStart w:id="91" w:name="_Toc520984028"/>
      <w:r>
        <w:rPr>
          <w:rFonts w:hint="eastAsia"/>
          <w:rtl/>
          <w:lang w:bidi="ur-PK"/>
        </w:rPr>
        <w:t>خداداد</w:t>
      </w:r>
      <w:r>
        <w:rPr>
          <w:rtl/>
          <w:lang w:bidi="ur-PK"/>
        </w:rPr>
        <w:t xml:space="preserve"> بے شمار دولت اور علم</w:t>
      </w:r>
      <w:bookmarkEnd w:id="91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اصول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علم و عمل اور عبادت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مشھور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حجة الاسلام شفت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نام سے مشھور،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ابتدائے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دوران نجف اشرف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تھے،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غربت اور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اکثر اوقات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وقت کے کھانے کے لالے پڑجاتے تھے، نجف ا</w:t>
      </w:r>
      <w:r>
        <w:rPr>
          <w:rFonts w:hint="eastAsia"/>
          <w:rtl/>
          <w:lang w:bidi="ur-PK"/>
        </w:rPr>
        <w:t>شرف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رہنا ان کے لئے مشکل تھا،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تمام تر مشکلات کے باوجود تحص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علم کے لئے حوزہ اصفھان گئے جو اس موقع پر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عوں</w:t>
      </w:r>
      <w:r>
        <w:rPr>
          <w:rtl/>
          <w:lang w:bidi="ur-PK"/>
        </w:rPr>
        <w:t xml:space="preserve"> کاا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پُر رونق حوزہ تھا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وھاں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اور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روزان کے لئے ان کے لئے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سے کچھ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اھل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کے کھانے کے انتظام کے لئے بازار گئے، انھوں نے سوچا کہ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اھل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بھوک مٹانے کے لئے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غذا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قصائ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دکان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جگر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اور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روانہ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گئے۔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راستہ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ٹوٹے پھوٹے مکان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گزر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اور کمزور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پڑ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کے چند پلّے اس کے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چپکے</w:t>
      </w:r>
      <w:r w:rsidR="006E184C">
        <w:rPr>
          <w:rtl/>
          <w:lang w:bidi="ur-PK"/>
        </w:rPr>
        <w:t xml:space="preserve"> ہوئے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دودھ مانگ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بھوک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کمزور کت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پستان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دودھ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کراور اس کے بچوں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سن کر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کھڑے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گئے، جبکہ خود موصوف اور ان کے اھل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غذا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انھوں نے خواہش نفس 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تمام جگر اس کو کھلاد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دم 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اپنا سر آسمان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بلند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زبان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اس محسن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ثار</w:t>
      </w:r>
      <w:r>
        <w:rPr>
          <w:rtl/>
          <w:lang w:bidi="ur-PK"/>
        </w:rPr>
        <w:t xml:space="preserve"> گر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کررھ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اس کت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کے بچوں پر رحم کئے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وقت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گزرا تھا کہ ”شفت“ کے علاقہ سے بھت سا 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کھا: وھاں کے رہنے والے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صاحب کو کاروبار کرنے کے لئے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سے کھا: اس کا فائدہ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شفت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مرنے کے بعد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سارا مال اور اس کے تمام منافع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پاس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ئے</w:t>
      </w:r>
      <w:r>
        <w:rPr>
          <w:rtl/>
          <w:lang w:bidi="ur-PK"/>
        </w:rPr>
        <w:t xml:space="preserve"> جائےں،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مال کا منافع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ذات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اخراجات کے لئے اور اصل مال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مطابق خرچ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اپنے سے متعلق مال کو تجارت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لگاد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کے فائدے سے کچھ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باغات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دے،</w:t>
      </w:r>
      <w:r>
        <w:rPr>
          <w:rtl/>
          <w:lang w:bidi="ur-PK"/>
        </w:rPr>
        <w:t xml:space="preserve"> موصوف اس کے منافع سے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امداد اور طلباء کو شھر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کرتے تھے،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کو دور فرماتے تھے،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مسجد بنائ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آج کل اصفھان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آباد ا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نام سے مشھور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موصوف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مسجد کے کنارے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پُر رونق مقبرہ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D2320A">
      <w:pPr>
        <w:pStyle w:val="Heading2Center"/>
        <w:rPr>
          <w:rtl/>
          <w:lang w:bidi="ur-PK"/>
        </w:rPr>
      </w:pPr>
      <w:bookmarkStart w:id="92" w:name="_Toc520984029"/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</w:t>
      </w:r>
      <w:r>
        <w:rPr>
          <w:rtl/>
          <w:lang w:bidi="ur-PK"/>
        </w:rPr>
        <w:t xml:space="preserve">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جوان</w:t>
      </w:r>
      <w:bookmarkEnd w:id="92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انصار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دنوں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کے ساتھ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درخت کے سا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تھا،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جس نے اپنا کرتہ اتار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گرم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لوٹنا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کے بل اور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کے بل اور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اپنا </w:t>
      </w:r>
      <w:r>
        <w:rPr>
          <w:rFonts w:hint="eastAsia"/>
          <w:rtl/>
          <w:lang w:bidi="ur-PK"/>
        </w:rPr>
        <w:t>چھرہ</w:t>
      </w:r>
      <w:r>
        <w:rPr>
          <w:rtl/>
          <w:lang w:bidi="ur-PK"/>
        </w:rPr>
        <w:t xml:space="preserve"> گرم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رکھتا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اے نفس! اس گرم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مزہ چکھ،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خداوندعالم کا عذاب تو اس سے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سخت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اس واقعہ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تھے، جس وقت وہ جوان وھاں سے اٹھا او راس نے اپنے کپڑے پہن کر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جانا چاھا،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اس کوھاتھ کے اشارے سے بلا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جب وہ آگ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</w:t>
      </w:r>
      <w:r>
        <w:rPr>
          <w:rtl/>
          <w:lang w:bidi="ur-PK"/>
        </w:rPr>
        <w:lastRenderedPageBreak/>
        <w:t>آنحضرت نے اس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اے بندہ خدا!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اب تک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کام کرتے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اس کام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تو اس نے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خوف خدا،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اپنے نفس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طے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تاکہ شھوت اور طغ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سے محفوظ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تو نے خدا سے ڈرنے کا حق ادا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خداوندعالم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اھل آسمان پرفخر و مباھات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کے بعد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اپنے اصحاب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سب لوگ اپنے اس دوست کے پاس جمع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جاؤ تاکہ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</w:t>
      </w:r>
      <w:r>
        <w:rPr>
          <w:rFonts w:hint="eastAsia"/>
          <w:rtl/>
          <w:lang w:bidi="ur-PK"/>
        </w:rPr>
        <w:t>مھارے</w:t>
      </w:r>
      <w:r>
        <w:rPr>
          <w:rtl/>
          <w:lang w:bidi="ur-PK"/>
        </w:rPr>
        <w:t xml:space="preserve"> لئے دعا کردے، سب اصحاب جمع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 تو اس نے اس طرح سے دعا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731E65">
        <w:rPr>
          <w:rStyle w:val="libArabicChar"/>
          <w:rFonts w:hint="eastAsia"/>
          <w:rtl/>
        </w:rPr>
        <w:t>اَللّٰ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ُمَّ</w:t>
      </w:r>
      <w:r w:rsidRPr="00731E65">
        <w:rPr>
          <w:rStyle w:val="libArabicChar"/>
          <w:rtl/>
        </w:rPr>
        <w:t xml:space="preserve"> اجْمَعْ اَمْرَنا عَلَ</w:t>
      </w:r>
      <w:r w:rsidRPr="00731E65">
        <w:rPr>
          <w:rStyle w:val="libArabicChar"/>
          <w:rFonts w:hint="cs"/>
          <w:rtl/>
        </w:rPr>
        <w:t>ی</w:t>
      </w:r>
      <w:r w:rsidRPr="00731E65">
        <w:rPr>
          <w:rStyle w:val="libArabicChar"/>
          <w:rtl/>
        </w:rPr>
        <w:t xml:space="preserve"> الْ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ُديٰ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وَاجْعَلِ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التَّقْويٰ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زادَنا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وَالْجَنَّةَ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مَآبَنا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(250)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”پالنے</w:t>
      </w:r>
      <w:r>
        <w:rPr>
          <w:rtl/>
          <w:lang w:bidi="ur-PK"/>
        </w:rPr>
        <w:t xml:space="preserve"> والے!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گامزن رکھ، تقويٰ کو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زادہ راہ، اور بہشت کو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گاہ</w:t>
      </w:r>
      <w:r>
        <w:rPr>
          <w:rtl/>
          <w:lang w:bidi="ur-PK"/>
        </w:rPr>
        <w:t xml:space="preserve"> بناد ے“۔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D2320A">
      <w:pPr>
        <w:pStyle w:val="Heading2Center"/>
        <w:rPr>
          <w:rtl/>
          <w:lang w:bidi="ur-PK"/>
        </w:rPr>
      </w:pPr>
      <w:bookmarkStart w:id="93" w:name="_Toc520984030"/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جوان عابد اور گناہ کے خطرہ پر توجہ</w:t>
      </w:r>
      <w:bookmarkEnd w:id="93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باقر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بدکار عورت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جوان کو گمراہ کرنا چاھا،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بھت سے لوگ کھتے تھے: اگر فلاں عابد اس عورت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گا تو عبادت چھوڑ دے گا،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اس بدکار عورت نے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کو سنا تو کہنے لگ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قسم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وقت تک اپنے گھر نہ جاؤں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تک کہ اس کو گمراہ نہ کردوں، چنانچہ رات گئے اس عابد کے دروازہ پر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دروازہ کھٹکھٹا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عابد نے دروازہ نہ کھولا، وہ عورت چلائ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 رکھا: مجھے اندر آنے دے،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نے نہ کھولا، اس عورت نے کھا: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</w:t>
      </w:r>
      <w:r>
        <w:rPr>
          <w:rFonts w:hint="eastAsia"/>
          <w:rtl/>
          <w:lang w:bidi="ur-PK"/>
        </w:rPr>
        <w:t>کچھ</w:t>
      </w:r>
      <w:r>
        <w:rPr>
          <w:rtl/>
          <w:lang w:bidi="ur-PK"/>
        </w:rPr>
        <w:t xml:space="preserve"> جوان مجھ سے بُرا کام کرنا چاھتے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اگر تو مجھے پناہ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دے گا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رسوا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جاؤں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اس عابد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آواز 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دروازہ کھول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وہ عورت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اس کے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اس نے اپنے کپڑے اتار دئے، اس عابد نے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خوبصورت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تو وسوسہ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کے بدن پر ھاتھ رکھا اور پھر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کچھ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سوچ کرچولھے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آگ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اپنا ھاتھ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وہ عورت پکار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ارے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اس نے کھا: جو ھاتھ نامحرم کے بدن تک پہنچا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کو جلانا چاھتا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ں، چنانچہ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وہ عورت بھاگ گھڑ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لوگوں کے پاس جاکر کھا: دوڑو اور اس جوان کو پچاؤ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نے اپنا ھاتھ آگ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لوگ دوڑے تو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اس کا ھاتھ جل چکا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(251)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B51DBD" w:rsidRDefault="00B51DBD" w:rsidP="00476253">
      <w:pPr>
        <w:pStyle w:val="libNormal"/>
        <w:rPr>
          <w:rtl/>
          <w:lang w:bidi="ur-PK"/>
        </w:rPr>
      </w:pPr>
    </w:p>
    <w:p w:rsidR="00B51DBD" w:rsidRDefault="00B51DBD" w:rsidP="00476253">
      <w:pPr>
        <w:pStyle w:val="libNormal"/>
        <w:rPr>
          <w:rtl/>
          <w:lang w:bidi="ur-PK"/>
        </w:rPr>
      </w:pPr>
    </w:p>
    <w:p w:rsidR="00476253" w:rsidRDefault="00476253" w:rsidP="00D2320A">
      <w:pPr>
        <w:pStyle w:val="Heading2Center"/>
        <w:rPr>
          <w:rtl/>
          <w:lang w:bidi="ur-PK"/>
        </w:rPr>
      </w:pPr>
      <w:bookmarkStart w:id="94" w:name="_Toc520984031"/>
      <w:r>
        <w:rPr>
          <w:rFonts w:hint="eastAsia"/>
          <w:rtl/>
          <w:lang w:bidi="ur-PK"/>
        </w:rPr>
        <w:lastRenderedPageBreak/>
        <w:t>پور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اپنے نفس سے جنگ کرنے والا</w:t>
      </w:r>
      <w:bookmarkEnd w:id="94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قدرتمند اور زبردست پھلوان تھا جس نے اپنے زمانہ کے تمام پھلوانوں سے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سب کو پچھاڑ ڈالاتھا، جس وقت وہ اصفھان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پہنچاتو اس نے اصفھان کے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پھلوانوں سے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فاتح رھا، چنانچہ اس نے شھر کے پھلوانو ں سے درخواست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بازو پر بندھے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بازوبند پر مھر لگا کر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پھلوان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اقرار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دستخط کرو تو شھر کے پھلوانوں کے 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کے علاوہ سب نے دستخط کردئے چونکہ اس نے ابھ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اس سے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نے کھا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لڑوں گا اگر اس نے مجھے ھراد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تب وقت د</w:t>
      </w:r>
      <w:r>
        <w:rPr>
          <w:rFonts w:hint="eastAsia"/>
          <w:rtl/>
          <w:lang w:bidi="ur-PK"/>
        </w:rPr>
        <w:t>ستخط</w:t>
      </w:r>
      <w:r>
        <w:rPr>
          <w:rtl/>
          <w:lang w:bidi="ur-PK"/>
        </w:rPr>
        <w:t xml:space="preserve"> کروں گا۔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”عال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قاپو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جمعہ کے روز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پروگرام رکھا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تاکہ اس بے نظ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کے لئے لوگ جمع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شب جمعہ پور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بُڑھ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احلوا</w:t>
      </w:r>
      <w:r>
        <w:rPr>
          <w:rtl/>
          <w:lang w:bidi="ur-PK"/>
        </w:rPr>
        <w:t xml:space="preserve"> بانٹ رھ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التجا کے انداز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کہہ رھ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حلوا کھاؤ او 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دعا کرو کہ خد</w:t>
      </w:r>
      <w:r>
        <w:rPr>
          <w:rFonts w:hint="eastAsia"/>
          <w:rtl/>
          <w:lang w:bidi="ur-PK"/>
        </w:rPr>
        <w:t>اوندعالم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حاجت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پوچھا! ماں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حاجت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اس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ٹا</w:t>
      </w:r>
      <w:r>
        <w:rPr>
          <w:rtl/>
          <w:lang w:bidi="ur-PK"/>
        </w:rPr>
        <w:t xml:space="preserve"> اس شھر کا سب سے بڑا پھلوان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وہ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اپنے اھل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کے لئے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کل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کچھ لوگ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مجھے ڈر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اگر وہ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ھار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وہ لوگ اس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بند نہ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گزرنے لگے!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ٹھان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شھر اصفھان کے مشھور پھلوان کو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کرنے کے بجائے اپنے نفس کو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رکرے</w:t>
      </w:r>
      <w:r>
        <w:rPr>
          <w:rtl/>
          <w:lang w:bidi="ur-PK"/>
        </w:rPr>
        <w:t xml:space="preserve"> گا، چنانچہ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اس نے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لڑنا شروع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وقت کشت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 اس نے اندازہ لگال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کو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گرا 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نے اس طرح کشت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خود اس پھلوان سے ھارگ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تاکہ چند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پائے، اس کے علاوہ اس بُڑھ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دل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 کردے، اور خود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مستحق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آج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کا نام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پھلوان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بلند انسان، شجاع اور بخشش کرنے والے کے نام سے باق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لوگ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 پر فاتحہ پڑھنے کے لئے جاتے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(252)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جن</w:t>
      </w:r>
      <w:r>
        <w:rPr>
          <w:rtl/>
          <w:lang w:bidi="ur-PK"/>
        </w:rPr>
        <w:t xml:space="preserve"> لوگوں نے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اور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و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 سے جنگ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بلند و بالا منصب اور ملکوت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درجات پرپہنچے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کا نام قرآن،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اور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تعداد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اگر ان سب کے حالات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جگہ جمع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تو واقعاًچند جلد کتاب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جائے 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ھوائے</w:t>
      </w:r>
      <w:r>
        <w:rPr>
          <w:rtl/>
          <w:lang w:bidi="ur-PK"/>
        </w:rPr>
        <w:t xml:space="preserve"> نفس اور حرام شھوت سے مقابلہ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اور ائمہ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چند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کرنا مناسب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باقر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خدا وندعالم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</w:t>
      </w:r>
      <w:r w:rsidRPr="00731E65">
        <w:rPr>
          <w:rStyle w:val="libArabicChar"/>
          <w:rFonts w:hint="eastAsia"/>
          <w:rtl/>
        </w:rPr>
        <w:t>وَعَزَّتِ</w:t>
      </w:r>
      <w:r w:rsidRPr="00731E65">
        <w:rPr>
          <w:rStyle w:val="libArabicChar"/>
          <w:rFonts w:hint="cs"/>
          <w:rtl/>
        </w:rPr>
        <w:t>ی</w:t>
      </w:r>
      <w:r w:rsidRPr="00731E65">
        <w:rPr>
          <w:rStyle w:val="libArabicChar"/>
          <w:rtl/>
        </w:rPr>
        <w:t xml:space="preserve"> وَجَلَالِ</w:t>
      </w:r>
      <w:r w:rsidRPr="00731E65">
        <w:rPr>
          <w:rStyle w:val="libArabicChar"/>
          <w:rFonts w:hint="cs"/>
          <w:rtl/>
        </w:rPr>
        <w:t>ی</w:t>
      </w:r>
      <w:r w:rsidRPr="00731E65">
        <w:rPr>
          <w:rStyle w:val="libArabicChar"/>
          <w:rtl/>
        </w:rPr>
        <w:t xml:space="preserve"> وَ عَظَمَت</w:t>
      </w:r>
      <w:r w:rsidRPr="00731E65">
        <w:rPr>
          <w:rStyle w:val="libArabicChar"/>
          <w:rFonts w:hint="cs"/>
          <w:rtl/>
        </w:rPr>
        <w:t>ی</w:t>
      </w:r>
      <w:r w:rsidRPr="00731E65">
        <w:rPr>
          <w:rStyle w:val="libArabicChar"/>
          <w:rtl/>
        </w:rPr>
        <w:t xml:space="preserve"> وَبَ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ائِی</w:t>
      </w:r>
      <w:r w:rsidRPr="00731E65">
        <w:rPr>
          <w:rStyle w:val="libArabicChar"/>
          <w:rtl/>
        </w:rPr>
        <w:t xml:space="preserve"> وَعُلُوِّارْتِفاعِ</w:t>
      </w:r>
      <w:r w:rsidRPr="00731E65">
        <w:rPr>
          <w:rStyle w:val="libArabicChar"/>
          <w:rFonts w:hint="cs"/>
          <w:rtl/>
        </w:rPr>
        <w:t>ی</w:t>
      </w:r>
      <w:r w:rsidRPr="00731E65">
        <w:rPr>
          <w:rStyle w:val="libArabicChar"/>
          <w:rFonts w:hint="eastAsia"/>
          <w:rtl/>
        </w:rPr>
        <w:t>،</w:t>
      </w:r>
      <w:r w:rsidRPr="00731E65">
        <w:rPr>
          <w:rStyle w:val="libArabicChar"/>
          <w:rtl/>
        </w:rPr>
        <w:t xml:space="preserve"> لَا</w:t>
      </w:r>
      <w:r w:rsidRPr="00731E65">
        <w:rPr>
          <w:rStyle w:val="libArabicChar"/>
          <w:rFonts w:hint="cs"/>
          <w:rtl/>
        </w:rPr>
        <w:t>ی</w:t>
      </w:r>
      <w:r w:rsidR="00AA04E3">
        <w:rPr>
          <w:rStyle w:val="libArabicChar"/>
          <w:rFonts w:hint="eastAsia"/>
          <w:rtl/>
        </w:rPr>
        <w:t>و</w:t>
      </w:r>
      <w:r w:rsidRPr="00731E65">
        <w:rPr>
          <w:rStyle w:val="libArabicChar"/>
          <w:rFonts w:hint="eastAsia"/>
          <w:rtl/>
        </w:rPr>
        <w:t>ثِرُ</w:t>
      </w:r>
      <w:r w:rsidRPr="00731E65">
        <w:rPr>
          <w:rStyle w:val="libArabicChar"/>
          <w:rtl/>
        </w:rPr>
        <w:t xml:space="preserve"> عَبْدٌ مُ</w:t>
      </w:r>
      <w:r w:rsidR="00AA04E3">
        <w:rPr>
          <w:rStyle w:val="libArabicChar"/>
          <w:rtl/>
        </w:rPr>
        <w:t>و</w:t>
      </w:r>
      <w:r w:rsidRPr="00731E65">
        <w:rPr>
          <w:rStyle w:val="libArabicChar"/>
          <w:rFonts w:hint="eastAsia"/>
          <w:rtl/>
        </w:rPr>
        <w:t>مِنٌ</w:t>
      </w:r>
      <w:r w:rsidRPr="00731E65">
        <w:rPr>
          <w:rStyle w:val="libArabicChar"/>
          <w:rtl/>
        </w:rPr>
        <w:t xml:space="preserve"> 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َوای</w:t>
      </w:r>
      <w:r w:rsidRPr="00731E65">
        <w:rPr>
          <w:rStyle w:val="libArabicChar"/>
          <w:rtl/>
        </w:rPr>
        <w:t xml:space="preserve"> عَليٰ 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َوا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ُ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فِی</w:t>
      </w:r>
      <w:r w:rsidRPr="00731E65">
        <w:rPr>
          <w:rStyle w:val="libArabicChar"/>
          <w:rtl/>
        </w:rPr>
        <w:t xml:space="preserve"> شَ</w:t>
      </w:r>
      <w:r w:rsidRPr="00731E65">
        <w:rPr>
          <w:rStyle w:val="libArabicChar"/>
          <w:rFonts w:hint="cs"/>
          <w:rtl/>
        </w:rPr>
        <w:t>ی</w:t>
      </w:r>
      <w:r w:rsidRPr="00731E65">
        <w:rPr>
          <w:rStyle w:val="libArabicChar"/>
          <w:rFonts w:hint="eastAsia"/>
          <w:rtl/>
        </w:rPr>
        <w:t>ءٍ</w:t>
      </w:r>
      <w:r w:rsidRPr="00731E65">
        <w:rPr>
          <w:rStyle w:val="libArabicChar"/>
          <w:rtl/>
        </w:rPr>
        <w:t xml:space="preserve"> مِنْ اَمْرِالدُّنْ</w:t>
      </w:r>
      <w:r w:rsidRPr="00731E65">
        <w:rPr>
          <w:rStyle w:val="libArabicChar"/>
          <w:rFonts w:hint="cs"/>
          <w:rtl/>
        </w:rPr>
        <w:t>ی</w:t>
      </w:r>
      <w:r w:rsidRPr="00731E65">
        <w:rPr>
          <w:rStyle w:val="libArabicChar"/>
          <w:rFonts w:hint="eastAsia"/>
          <w:rtl/>
        </w:rPr>
        <w:t>ا</w:t>
      </w:r>
      <w:r w:rsidRPr="00731E65">
        <w:rPr>
          <w:rStyle w:val="libArabicChar"/>
          <w:rtl/>
        </w:rPr>
        <w:t xml:space="preserve"> اِلاَّ جَعَلْتُ غِنا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ُ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فِی</w:t>
      </w:r>
      <w:r w:rsidRPr="00731E65">
        <w:rPr>
          <w:rStyle w:val="libArabicChar"/>
          <w:rtl/>
        </w:rPr>
        <w:t xml:space="preserve"> نَفْسِ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ِ،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وَ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ِمَّتَ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ُ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فِی</w:t>
      </w:r>
      <w:r w:rsidRPr="00731E65">
        <w:rPr>
          <w:rStyle w:val="libArabicChar"/>
          <w:rtl/>
        </w:rPr>
        <w:t xml:space="preserve"> آخِرَتِ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ِ،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وَضَمَّنْتُ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السَّماواتِ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وَالْاَرْضَ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رِزْقَ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ُ،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eastAsia"/>
          <w:rtl/>
        </w:rPr>
        <w:t>وَكُنْتُ</w:t>
      </w:r>
      <w:r w:rsidRPr="00731E65">
        <w:rPr>
          <w:rStyle w:val="libArabicChar"/>
          <w:rtl/>
        </w:rPr>
        <w:t xml:space="preserve"> لَ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ُ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مِنْ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وَراءِ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تِجارَةِ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كُلِّ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تاجِرٍ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(253)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”مجھے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و جلال، بزرگ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حسن اور بلند و بالا مقام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بندہ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مقدم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کرے گا 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کو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بنادوں گا،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ھمت و قصد کو آخرت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موڑ دوں گا،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آسمان کو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بنادوں گا، اور خود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لئے ھر تاجر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تجارت سے بھتر منافع عطا کروں گا“۔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731E65">
        <w:rPr>
          <w:rStyle w:val="libArabicChar"/>
          <w:rFonts w:hint="eastAsia"/>
          <w:rtl/>
        </w:rPr>
        <w:t>اِذاکاَنَ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ی</w:t>
      </w:r>
      <w:r w:rsidRPr="00731E65">
        <w:rPr>
          <w:rStyle w:val="libArabicChar"/>
          <w:rFonts w:hint="eastAsia"/>
          <w:rtl/>
        </w:rPr>
        <w:t>وْمَ</w:t>
      </w:r>
      <w:r w:rsidRPr="00731E65">
        <w:rPr>
          <w:rStyle w:val="libArabicChar"/>
          <w:rtl/>
        </w:rPr>
        <w:t xml:space="preserve"> القِ</w:t>
      </w:r>
      <w:r w:rsidRPr="00731E65">
        <w:rPr>
          <w:rStyle w:val="libArabicChar"/>
          <w:rFonts w:hint="cs"/>
          <w:rtl/>
        </w:rPr>
        <w:t>ی</w:t>
      </w:r>
      <w:r w:rsidRPr="00731E65">
        <w:rPr>
          <w:rStyle w:val="libArabicChar"/>
          <w:rFonts w:hint="eastAsia"/>
          <w:rtl/>
        </w:rPr>
        <w:t>امَةِ</w:t>
      </w:r>
      <w:r w:rsidRPr="00731E65">
        <w:rPr>
          <w:rStyle w:val="libArabicChar"/>
          <w:rtl/>
        </w:rPr>
        <w:t xml:space="preserve"> تَقومُ عُنُقٌ مِنَ النَّاسِ فَ</w:t>
      </w:r>
      <w:r w:rsidRPr="00731E65">
        <w:rPr>
          <w:rStyle w:val="libArabicChar"/>
          <w:rFonts w:hint="cs"/>
          <w:rtl/>
        </w:rPr>
        <w:t>ی</w:t>
      </w:r>
      <w:r w:rsidR="00BA0B7F">
        <w:rPr>
          <w:rStyle w:val="libArabicChar"/>
          <w:rFonts w:hint="eastAsia"/>
          <w:rtl/>
        </w:rPr>
        <w:t>ا</w:t>
      </w:r>
      <w:r w:rsidRPr="00731E65">
        <w:rPr>
          <w:rStyle w:val="libArabicChar"/>
          <w:rFonts w:hint="eastAsia"/>
          <w:rtl/>
        </w:rPr>
        <w:t>تُونَ</w:t>
      </w:r>
      <w:r w:rsidRPr="00731E65">
        <w:rPr>
          <w:rStyle w:val="libArabicChar"/>
          <w:rtl/>
        </w:rPr>
        <w:t xml:space="preserve"> بَابَ الْجَنَّةِ</w:t>
      </w:r>
      <w:r>
        <w:rPr>
          <w:rtl/>
          <w:lang w:bidi="ur-PK"/>
        </w:rPr>
        <w:t xml:space="preserve"> (وسائل الش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>:ج15، ص279، باب32،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20510) </w:t>
      </w:r>
    </w:p>
    <w:p w:rsidR="00476253" w:rsidRDefault="00476253" w:rsidP="00B51DBD">
      <w:pPr>
        <w:pStyle w:val="libNormal"/>
        <w:rPr>
          <w:rtl/>
          <w:lang w:bidi="ur-PK"/>
        </w:rPr>
      </w:pPr>
      <w:r w:rsidRPr="00731E65">
        <w:rPr>
          <w:rStyle w:val="libArabicChar"/>
          <w:rFonts w:hint="eastAsia"/>
          <w:rtl/>
        </w:rPr>
        <w:t>فَ</w:t>
      </w:r>
      <w:r w:rsidRPr="00731E65">
        <w:rPr>
          <w:rStyle w:val="libArabicChar"/>
          <w:rFonts w:hint="cs"/>
          <w:rtl/>
        </w:rPr>
        <w:t>ی</w:t>
      </w:r>
      <w:r w:rsidRPr="00731E65">
        <w:rPr>
          <w:rStyle w:val="libArabicChar"/>
          <w:rFonts w:hint="eastAsia"/>
          <w:rtl/>
        </w:rPr>
        <w:t>ضْرِبُونَ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ُ،</w:t>
      </w:r>
      <w:r w:rsidRPr="00731E65">
        <w:rPr>
          <w:rStyle w:val="libArabicChar"/>
          <w:rtl/>
        </w:rPr>
        <w:t xml:space="preserve"> فَ</w:t>
      </w:r>
      <w:r w:rsidRPr="00731E65">
        <w:rPr>
          <w:rStyle w:val="libArabicChar"/>
          <w:rFonts w:hint="cs"/>
          <w:rtl/>
        </w:rPr>
        <w:t>ی</w:t>
      </w:r>
      <w:r w:rsidRPr="00731E65">
        <w:rPr>
          <w:rStyle w:val="libArabicChar"/>
          <w:rFonts w:hint="eastAsia"/>
          <w:rtl/>
        </w:rPr>
        <w:t>قالُ</w:t>
      </w:r>
      <w:r w:rsidRPr="00731E65">
        <w:rPr>
          <w:rStyle w:val="libArabicChar"/>
          <w:rtl/>
        </w:rPr>
        <w:t xml:space="preserve"> لَ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ُم</w:t>
      </w:r>
      <w:r w:rsidRPr="00731E65">
        <w:rPr>
          <w:rStyle w:val="libArabicChar"/>
          <w:rtl/>
        </w:rPr>
        <w:t>:</w:t>
      </w:r>
      <w:r w:rsidRPr="00731E65">
        <w:rPr>
          <w:rStyle w:val="libArabicChar"/>
          <w:rFonts w:hint="cs"/>
          <w:rtl/>
        </w:rPr>
        <w:t>مَنْ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اَنْتُم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؟فَی</w:t>
      </w:r>
      <w:r w:rsidRPr="00731E65">
        <w:rPr>
          <w:rStyle w:val="libArabicChar"/>
          <w:rFonts w:hint="eastAsia"/>
          <w:rtl/>
        </w:rPr>
        <w:t>قُولُونَ</w:t>
      </w:r>
      <w:r w:rsidRPr="00731E65">
        <w:rPr>
          <w:rStyle w:val="libArabicChar"/>
          <w:rtl/>
        </w:rPr>
        <w:t>:نَحْنُ اَ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ْلُ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الصَّبْرِ،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فَی</w:t>
      </w:r>
      <w:r w:rsidRPr="00731E65">
        <w:rPr>
          <w:rStyle w:val="libArabicChar"/>
          <w:rFonts w:hint="eastAsia"/>
          <w:rtl/>
        </w:rPr>
        <w:t>قالُ</w:t>
      </w:r>
      <w:r w:rsidRPr="00731E65">
        <w:rPr>
          <w:rStyle w:val="libArabicChar"/>
          <w:rtl/>
        </w:rPr>
        <w:t xml:space="preserve"> لَ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ُمْ</w:t>
      </w:r>
      <w:r w:rsidRPr="00731E65">
        <w:rPr>
          <w:rStyle w:val="libArabicChar"/>
          <w:rtl/>
        </w:rPr>
        <w:t>:</w:t>
      </w:r>
      <w:r w:rsidRPr="00731E65">
        <w:rPr>
          <w:rStyle w:val="libArabicChar"/>
          <w:rFonts w:hint="cs"/>
          <w:rtl/>
        </w:rPr>
        <w:t>عَلی</w:t>
      </w:r>
      <w:r w:rsidRPr="00731E65">
        <w:rPr>
          <w:rStyle w:val="libArabicChar"/>
          <w:rtl/>
        </w:rPr>
        <w:t xml:space="preserve"> مَاصَبَرْتُم ؟فَ</w:t>
      </w:r>
      <w:r w:rsidRPr="00731E65">
        <w:rPr>
          <w:rStyle w:val="libArabicChar"/>
          <w:rFonts w:hint="cs"/>
          <w:rtl/>
        </w:rPr>
        <w:t>ی</w:t>
      </w:r>
      <w:r w:rsidRPr="00731E65">
        <w:rPr>
          <w:rStyle w:val="libArabicChar"/>
          <w:rFonts w:hint="eastAsia"/>
          <w:rtl/>
        </w:rPr>
        <w:t>قُولُونَ</w:t>
      </w:r>
      <w:r w:rsidRPr="00731E65">
        <w:rPr>
          <w:rStyle w:val="libArabicChar"/>
          <w:rtl/>
        </w:rPr>
        <w:t xml:space="preserve"> :كُنّا نَصْبِرُ عَلَ</w:t>
      </w:r>
      <w:r w:rsidRPr="00731E65">
        <w:rPr>
          <w:rStyle w:val="libArabicChar"/>
          <w:rFonts w:hint="cs"/>
          <w:rtl/>
        </w:rPr>
        <w:t>ی</w:t>
      </w:r>
      <w:r w:rsidRPr="00731E65">
        <w:rPr>
          <w:rStyle w:val="libArabicChar"/>
          <w:rtl/>
        </w:rPr>
        <w:t xml:space="preserve"> طاعَةِ اللّٰ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ِ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وَنَصْبِرُ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عَنْ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مَعاصِی</w:t>
      </w:r>
      <w:r w:rsidRPr="00731E65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ِ،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فی</w:t>
      </w:r>
      <w:r w:rsidRPr="00731E65">
        <w:rPr>
          <w:rStyle w:val="libArabicChar"/>
          <w:rFonts w:hint="eastAsia"/>
          <w:rtl/>
        </w:rPr>
        <w:t>قول</w:t>
      </w:r>
      <w:r w:rsidRPr="00731E65">
        <w:rPr>
          <w:rStyle w:val="libArabicChar"/>
          <w:rtl/>
        </w:rPr>
        <w:t xml:space="preserve"> الل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عَزَّوَجَلَّ</w:t>
      </w:r>
      <w:r w:rsidRPr="00731E65">
        <w:rPr>
          <w:rStyle w:val="libArabicChar"/>
          <w:rtl/>
        </w:rPr>
        <w:t>:</w:t>
      </w:r>
      <w:r w:rsidRPr="00731E65">
        <w:rPr>
          <w:rStyle w:val="libArabicChar"/>
          <w:rFonts w:hint="cs"/>
          <w:rtl/>
        </w:rPr>
        <w:t>صَدَقُوا،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اَدْخِلُو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ُمُ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الجَنَّةَ</w:t>
      </w:r>
      <w:r w:rsidR="00B51DBD" w:rsidRPr="00B51DBD">
        <w:rPr>
          <w:rStyle w:val="libFootnotenumChar"/>
          <w:rFonts w:hint="cs"/>
          <w:rtl/>
        </w:rPr>
        <w:t>(254)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وَ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ُوَ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قَوْلُ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ِ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عَزَّوَجَلَّ</w:t>
      </w:r>
      <w:r>
        <w:rPr>
          <w:rtl/>
          <w:lang w:bidi="ur-PK"/>
        </w:rPr>
        <w:t>:</w:t>
      </w:r>
      <w:r w:rsidR="0005211C">
        <w:rPr>
          <w:rStyle w:val="libAlaemChar"/>
          <w:rtl/>
        </w:rPr>
        <w:t>(</w:t>
      </w:r>
      <w:r w:rsidRPr="00731E65">
        <w:rPr>
          <w:rStyle w:val="libAieChar"/>
          <w:rFonts w:hint="cs"/>
          <w:rtl/>
        </w:rPr>
        <w:t>إ</w:t>
      </w:r>
      <w:r w:rsidRPr="00731E65">
        <w:rPr>
          <w:rStyle w:val="libAieChar"/>
          <w:rtl/>
        </w:rPr>
        <w:t xml:space="preserve">ِنَّمَا </w:t>
      </w:r>
      <w:r w:rsidRPr="00731E65">
        <w:rPr>
          <w:rStyle w:val="libAieChar"/>
          <w:rFonts w:hint="cs"/>
          <w:rtl/>
        </w:rPr>
        <w:t>ی</w:t>
      </w:r>
      <w:r w:rsidRPr="00731E65">
        <w:rPr>
          <w:rStyle w:val="libAieChar"/>
          <w:rFonts w:hint="eastAsia"/>
          <w:rtl/>
        </w:rPr>
        <w:t>وَفَّ</w:t>
      </w:r>
      <w:r w:rsidRPr="00731E65">
        <w:rPr>
          <w:rStyle w:val="libAieChar"/>
          <w:rFonts w:hint="cs"/>
          <w:rtl/>
        </w:rPr>
        <w:t>ی</w:t>
      </w:r>
      <w:r w:rsidRPr="00731E65">
        <w:rPr>
          <w:rStyle w:val="libAieChar"/>
          <w:rtl/>
        </w:rPr>
        <w:t xml:space="preserve"> الصَّابِرُونَ </w:t>
      </w:r>
      <w:r w:rsidR="00BA0B7F">
        <w:rPr>
          <w:rStyle w:val="libAieChar"/>
          <w:rtl/>
        </w:rPr>
        <w:t>ا</w:t>
      </w:r>
      <w:r w:rsidRPr="00731E65">
        <w:rPr>
          <w:rStyle w:val="libAieChar"/>
          <w:rFonts w:hint="eastAsia"/>
          <w:rtl/>
        </w:rPr>
        <w:t>جْرَ</w:t>
      </w:r>
      <w:r w:rsidR="00705CD5" w:rsidRPr="00705CD5">
        <w:rPr>
          <w:rStyle w:val="libAieChar"/>
          <w:rFonts w:hint="cs"/>
          <w:rtl/>
        </w:rPr>
        <w:t>ه</w:t>
      </w:r>
      <w:r w:rsidRPr="00731E65">
        <w:rPr>
          <w:rStyle w:val="libAieChar"/>
          <w:rFonts w:hint="cs"/>
          <w:rtl/>
        </w:rPr>
        <w:t>م</w:t>
      </w:r>
      <w:r w:rsidRPr="00731E65">
        <w:rPr>
          <w:rStyle w:val="libAieChar"/>
          <w:rtl/>
        </w:rPr>
        <w:t xml:space="preserve"> بِغَ</w:t>
      </w:r>
      <w:r w:rsidRPr="00731E65">
        <w:rPr>
          <w:rStyle w:val="libAieChar"/>
          <w:rFonts w:hint="cs"/>
          <w:rtl/>
        </w:rPr>
        <w:t>ی</w:t>
      </w:r>
      <w:r w:rsidRPr="00731E65">
        <w:rPr>
          <w:rStyle w:val="libAieChar"/>
          <w:rFonts w:hint="eastAsia"/>
          <w:rtl/>
        </w:rPr>
        <w:t>رِ</w:t>
      </w:r>
      <w:r w:rsidRPr="00731E65">
        <w:rPr>
          <w:rStyle w:val="libAieChar"/>
          <w:rtl/>
        </w:rPr>
        <w:t xml:space="preserve"> حِسَابٍ</w:t>
      </w:r>
      <w:r w:rsidR="006F6A7F" w:rsidRPr="006F6A7F">
        <w:rPr>
          <w:rStyle w:val="libAlaemChar"/>
          <w:rtl/>
        </w:rPr>
        <w:t>)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(255)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”جس</w:t>
      </w:r>
      <w:r>
        <w:rPr>
          <w:rtl/>
          <w:lang w:bidi="ur-PK"/>
        </w:rPr>
        <w:t xml:space="preserve"> وقت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برپا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کچھ لوگ اٹ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گے اور جنت کے دروازہ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جانے لگےں گے، وھاں پہنچ کر دقّ الباب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آواز آئے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تم کون لوگ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؟ تو وہ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گے: اھل صبر، سوال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گا: تم لوگوں نے کس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پر صبر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گے: ھم نے اطاعت خدا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ص</w:t>
      </w:r>
      <w:r>
        <w:rPr>
          <w:rFonts w:hint="eastAsia"/>
          <w:rtl/>
          <w:lang w:bidi="ur-PK"/>
        </w:rPr>
        <w:t>بر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وقت آواز قدرت آئے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ٹھ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کھتے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کو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دو،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خداوندعالم نے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”پس صبر کرنے والے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وہ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کوبے حساب اجر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731E65">
        <w:rPr>
          <w:rStyle w:val="libArabicChar"/>
          <w:rFonts w:hint="eastAsia"/>
          <w:rtl/>
        </w:rPr>
        <w:t>طُوبٰ</w:t>
      </w:r>
      <w:r w:rsidRPr="00731E65">
        <w:rPr>
          <w:rStyle w:val="libArabicChar"/>
          <w:rFonts w:hint="cs"/>
          <w:rtl/>
        </w:rPr>
        <w:t>ی</w:t>
      </w:r>
      <w:r w:rsidRPr="00731E65">
        <w:rPr>
          <w:rStyle w:val="libArabicChar"/>
          <w:rtl/>
        </w:rPr>
        <w:t xml:space="preserve"> لِمَنْ لَزِمَ بَ</w:t>
      </w:r>
      <w:r w:rsidRPr="00731E65">
        <w:rPr>
          <w:rStyle w:val="libArabicChar"/>
          <w:rFonts w:hint="cs"/>
          <w:rtl/>
        </w:rPr>
        <w:t>ی</w:t>
      </w:r>
      <w:r w:rsidRPr="00731E65">
        <w:rPr>
          <w:rStyle w:val="libArabicChar"/>
          <w:rFonts w:hint="eastAsia"/>
          <w:rtl/>
        </w:rPr>
        <w:t>تَ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ُ،</w:t>
      </w:r>
      <w:r w:rsidRPr="00731E65">
        <w:rPr>
          <w:rStyle w:val="libArabicChar"/>
          <w:rtl/>
        </w:rPr>
        <w:t xml:space="preserve"> وَاَكَلَ قوتَ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ُ،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وَاشْتَغَلَ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بِطاعَةِ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رَبِّ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ِ،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وَبَکيٰ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عَليٰ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خَطِی</w:t>
      </w:r>
      <w:r w:rsidRPr="00731E65">
        <w:rPr>
          <w:rStyle w:val="libArabicChar"/>
          <w:rFonts w:hint="eastAsia"/>
          <w:rtl/>
        </w:rPr>
        <w:t>ئَتِ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ِ،</w:t>
      </w:r>
      <w:r w:rsidRPr="00731E65">
        <w:rPr>
          <w:rStyle w:val="libArabicChar"/>
          <w:rtl/>
        </w:rPr>
        <w:t xml:space="preserve"> فَكَانَ مِنْ نَفْسِ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ِ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فی</w:t>
      </w:r>
      <w:r w:rsidRPr="00731E65">
        <w:rPr>
          <w:rStyle w:val="libArabicChar"/>
          <w:rtl/>
        </w:rPr>
        <w:t xml:space="preserve"> شُغُلٍ، وَالنّاسُ مِنْ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فِی</w:t>
      </w:r>
      <w:r w:rsidRPr="00731E65">
        <w:rPr>
          <w:rStyle w:val="libArabicChar"/>
          <w:rtl/>
        </w:rPr>
        <w:t xml:space="preserve"> رَاحَةٍ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(256)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”خوش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وہ شخص جو اپنے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>،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کھاتا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>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>، اپنے گناھوں پر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کرتا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>، اپنے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کاموں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اور دوسرے لوگوں کو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نہ کرے“۔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عقوب</w:t>
      </w:r>
      <w:r>
        <w:rPr>
          <w:rtl/>
          <w:lang w:bidi="ur-PK"/>
        </w:rPr>
        <w:t xml:space="preserve"> بن شع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حضرت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سنا کہ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731E65">
        <w:rPr>
          <w:rStyle w:val="libArabicChar"/>
          <w:rFonts w:hint="eastAsia"/>
          <w:rtl/>
        </w:rPr>
        <w:t>مَانَقَلَ</w:t>
      </w:r>
      <w:r w:rsidRPr="00731E65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ُ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ع</w:t>
      </w:r>
      <w:r w:rsidRPr="00731E65">
        <w:rPr>
          <w:rStyle w:val="libArabicChar"/>
          <w:rtl/>
        </w:rPr>
        <w:t>َزَّوَجَلَّ عَبْداً مِنْ ذُلِّ الْمَعاصِ</w:t>
      </w:r>
      <w:r w:rsidRPr="00731E65">
        <w:rPr>
          <w:rStyle w:val="libArabicChar"/>
          <w:rFonts w:hint="cs"/>
          <w:rtl/>
        </w:rPr>
        <w:t>ی</w:t>
      </w:r>
      <w:r w:rsidRPr="00731E65">
        <w:rPr>
          <w:rStyle w:val="libArabicChar"/>
          <w:rtl/>
        </w:rPr>
        <w:t xml:space="preserve"> اِليٰ عِزِّالتَّقْويٰ اِلاّ اَغْنا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ُ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مِنْ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غَی</w:t>
      </w:r>
      <w:r w:rsidRPr="00731E65">
        <w:rPr>
          <w:rStyle w:val="libArabicChar"/>
          <w:rFonts w:hint="eastAsia"/>
          <w:rtl/>
        </w:rPr>
        <w:t>رِ</w:t>
      </w:r>
      <w:r w:rsidRPr="00731E65">
        <w:rPr>
          <w:rStyle w:val="libArabicChar"/>
          <w:rtl/>
        </w:rPr>
        <w:t xml:space="preserve"> مالٍ، وَاَعَزَّ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ُ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مِنْ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غَی</w:t>
      </w:r>
      <w:r w:rsidRPr="00731E65">
        <w:rPr>
          <w:rStyle w:val="libArabicChar"/>
          <w:rFonts w:hint="eastAsia"/>
          <w:rtl/>
        </w:rPr>
        <w:t>رِ</w:t>
      </w:r>
      <w:r w:rsidRPr="00731E65">
        <w:rPr>
          <w:rStyle w:val="libArabicChar"/>
          <w:rtl/>
        </w:rPr>
        <w:t xml:space="preserve"> عَشِ</w:t>
      </w:r>
      <w:r w:rsidRPr="00731E65">
        <w:rPr>
          <w:rStyle w:val="libArabicChar"/>
          <w:rFonts w:hint="cs"/>
          <w:rtl/>
        </w:rPr>
        <w:t>ی</w:t>
      </w:r>
      <w:r w:rsidRPr="00731E65">
        <w:rPr>
          <w:rStyle w:val="libArabicChar"/>
          <w:rFonts w:hint="eastAsia"/>
          <w:rtl/>
        </w:rPr>
        <w:t>رَةٍ،</w:t>
      </w:r>
      <w:r w:rsidRPr="00731E65">
        <w:rPr>
          <w:rStyle w:val="libArabicChar"/>
          <w:rtl/>
        </w:rPr>
        <w:t xml:space="preserve"> و1آنَسَ</w:t>
      </w:r>
      <w:r w:rsidR="00705CD5" w:rsidRPr="00163EB1">
        <w:rPr>
          <w:rStyle w:val="libArabicChar"/>
          <w:rFonts w:hint="cs"/>
          <w:rtl/>
        </w:rPr>
        <w:t>ه</w:t>
      </w:r>
      <w:r w:rsidRPr="00731E65">
        <w:rPr>
          <w:rStyle w:val="libArabicChar"/>
          <w:rFonts w:hint="cs"/>
          <w:rtl/>
        </w:rPr>
        <w:t>ُ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مِنْ</w:t>
      </w:r>
      <w:r w:rsidRPr="00731E65">
        <w:rPr>
          <w:rStyle w:val="libArabicChar"/>
          <w:rtl/>
        </w:rPr>
        <w:t xml:space="preserve"> </w:t>
      </w:r>
      <w:r w:rsidRPr="00731E65">
        <w:rPr>
          <w:rStyle w:val="libArabicChar"/>
          <w:rFonts w:hint="cs"/>
          <w:rtl/>
        </w:rPr>
        <w:t>غَی</w:t>
      </w:r>
      <w:r w:rsidRPr="00731E65">
        <w:rPr>
          <w:rStyle w:val="libArabicChar"/>
          <w:rFonts w:hint="eastAsia"/>
          <w:rtl/>
        </w:rPr>
        <w:t>رِ</w:t>
      </w:r>
      <w:r w:rsidRPr="00731E65">
        <w:rPr>
          <w:rStyle w:val="libArabicChar"/>
          <w:rtl/>
        </w:rPr>
        <w:t xml:space="preserve"> بَشَرٍ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(257)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lastRenderedPageBreak/>
        <w:t>”</w:t>
      </w:r>
      <w:r>
        <w:rPr>
          <w:rtl/>
          <w:lang w:bidi="ur-PK"/>
        </w:rPr>
        <w:t xml:space="preserve"> خداوندعالم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بندہ کو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ذلت سے تقويٰ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پھونچاتا 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اس کو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مال و دولت کے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کو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قوم و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لہ</w:t>
      </w:r>
      <w:r>
        <w:rPr>
          <w:rtl/>
          <w:lang w:bidi="ur-PK"/>
        </w:rPr>
        <w:t xml:space="preserve"> کے عزت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کو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انسان کے انس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”م</w:t>
      </w:r>
      <w:r w:rsidRPr="00D7183D">
        <w:rPr>
          <w:rStyle w:val="libArabicChar"/>
          <w:rFonts w:hint="eastAsia"/>
          <w:rtl/>
        </w:rPr>
        <w:t>َنْ</w:t>
      </w:r>
      <w:r w:rsidRPr="00D7183D">
        <w:rPr>
          <w:rStyle w:val="libArabicChar"/>
          <w:rtl/>
        </w:rPr>
        <w:t xml:space="preserve"> ذَرَفَتْ عَ</w:t>
      </w:r>
      <w:r w:rsidRPr="00D7183D">
        <w:rPr>
          <w:rStyle w:val="libArabicChar"/>
          <w:rFonts w:hint="cs"/>
          <w:rtl/>
        </w:rPr>
        <w:t>ی</w:t>
      </w:r>
      <w:r w:rsidRPr="00D7183D">
        <w:rPr>
          <w:rStyle w:val="libArabicChar"/>
          <w:rFonts w:hint="eastAsia"/>
          <w:rtl/>
        </w:rPr>
        <w:t>نا</w:t>
      </w:r>
      <w:r w:rsidR="00705CD5" w:rsidRPr="00163EB1">
        <w:rPr>
          <w:rStyle w:val="libArabicChar"/>
          <w:rFonts w:hint="cs"/>
          <w:rtl/>
        </w:rPr>
        <w:t>ه</w:t>
      </w:r>
      <w:r w:rsidRPr="00D7183D">
        <w:rPr>
          <w:rStyle w:val="libArabicChar"/>
          <w:rFonts w:hint="cs"/>
          <w:rtl/>
        </w:rPr>
        <w:t>ُ</w:t>
      </w:r>
      <w:r w:rsidRPr="00D7183D">
        <w:rPr>
          <w:rStyle w:val="libArabicChar"/>
          <w:rtl/>
        </w:rPr>
        <w:t xml:space="preserve"> مِنْ خَشْ</w:t>
      </w:r>
      <w:r w:rsidRPr="00D7183D">
        <w:rPr>
          <w:rStyle w:val="libArabicChar"/>
          <w:rFonts w:hint="cs"/>
          <w:rtl/>
        </w:rPr>
        <w:t>ی</w:t>
      </w:r>
      <w:r w:rsidRPr="00D7183D">
        <w:rPr>
          <w:rStyle w:val="libArabicChar"/>
          <w:rFonts w:hint="eastAsia"/>
          <w:rtl/>
        </w:rPr>
        <w:t>ةِ</w:t>
      </w:r>
      <w:r w:rsidRPr="00D7183D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D7183D">
        <w:rPr>
          <w:rStyle w:val="libArabicChar"/>
          <w:rFonts w:hint="cs"/>
          <w:rtl/>
        </w:rPr>
        <w:t>ِ</w:t>
      </w:r>
      <w:r w:rsidRPr="00D7183D">
        <w:rPr>
          <w:rStyle w:val="libArabicChar"/>
          <w:rtl/>
        </w:rPr>
        <w:t xml:space="preserve"> </w:t>
      </w:r>
      <w:r w:rsidRPr="00D7183D">
        <w:rPr>
          <w:rStyle w:val="libArabicChar"/>
          <w:rFonts w:hint="cs"/>
          <w:rtl/>
        </w:rPr>
        <w:t>كَانَ</w:t>
      </w:r>
      <w:r w:rsidRPr="00D7183D">
        <w:rPr>
          <w:rStyle w:val="libArabicChar"/>
          <w:rtl/>
        </w:rPr>
        <w:t xml:space="preserve"> </w:t>
      </w:r>
      <w:r w:rsidRPr="00D7183D">
        <w:rPr>
          <w:rStyle w:val="libArabicChar"/>
          <w:rFonts w:hint="cs"/>
          <w:rtl/>
        </w:rPr>
        <w:t>لَ</w:t>
      </w:r>
      <w:r w:rsidR="00705CD5" w:rsidRPr="00163EB1">
        <w:rPr>
          <w:rStyle w:val="libArabicChar"/>
          <w:rFonts w:hint="cs"/>
          <w:rtl/>
        </w:rPr>
        <w:t>ه</w:t>
      </w:r>
      <w:r w:rsidRPr="00D7183D">
        <w:rPr>
          <w:rStyle w:val="libArabicChar"/>
          <w:rFonts w:hint="cs"/>
          <w:rtl/>
        </w:rPr>
        <w:t>ُ</w:t>
      </w:r>
      <w:r w:rsidRPr="00D7183D">
        <w:rPr>
          <w:rStyle w:val="libArabicChar"/>
          <w:rtl/>
        </w:rPr>
        <w:t xml:space="preserve"> </w:t>
      </w:r>
      <w:r w:rsidRPr="00D7183D">
        <w:rPr>
          <w:rStyle w:val="libArabicChar"/>
          <w:rFonts w:hint="cs"/>
          <w:rtl/>
        </w:rPr>
        <w:t>بِكُلِّ</w:t>
      </w:r>
      <w:r w:rsidRPr="00D7183D">
        <w:rPr>
          <w:rStyle w:val="libArabicChar"/>
          <w:rtl/>
        </w:rPr>
        <w:t xml:space="preserve"> </w:t>
      </w:r>
      <w:r w:rsidRPr="00D7183D">
        <w:rPr>
          <w:rStyle w:val="libArabicChar"/>
          <w:rFonts w:hint="cs"/>
          <w:rtl/>
        </w:rPr>
        <w:t>قَطْرَةٍ</w:t>
      </w:r>
      <w:r w:rsidRPr="00D7183D">
        <w:rPr>
          <w:rStyle w:val="libArabicChar"/>
          <w:rtl/>
        </w:rPr>
        <w:t xml:space="preserve"> </w:t>
      </w:r>
      <w:r w:rsidRPr="00D7183D">
        <w:rPr>
          <w:rStyle w:val="libArabicChar"/>
          <w:rFonts w:hint="cs"/>
          <w:rtl/>
        </w:rPr>
        <w:t>قَطَرَ</w:t>
      </w:r>
      <w:r w:rsidRPr="00D7183D">
        <w:rPr>
          <w:rStyle w:val="libArabicChar"/>
          <w:rtl/>
        </w:rPr>
        <w:t>تْ مِنْ دُموعِ</w:t>
      </w:r>
      <w:r w:rsidR="00705CD5" w:rsidRPr="00163EB1">
        <w:rPr>
          <w:rStyle w:val="libArabicChar"/>
          <w:rFonts w:hint="cs"/>
          <w:rtl/>
        </w:rPr>
        <w:t>ه</w:t>
      </w:r>
      <w:r w:rsidRPr="00D7183D">
        <w:rPr>
          <w:rStyle w:val="libArabicChar"/>
          <w:rFonts w:hint="cs"/>
          <w:rtl/>
        </w:rPr>
        <w:t>ِ</w:t>
      </w:r>
      <w:r w:rsidRPr="00D7183D">
        <w:rPr>
          <w:rStyle w:val="libArabicChar"/>
          <w:rtl/>
        </w:rPr>
        <w:t xml:space="preserve"> </w:t>
      </w:r>
      <w:r w:rsidRPr="00D7183D">
        <w:rPr>
          <w:rStyle w:val="libArabicChar"/>
          <w:rFonts w:hint="cs"/>
          <w:rtl/>
        </w:rPr>
        <w:t>قَصْرٌ</w:t>
      </w:r>
      <w:r w:rsidRPr="00D7183D">
        <w:rPr>
          <w:rStyle w:val="libArabicChar"/>
          <w:rtl/>
        </w:rPr>
        <w:t xml:space="preserve"> </w:t>
      </w:r>
      <w:r w:rsidRPr="00D7183D">
        <w:rPr>
          <w:rStyle w:val="libArabicChar"/>
          <w:rFonts w:hint="cs"/>
          <w:rtl/>
        </w:rPr>
        <w:t>فِی</w:t>
      </w:r>
      <w:r w:rsidRPr="00D7183D">
        <w:rPr>
          <w:rStyle w:val="libArabicChar"/>
          <w:rtl/>
        </w:rPr>
        <w:t xml:space="preserve"> الجَنَّةِ مُكَلَّلٌ بِالدُّرِّ وَ الْجَوْ</w:t>
      </w:r>
      <w:r w:rsidR="00705CD5" w:rsidRPr="00163EB1">
        <w:rPr>
          <w:rStyle w:val="libArabicChar"/>
          <w:rFonts w:hint="cs"/>
          <w:rtl/>
        </w:rPr>
        <w:t>ه</w:t>
      </w:r>
      <w:r w:rsidRPr="00D7183D">
        <w:rPr>
          <w:rStyle w:val="libArabicChar"/>
          <w:rFonts w:hint="cs"/>
          <w:rtl/>
        </w:rPr>
        <w:t>َرِ،</w:t>
      </w:r>
      <w:r w:rsidRPr="00D7183D">
        <w:rPr>
          <w:rStyle w:val="libArabicChar"/>
          <w:rtl/>
        </w:rPr>
        <w:t xml:space="preserve"> </w:t>
      </w:r>
      <w:r w:rsidRPr="00D7183D">
        <w:rPr>
          <w:rStyle w:val="libArabicChar"/>
          <w:rFonts w:hint="cs"/>
          <w:rtl/>
        </w:rPr>
        <w:t>فی</w:t>
      </w:r>
      <w:r w:rsidR="00705CD5" w:rsidRPr="00163EB1">
        <w:rPr>
          <w:rStyle w:val="libArabicChar"/>
          <w:rFonts w:hint="cs"/>
          <w:rtl/>
        </w:rPr>
        <w:t>ه</w:t>
      </w:r>
      <w:r w:rsidRPr="00D7183D">
        <w:rPr>
          <w:rStyle w:val="libArabicChar"/>
          <w:rFonts w:hint="cs"/>
          <w:rtl/>
        </w:rPr>
        <w:t>ِ</w:t>
      </w:r>
      <w:r w:rsidRPr="00D7183D">
        <w:rPr>
          <w:rStyle w:val="libArabicChar"/>
          <w:rtl/>
        </w:rPr>
        <w:t xml:space="preserve"> مَا لَا عَ</w:t>
      </w:r>
      <w:r w:rsidRPr="00D7183D">
        <w:rPr>
          <w:rStyle w:val="libArabicChar"/>
          <w:rFonts w:hint="cs"/>
          <w:rtl/>
        </w:rPr>
        <w:t>ی</w:t>
      </w:r>
      <w:r w:rsidRPr="00D7183D">
        <w:rPr>
          <w:rStyle w:val="libArabicChar"/>
          <w:rFonts w:hint="eastAsia"/>
          <w:rtl/>
        </w:rPr>
        <w:t>نٌ</w:t>
      </w:r>
      <w:r w:rsidRPr="00D7183D">
        <w:rPr>
          <w:rStyle w:val="libArabicChar"/>
          <w:rtl/>
        </w:rPr>
        <w:t xml:space="preserve"> رَ</w:t>
      </w:r>
      <w:r w:rsidR="00BA0B7F">
        <w:rPr>
          <w:rStyle w:val="libArabicChar"/>
          <w:rtl/>
        </w:rPr>
        <w:t>ا</w:t>
      </w:r>
      <w:r w:rsidRPr="00D7183D">
        <w:rPr>
          <w:rStyle w:val="libArabicChar"/>
          <w:rFonts w:hint="eastAsia"/>
          <w:rtl/>
        </w:rPr>
        <w:t>تْ،</w:t>
      </w:r>
      <w:r w:rsidRPr="00D7183D">
        <w:rPr>
          <w:rStyle w:val="libArabicChar"/>
          <w:rtl/>
        </w:rPr>
        <w:t xml:space="preserve"> وَلَا اُذُنٌ سَمِعَتْ، وَلَا خَطَرَ عَلَ</w:t>
      </w:r>
      <w:r w:rsidRPr="00D7183D">
        <w:rPr>
          <w:rStyle w:val="libArabicChar"/>
          <w:rFonts w:hint="cs"/>
          <w:rtl/>
        </w:rPr>
        <w:t>ی</w:t>
      </w:r>
      <w:r w:rsidRPr="00D7183D">
        <w:rPr>
          <w:rStyle w:val="libArabicChar"/>
          <w:rtl/>
        </w:rPr>
        <w:t xml:space="preserve"> قَلْبِ بَشَرٍ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(258)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خوف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ںآنسو</w:t>
      </w:r>
      <w:r>
        <w:rPr>
          <w:rtl/>
          <w:lang w:bidi="ur-PK"/>
        </w:rPr>
        <w:t xml:space="preserve"> بھائے، اس کے ھر قطرہ کے عوض بہشت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EC52B0">
        <w:rPr>
          <w:rtl/>
          <w:lang w:bidi="ur-PK"/>
        </w:rPr>
        <w:t xml:space="preserve"> ہی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جواھرات سے بنا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محل ملے گا، اس قصر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جس کو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 نے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اورنہ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متعلق خطور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اھو“۔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D7183D">
        <w:rPr>
          <w:rStyle w:val="libArabicChar"/>
          <w:rFonts w:hint="eastAsia"/>
          <w:rtl/>
        </w:rPr>
        <w:t>كُلُّ</w:t>
      </w:r>
      <w:r w:rsidRPr="00D7183D">
        <w:rPr>
          <w:rStyle w:val="libArabicChar"/>
          <w:rtl/>
        </w:rPr>
        <w:t xml:space="preserve"> عَ</w:t>
      </w:r>
      <w:r w:rsidRPr="00D7183D">
        <w:rPr>
          <w:rStyle w:val="libArabicChar"/>
          <w:rFonts w:hint="cs"/>
          <w:rtl/>
        </w:rPr>
        <w:t>ی</w:t>
      </w:r>
      <w:r w:rsidRPr="00D7183D">
        <w:rPr>
          <w:rStyle w:val="libArabicChar"/>
          <w:rFonts w:hint="eastAsia"/>
          <w:rtl/>
        </w:rPr>
        <w:t>نٍ</w:t>
      </w:r>
      <w:r w:rsidRPr="00D7183D">
        <w:rPr>
          <w:rStyle w:val="libArabicChar"/>
          <w:rtl/>
        </w:rPr>
        <w:t xml:space="preserve"> باكِ</w:t>
      </w:r>
      <w:r w:rsidRPr="00D7183D">
        <w:rPr>
          <w:rStyle w:val="libArabicChar"/>
          <w:rFonts w:hint="cs"/>
          <w:rtl/>
        </w:rPr>
        <w:t>ی</w:t>
      </w:r>
      <w:r w:rsidRPr="00D7183D">
        <w:rPr>
          <w:rStyle w:val="libArabicChar"/>
          <w:rFonts w:hint="eastAsia"/>
          <w:rtl/>
        </w:rPr>
        <w:t>ةٌ</w:t>
      </w:r>
      <w:r w:rsidRPr="00D7183D">
        <w:rPr>
          <w:rStyle w:val="libArabicChar"/>
          <w:rtl/>
        </w:rPr>
        <w:t xml:space="preserve"> </w:t>
      </w:r>
      <w:r w:rsidRPr="00D7183D">
        <w:rPr>
          <w:rStyle w:val="libArabicChar"/>
          <w:rFonts w:hint="cs"/>
          <w:rtl/>
        </w:rPr>
        <w:t>ی</w:t>
      </w:r>
      <w:r w:rsidRPr="00D7183D">
        <w:rPr>
          <w:rStyle w:val="libArabicChar"/>
          <w:rFonts w:hint="eastAsia"/>
          <w:rtl/>
        </w:rPr>
        <w:t>وْمَ</w:t>
      </w:r>
      <w:r w:rsidRPr="00D7183D">
        <w:rPr>
          <w:rStyle w:val="libArabicChar"/>
          <w:rtl/>
        </w:rPr>
        <w:t xml:space="preserve"> القِ</w:t>
      </w:r>
      <w:r w:rsidRPr="00D7183D">
        <w:rPr>
          <w:rStyle w:val="libArabicChar"/>
          <w:rFonts w:hint="cs"/>
          <w:rtl/>
        </w:rPr>
        <w:t>ی</w:t>
      </w:r>
      <w:r w:rsidRPr="00D7183D">
        <w:rPr>
          <w:rStyle w:val="libArabicChar"/>
          <w:rFonts w:hint="eastAsia"/>
          <w:rtl/>
        </w:rPr>
        <w:t>امَةِ</w:t>
      </w:r>
      <w:r w:rsidRPr="00D7183D">
        <w:rPr>
          <w:rStyle w:val="libArabicChar"/>
          <w:rtl/>
        </w:rPr>
        <w:t xml:space="preserve"> اِلاَّ ثَلاثَةً:عَ</w:t>
      </w:r>
      <w:r w:rsidRPr="00D7183D">
        <w:rPr>
          <w:rStyle w:val="libArabicChar"/>
          <w:rFonts w:hint="cs"/>
          <w:rtl/>
        </w:rPr>
        <w:t>ی</w:t>
      </w:r>
      <w:r w:rsidRPr="00D7183D">
        <w:rPr>
          <w:rStyle w:val="libArabicChar"/>
          <w:rFonts w:hint="eastAsia"/>
          <w:rtl/>
        </w:rPr>
        <w:t>نٌ</w:t>
      </w:r>
      <w:r w:rsidRPr="00D7183D">
        <w:rPr>
          <w:rStyle w:val="libArabicChar"/>
          <w:rtl/>
        </w:rPr>
        <w:t xml:space="preserve"> غُضَّتْ عَنْ مَحَارِمِ اللّٰ</w:t>
      </w:r>
      <w:r w:rsidR="00705CD5" w:rsidRPr="00163EB1">
        <w:rPr>
          <w:rStyle w:val="libArabicChar"/>
          <w:rFonts w:hint="cs"/>
          <w:rtl/>
        </w:rPr>
        <w:t>ه</w:t>
      </w:r>
      <w:r w:rsidRPr="00D7183D">
        <w:rPr>
          <w:rStyle w:val="libArabicChar"/>
          <w:rFonts w:hint="cs"/>
          <w:rtl/>
        </w:rPr>
        <w:t>ِ،</w:t>
      </w:r>
      <w:r w:rsidRPr="00D7183D">
        <w:rPr>
          <w:rStyle w:val="libArabicChar"/>
          <w:rtl/>
        </w:rPr>
        <w:t xml:space="preserve"> </w:t>
      </w:r>
      <w:r w:rsidRPr="00D7183D">
        <w:rPr>
          <w:rStyle w:val="libArabicChar"/>
          <w:rFonts w:hint="cs"/>
          <w:rtl/>
        </w:rPr>
        <w:t>وَعَی</w:t>
      </w:r>
      <w:r w:rsidRPr="00D7183D">
        <w:rPr>
          <w:rStyle w:val="libArabicChar"/>
          <w:rFonts w:hint="eastAsia"/>
          <w:rtl/>
        </w:rPr>
        <w:t>نٌ</w:t>
      </w:r>
      <w:r w:rsidRPr="00D7183D">
        <w:rPr>
          <w:rStyle w:val="libArabicChar"/>
          <w:rtl/>
        </w:rPr>
        <w:t xml:space="preserve"> سَ</w:t>
      </w:r>
      <w:r w:rsidR="00705CD5" w:rsidRPr="00163EB1">
        <w:rPr>
          <w:rStyle w:val="libArabicChar"/>
          <w:rFonts w:hint="cs"/>
          <w:rtl/>
        </w:rPr>
        <w:t>ه</w:t>
      </w:r>
      <w:r w:rsidRPr="00D7183D">
        <w:rPr>
          <w:rStyle w:val="libArabicChar"/>
          <w:rFonts w:hint="cs"/>
          <w:rtl/>
        </w:rPr>
        <w:t>ِ</w:t>
      </w:r>
      <w:r w:rsidRPr="00D7183D">
        <w:rPr>
          <w:rStyle w:val="libArabicChar"/>
          <w:rtl/>
        </w:rPr>
        <w:t>رَتْ فِ</w:t>
      </w:r>
      <w:r w:rsidRPr="00D7183D">
        <w:rPr>
          <w:rStyle w:val="libArabicChar"/>
          <w:rFonts w:hint="cs"/>
          <w:rtl/>
        </w:rPr>
        <w:t>ی</w:t>
      </w:r>
      <w:r w:rsidRPr="00D7183D">
        <w:rPr>
          <w:rStyle w:val="libArabicChar"/>
          <w:rtl/>
        </w:rPr>
        <w:t xml:space="preserve"> طَاعَةِ اللّٰ</w:t>
      </w:r>
      <w:r w:rsidR="00705CD5" w:rsidRPr="00163EB1">
        <w:rPr>
          <w:rStyle w:val="libArabicChar"/>
          <w:rFonts w:hint="cs"/>
          <w:rtl/>
        </w:rPr>
        <w:t>ه</w:t>
      </w:r>
      <w:r w:rsidRPr="00D7183D">
        <w:rPr>
          <w:rStyle w:val="libArabicChar"/>
          <w:rFonts w:hint="cs"/>
          <w:rtl/>
        </w:rPr>
        <w:t>ِ،</w:t>
      </w:r>
      <w:r w:rsidRPr="00D7183D">
        <w:rPr>
          <w:rStyle w:val="libArabicChar"/>
          <w:rtl/>
        </w:rPr>
        <w:t xml:space="preserve"> </w:t>
      </w:r>
      <w:r w:rsidRPr="00D7183D">
        <w:rPr>
          <w:rStyle w:val="libArabicChar"/>
          <w:rFonts w:hint="cs"/>
          <w:rtl/>
        </w:rPr>
        <w:t>وَعَی</w:t>
      </w:r>
      <w:r w:rsidRPr="00D7183D">
        <w:rPr>
          <w:rStyle w:val="libArabicChar"/>
          <w:rFonts w:hint="eastAsia"/>
          <w:rtl/>
        </w:rPr>
        <w:t>نٌ</w:t>
      </w:r>
      <w:r w:rsidRPr="00D7183D">
        <w:rPr>
          <w:rStyle w:val="libArabicChar"/>
          <w:rtl/>
        </w:rPr>
        <w:t xml:space="preserve"> بَكَتْ فِ</w:t>
      </w:r>
      <w:r w:rsidRPr="00D7183D">
        <w:rPr>
          <w:rStyle w:val="libArabicChar"/>
          <w:rFonts w:hint="cs"/>
          <w:rtl/>
        </w:rPr>
        <w:t>ی</w:t>
      </w:r>
      <w:r w:rsidRPr="00D7183D">
        <w:rPr>
          <w:rStyle w:val="libArabicChar"/>
          <w:rtl/>
        </w:rPr>
        <w:t xml:space="preserve"> جَوْفِ اللَّ</w:t>
      </w:r>
      <w:r w:rsidRPr="00D7183D">
        <w:rPr>
          <w:rStyle w:val="libArabicChar"/>
          <w:rFonts w:hint="cs"/>
          <w:rtl/>
        </w:rPr>
        <w:t>ی</w:t>
      </w:r>
      <w:r w:rsidRPr="00D7183D">
        <w:rPr>
          <w:rStyle w:val="libArabicChar"/>
          <w:rFonts w:hint="eastAsia"/>
          <w:rtl/>
        </w:rPr>
        <w:t>لِ</w:t>
      </w:r>
      <w:r w:rsidRPr="00D7183D">
        <w:rPr>
          <w:rStyle w:val="libArabicChar"/>
          <w:rtl/>
        </w:rPr>
        <w:t xml:space="preserve"> مِنْ خَشْ</w:t>
      </w:r>
      <w:r w:rsidRPr="00D7183D">
        <w:rPr>
          <w:rStyle w:val="libArabicChar"/>
          <w:rFonts w:hint="cs"/>
          <w:rtl/>
        </w:rPr>
        <w:t>ی</w:t>
      </w:r>
      <w:r w:rsidRPr="00D7183D">
        <w:rPr>
          <w:rStyle w:val="libArabicChar"/>
          <w:rFonts w:hint="eastAsia"/>
          <w:rtl/>
        </w:rPr>
        <w:t>ةِ</w:t>
      </w:r>
      <w:r w:rsidRPr="00D7183D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D7183D">
        <w:rPr>
          <w:rStyle w:val="libArabicChar"/>
          <w:rFonts w:hint="cs"/>
          <w:rtl/>
        </w:rPr>
        <w:t>ِ“</w:t>
      </w:r>
      <w:r w:rsidR="00125F42" w:rsidRPr="00125F42">
        <w:rPr>
          <w:rStyle w:val="libFootnotenumChar"/>
          <w:rtl/>
          <w:lang w:bidi="ur-PK"/>
        </w:rPr>
        <w:t>(259)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وم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ھر آنگھ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سوائے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آنکھوں کے: جس آنکھ سے حرام خدا کو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جو آنکھ اطاعت و عبادت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جاگ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اور وہ آنکھ جو رات کے اندھ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خوف خدا سے روئ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CF5D4C">
        <w:rPr>
          <w:rStyle w:val="libArabicChar"/>
          <w:rFonts w:hint="eastAsia"/>
          <w:rtl/>
        </w:rPr>
        <w:t>اِنَّ</w:t>
      </w:r>
      <w:r w:rsidRPr="00CF5D4C">
        <w:rPr>
          <w:rStyle w:val="libArabicChar"/>
          <w:rtl/>
        </w:rPr>
        <w:t xml:space="preserve"> الصَّدَقَةَ تَزِ</w:t>
      </w:r>
      <w:r w:rsidRPr="00CF5D4C">
        <w:rPr>
          <w:rStyle w:val="libArabicChar"/>
          <w:rFonts w:hint="cs"/>
          <w:rtl/>
        </w:rPr>
        <w:t>ی</w:t>
      </w:r>
      <w:r w:rsidRPr="00CF5D4C">
        <w:rPr>
          <w:rStyle w:val="libArabicChar"/>
          <w:rFonts w:hint="eastAsia"/>
          <w:rtl/>
        </w:rPr>
        <w:t>دُ</w:t>
      </w:r>
      <w:r w:rsidRPr="00CF5D4C">
        <w:rPr>
          <w:rStyle w:val="libArabicChar"/>
          <w:rtl/>
        </w:rPr>
        <w:t xml:space="preserve"> صَاحِبَ</w:t>
      </w:r>
      <w:r w:rsidR="00705CD5" w:rsidRPr="00163EB1">
        <w:rPr>
          <w:rStyle w:val="libArabicChar"/>
          <w:rFonts w:hint="cs"/>
          <w:rtl/>
        </w:rPr>
        <w:t>ه</w:t>
      </w:r>
      <w:r w:rsidRPr="00CF5D4C">
        <w:rPr>
          <w:rStyle w:val="libArabicChar"/>
          <w:rFonts w:hint="cs"/>
          <w:rtl/>
        </w:rPr>
        <w:t>ا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كَثْرَةً،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فَتَصَدَّقُوا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ی</w:t>
      </w:r>
      <w:r w:rsidRPr="00CF5D4C">
        <w:rPr>
          <w:rStyle w:val="libArabicChar"/>
          <w:rFonts w:hint="eastAsia"/>
          <w:rtl/>
        </w:rPr>
        <w:t>رْحَمْكُمُ</w:t>
      </w:r>
      <w:r w:rsidRPr="00CF5D4C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CF5D4C">
        <w:rPr>
          <w:rStyle w:val="libArabicChar"/>
          <w:rFonts w:hint="cs"/>
          <w:rtl/>
        </w:rPr>
        <w:t>ُوَاِنَّ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التَّواضُعَ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ی</w:t>
      </w:r>
      <w:r w:rsidRPr="00CF5D4C">
        <w:rPr>
          <w:rStyle w:val="libArabicChar"/>
          <w:rFonts w:hint="eastAsia"/>
          <w:rtl/>
        </w:rPr>
        <w:t>زِ</w:t>
      </w:r>
      <w:r w:rsidRPr="00CF5D4C">
        <w:rPr>
          <w:rStyle w:val="libArabicChar"/>
          <w:rFonts w:hint="cs"/>
          <w:rtl/>
        </w:rPr>
        <w:t>ی</w:t>
      </w:r>
      <w:r w:rsidRPr="00CF5D4C">
        <w:rPr>
          <w:rStyle w:val="libArabicChar"/>
          <w:rFonts w:hint="eastAsia"/>
          <w:rtl/>
        </w:rPr>
        <w:t>دُ</w:t>
      </w:r>
      <w:r w:rsidRPr="00CF5D4C">
        <w:rPr>
          <w:rStyle w:val="libArabicChar"/>
          <w:rtl/>
        </w:rPr>
        <w:t xml:space="preserve"> صاحِبَ</w:t>
      </w:r>
      <w:r w:rsidR="00705CD5" w:rsidRPr="00163EB1">
        <w:rPr>
          <w:rStyle w:val="libArabicChar"/>
          <w:rFonts w:hint="cs"/>
          <w:rtl/>
        </w:rPr>
        <w:t>ه</w:t>
      </w:r>
      <w:r w:rsidRPr="00CF5D4C">
        <w:rPr>
          <w:rStyle w:val="libArabicChar"/>
          <w:rFonts w:hint="cs"/>
          <w:rtl/>
        </w:rPr>
        <w:t>ُ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رِفْعَةً،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فَتَواضَعُوا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ی</w:t>
      </w:r>
      <w:r w:rsidRPr="00CF5D4C">
        <w:rPr>
          <w:rStyle w:val="libArabicChar"/>
          <w:rFonts w:hint="eastAsia"/>
          <w:rtl/>
        </w:rPr>
        <w:t>رْفَعْكُمُ</w:t>
      </w:r>
      <w:r w:rsidRPr="00CF5D4C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CF5D4C">
        <w:rPr>
          <w:rStyle w:val="libArabicChar"/>
          <w:rFonts w:hint="cs"/>
          <w:rtl/>
        </w:rPr>
        <w:t>ُوَاِنَّ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العَفْوَ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ی</w:t>
      </w:r>
      <w:r w:rsidRPr="00CF5D4C">
        <w:rPr>
          <w:rStyle w:val="libArabicChar"/>
          <w:rFonts w:hint="eastAsia"/>
          <w:rtl/>
        </w:rPr>
        <w:t>زِ</w:t>
      </w:r>
      <w:r w:rsidRPr="00CF5D4C">
        <w:rPr>
          <w:rStyle w:val="libArabicChar"/>
          <w:rFonts w:hint="cs"/>
          <w:rtl/>
        </w:rPr>
        <w:t>ی</w:t>
      </w:r>
      <w:r w:rsidRPr="00CF5D4C">
        <w:rPr>
          <w:rStyle w:val="libArabicChar"/>
          <w:rFonts w:hint="eastAsia"/>
          <w:rtl/>
        </w:rPr>
        <w:t>دُ</w:t>
      </w:r>
      <w:r w:rsidRPr="00CF5D4C">
        <w:rPr>
          <w:rStyle w:val="libArabicChar"/>
          <w:rtl/>
        </w:rPr>
        <w:t xml:space="preserve"> صَاحِبَ</w:t>
      </w:r>
      <w:r w:rsidR="00705CD5" w:rsidRPr="00163EB1">
        <w:rPr>
          <w:rStyle w:val="libArabicChar"/>
          <w:rFonts w:hint="cs"/>
          <w:rtl/>
        </w:rPr>
        <w:t>ه</w:t>
      </w:r>
      <w:r w:rsidRPr="00CF5D4C">
        <w:rPr>
          <w:rStyle w:val="libArabicChar"/>
          <w:rFonts w:hint="cs"/>
          <w:rtl/>
        </w:rPr>
        <w:t>ُ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عِزّاً،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فَاعْفُوا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ی</w:t>
      </w:r>
      <w:r w:rsidRPr="00CF5D4C">
        <w:rPr>
          <w:rStyle w:val="libArabicChar"/>
          <w:rFonts w:hint="eastAsia"/>
          <w:rtl/>
        </w:rPr>
        <w:t>عِزَّكُمُ</w:t>
      </w:r>
      <w:r w:rsidRPr="00CF5D4C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CF5D4C">
        <w:rPr>
          <w:rStyle w:val="libArabicChar"/>
          <w:rFonts w:hint="cs"/>
          <w:rtl/>
        </w:rPr>
        <w:t>ُ</w:t>
      </w:r>
      <w:r>
        <w:rPr>
          <w:rtl/>
          <w:lang w:bidi="ur-PK"/>
        </w:rPr>
        <w:t xml:space="preserve"> “</w:t>
      </w:r>
      <w:r w:rsidR="00125F42" w:rsidRPr="00125F42">
        <w:rPr>
          <w:rStyle w:val="libFootnotenumChar"/>
          <w:rtl/>
          <w:lang w:bidi="ur-PK"/>
        </w:rPr>
        <w:t>(260)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”بے</w:t>
      </w:r>
      <w:r>
        <w:rPr>
          <w:rtl/>
          <w:lang w:bidi="ur-PK"/>
        </w:rPr>
        <w:t xml:space="preserve"> شک صدقہ صاحب مال کے 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پس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صدقہ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کرو، خداوندعالم تم پر رحمت نازل کرے، تواضع و انکسار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پس تواضع و انکسار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کرو، خداوندعالم تم کو سربلند و سرفراز فرمائے گا، عفو و بخشش کرنے والے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و سربلند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پس عفو و بخشش سے کام لو خداوندعالم تم کو عزت دےگا“۔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کے ضمن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CF5D4C">
        <w:rPr>
          <w:rStyle w:val="libArabicChar"/>
          <w:rFonts w:hint="eastAsia"/>
          <w:rtl/>
        </w:rPr>
        <w:t>اَلاٰ</w:t>
      </w:r>
      <w:r w:rsidRPr="00CF5D4C">
        <w:rPr>
          <w:rStyle w:val="libArabicChar"/>
          <w:rtl/>
        </w:rPr>
        <w:t xml:space="preserve"> اِنَّ</w:t>
      </w:r>
      <w:r w:rsidR="00705CD5" w:rsidRPr="00163EB1">
        <w:rPr>
          <w:rStyle w:val="libArabicChar"/>
          <w:rFonts w:hint="cs"/>
          <w:rtl/>
        </w:rPr>
        <w:t>ه</w:t>
      </w:r>
      <w:r w:rsidRPr="00CF5D4C">
        <w:rPr>
          <w:rStyle w:val="libArabicChar"/>
          <w:rFonts w:hint="cs"/>
          <w:rtl/>
        </w:rPr>
        <w:t>ُ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مَنْ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ی</w:t>
      </w:r>
      <w:r w:rsidRPr="00CF5D4C">
        <w:rPr>
          <w:rStyle w:val="libArabicChar"/>
          <w:rFonts w:hint="eastAsia"/>
          <w:rtl/>
        </w:rPr>
        <w:t>نْصِفِ</w:t>
      </w:r>
      <w:r w:rsidRPr="00CF5D4C">
        <w:rPr>
          <w:rStyle w:val="libArabicChar"/>
          <w:rtl/>
        </w:rPr>
        <w:t xml:space="preserve"> النَّاسَ مِنْ نَفْسِ</w:t>
      </w:r>
      <w:r w:rsidR="00705CD5" w:rsidRPr="00163EB1">
        <w:rPr>
          <w:rStyle w:val="libArabicChar"/>
          <w:rFonts w:hint="cs"/>
          <w:rtl/>
        </w:rPr>
        <w:t>ه</w:t>
      </w:r>
      <w:r w:rsidRPr="00CF5D4C">
        <w:rPr>
          <w:rStyle w:val="libArabicChar"/>
          <w:rFonts w:hint="cs"/>
          <w:rtl/>
        </w:rPr>
        <w:t>ِ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لَمْ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ی</w:t>
      </w:r>
      <w:r w:rsidRPr="00CF5D4C">
        <w:rPr>
          <w:rStyle w:val="libArabicChar"/>
          <w:rFonts w:hint="eastAsia"/>
          <w:rtl/>
        </w:rPr>
        <w:t>زِدْ</w:t>
      </w:r>
      <w:r w:rsidR="00705CD5" w:rsidRPr="00163EB1">
        <w:rPr>
          <w:rStyle w:val="libArabicChar"/>
          <w:rFonts w:hint="cs"/>
          <w:rtl/>
        </w:rPr>
        <w:t>ه</w:t>
      </w:r>
      <w:r w:rsidRPr="00CF5D4C">
        <w:rPr>
          <w:rStyle w:val="libArabicChar"/>
          <w:rFonts w:hint="cs"/>
          <w:rtl/>
        </w:rPr>
        <w:t>ُ</w:t>
      </w:r>
      <w:r w:rsidRPr="00CF5D4C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CF5D4C">
        <w:rPr>
          <w:rStyle w:val="libArabicChar"/>
          <w:rFonts w:hint="cs"/>
          <w:rtl/>
        </w:rPr>
        <w:t>ُ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اِلاَّعِزًّا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(261)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”آگاہ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جاؤ کہ جو شخص دوسرے لوگوں سے انصاف کرے گا، خداوندعالم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و سربلند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فرمادے گا“۔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CF5D4C">
        <w:rPr>
          <w:rStyle w:val="libArabicChar"/>
          <w:rFonts w:hint="eastAsia"/>
          <w:rtl/>
        </w:rPr>
        <w:t>طُوبيٰ</w:t>
      </w:r>
      <w:r w:rsidRPr="00CF5D4C">
        <w:rPr>
          <w:rStyle w:val="libArabicChar"/>
          <w:rtl/>
        </w:rPr>
        <w:t xml:space="preserve"> لِمَنْ طابَ خُلُقُ</w:t>
      </w:r>
      <w:r w:rsidR="00705CD5" w:rsidRPr="00163EB1">
        <w:rPr>
          <w:rStyle w:val="libArabicChar"/>
          <w:rFonts w:hint="cs"/>
          <w:rtl/>
        </w:rPr>
        <w:t>ه</w:t>
      </w:r>
      <w:r w:rsidRPr="00CF5D4C">
        <w:rPr>
          <w:rStyle w:val="libArabicChar"/>
          <w:rFonts w:hint="cs"/>
          <w:rtl/>
        </w:rPr>
        <w:t>ُ،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وَطَ</w:t>
      </w:r>
      <w:r w:rsidR="00705CD5" w:rsidRPr="00163EB1">
        <w:rPr>
          <w:rStyle w:val="libArabicChar"/>
          <w:rFonts w:hint="cs"/>
          <w:rtl/>
        </w:rPr>
        <w:t>ه</w:t>
      </w:r>
      <w:r w:rsidRPr="00CF5D4C">
        <w:rPr>
          <w:rStyle w:val="libArabicChar"/>
          <w:rFonts w:hint="cs"/>
          <w:rtl/>
        </w:rPr>
        <w:t>ُرَتْ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سَجِی</w:t>
      </w:r>
      <w:r w:rsidRPr="00CF5D4C">
        <w:rPr>
          <w:rStyle w:val="libArabicChar"/>
          <w:rFonts w:hint="eastAsia"/>
          <w:rtl/>
        </w:rPr>
        <w:t>تُ</w:t>
      </w:r>
      <w:r w:rsidR="00705CD5" w:rsidRPr="00163EB1">
        <w:rPr>
          <w:rStyle w:val="libArabicChar"/>
          <w:rFonts w:hint="cs"/>
          <w:rtl/>
        </w:rPr>
        <w:t>ه</w:t>
      </w:r>
      <w:r w:rsidRPr="00CF5D4C">
        <w:rPr>
          <w:rStyle w:val="libArabicChar"/>
          <w:rFonts w:hint="cs"/>
          <w:rtl/>
        </w:rPr>
        <w:t>ُ،</w:t>
      </w:r>
      <w:r w:rsidRPr="00CF5D4C">
        <w:rPr>
          <w:rStyle w:val="libArabicChar"/>
          <w:rtl/>
        </w:rPr>
        <w:t xml:space="preserve"> وَصَلُحَتْ سَر</w:t>
      </w:r>
      <w:r w:rsidRPr="00CF5D4C">
        <w:rPr>
          <w:rStyle w:val="libArabicChar"/>
          <w:rFonts w:hint="cs"/>
          <w:rtl/>
        </w:rPr>
        <w:t>ی</w:t>
      </w:r>
      <w:r w:rsidRPr="00CF5D4C">
        <w:rPr>
          <w:rStyle w:val="libArabicChar"/>
          <w:rFonts w:hint="eastAsia"/>
          <w:rtl/>
        </w:rPr>
        <w:t>رَتُ</w:t>
      </w:r>
      <w:r w:rsidR="00705CD5" w:rsidRPr="00163EB1">
        <w:rPr>
          <w:rStyle w:val="libArabicChar"/>
          <w:rFonts w:hint="cs"/>
          <w:rtl/>
        </w:rPr>
        <w:t>ه</w:t>
      </w:r>
      <w:r w:rsidRPr="00CF5D4C">
        <w:rPr>
          <w:rStyle w:val="libArabicChar"/>
          <w:rFonts w:hint="cs"/>
          <w:rtl/>
        </w:rPr>
        <w:t>ُ،</w:t>
      </w:r>
      <w:r w:rsidRPr="00CF5D4C">
        <w:rPr>
          <w:rStyle w:val="libArabicChar"/>
          <w:rtl/>
        </w:rPr>
        <w:t xml:space="preserve"> وَحَسُنَتْ عَلانِ</w:t>
      </w:r>
      <w:r w:rsidRPr="00CF5D4C">
        <w:rPr>
          <w:rStyle w:val="libArabicChar"/>
          <w:rFonts w:hint="cs"/>
          <w:rtl/>
        </w:rPr>
        <w:t>ی</w:t>
      </w:r>
      <w:r w:rsidRPr="00CF5D4C">
        <w:rPr>
          <w:rStyle w:val="libArabicChar"/>
          <w:rFonts w:hint="eastAsia"/>
          <w:rtl/>
        </w:rPr>
        <w:t>تُ</w:t>
      </w:r>
      <w:r w:rsidR="00705CD5" w:rsidRPr="00163EB1">
        <w:rPr>
          <w:rStyle w:val="libArabicChar"/>
          <w:rFonts w:hint="cs"/>
          <w:rtl/>
        </w:rPr>
        <w:t>ه</w:t>
      </w:r>
      <w:r w:rsidRPr="00CF5D4C">
        <w:rPr>
          <w:rStyle w:val="libArabicChar"/>
          <w:rFonts w:hint="cs"/>
          <w:rtl/>
        </w:rPr>
        <w:t>ُ،</w:t>
      </w:r>
      <w:r w:rsidRPr="00CF5D4C">
        <w:rPr>
          <w:rStyle w:val="libArabicChar"/>
          <w:rtl/>
        </w:rPr>
        <w:t xml:space="preserve"> وَاَنْفَقَ الْفَضْلَ مِنْ مالِ</w:t>
      </w:r>
      <w:r w:rsidR="00705CD5" w:rsidRPr="00163EB1">
        <w:rPr>
          <w:rStyle w:val="libArabicChar"/>
          <w:rFonts w:hint="cs"/>
          <w:rtl/>
        </w:rPr>
        <w:t>ه</w:t>
      </w:r>
      <w:r w:rsidRPr="00CF5D4C">
        <w:rPr>
          <w:rStyle w:val="libArabicChar"/>
          <w:rFonts w:hint="cs"/>
          <w:rtl/>
        </w:rPr>
        <w:t>ِ،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وَاَمْسَكَ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الْفَضْلَ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مِنْ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قَوْلِ</w:t>
      </w:r>
      <w:r w:rsidR="00705CD5" w:rsidRPr="00163EB1">
        <w:rPr>
          <w:rStyle w:val="libArabicChar"/>
          <w:rFonts w:hint="cs"/>
          <w:rtl/>
        </w:rPr>
        <w:t>ه</w:t>
      </w:r>
      <w:r w:rsidRPr="00CF5D4C">
        <w:rPr>
          <w:rStyle w:val="libArabicChar"/>
          <w:rFonts w:hint="cs"/>
          <w:rtl/>
        </w:rPr>
        <w:t>ِ،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وَاَنْصَفَ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النَّاسَ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مِنْ</w:t>
      </w:r>
      <w:r w:rsidRPr="00CF5D4C">
        <w:rPr>
          <w:rStyle w:val="libArabicChar"/>
          <w:rtl/>
        </w:rPr>
        <w:t xml:space="preserve"> </w:t>
      </w:r>
      <w:r w:rsidRPr="00CF5D4C">
        <w:rPr>
          <w:rStyle w:val="libArabicChar"/>
          <w:rFonts w:hint="cs"/>
          <w:rtl/>
        </w:rPr>
        <w:t>نَفْسِ</w:t>
      </w:r>
      <w:r w:rsidR="00705CD5" w:rsidRPr="00163EB1">
        <w:rPr>
          <w:rStyle w:val="libArabicChar"/>
          <w:rFonts w:hint="cs"/>
          <w:rtl/>
        </w:rPr>
        <w:t>ه</w:t>
      </w:r>
      <w:r w:rsidRPr="00CF5D4C">
        <w:rPr>
          <w:rStyle w:val="libArabicChar"/>
          <w:rFonts w:hint="cs"/>
          <w:rtl/>
        </w:rPr>
        <w:t>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(262)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lastRenderedPageBreak/>
        <w:t>”خوش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وہ شخص جس کا اخلاق اچھا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پاک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جس کا باطن صالح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جس کا ظاھر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اپنے اضاف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 سے انفاق کرے،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گفتگو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کرے، اور لوگوں کے ساتھ انصاف سے کام لے“۔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قارئ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کرام! گزشتہ صفحات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شدہ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مختلف مسائل کو ملاحظہ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جن کا خلاصہ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:” آخرت کو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پر ترج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عبادت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صبر و ضبط کرنا، 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سے نہ گھبرانا) گناھوں کے مقابلہ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استقامت دکھانا، حلال رزق پر قناعت کرنا، اطاعت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 رہنا، گناھوں پر آنسو بھانا، اپنے کاموں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 رہنا، لوگوں کو اذ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کرنا، تقويٰ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کرنا، رات کے سناٹے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خوف خدا سے آنسوبھانا، نامحرم پر نظر کرنے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کرنا، عبادت کے لئے شب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کرنا،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صدقہ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تواضع و انکسار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عفو و بخشش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تمام لوگوں کے ساتھ انصاف کرنا، اخلاق حسنہ رکھنا، پاک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رکھنا، شائستہ باطن رکھنا، پسند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ظاھر رکھنا، اضاف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 کو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کرنا،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گفتگو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کرنا“۔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کہ ان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جامہ پہنانا، خواہشات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جنگ کئے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ممکن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جو شخص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چالوں سے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امور،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اور بے لگام شھوت کے ساتھ مقابلہ کرے تو واقعاً اس نے جھاد اکبر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اوراسے اس کا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فائ</w:t>
      </w:r>
      <w:r>
        <w:rPr>
          <w:rFonts w:hint="eastAsia"/>
          <w:rtl/>
          <w:lang w:bidi="ur-PK"/>
        </w:rPr>
        <w:t>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گا، وہ فائدہ جس کا وعدہ خداوندعالم نے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 ائمہ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D2320A">
      <w:pPr>
        <w:pStyle w:val="Heading2Center"/>
        <w:rPr>
          <w:rtl/>
          <w:lang w:bidi="ur-PK"/>
        </w:rPr>
      </w:pPr>
      <w:bookmarkStart w:id="95" w:name="_Toc520984032"/>
      <w:r>
        <w:rPr>
          <w:rFonts w:hint="eastAsia"/>
          <w:rtl/>
          <w:lang w:bidi="ur-PK"/>
        </w:rPr>
        <w:t>فرصت</w:t>
      </w:r>
      <w:r>
        <w:rPr>
          <w:rtl/>
          <w:lang w:bidi="ur-PK"/>
        </w:rPr>
        <w:t xml:space="preserve"> کو 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جاننا چاہئے</w:t>
      </w:r>
      <w:bookmarkEnd w:id="95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فرصت</w:t>
      </w:r>
      <w:r>
        <w:rPr>
          <w:rtl/>
          <w:lang w:bidi="ur-PK"/>
        </w:rPr>
        <w:t xml:space="preserve"> کو 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جاننا چاہئ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بالخصوص اپنے پاس موجود فرصت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کرنا چاہئے، عمر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فرصت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ں؛</w:t>
      </w:r>
      <w:r>
        <w:rPr>
          <w:rtl/>
          <w:lang w:bidi="ur-PK"/>
        </w:rPr>
        <w:t xml:space="preserve"> خدا کا حکم،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و ائمہ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اور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انسان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فرصت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گناھوں کو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اچھائ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قرار دے 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ظلمت و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نور و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قرار دے 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فرصت ھمارے ھاتھ سے نکل جائے، اور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اچھا کام انجام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اور موت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پہنچ جائے، اور عمر کا چراغ اس موقع پر گل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لگے کہ انسان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فرصت نہ پاسکے، تو اس موقع پر شرمندگ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فائدہ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دے 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وقت طلحہ جنگ جمل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مروان بن حکم کے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گرا، اور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چلنے لگا تو 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بدبخت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بزرگان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(حضرت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بزرگ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سکا،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طلحہ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احساس اس وقت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جب فرصت ھاتھ نکل 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 گُل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والا تھا، طلحہ وہ پھلا شخص تھا جس نے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چونکہ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ناجائز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کش کو قبول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اُدھر معاو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نے اس کو بھڑکا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پر اثر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لہٰذا اس نے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عت</w:t>
      </w:r>
      <w:r>
        <w:rPr>
          <w:rtl/>
          <w:lang w:bidi="ur-PK"/>
        </w:rPr>
        <w:t xml:space="preserve"> توڑ ڈال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</w:t>
      </w:r>
      <w:r>
        <w:rPr>
          <w:rFonts w:hint="eastAsia"/>
          <w:rtl/>
          <w:lang w:bidi="ur-PK"/>
        </w:rPr>
        <w:t>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کو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کرڈالا۔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جناب</w:t>
      </w:r>
      <w:r>
        <w:rPr>
          <w:rtl/>
          <w:lang w:bidi="ur-PK"/>
        </w:rPr>
        <w:t xml:space="preserve"> نوح اور جناب لوط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ازواج نے اپنے شوھروں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مسلسل مخالفت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لمحات اور فرصت کے ختم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تک انھوں نے مخالفت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دونوں پر عذاب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نازل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اور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آس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زوجہ فرعون نے فرصت کو 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شمار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 کو اپنے شوھر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رضا پر مقدم رکھا،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اسے خوشنود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اور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لئے بہشت مل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نے فرصت کو 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سمجھا،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کے راستہ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سعادت حاصل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قطع تعلق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جناب خد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نے خدا سے راب</w:t>
      </w:r>
      <w:r>
        <w:rPr>
          <w:rFonts w:hint="eastAsia"/>
          <w:rtl/>
          <w:lang w:bidi="ur-PK"/>
        </w:rPr>
        <w:t>طہ</w:t>
      </w:r>
      <w:r>
        <w:rPr>
          <w:rtl/>
          <w:lang w:bidi="ur-PK"/>
        </w:rPr>
        <w:t xml:space="preserve"> مستحکم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اس طرح سے فوز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پرفائز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۔حر ّ بن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فرصت کو 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شمار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کے خزانہ سے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لئے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منفعت حاصل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ھاں! جس شخص نے فرصت کو 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شمار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اگرچہ تھوڑ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فرصت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نور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چمک اٹھتا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نصرت و مدد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۔اس موقع پر کھا جانا چاہئے : وہ نور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جس نے عابد و زاہد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راہ خدا کو واضح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ااس</w:t>
      </w:r>
      <w:r>
        <w:rPr>
          <w:rtl/>
          <w:lang w:bidi="ur-PK"/>
        </w:rPr>
        <w:t xml:space="preserve"> نے تمام طاقتوں کا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اپ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ھاتھ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چنانچہ اس کے کان کو نغمہ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سخن حق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 سنائ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کا ذائقہ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چکھنے کے لئے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آنک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نامحرم کے بدن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اٹھنے سے رک 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درحق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عالم عارف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 س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کو اندر سے نور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طاقت پہنچاتا رھتا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 راس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نور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پھلے وہ خالق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 کے جلال و جلووں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کے بعد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ظاھر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سے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راہ</w:t>
      </w:r>
      <w:r>
        <w:rPr>
          <w:rtl/>
          <w:lang w:bidi="ur-PK"/>
        </w:rPr>
        <w:t xml:space="preserve"> خدا پر چلنے والا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ن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کھتا،</w:t>
      </w:r>
      <w:r>
        <w:rPr>
          <w:rtl/>
          <w:lang w:bidi="ur-PK"/>
        </w:rPr>
        <w:t xml:space="preserve"> کہ جھاںدوسرے لوگ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لذت حاصل کرنے اور اپنے مقصد تک رسائ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آخر کار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کر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کرنے لگتے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ھائے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کام آنے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اب اپنے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دوسروںک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۔ </w:t>
      </w:r>
    </w:p>
    <w:p w:rsidR="00476253" w:rsidRPr="00D2320A" w:rsidRDefault="00476253" w:rsidP="00D2320A">
      <w:pPr>
        <w:pStyle w:val="libLine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شخص کو نور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اغراض و مقاصد بلند وبالا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وہ صرف ظاھر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شناخت پر قناعت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کرتا بلکہ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اسرار و رموز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حاصل شدہ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لمحات گزارتا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سے انسان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ذکر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 رھتا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کھا جاسکتا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کے لئے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خدا سے غافل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تا۔اگر انسان کو عالم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لمحہ کے لئے غفلت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غفلت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انسان </w:t>
      </w:r>
      <w:r>
        <w:rPr>
          <w:rFonts w:hint="eastAsia"/>
          <w:rtl/>
          <w:lang w:bidi="ur-PK"/>
        </w:rPr>
        <w:t>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غفلت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مقدار بھر اپنے </w:t>
      </w:r>
      <w:r>
        <w:rPr>
          <w:rtl/>
          <w:lang w:bidi="ur-PK"/>
        </w:rPr>
        <w:lastRenderedPageBreak/>
        <w:t>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نقصان کا تصور کرے۔</w:t>
      </w:r>
      <w:r w:rsidR="0005211C" w:rsidRPr="00125F42">
        <w:rPr>
          <w:rStyle w:val="libFootnotenumChar"/>
          <w:rtl/>
          <w:lang w:bidi="ur-PK"/>
        </w:rPr>
        <w:t>(263)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D2320A">
        <w:rPr>
          <w:rFonts w:hint="cs"/>
          <w:rtl/>
          <w:lang w:bidi="ur-PK"/>
        </w:rPr>
        <w:t>____________________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215. سور</w:t>
      </w:r>
      <w:r w:rsidR="00BA0B7F">
        <w:rPr>
          <w:rtl/>
        </w:rPr>
        <w:t>ہ</w:t>
      </w:r>
      <w:r>
        <w:rPr>
          <w:rtl/>
        </w:rPr>
        <w:t xml:space="preserve"> نازعات آ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40۔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216. سور</w:t>
      </w:r>
      <w:r w:rsidR="00BA0B7F">
        <w:rPr>
          <w:rtl/>
        </w:rPr>
        <w:t>ہ</w:t>
      </w:r>
      <w:r>
        <w:rPr>
          <w:rtl/>
        </w:rPr>
        <w:t xml:space="preserve"> فرقان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43۔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217. سور</w:t>
      </w:r>
      <w:r w:rsidR="00BA0B7F">
        <w:rPr>
          <w:rtl/>
        </w:rPr>
        <w:t>ہ</w:t>
      </w:r>
      <w:r>
        <w:rPr>
          <w:rtl/>
        </w:rPr>
        <w:t xml:space="preserve">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135۔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218. سور</w:t>
      </w:r>
      <w:r w:rsidR="00BA0B7F">
        <w:rPr>
          <w:rtl/>
        </w:rPr>
        <w:t>ہ</w:t>
      </w:r>
      <w:r>
        <w:rPr>
          <w:rtl/>
        </w:rPr>
        <w:t xml:space="preserve"> ص،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26۔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219. سور</w:t>
      </w:r>
      <w:r w:rsidR="00BA0B7F">
        <w:rPr>
          <w:rtl/>
        </w:rPr>
        <w:t>ہ</w:t>
      </w:r>
      <w:r>
        <w:rPr>
          <w:rtl/>
        </w:rPr>
        <w:t xml:space="preserve"> نازعات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40۔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220. سور</w:t>
      </w:r>
      <w:r w:rsidR="00BA0B7F">
        <w:rPr>
          <w:rtl/>
        </w:rPr>
        <w:t>ہ</w:t>
      </w:r>
      <w:r>
        <w:rPr>
          <w:rtl/>
        </w:rPr>
        <w:t xml:space="preserve"> اعراف،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176۔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221. سور</w:t>
      </w:r>
      <w:r w:rsidR="00BA0B7F">
        <w:rPr>
          <w:rtl/>
        </w:rPr>
        <w:t>ہ</w:t>
      </w:r>
      <w:r>
        <w:rPr>
          <w:rtl/>
        </w:rPr>
        <w:t xml:space="preserve"> کہف،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28۔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222. سوروں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لحاظ سے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نمبر 77۔ 150۔ 37۔ 71۔ 50۔ 15۔ 23 ۔16۔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223.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ج15، ص161، چاپ آل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باب 1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20208۔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 xml:space="preserve">224. نہج البلاغہ، حکمت 474۔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225. سور</w:t>
      </w:r>
      <w:r w:rsidR="00BA0B7F">
        <w:rPr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14۔15۔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226. سورہ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205۔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227. جاھل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قرن بستم، 53۔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228. جاھل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قرن بستم، 78۔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 xml:space="preserve">229.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: 4352، باب النوادر،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5762؛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 15162، باب 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20214۔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230. کاف</w:t>
      </w:r>
      <w:r>
        <w:rPr>
          <w:rFonts w:hint="cs"/>
          <w:rtl/>
        </w:rPr>
        <w:t>ی</w:t>
      </w:r>
      <w:r>
        <w:rPr>
          <w:rtl/>
        </w:rPr>
        <w:t>: 2454، باب محاسبة العمل،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6؛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 15161، باب 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20210۔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231. امال</w:t>
      </w:r>
      <w:r>
        <w:rPr>
          <w:rFonts w:hint="cs"/>
          <w:rtl/>
        </w:rPr>
        <w:t>ی</w:t>
      </w:r>
      <w:r>
        <w:rPr>
          <w:rtl/>
        </w:rPr>
        <w:t xml:space="preserve"> صدوق: 329، مجلس 53،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7؛ ثواب الاعمال : 159؛وسائل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:ج15، ص162، باب 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20215۔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232. کاف</w:t>
      </w:r>
      <w:r>
        <w:rPr>
          <w:rFonts w:hint="cs"/>
          <w:rtl/>
        </w:rPr>
        <w:t>ی</w:t>
      </w:r>
      <w:r>
        <w:rPr>
          <w:rtl/>
        </w:rPr>
        <w:t xml:space="preserve"> :254، باب التفکر،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1؛ بحار الانوار: 68318، باب 80،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233. کاف</w:t>
      </w:r>
      <w:r>
        <w:rPr>
          <w:rFonts w:hint="cs"/>
          <w:rtl/>
        </w:rPr>
        <w:t>ی</w:t>
      </w:r>
      <w:r>
        <w:rPr>
          <w:rtl/>
        </w:rPr>
        <w:t xml:space="preserve"> :255، باب التفکر،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5؛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عہ؛</w:t>
      </w:r>
      <w:r>
        <w:rPr>
          <w:rtl/>
        </w:rPr>
        <w:t xml:space="preserve"> 15196، باب 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20262۔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234. امال</w:t>
      </w:r>
      <w:r>
        <w:rPr>
          <w:rFonts w:hint="cs"/>
          <w:rtl/>
        </w:rPr>
        <w:t>ی</w:t>
      </w:r>
      <w:r>
        <w:rPr>
          <w:rtl/>
        </w:rPr>
        <w:t xml:space="preserve"> صدوق: 280، مجلس 47،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10؛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 15199، باب 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20272۔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lastRenderedPageBreak/>
        <w:t xml:space="preserve">235. </w:t>
      </w:r>
      <w:r w:rsidRPr="00CF5D4C">
        <w:rPr>
          <w:rStyle w:val="libFootNoteArabicChar"/>
          <w:rtl/>
        </w:rPr>
        <w:t>عن رسول الله صل</w:t>
      </w:r>
      <w:r w:rsidRPr="00CF5D4C">
        <w:rPr>
          <w:rStyle w:val="libFootNoteArabicChar"/>
          <w:rFonts w:hint="cs"/>
          <w:rtl/>
        </w:rPr>
        <w:t>ی</w:t>
      </w:r>
      <w:r w:rsidRPr="00CF5D4C">
        <w:rPr>
          <w:rStyle w:val="libFootNoteArabicChar"/>
          <w:rtl/>
        </w:rPr>
        <w:t xml:space="preserve"> الل</w:t>
      </w:r>
      <w:r w:rsidR="00705CD5" w:rsidRPr="00163EB1">
        <w:rPr>
          <w:rStyle w:val="libFootNoteArabicChar"/>
          <w:rFonts w:hint="cs"/>
          <w:rtl/>
        </w:rPr>
        <w:t>ه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علی</w:t>
      </w:r>
      <w:r w:rsidR="00705CD5" w:rsidRPr="00163EB1">
        <w:rPr>
          <w:rStyle w:val="libFootNoteArabicChar"/>
          <w:rFonts w:hint="cs"/>
          <w:rtl/>
        </w:rPr>
        <w:t>ه</w:t>
      </w:r>
      <w:r w:rsidRPr="00CF5D4C">
        <w:rPr>
          <w:rStyle w:val="libFootNoteArabicChar"/>
          <w:rtl/>
        </w:rPr>
        <w:t xml:space="preserve"> و آل</w:t>
      </w:r>
      <w:r w:rsidR="00705CD5" w:rsidRPr="00163EB1">
        <w:rPr>
          <w:rStyle w:val="libFootNoteArabicChar"/>
          <w:rFonts w:hint="cs"/>
          <w:rtl/>
        </w:rPr>
        <w:t>ه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و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سلم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فی</w:t>
      </w:r>
      <w:r w:rsidRPr="00CF5D4C">
        <w:rPr>
          <w:rStyle w:val="libFootNoteArabicChar"/>
          <w:rtl/>
        </w:rPr>
        <w:t xml:space="preserve"> حد</w:t>
      </w:r>
      <w:r w:rsidRPr="00CF5D4C">
        <w:rPr>
          <w:rStyle w:val="libFootNoteArabicChar"/>
          <w:rFonts w:hint="cs"/>
          <w:rtl/>
        </w:rPr>
        <w:t>ی</w:t>
      </w:r>
      <w:r w:rsidRPr="00CF5D4C">
        <w:rPr>
          <w:rStyle w:val="libFootNoteArabicChar"/>
          <w:rFonts w:hint="eastAsia"/>
          <w:rtl/>
        </w:rPr>
        <w:t>ث</w:t>
      </w:r>
      <w:r w:rsidRPr="00CF5D4C">
        <w:rPr>
          <w:rStyle w:val="libFootNoteArabicChar"/>
          <w:rtl/>
        </w:rPr>
        <w:t xml:space="preserve"> المنا</w:t>
      </w:r>
      <w:r w:rsidR="00705CD5" w:rsidRPr="00163EB1">
        <w:rPr>
          <w:rStyle w:val="libFootNoteArabicChar"/>
          <w:rFonts w:hint="cs"/>
          <w:rtl/>
        </w:rPr>
        <w:t>ه</w:t>
      </w:r>
      <w:r w:rsidRPr="00CF5D4C">
        <w:rPr>
          <w:rStyle w:val="libFootNoteArabicChar"/>
          <w:rFonts w:hint="cs"/>
          <w:rtl/>
        </w:rPr>
        <w:t>ی</w:t>
      </w:r>
      <w:r w:rsidRPr="00CF5D4C">
        <w:rPr>
          <w:rStyle w:val="libFootNoteArabicChar"/>
          <w:rFonts w:hint="eastAsia"/>
          <w:rtl/>
        </w:rPr>
        <w:t>،</w:t>
      </w:r>
      <w:r w:rsidRPr="00CF5D4C">
        <w:rPr>
          <w:rStyle w:val="libFootNoteArabicChar"/>
          <w:rtl/>
        </w:rPr>
        <w:t xml:space="preserve"> قال: من عرضت ل</w:t>
      </w:r>
      <w:r w:rsidR="00705CD5" w:rsidRPr="00163EB1">
        <w:rPr>
          <w:rStyle w:val="libFootNoteArabicChar"/>
          <w:rFonts w:hint="cs"/>
          <w:rtl/>
        </w:rPr>
        <w:t>ه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فاحشة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او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ش</w:t>
      </w:r>
      <w:r w:rsidR="00705CD5" w:rsidRPr="00163EB1">
        <w:rPr>
          <w:rStyle w:val="libFootNoteArabicChar"/>
          <w:rFonts w:hint="cs"/>
          <w:rtl/>
        </w:rPr>
        <w:t>ه</w:t>
      </w:r>
      <w:r w:rsidRPr="00CF5D4C">
        <w:rPr>
          <w:rStyle w:val="libFootNoteArabicChar"/>
          <w:rFonts w:hint="cs"/>
          <w:rtl/>
        </w:rPr>
        <w:t>وة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فاجتنب</w:t>
      </w:r>
      <w:r w:rsidR="00705CD5" w:rsidRPr="00163EB1">
        <w:rPr>
          <w:rStyle w:val="libFootNoteArabicChar"/>
          <w:rFonts w:hint="cs"/>
          <w:rtl/>
        </w:rPr>
        <w:t>ه</w:t>
      </w:r>
      <w:r w:rsidRPr="00CF5D4C">
        <w:rPr>
          <w:rStyle w:val="libFootNoteArabicChar"/>
          <w:rFonts w:hint="cs"/>
          <w:rtl/>
        </w:rPr>
        <w:t>ا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مخافة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الل</w:t>
      </w:r>
      <w:r w:rsidR="00705CD5" w:rsidRPr="00163EB1">
        <w:rPr>
          <w:rStyle w:val="libFootNoteArabicChar"/>
          <w:rFonts w:hint="cs"/>
          <w:rtl/>
        </w:rPr>
        <w:t>ه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عزوجل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حرم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الل</w:t>
      </w:r>
      <w:r w:rsidR="00705CD5" w:rsidRPr="00163EB1">
        <w:rPr>
          <w:rStyle w:val="libFootNoteArabicChar"/>
          <w:rFonts w:hint="cs"/>
          <w:rtl/>
        </w:rPr>
        <w:t>ه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علی</w:t>
      </w:r>
      <w:r w:rsidR="00705CD5" w:rsidRPr="00163EB1">
        <w:rPr>
          <w:rStyle w:val="libFootNoteArabicChar"/>
          <w:rFonts w:hint="cs"/>
          <w:rtl/>
        </w:rPr>
        <w:t>ه</w:t>
      </w:r>
      <w:r w:rsidRPr="00CF5D4C">
        <w:rPr>
          <w:rStyle w:val="libFootNoteArabicChar"/>
          <w:rtl/>
        </w:rPr>
        <w:t xml:space="preserve"> النار، وآمن</w:t>
      </w:r>
      <w:r w:rsidR="00705CD5" w:rsidRPr="00163EB1">
        <w:rPr>
          <w:rStyle w:val="libFootNoteArabicChar"/>
          <w:rFonts w:hint="cs"/>
          <w:rtl/>
        </w:rPr>
        <w:t>ه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من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الفزع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الاکبر،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وانجز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ل</w:t>
      </w:r>
      <w:r w:rsidR="00705CD5" w:rsidRPr="00163EB1">
        <w:rPr>
          <w:rStyle w:val="libFootNoteArabicChar"/>
          <w:rFonts w:hint="cs"/>
          <w:rtl/>
        </w:rPr>
        <w:t>ه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ما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وعد</w:t>
      </w:r>
      <w:r w:rsidR="00705CD5" w:rsidRPr="00163EB1">
        <w:rPr>
          <w:rStyle w:val="libFootNoteArabicChar"/>
          <w:rFonts w:hint="cs"/>
          <w:rtl/>
        </w:rPr>
        <w:t>ه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فی</w:t>
      </w:r>
      <w:r w:rsidRPr="00CF5D4C">
        <w:rPr>
          <w:rStyle w:val="libFootNoteArabicChar"/>
          <w:rtl/>
        </w:rPr>
        <w:t xml:space="preserve"> کتاب</w:t>
      </w:r>
      <w:r w:rsidR="00705CD5" w:rsidRPr="00163EB1">
        <w:rPr>
          <w:rStyle w:val="libFootNoteArabicChar"/>
          <w:rFonts w:hint="cs"/>
          <w:rtl/>
        </w:rPr>
        <w:t>ه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فی</w:t>
      </w:r>
      <w:r w:rsidRPr="00CF5D4C">
        <w:rPr>
          <w:rStyle w:val="libFootNoteArabicChar"/>
          <w:rtl/>
        </w:rPr>
        <w:t xml:space="preserve"> قول</w:t>
      </w:r>
      <w:r w:rsidR="00705CD5" w:rsidRPr="00163EB1">
        <w:rPr>
          <w:rStyle w:val="libFootNoteArabicChar"/>
          <w:rFonts w:hint="cs"/>
          <w:rtl/>
        </w:rPr>
        <w:t>ه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تعالي</w:t>
      </w:r>
      <w:r>
        <w:rPr>
          <w:rtl/>
        </w:rPr>
        <w:t>ٰ (</w:t>
      </w:r>
      <w:r w:rsidR="0005211C">
        <w:rPr>
          <w:rtl/>
        </w:rPr>
        <w:t>(</w:t>
      </w:r>
      <w:r w:rsidRPr="00CF5D4C">
        <w:rPr>
          <w:rStyle w:val="libFootnoteAieChar"/>
          <w:rtl/>
        </w:rPr>
        <w:t>وَلِمَنْ خَافَ مَقَامَ رَبِّ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ِ</w:t>
      </w:r>
      <w:r w:rsidRPr="00CF5D4C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جَنَّتَانِ</w:t>
      </w:r>
      <w:r>
        <w:rPr>
          <w:rtl/>
        </w:rPr>
        <w:t xml:space="preserve">)) </w:t>
      </w:r>
      <w:r w:rsidRPr="00CF5D4C">
        <w:rPr>
          <w:rStyle w:val="libFootNoteArabicChar"/>
          <w:rtl/>
        </w:rPr>
        <w:t>الا ومن عرضت ل</w:t>
      </w:r>
      <w:r w:rsidR="00705CD5" w:rsidRPr="00163EB1">
        <w:rPr>
          <w:rStyle w:val="libFootNoteArabicChar"/>
          <w:rFonts w:hint="cs"/>
          <w:rtl/>
        </w:rPr>
        <w:t>ه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دنی</w:t>
      </w:r>
      <w:r w:rsidRPr="00CF5D4C">
        <w:rPr>
          <w:rStyle w:val="libFootNoteArabicChar"/>
          <w:rFonts w:hint="eastAsia"/>
          <w:rtl/>
        </w:rPr>
        <w:t>ا</w:t>
      </w:r>
      <w:r w:rsidRPr="00CF5D4C">
        <w:rPr>
          <w:rStyle w:val="libFootNoteArabicChar"/>
          <w:rtl/>
        </w:rPr>
        <w:t xml:space="preserve"> و آخرة فاختار الدن</w:t>
      </w:r>
      <w:r w:rsidRPr="00CF5D4C">
        <w:rPr>
          <w:rStyle w:val="libFootNoteArabicChar"/>
          <w:rFonts w:hint="cs"/>
          <w:rtl/>
        </w:rPr>
        <w:t>ی</w:t>
      </w:r>
      <w:r w:rsidRPr="00CF5D4C">
        <w:rPr>
          <w:rStyle w:val="libFootNoteArabicChar"/>
          <w:rFonts w:hint="eastAsia"/>
          <w:rtl/>
        </w:rPr>
        <w:t>ا</w:t>
      </w:r>
      <w:r w:rsidRPr="00CF5D4C">
        <w:rPr>
          <w:rStyle w:val="libFootNoteArabicChar"/>
          <w:rtl/>
        </w:rPr>
        <w:t xml:space="preserve"> عل</w:t>
      </w:r>
      <w:r w:rsidRPr="00CF5D4C">
        <w:rPr>
          <w:rStyle w:val="libFootNoteArabicChar"/>
          <w:rFonts w:hint="cs"/>
          <w:rtl/>
        </w:rPr>
        <w:t>ی</w:t>
      </w:r>
      <w:r w:rsidRPr="00CF5D4C">
        <w:rPr>
          <w:rStyle w:val="libFootNoteArabicChar"/>
          <w:rtl/>
        </w:rPr>
        <w:t xml:space="preserve"> الاخرة، لق</w:t>
      </w:r>
      <w:r w:rsidRPr="00CF5D4C">
        <w:rPr>
          <w:rStyle w:val="libFootNoteArabicChar"/>
          <w:rFonts w:hint="cs"/>
          <w:rtl/>
        </w:rPr>
        <w:t>ی</w:t>
      </w:r>
      <w:r w:rsidRPr="00CF5D4C">
        <w:rPr>
          <w:rStyle w:val="libFootNoteArabicChar"/>
          <w:rtl/>
        </w:rPr>
        <w:t xml:space="preserve"> الله عزوجل </w:t>
      </w:r>
      <w:r w:rsidRPr="00CF5D4C">
        <w:rPr>
          <w:rStyle w:val="libFootNoteArabicChar"/>
          <w:rFonts w:hint="cs"/>
          <w:rtl/>
        </w:rPr>
        <w:t>ی</w:t>
      </w:r>
      <w:r w:rsidRPr="00CF5D4C">
        <w:rPr>
          <w:rStyle w:val="libFootNoteArabicChar"/>
          <w:rFonts w:hint="eastAsia"/>
          <w:rtl/>
        </w:rPr>
        <w:t>وم</w:t>
      </w:r>
      <w:r w:rsidRPr="00CF5D4C">
        <w:rPr>
          <w:rStyle w:val="libFootNoteArabicChar"/>
          <w:rtl/>
        </w:rPr>
        <w:t xml:space="preserve"> الق</w:t>
      </w:r>
      <w:r w:rsidRPr="00CF5D4C">
        <w:rPr>
          <w:rStyle w:val="libFootNoteArabicChar"/>
          <w:rFonts w:hint="cs"/>
          <w:rtl/>
        </w:rPr>
        <w:t>ی</w:t>
      </w:r>
      <w:r w:rsidRPr="00CF5D4C">
        <w:rPr>
          <w:rStyle w:val="libFootNoteArabicChar"/>
          <w:rFonts w:hint="eastAsia"/>
          <w:rtl/>
        </w:rPr>
        <w:t>امة</w:t>
      </w:r>
      <w:r w:rsidRPr="00CF5D4C">
        <w:rPr>
          <w:rStyle w:val="libFootNoteArabicChar"/>
          <w:rtl/>
        </w:rPr>
        <w:t xml:space="preserve"> و ل</w:t>
      </w:r>
      <w:r w:rsidRPr="00CF5D4C">
        <w:rPr>
          <w:rStyle w:val="libFootNoteArabicChar"/>
          <w:rFonts w:hint="cs"/>
          <w:rtl/>
        </w:rPr>
        <w:t>ی</w:t>
      </w:r>
      <w:r w:rsidRPr="00CF5D4C">
        <w:rPr>
          <w:rStyle w:val="libFootNoteArabicChar"/>
          <w:rFonts w:hint="eastAsia"/>
          <w:rtl/>
        </w:rPr>
        <w:t>ست</w:t>
      </w:r>
      <w:r w:rsidRPr="00CF5D4C">
        <w:rPr>
          <w:rStyle w:val="libFootNoteArabicChar"/>
          <w:rtl/>
        </w:rPr>
        <w:t xml:space="preserve"> ل</w:t>
      </w:r>
      <w:r w:rsidR="00705CD5" w:rsidRPr="00163EB1">
        <w:rPr>
          <w:rStyle w:val="libFootNoteArabicChar"/>
          <w:rFonts w:hint="cs"/>
          <w:rtl/>
        </w:rPr>
        <w:t>ه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حسنة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ی</w:t>
      </w:r>
      <w:r w:rsidRPr="00CF5D4C">
        <w:rPr>
          <w:rStyle w:val="libFootNoteArabicChar"/>
          <w:rFonts w:hint="eastAsia"/>
          <w:rtl/>
        </w:rPr>
        <w:t>تق</w:t>
      </w:r>
      <w:r w:rsidRPr="00CF5D4C">
        <w:rPr>
          <w:rStyle w:val="libFootNoteArabicChar"/>
          <w:rFonts w:hint="cs"/>
          <w:rtl/>
        </w:rPr>
        <w:t>ی</w:t>
      </w:r>
      <w:r w:rsidRPr="00CF5D4C">
        <w:rPr>
          <w:rStyle w:val="libFootNoteArabicChar"/>
          <w:rtl/>
        </w:rPr>
        <w:t xml:space="preserve"> ب</w:t>
      </w:r>
      <w:r w:rsidR="00705CD5" w:rsidRPr="00163EB1">
        <w:rPr>
          <w:rStyle w:val="libFootNoteArabicChar"/>
          <w:rFonts w:hint="cs"/>
          <w:rtl/>
        </w:rPr>
        <w:t>ه</w:t>
      </w:r>
      <w:r w:rsidRPr="00CF5D4C">
        <w:rPr>
          <w:rStyle w:val="libFootNoteArabicChar"/>
          <w:rFonts w:hint="cs"/>
          <w:rtl/>
        </w:rPr>
        <w:t>ا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النار؛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ومن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اختار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الآخرة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وترک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الدنی</w:t>
      </w:r>
      <w:r w:rsidRPr="00CF5D4C">
        <w:rPr>
          <w:rStyle w:val="libFootNoteArabicChar"/>
          <w:rFonts w:hint="eastAsia"/>
          <w:rtl/>
        </w:rPr>
        <w:t>ا،</w:t>
      </w:r>
      <w:r w:rsidRPr="00CF5D4C">
        <w:rPr>
          <w:rStyle w:val="libFootNoteArabicChar"/>
          <w:rtl/>
        </w:rPr>
        <w:t xml:space="preserve"> رض</w:t>
      </w:r>
      <w:r w:rsidRPr="00CF5D4C">
        <w:rPr>
          <w:rStyle w:val="libFootNoteArabicChar"/>
          <w:rFonts w:hint="cs"/>
          <w:rtl/>
        </w:rPr>
        <w:t>ی</w:t>
      </w:r>
      <w:r w:rsidRPr="00CF5D4C">
        <w:rPr>
          <w:rStyle w:val="libFootNoteArabicChar"/>
          <w:rtl/>
        </w:rPr>
        <w:t xml:space="preserve"> الل</w:t>
      </w:r>
      <w:r w:rsidR="00705CD5" w:rsidRPr="00163EB1">
        <w:rPr>
          <w:rStyle w:val="libFootNoteArabicChar"/>
          <w:rFonts w:hint="cs"/>
          <w:rtl/>
        </w:rPr>
        <w:t>ه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عن</w:t>
      </w:r>
      <w:r w:rsidR="00705CD5" w:rsidRPr="00163EB1">
        <w:rPr>
          <w:rStyle w:val="libFootNoteArabicChar"/>
          <w:rFonts w:hint="cs"/>
          <w:rtl/>
        </w:rPr>
        <w:t>ه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و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غفر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ل</w:t>
      </w:r>
      <w:r w:rsidR="00705CD5" w:rsidRPr="00163EB1">
        <w:rPr>
          <w:rStyle w:val="libFootNoteArabicChar"/>
          <w:rFonts w:hint="cs"/>
          <w:rtl/>
        </w:rPr>
        <w:t>ه</w:t>
      </w:r>
      <w:r w:rsidRPr="00CF5D4C">
        <w:rPr>
          <w:rStyle w:val="libFootNoteArabicChar"/>
          <w:rtl/>
        </w:rPr>
        <w:t xml:space="preserve"> </w:t>
      </w:r>
      <w:r w:rsidRPr="00CF5D4C">
        <w:rPr>
          <w:rStyle w:val="libFootNoteArabicChar"/>
          <w:rFonts w:hint="cs"/>
          <w:rtl/>
        </w:rPr>
        <w:t>مساوی</w:t>
      </w:r>
      <w:r w:rsidRPr="00CF5D4C">
        <w:rPr>
          <w:rStyle w:val="libFootNoteArabicChar"/>
          <w:rtl/>
        </w:rPr>
        <w:t xml:space="preserve"> عمل</w:t>
      </w:r>
      <w:r w:rsidR="00705CD5" w:rsidRPr="00163EB1">
        <w:rPr>
          <w:rStyle w:val="libFootNoteArabicChar"/>
          <w:rFonts w:hint="cs"/>
          <w:rtl/>
        </w:rPr>
        <w:t>ه</w:t>
      </w:r>
      <w:r>
        <w:rPr>
          <w:rtl/>
        </w:rPr>
        <w:t xml:space="preserve">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236. کاف</w:t>
      </w:r>
      <w:r>
        <w:rPr>
          <w:rFonts w:hint="cs"/>
          <w:rtl/>
        </w:rPr>
        <w:t>ی</w:t>
      </w:r>
      <w:r>
        <w:rPr>
          <w:rtl/>
        </w:rPr>
        <w:t>: 268، باب الخوف والرجاء،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5؛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 15216، باب 13،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30312۔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237. سور</w:t>
      </w:r>
      <w:r w:rsidR="00BA0B7F">
        <w:rPr>
          <w:rtl/>
        </w:rPr>
        <w:t>ہ</w:t>
      </w:r>
      <w:r>
        <w:rPr>
          <w:rtl/>
        </w:rPr>
        <w:t xml:space="preserve"> رحمن،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46۔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238. کاف</w:t>
      </w:r>
      <w:r>
        <w:rPr>
          <w:rFonts w:hint="cs"/>
          <w:rtl/>
        </w:rPr>
        <w:t>ی</w:t>
      </w:r>
      <w:r>
        <w:rPr>
          <w:rtl/>
        </w:rPr>
        <w:t>: 270، باب الخوف والرجاء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10؛ بحار الانوار، 67364، باب 59،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8۔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239. کاف</w:t>
      </w:r>
      <w:r>
        <w:rPr>
          <w:rFonts w:hint="cs"/>
          <w:rtl/>
        </w:rPr>
        <w:t>ی</w:t>
      </w:r>
      <w:r>
        <w:rPr>
          <w:rtl/>
        </w:rPr>
        <w:t>: 278، باب الورع،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11؛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 15243، باب 21،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20392۔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240. کاف</w:t>
      </w:r>
      <w:r>
        <w:rPr>
          <w:rFonts w:hint="cs"/>
          <w:rtl/>
        </w:rPr>
        <w:t>ی</w:t>
      </w:r>
      <w:r>
        <w:rPr>
          <w:rtl/>
        </w:rPr>
        <w:t>:277، باب الورع،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9؛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 15245، باب 21،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20400؛ بحار الانوار: 67299، باب 57،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9۔۔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241. وسائل ال</w:t>
      </w:r>
      <w:r>
        <w:rPr>
          <w:rFonts w:hint="cs"/>
          <w:rtl/>
        </w:rPr>
        <w:t>ی</w:t>
      </w:r>
      <w:r>
        <w:rPr>
          <w:rFonts w:hint="eastAsia"/>
          <w:rtl/>
        </w:rPr>
        <w:t>شعہ،</w:t>
      </w:r>
      <w:r>
        <w:rPr>
          <w:rtl/>
        </w:rPr>
        <w:t xml:space="preserve"> ج15، ص246، باب 21،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20405۔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242.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ص79، باب العفة،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2؛تحف العقول :296؛وسائل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:15، ص249، باب 22،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20414۔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243. خصال ج ج1، ص 295،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63؛وسائل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ج15، ص251، باب22،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20425۔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244.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رضا، ج2 ص29، باب 31،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25،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ج15، ص254، باب 23حد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20434۔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245. سور</w:t>
      </w:r>
      <w:r w:rsidR="00BA0B7F">
        <w:rPr>
          <w:rtl/>
        </w:rPr>
        <w:t>ہ</w:t>
      </w:r>
      <w:r>
        <w:rPr>
          <w:rtl/>
        </w:rPr>
        <w:t xml:space="preserve"> فرقان،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70۔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246. سور</w:t>
      </w:r>
      <w:r w:rsidR="00BA0B7F">
        <w:rPr>
          <w:rtl/>
        </w:rPr>
        <w:t>ہ</w:t>
      </w:r>
      <w:r>
        <w:rPr>
          <w:rtl/>
        </w:rPr>
        <w:t xml:space="preserve"> نمل،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11۔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247. سور</w:t>
      </w:r>
      <w:r w:rsidR="00BA0B7F">
        <w:rPr>
          <w:rtl/>
        </w:rPr>
        <w:t>ہ</w:t>
      </w:r>
      <w:r>
        <w:rPr>
          <w:rtl/>
        </w:rPr>
        <w:t xml:space="preserve"> حج،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27۔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248. سور</w:t>
      </w:r>
      <w:r w:rsidR="00BA0B7F">
        <w:rPr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70۔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249. سف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البحار ج4، 352 باب الس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بعدہ ال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250. امال</w:t>
      </w:r>
      <w:r>
        <w:rPr>
          <w:rFonts w:hint="cs"/>
          <w:rtl/>
        </w:rPr>
        <w:t>ی</w:t>
      </w:r>
      <w:r>
        <w:rPr>
          <w:rtl/>
        </w:rPr>
        <w:t xml:space="preserve"> صدوق :ص340، ا؛المجلس الرابع والخمسون،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26؛بحار الانوار، ج67، ص378، باب 59،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23۔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251. قصص راوند</w:t>
      </w:r>
      <w:r>
        <w:rPr>
          <w:rFonts w:hint="cs"/>
          <w:rtl/>
        </w:rPr>
        <w:t>ی</w:t>
      </w:r>
      <w:r>
        <w:rPr>
          <w:rtl/>
        </w:rPr>
        <w:t xml:space="preserve"> ص 83،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222؛ بحار الانوار، ج 67، ص 387، باب 59،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52۔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252. جامع النور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 234۔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253.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ص137،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2؛وسائل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254. کاف</w:t>
      </w:r>
      <w:r>
        <w:rPr>
          <w:rFonts w:hint="cs"/>
          <w:rtl/>
        </w:rPr>
        <w:t>ی</w:t>
      </w:r>
      <w:r>
        <w:rPr>
          <w:rtl/>
        </w:rPr>
        <w:t xml:space="preserve"> ج2، ص75، باب الطاعة والتقو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4؛بحارالانوار، ج67، ص101، باب 47،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5۔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lastRenderedPageBreak/>
        <w:t>255. سور</w:t>
      </w:r>
      <w:r w:rsidR="00BA0B7F">
        <w:rPr>
          <w:rtl/>
        </w:rPr>
        <w:t>ہ</w:t>
      </w:r>
      <w:r>
        <w:rPr>
          <w:rtl/>
        </w:rPr>
        <w:t xml:space="preserve"> زمر،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 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256. نہج البلاغہ :403، خطبہ 175؛بحارالانوار، ج67، ص111، باب 49حد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13۔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257. کاف</w:t>
      </w:r>
      <w:r>
        <w:rPr>
          <w:rFonts w:hint="cs"/>
          <w:rtl/>
        </w:rPr>
        <w:t>ی</w:t>
      </w:r>
      <w:r>
        <w:rPr>
          <w:rtl/>
        </w:rPr>
        <w:t xml:space="preserve"> ج، 2، ص76، باب الطاعة والتقو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8؛وسائل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:ج15، ص241، باب 20،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20385۔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258. امال</w:t>
      </w:r>
      <w:r>
        <w:rPr>
          <w:rFonts w:hint="cs"/>
          <w:rtl/>
        </w:rPr>
        <w:t>ی</w:t>
      </w:r>
      <w:r>
        <w:rPr>
          <w:rtl/>
        </w:rPr>
        <w:t xml:space="preserve"> صدوق :431، مجلس 66،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1؛مجموع</w:t>
      </w:r>
      <w:r w:rsidR="00BA0B7F">
        <w:rPr>
          <w:rtl/>
        </w:rPr>
        <w:t xml:space="preserve">ہ </w:t>
      </w:r>
      <w:r>
        <w:rPr>
          <w:rtl/>
        </w:rPr>
        <w:t>ورام ج، 2ص 263؛وسائل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ج15، ص223، باب 15،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20333۔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259.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ص482، باب البکاء،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4؛عوال</w:t>
      </w:r>
      <w:r>
        <w:rPr>
          <w:rFonts w:hint="cs"/>
          <w:rtl/>
        </w:rPr>
        <w:t>ی</w:t>
      </w:r>
      <w:r>
        <w:rPr>
          <w:rtl/>
        </w:rPr>
        <w:t xml:space="preserve"> اللئال</w:t>
      </w:r>
      <w:r>
        <w:rPr>
          <w:rFonts w:hint="cs"/>
          <w:rtl/>
        </w:rPr>
        <w:t>ی</w:t>
      </w:r>
      <w:r>
        <w:rPr>
          <w:rtl/>
        </w:rPr>
        <w:t>:ج4ص21،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59؛وسائل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: ج15، ص228، باب 15،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20346۔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260.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ص121، باب التواضع،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1؛بحارالانوار ج72، ص124، باب 51،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23۔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261. کاف</w:t>
      </w:r>
      <w:r>
        <w:rPr>
          <w:rFonts w:hint="cs"/>
          <w:rtl/>
        </w:rPr>
        <w:t>ی</w:t>
      </w:r>
      <w:r>
        <w:rPr>
          <w:rtl/>
        </w:rPr>
        <w:t xml:space="preserve"> ج2، ص144، باب الانصاف والعدل،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ج15، ص283، باب 34،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20525۔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262. کاف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ج2، ص 144، باب الانصاف والعدل،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ج15، ص284، باب 34،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28 205؛ بحارالانوار ج 72، ص29، باب 35،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22۔ </w:t>
      </w:r>
    </w:p>
    <w:p w:rsidR="00476253" w:rsidRDefault="00476253" w:rsidP="00D2320A">
      <w:pPr>
        <w:pStyle w:val="libFootnote"/>
        <w:rPr>
          <w:rtl/>
        </w:rPr>
      </w:pPr>
      <w:r>
        <w:rPr>
          <w:rtl/>
        </w:rPr>
        <w:t>263. شرح نہج البلاغہ، علامہ جعفر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ج14ص94۔ </w:t>
      </w:r>
    </w:p>
    <w:p w:rsidR="00D2320A" w:rsidRDefault="00D2320A" w:rsidP="006F6A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D2320A">
      <w:pPr>
        <w:pStyle w:val="Heading2Center"/>
        <w:rPr>
          <w:rtl/>
          <w:lang w:bidi="ur-PK"/>
        </w:rPr>
      </w:pPr>
      <w:bookmarkStart w:id="96" w:name="_Toc520984033"/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اور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کرنا (1)</w:t>
      </w:r>
      <w:bookmarkEnd w:id="96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476253" w:rsidRDefault="006F6A7F" w:rsidP="00125F42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CF5D4C">
        <w:rPr>
          <w:rStyle w:val="libAieChar"/>
          <w:rtl/>
        </w:rPr>
        <w:t>كَتَبَ رَبُّكُمْ عَلَ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tl/>
        </w:rPr>
        <w:t xml:space="preserve"> نَفْسِ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ِ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الرَّحْمَةَ</w:t>
      </w:r>
      <w:r w:rsidR="00476253" w:rsidRPr="00CF5D4C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CF5D4C">
        <w:rPr>
          <w:rStyle w:val="libAieChar"/>
          <w:rFonts w:hint="eastAsia"/>
          <w:rtl/>
        </w:rPr>
        <w:t>نَّ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ُ</w:t>
      </w:r>
      <w:r w:rsidR="00476253" w:rsidRPr="00CF5D4C">
        <w:rPr>
          <w:rStyle w:val="libAieChar"/>
          <w:rtl/>
        </w:rPr>
        <w:t xml:space="preserve"> مَنْ عَمِلَ مِنْكُمْ سُوء اً بِجَ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الَةٍ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ثُمَّ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تَابَ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مِنْ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بَعْدِ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ِ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وَ</w:t>
      </w:r>
      <w:r w:rsidR="00BA0B7F">
        <w:rPr>
          <w:rStyle w:val="libAieChar"/>
          <w:rFonts w:hint="cs"/>
          <w:rtl/>
        </w:rPr>
        <w:t>ا</w:t>
      </w:r>
      <w:r w:rsidR="00476253" w:rsidRPr="00CF5D4C">
        <w:rPr>
          <w:rStyle w:val="libAieChar"/>
          <w:rFonts w:hint="eastAsia"/>
          <w:rtl/>
        </w:rPr>
        <w:t>صْلَحَ</w:t>
      </w:r>
      <w:r w:rsidR="00476253" w:rsidRPr="00CF5D4C">
        <w:rPr>
          <w:rStyle w:val="libAieChar"/>
          <w:rtl/>
        </w:rPr>
        <w:t xml:space="preserve"> فَ</w:t>
      </w:r>
      <w:r w:rsidR="00BA0B7F">
        <w:rPr>
          <w:rStyle w:val="libAieChar"/>
          <w:rtl/>
        </w:rPr>
        <w:t>ا</w:t>
      </w:r>
      <w:r w:rsidR="00476253" w:rsidRPr="00CF5D4C">
        <w:rPr>
          <w:rStyle w:val="libAieChar"/>
          <w:rFonts w:hint="eastAsia"/>
          <w:rtl/>
        </w:rPr>
        <w:t>نَّ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ُ</w:t>
      </w:r>
      <w:r w:rsidR="00476253" w:rsidRPr="00CF5D4C">
        <w:rPr>
          <w:rStyle w:val="libAieChar"/>
          <w:rtl/>
        </w:rPr>
        <w:t xml:space="preserve"> غَفُورٌ رَحِ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مٌ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(264)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 xml:space="preserve"> تمھارے پروردگار نے اپنے اوپررحمت لازم قرار دے ل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کہ تم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جو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از روئے جھالت برائ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کرے گا اور اس کے بعد تو بہ کر کے اپن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اصلاح کرلے گا تو خدا بھت ز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ادہ</w:t>
      </w:r>
      <w:r w:rsidR="00476253">
        <w:rPr>
          <w:rtl/>
          <w:lang w:bidi="ur-PK"/>
        </w:rPr>
        <w:t xml:space="preserve"> بخشنے والا اور مھربان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گزشتہ صفحہ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والے دو عنوان سے باطن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 ربرائ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شخص اپنے ارادہ و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اور شناخت و معرفت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حقائق (اخلاق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حسنات) اور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</w:t>
      </w:r>
      <w:r w:rsidR="0005211C">
        <w:rPr>
          <w:rtl/>
          <w:lang w:bidi="ur-PK"/>
        </w:rPr>
        <w:t>(</w:t>
      </w:r>
      <w:r>
        <w:rPr>
          <w:rtl/>
          <w:lang w:bidi="ur-PK"/>
        </w:rPr>
        <w:t>احکام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کو اپنے صفحہ دل پر نقش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نقش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روغن سے جلا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زمانہ کے حوادث و آفات سے نجات 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انسان ب</w:t>
      </w:r>
      <w:r>
        <w:rPr>
          <w:rFonts w:hint="eastAsia"/>
          <w:rtl/>
          <w:lang w:bidi="ur-PK"/>
        </w:rPr>
        <w:t>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اور خوبصورت وشائستہ صورت بنال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حقائق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حسنات خداوندعالم کے اسماء و صفات کے جلوے اور ارادہ پروردگار کے عمل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جلوے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و صورت کو بازار مصر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حُسن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جلوہ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کو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والے بھت سے معشوق نظر </w:t>
      </w:r>
      <w:r>
        <w:rPr>
          <w:rFonts w:hint="eastAsia"/>
          <w:rtl/>
          <w:lang w:bidi="ur-PK"/>
        </w:rPr>
        <w:t>آتے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انسان جو اپنے قلم و ارادہ و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سے جھل و غفلت غرور و تکبر، بُرے اخلاق اور برے اعمال کو اپنے صفحہ دل پرنقش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وہ گناھوں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غرق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چلا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جو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ھلاکت کے باعث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بدشکل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و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اں،</w:t>
      </w:r>
      <w:r>
        <w:rPr>
          <w:rtl/>
          <w:lang w:bidi="ur-PK"/>
        </w:rPr>
        <w:t xml:space="preserve"> بُرے اعمال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صفات کا انعکاس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حرکتوں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و صورت پر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خدا،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 ملائکہ نفرت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ذلت و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دامن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روحان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وائمہ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کا مطالعہ کرنا چاہئے، تاکہ ان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حقائق اور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سے آشنائ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اپنے کو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توبہ و استغ</w:t>
      </w:r>
      <w:r>
        <w:rPr>
          <w:rFonts w:hint="eastAsia"/>
          <w:rtl/>
          <w:lang w:bidi="ur-PK"/>
        </w:rPr>
        <w:t>فار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فرمان کے مطابق اپنے ظاھر و باطن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کو کامل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: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CF5D4C">
        <w:rPr>
          <w:rStyle w:val="libAieChar"/>
          <w:rtl/>
        </w:rPr>
        <w:t>وَإِذَا جَائَكَ الَّذِ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نَ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ؤْمِنُونَ</w:t>
      </w:r>
      <w:r w:rsidR="00476253" w:rsidRPr="00CF5D4C">
        <w:rPr>
          <w:rStyle w:val="libAieChar"/>
          <w:rtl/>
        </w:rPr>
        <w:t xml:space="preserve"> بِآ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اتِنَا</w:t>
      </w:r>
      <w:r w:rsidR="00476253" w:rsidRPr="00CF5D4C">
        <w:rPr>
          <w:rStyle w:val="libAieChar"/>
          <w:rtl/>
        </w:rPr>
        <w:t xml:space="preserve"> فَقُلْ سَلاَمٌ عَلَ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كُمْ</w:t>
      </w:r>
      <w:r w:rsidR="00476253" w:rsidRPr="00CF5D4C">
        <w:rPr>
          <w:rStyle w:val="libAieChar"/>
          <w:rtl/>
        </w:rPr>
        <w:t xml:space="preserve"> كَتَبَ رَبُّكُمْ عَلَ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tl/>
        </w:rPr>
        <w:t xml:space="preserve"> نَفْسِ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ِ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الرَّحْمَةَ</w:t>
      </w:r>
      <w:r w:rsidR="00476253" w:rsidRPr="00CF5D4C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CF5D4C">
        <w:rPr>
          <w:rStyle w:val="libAieChar"/>
          <w:rFonts w:hint="eastAsia"/>
          <w:rtl/>
        </w:rPr>
        <w:t>نَّ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ُ</w:t>
      </w:r>
      <w:r w:rsidR="00476253" w:rsidRPr="00CF5D4C">
        <w:rPr>
          <w:rStyle w:val="libAieChar"/>
          <w:rtl/>
        </w:rPr>
        <w:t xml:space="preserve"> مَنْ عَمِلَ مِنْكُمْ سُوء اً بِجَ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الَةٍ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ثُمَّ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تَابَ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مِنْ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بَعْدِ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ِ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وَ</w:t>
      </w:r>
      <w:r w:rsidR="00BA0B7F">
        <w:rPr>
          <w:rStyle w:val="libAieChar"/>
          <w:rFonts w:hint="cs"/>
          <w:rtl/>
        </w:rPr>
        <w:t>ا</w:t>
      </w:r>
      <w:r w:rsidR="00476253" w:rsidRPr="00CF5D4C">
        <w:rPr>
          <w:rStyle w:val="libAieChar"/>
          <w:rFonts w:hint="eastAsia"/>
          <w:rtl/>
        </w:rPr>
        <w:t>صْلَحَ</w:t>
      </w:r>
      <w:r w:rsidR="00476253" w:rsidRPr="00CF5D4C">
        <w:rPr>
          <w:rStyle w:val="libAieChar"/>
          <w:rtl/>
        </w:rPr>
        <w:t xml:space="preserve"> فَ</w:t>
      </w:r>
      <w:r w:rsidR="00BA0B7F">
        <w:rPr>
          <w:rStyle w:val="libAieChar"/>
          <w:rtl/>
        </w:rPr>
        <w:t>ا</w:t>
      </w:r>
      <w:r w:rsidR="00476253" w:rsidRPr="00CF5D4C">
        <w:rPr>
          <w:rStyle w:val="libAieChar"/>
          <w:rFonts w:hint="eastAsia"/>
          <w:rtl/>
        </w:rPr>
        <w:t>نَّ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ُ</w:t>
      </w:r>
      <w:r w:rsidR="00476253" w:rsidRPr="00CF5D4C">
        <w:rPr>
          <w:rStyle w:val="libAieChar"/>
          <w:rtl/>
        </w:rPr>
        <w:t xml:space="preserve"> غَفُورٌ رَحِ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مٌ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(265)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lastRenderedPageBreak/>
        <w:t>”اور</w:t>
      </w:r>
      <w:r w:rsidR="00476253">
        <w:rPr>
          <w:rtl/>
          <w:lang w:bidi="ur-PK"/>
        </w:rPr>
        <w:t xml:space="preserve"> جب وہ لوگ آپ کے پاس آئ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جو ھمار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آ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tl/>
          <w:lang w:bidi="ur-PK"/>
        </w:rPr>
        <w:t xml:space="preserve"> وں پر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رکھتے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تو ان سے کہئے کہ سلام عل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کم</w:t>
      </w:r>
      <w:r w:rsidR="00476253">
        <w:rPr>
          <w:rtl/>
          <w:lang w:bidi="ur-PK"/>
        </w:rPr>
        <w:t xml:space="preserve"> تمھارے پروردگار نے اپنے اوپررحمت لازم قرار دے ل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کہ تم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جو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از روئے جھالت برائ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کرے گا اور اس کے بعد تو بہ کر کے اپن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اصلاح کرلے گا تو خدا بھت ز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ادہ</w:t>
      </w:r>
      <w:r w:rsidR="00476253">
        <w:rPr>
          <w:rtl/>
          <w:lang w:bidi="ur-PK"/>
        </w:rPr>
        <w:t xml:space="preserve"> </w:t>
      </w:r>
      <w:r w:rsidR="00476253">
        <w:rPr>
          <w:rFonts w:hint="eastAsia"/>
          <w:rtl/>
          <w:lang w:bidi="ur-PK"/>
        </w:rPr>
        <w:t>بخشنے</w:t>
      </w:r>
      <w:r w:rsidR="00476253">
        <w:rPr>
          <w:rtl/>
          <w:lang w:bidi="ur-PK"/>
        </w:rPr>
        <w:t xml:space="preserve"> والا اور مھربان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CB7E8E">
      <w:pPr>
        <w:pStyle w:val="Heading2Center"/>
        <w:rPr>
          <w:rtl/>
          <w:lang w:bidi="ur-PK"/>
        </w:rPr>
      </w:pPr>
      <w:bookmarkStart w:id="97" w:name="_Toc520984034"/>
      <w:r>
        <w:rPr>
          <w:rFonts w:hint="eastAsia"/>
          <w:rtl/>
          <w:lang w:bidi="ur-PK"/>
        </w:rPr>
        <w:t>اھل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صاحب فلاح</w:t>
      </w:r>
      <w:bookmarkEnd w:id="97"/>
      <w:r>
        <w:rPr>
          <w:rtl/>
          <w:lang w:bidi="ur-PK"/>
        </w:rPr>
        <w:t xml:space="preserve">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CF5D4C">
        <w:rPr>
          <w:rStyle w:val="libAieChar"/>
          <w:rtl/>
        </w:rPr>
        <w:t>الَّذِ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نَ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ؤْمِنُونَ</w:t>
      </w:r>
      <w:r w:rsidR="00476253" w:rsidRPr="00CF5D4C">
        <w:rPr>
          <w:rStyle w:val="libAieChar"/>
          <w:rtl/>
        </w:rPr>
        <w:t xml:space="preserve"> بِالْغَ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بِ</w:t>
      </w:r>
      <w:r w:rsidR="00476253" w:rsidRPr="00CF5D4C">
        <w:rPr>
          <w:rStyle w:val="libAieChar"/>
          <w:rtl/>
        </w:rPr>
        <w:t xml:space="preserve"> وَ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قِ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مُونَ</w:t>
      </w:r>
      <w:r w:rsidR="00476253" w:rsidRPr="00CF5D4C">
        <w:rPr>
          <w:rStyle w:val="libAieChar"/>
          <w:rtl/>
        </w:rPr>
        <w:t xml:space="preserve"> الصَّلاَةَ وَمِمَّا رَزَقْنَا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م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نفِقُونَ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وَالَّذِی</w:t>
      </w:r>
      <w:r w:rsidR="00476253" w:rsidRPr="00CF5D4C">
        <w:rPr>
          <w:rStyle w:val="libAieChar"/>
          <w:rFonts w:hint="eastAsia"/>
          <w:rtl/>
        </w:rPr>
        <w:t>نَ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ؤْمِنُونَ</w:t>
      </w:r>
      <w:r w:rsidR="00476253" w:rsidRPr="00CF5D4C">
        <w:rPr>
          <w:rStyle w:val="libAieChar"/>
          <w:rtl/>
        </w:rPr>
        <w:t xml:space="preserve"> بِمَا </w:t>
      </w:r>
      <w:r w:rsidR="00BA0B7F">
        <w:rPr>
          <w:rStyle w:val="libAieChar"/>
          <w:rtl/>
        </w:rPr>
        <w:t>ا</w:t>
      </w:r>
      <w:r w:rsidR="00476253" w:rsidRPr="00CF5D4C">
        <w:rPr>
          <w:rStyle w:val="libAieChar"/>
          <w:rFonts w:hint="eastAsia"/>
          <w:rtl/>
        </w:rPr>
        <w:t>نْزِلَ</w:t>
      </w:r>
      <w:r w:rsidR="00476253" w:rsidRPr="00CF5D4C">
        <w:rPr>
          <w:rStyle w:val="libAieChar"/>
          <w:rtl/>
        </w:rPr>
        <w:t xml:space="preserve"> إِلَ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كَ</w:t>
      </w:r>
      <w:r w:rsidR="00476253" w:rsidRPr="00CF5D4C">
        <w:rPr>
          <w:rStyle w:val="libAieChar"/>
          <w:rtl/>
        </w:rPr>
        <w:t xml:space="preserve"> وَمَا </w:t>
      </w:r>
      <w:r w:rsidR="00BA0B7F">
        <w:rPr>
          <w:rStyle w:val="libAieChar"/>
          <w:rtl/>
        </w:rPr>
        <w:t>ا</w:t>
      </w:r>
      <w:r w:rsidR="00476253" w:rsidRPr="00CF5D4C">
        <w:rPr>
          <w:rStyle w:val="libAieChar"/>
          <w:rFonts w:hint="eastAsia"/>
          <w:rtl/>
        </w:rPr>
        <w:t>نْزِلَ</w:t>
      </w:r>
      <w:r w:rsidR="00476253" w:rsidRPr="00CF5D4C">
        <w:rPr>
          <w:rStyle w:val="libAieChar"/>
          <w:rtl/>
        </w:rPr>
        <w:t xml:space="preserve"> مِنْ قَبْلِكَ وَبِالْآخِرَةِ 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م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وقِنُونَ</w:t>
      </w:r>
      <w:r w:rsidR="00476253" w:rsidRPr="00CF5D4C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CF5D4C">
        <w:rPr>
          <w:rStyle w:val="libAieChar"/>
          <w:rFonts w:hint="eastAsia"/>
          <w:rtl/>
        </w:rPr>
        <w:t>وْلَئِكَ</w:t>
      </w:r>
      <w:r w:rsidR="00476253" w:rsidRPr="00CF5D4C">
        <w:rPr>
          <w:rStyle w:val="libAieChar"/>
          <w:rtl/>
        </w:rPr>
        <w:t xml:space="preserve"> عَلَ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ُد</w:t>
      </w:r>
      <w:r w:rsidR="00476253" w:rsidRPr="00CF5D4C">
        <w:rPr>
          <w:rStyle w:val="libAieChar"/>
          <w:rtl/>
        </w:rPr>
        <w:t>ً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tl/>
        </w:rPr>
        <w:t xml:space="preserve"> مِنْ رَبِّ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م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وَ</w:t>
      </w:r>
      <w:r w:rsidR="00BA0B7F">
        <w:rPr>
          <w:rStyle w:val="libAieChar"/>
          <w:rFonts w:hint="cs"/>
          <w:rtl/>
        </w:rPr>
        <w:t>ا</w:t>
      </w:r>
      <w:r w:rsidR="00476253" w:rsidRPr="00CF5D4C">
        <w:rPr>
          <w:rStyle w:val="libAieChar"/>
          <w:rFonts w:hint="eastAsia"/>
          <w:rtl/>
        </w:rPr>
        <w:t>وْلَئِكَ</w:t>
      </w:r>
      <w:r w:rsidR="00476253" w:rsidRPr="00CF5D4C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م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الْمُ</w:t>
      </w:r>
      <w:r w:rsidR="00476253" w:rsidRPr="00CF5D4C">
        <w:rPr>
          <w:rStyle w:val="libAieChar"/>
          <w:rFonts w:hint="eastAsia"/>
          <w:rtl/>
        </w:rPr>
        <w:t>فْلِحُونَ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(266)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”جولوگ</w:t>
      </w:r>
      <w:r w:rsidR="00476253">
        <w:rPr>
          <w:rtl/>
          <w:lang w:bidi="ur-PK"/>
        </w:rPr>
        <w:t xml:space="preserve"> غ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</w:t>
      </w:r>
      <w:r w:rsidR="00476253">
        <w:rPr>
          <w:rtl/>
          <w:lang w:bidi="ur-PK"/>
        </w:rPr>
        <w:t xml:space="preserve"> پر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رکھتے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۔پابند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سے پورے اھتمام کے ساتھ نماز ادا کر 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جو کچھ ھم نے رزق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اس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سے ھمار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راہ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خرچ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۔وہ ان تمام باتوں پر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رکھتے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جن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(اے رسول) ھم نے آپ پر نازل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جو آپ سے پھلے نازل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گئ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آخرت پر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رکھتے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>۔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وہ لوگ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جو اپنے پروردگار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طرف سے ہدا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tl/>
          <w:lang w:bidi="ur-PK"/>
        </w:rPr>
        <w:t xml:space="preserve"> کے حامل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لوگ فلاح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افتہ</w:t>
      </w:r>
      <w:r w:rsidR="00476253">
        <w:rPr>
          <w:rtl/>
          <w:lang w:bidi="ur-PK"/>
        </w:rPr>
        <w:t xml:space="preserve"> اور کام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اب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مذکورہ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درج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نتائج برآمد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1۔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2۔ نماز قائم کرنا۔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3۔ صدقہ اور حقوق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4۔ قرآن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5۔ آخرت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CB7E8E">
      <w:pPr>
        <w:pStyle w:val="Heading2Center"/>
        <w:rPr>
          <w:rtl/>
          <w:lang w:bidi="ur-PK"/>
        </w:rPr>
      </w:pPr>
      <w:bookmarkStart w:id="98" w:name="_Toc520984035"/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bookmarkEnd w:id="98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سے مراد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امور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کو ظاھر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حواس سے درک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جاسکتا، چونکہ ان کو حواس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درک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 لہٰذا ان کو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امور کھا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ب،</w:t>
      </w:r>
      <w:r>
        <w:rPr>
          <w:rtl/>
          <w:lang w:bidi="ur-PK"/>
        </w:rPr>
        <w:t xml:space="preserve"> ان حقائق کو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کو دل اور عقل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 سے درک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کے مصاد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خداوندعالم، فرشتے، برزخ، روز محشر، حساب،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r>
        <w:rPr>
          <w:rtl/>
          <w:lang w:bidi="ur-PK"/>
        </w:rPr>
        <w:t xml:space="preserve"> اور جنت و جہنم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ان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اء،</w:t>
      </w:r>
      <w:r>
        <w:rPr>
          <w:rtl/>
          <w:lang w:bidi="ur-PK"/>
        </w:rPr>
        <w:t xml:space="preserve"> ائمہ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اور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ان</w:t>
      </w:r>
      <w:r>
        <w:rPr>
          <w:rtl/>
          <w:lang w:bidi="ur-PK"/>
        </w:rPr>
        <w:t xml:space="preserve"> حقائق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رکھنے سے انسان کا باطن 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طاھر، روح صاف 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زہ،</w:t>
      </w:r>
      <w:r>
        <w:rPr>
          <w:rtl/>
          <w:lang w:bidi="ur-PK"/>
        </w:rPr>
        <w:t xml:space="preserve"> تزک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نفس، روح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سکون اور قلب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 xml:space="preserve">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اعضاء و جوارح خدا و رسول اور اھل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کے احکام کے پابند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رکھنے سے انسان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تقويٰ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عدالت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استعداد شکوفہ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اس کے کمالات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خلافت و جانش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کا راستہ ھموار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کتاب</w:t>
      </w:r>
      <w:r>
        <w:rPr>
          <w:rtl/>
          <w:lang w:bidi="ur-PK"/>
        </w:rPr>
        <w:t xml:space="preserve"> خدا،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جو احسن الحد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ث،</w:t>
      </w:r>
      <w:r>
        <w:rPr>
          <w:rtl/>
          <w:lang w:bidi="ur-PK"/>
        </w:rPr>
        <w:t xml:space="preserve"> اصدق قول اور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وعظ و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کے وح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صحت و استحکام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 و شبہ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اس نے مختلف سوروں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مختلف دلائل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ثابت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قرآن کتاب خدا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انسان کو ذرہ برابر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رھتا،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کے مکمل مصاد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کئے گئے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ان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اور ائمہ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سے بھت اھم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کے پر توجہ کرنے سے انسان کے لئے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راستہ ھموار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CB7E8E">
      <w:pPr>
        <w:pStyle w:val="Heading2Center"/>
        <w:rPr>
          <w:rtl/>
          <w:lang w:bidi="ur-PK"/>
        </w:rPr>
      </w:pPr>
      <w:bookmarkStart w:id="99" w:name="_Toc520984036"/>
      <w:r>
        <w:rPr>
          <w:rFonts w:hint="eastAsia"/>
          <w:rtl/>
          <w:lang w:bidi="ur-PK"/>
        </w:rPr>
        <w:t>خدا</w:t>
      </w:r>
      <w:bookmarkEnd w:id="99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خداوندعالم کو تمام کائنات اور تمام موجودات کے خالق کے عنوان سے پہچنوا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تمام انسانوں کو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کا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ضدو مثل اوراس کا کفوقرار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سخت منع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کو غفلت و جھالت کا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کو</w:t>
      </w:r>
      <w:r>
        <w:rPr>
          <w:rtl/>
          <w:lang w:bidi="ur-PK"/>
        </w:rPr>
        <w:t xml:space="preserve"> اس کے خلاف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کرنے کو فطرت و وجدان کے خلاف شمار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عالم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غور و فکر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رغبت دلائ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فطر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عقل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دلائل و شواہد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خدا کے خالق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کو باطل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جملہ کو بے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اد،</w:t>
      </w:r>
      <w:r>
        <w:rPr>
          <w:rtl/>
          <w:lang w:bidi="ur-PK"/>
        </w:rPr>
        <w:t xml:space="preserve"> بے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مسخرہ آ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”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بخود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شدت کے ساتھ ردّ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منطق اور عقل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سے کوسوں دور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المختصر: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اندر انسان کے جھل اور غفلت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علاج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اورفطرت و وجدان کو جھنجھوڑتے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عقل و دل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کے سامنے سے شک و ترد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اوھام کے پردوں کو ہٹاد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خداوندعالم کے وجود کو دلائل کے ساتھ ثابت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اس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توجہ دلائ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ہست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روز روشن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واضح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اقدس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شک و ت</w:t>
      </w:r>
      <w:r>
        <w:rPr>
          <w:rFonts w:hint="eastAsia"/>
          <w:rtl/>
          <w:lang w:bidi="ur-PK"/>
        </w:rPr>
        <w:t>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وجود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: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BA0B7F">
        <w:rPr>
          <w:rStyle w:val="libAieChar"/>
          <w:rFonts w:hint="cs"/>
          <w:rtl/>
        </w:rPr>
        <w:t>ا</w:t>
      </w:r>
      <w:r w:rsidR="00476253" w:rsidRPr="00CF5D4C">
        <w:rPr>
          <w:rStyle w:val="libAieChar"/>
          <w:rFonts w:hint="eastAsia"/>
          <w:rtl/>
        </w:rPr>
        <w:t>فِ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tl/>
        </w:rPr>
        <w:t xml:space="preserve"> اللهِ شَكٌّ فَاطِرِ السَّمَاوَاتِ وَالْ</w:t>
      </w:r>
      <w:r w:rsidR="00BA0B7F">
        <w:rPr>
          <w:rStyle w:val="libAieChar"/>
          <w:rtl/>
        </w:rPr>
        <w:t>ا</w:t>
      </w:r>
      <w:r w:rsidR="00476253" w:rsidRPr="00CF5D4C">
        <w:rPr>
          <w:rStyle w:val="libAieChar"/>
          <w:rFonts w:hint="eastAsia"/>
          <w:rtl/>
        </w:rPr>
        <w:t>رْضِ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دْعُوكُمْ</w:t>
      </w:r>
      <w:r w:rsidR="00476253" w:rsidRPr="00CF5D4C">
        <w:rPr>
          <w:rStyle w:val="libAieChar"/>
          <w:rtl/>
        </w:rPr>
        <w:t xml:space="preserve"> لِ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غْفِرَ</w:t>
      </w:r>
      <w:r w:rsidR="00476253" w:rsidRPr="00CF5D4C">
        <w:rPr>
          <w:rStyle w:val="libAieChar"/>
          <w:rtl/>
        </w:rPr>
        <w:t xml:space="preserve"> لَكُمْ مِنْ ذُنُوبِكُمْ</w:t>
      </w:r>
      <w:r w:rsidR="006F6A7F" w:rsidRPr="006F6A7F">
        <w:rPr>
          <w:rStyle w:val="libAlaemChar"/>
          <w:rtl/>
        </w:rPr>
        <w:t>)</w:t>
      </w:r>
      <w:r w:rsidR="00125F42" w:rsidRPr="00125F42">
        <w:rPr>
          <w:rStyle w:val="libFootnotenumChar"/>
          <w:rtl/>
          <w:lang w:bidi="ur-PK"/>
        </w:rPr>
        <w:t>(267)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تم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اللہ کے وجود کے بارے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شک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جو زم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و آسمان کا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دا</w:t>
      </w:r>
      <w:r w:rsidR="00476253">
        <w:rPr>
          <w:rtl/>
          <w:lang w:bidi="ur-PK"/>
        </w:rPr>
        <w:t xml:space="preserve"> کرنے والا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تم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اس لئے بلاتا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کہ تمھارے گناھوں کو معاف کردے۔۔“۔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lastRenderedPageBreak/>
        <w:t>(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ا</w:t>
      </w:r>
      <w:r w:rsidR="00BA0B7F">
        <w:rPr>
          <w:rStyle w:val="libAieChar"/>
          <w:rFonts w:hint="eastAsia"/>
          <w:rtl/>
        </w:rPr>
        <w:t>ا</w:t>
      </w:r>
      <w:r w:rsidR="00476253" w:rsidRPr="00CF5D4C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ا</w:t>
      </w:r>
      <w:r w:rsidR="00476253" w:rsidRPr="00CF5D4C">
        <w:rPr>
          <w:rStyle w:val="libAieChar"/>
          <w:rtl/>
        </w:rPr>
        <w:t xml:space="preserve"> النَّاسُ اعْبُدُوا رَبَّكُمْ الَّذِ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tl/>
        </w:rPr>
        <w:t xml:space="preserve"> خَلَقَكُمْ وَالَّذِ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نَ</w:t>
      </w:r>
      <w:r w:rsidR="00476253" w:rsidRPr="00CF5D4C">
        <w:rPr>
          <w:rStyle w:val="libAieChar"/>
          <w:rtl/>
        </w:rPr>
        <w:t xml:space="preserve"> مِنْ قَبْلِكُمْ لَعَلَّكُمْ تَتَّقُونَ </w:t>
      </w:r>
      <w:r w:rsidR="00476253" w:rsidRPr="00CF5D4C">
        <w:rPr>
          <w:rStyle w:val="libAieChar"/>
          <w:rFonts w:hint="cs"/>
          <w:rtl/>
        </w:rPr>
        <w:t>الَّذِی</w:t>
      </w:r>
      <w:r w:rsidR="00476253" w:rsidRPr="00CF5D4C">
        <w:rPr>
          <w:rStyle w:val="libAieChar"/>
          <w:rtl/>
        </w:rPr>
        <w:t xml:space="preserve"> جَعَلَ لَكُمْ الْ</w:t>
      </w:r>
      <w:r w:rsidR="00BA0B7F">
        <w:rPr>
          <w:rStyle w:val="libAieChar"/>
          <w:rtl/>
        </w:rPr>
        <w:t>ا</w:t>
      </w:r>
      <w:r w:rsidR="00476253" w:rsidRPr="00CF5D4C">
        <w:rPr>
          <w:rStyle w:val="libAieChar"/>
          <w:rFonts w:hint="eastAsia"/>
          <w:rtl/>
        </w:rPr>
        <w:t>رْضَ</w:t>
      </w:r>
      <w:r w:rsidR="00476253" w:rsidRPr="00CF5D4C">
        <w:rPr>
          <w:rStyle w:val="libAieChar"/>
          <w:rtl/>
        </w:rPr>
        <w:t xml:space="preserve"> فِرَاشًا وَالسَّمَاءَ بِنَاءً وَ</w:t>
      </w:r>
      <w:r w:rsidR="00BA0B7F">
        <w:rPr>
          <w:rStyle w:val="libAieChar"/>
          <w:rtl/>
        </w:rPr>
        <w:t>ا</w:t>
      </w:r>
      <w:r w:rsidR="00476253" w:rsidRPr="00CF5D4C">
        <w:rPr>
          <w:rStyle w:val="libAieChar"/>
          <w:rFonts w:hint="eastAsia"/>
          <w:rtl/>
        </w:rPr>
        <w:t>نْزَلَ</w:t>
      </w:r>
      <w:r w:rsidR="00476253" w:rsidRPr="00CF5D4C">
        <w:rPr>
          <w:rStyle w:val="libAieChar"/>
          <w:rtl/>
        </w:rPr>
        <w:t xml:space="preserve"> مِنْ السَّمَاءِ مَاءً فَ</w:t>
      </w:r>
      <w:r w:rsidR="00BA0B7F">
        <w:rPr>
          <w:rStyle w:val="libAieChar"/>
          <w:rtl/>
        </w:rPr>
        <w:t>ا</w:t>
      </w:r>
      <w:r w:rsidR="00476253" w:rsidRPr="00CF5D4C">
        <w:rPr>
          <w:rStyle w:val="libAieChar"/>
          <w:rFonts w:hint="eastAsia"/>
          <w:rtl/>
        </w:rPr>
        <w:t>خْرَجَ</w:t>
      </w:r>
      <w:r w:rsidR="00476253" w:rsidRPr="00CF5D4C">
        <w:rPr>
          <w:rStyle w:val="libAieChar"/>
          <w:rtl/>
        </w:rPr>
        <w:t xml:space="preserve"> 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ِ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مِنْ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الثَّمَرَاتِ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رِزْقًا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لَكُم</w:t>
      </w:r>
      <w:r w:rsidR="00476253" w:rsidRPr="00CF5D4C">
        <w:rPr>
          <w:rStyle w:val="libAieChar"/>
          <w:rFonts w:hint="eastAsia"/>
          <w:rtl/>
        </w:rPr>
        <w:t>ْ</w:t>
      </w:r>
      <w:r w:rsidR="00476253" w:rsidRPr="00CF5D4C">
        <w:rPr>
          <w:rStyle w:val="libAieChar"/>
          <w:rtl/>
        </w:rPr>
        <w:t xml:space="preserve"> فَلاَتَجْعَلُوا لِلَّ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ِ</w:t>
      </w:r>
      <w:r w:rsidR="00476253" w:rsidRPr="00CF5D4C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CF5D4C">
        <w:rPr>
          <w:rStyle w:val="libAieChar"/>
          <w:rFonts w:hint="eastAsia"/>
          <w:rtl/>
        </w:rPr>
        <w:t>ندَادًا</w:t>
      </w:r>
      <w:r w:rsidR="00476253" w:rsidRPr="00CF5D4C">
        <w:rPr>
          <w:rStyle w:val="libAieChar"/>
          <w:rtl/>
        </w:rPr>
        <w:t xml:space="preserve"> وَ</w:t>
      </w:r>
      <w:r w:rsidR="00BA0B7F">
        <w:rPr>
          <w:rStyle w:val="libAieChar"/>
          <w:rtl/>
        </w:rPr>
        <w:t>ا</w:t>
      </w:r>
      <w:r w:rsidR="00476253" w:rsidRPr="00CF5D4C">
        <w:rPr>
          <w:rStyle w:val="libAieChar"/>
          <w:rFonts w:hint="eastAsia"/>
          <w:rtl/>
        </w:rPr>
        <w:t>نْتُمْ</w:t>
      </w:r>
      <w:r w:rsidR="00476253" w:rsidRPr="00CF5D4C">
        <w:rPr>
          <w:rStyle w:val="libAieChar"/>
          <w:rtl/>
        </w:rPr>
        <w:t xml:space="preserve"> تَعْلَمُونَ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(268)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”اے</w:t>
      </w:r>
      <w:r w:rsidR="00476253">
        <w:rPr>
          <w:rtl/>
          <w:lang w:bidi="ur-PK"/>
        </w:rPr>
        <w:t xml:space="preserve"> انسانو! پروردگار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عبادت کرو جس نے تم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دا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تم سے پھلے والوں کو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خلق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۔شا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tl/>
          <w:lang w:bidi="ur-PK"/>
        </w:rPr>
        <w:t xml:space="preserve"> کہ تم اس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طرح متق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اور پرھ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ز</w:t>
      </w:r>
      <w:r w:rsidR="00476253">
        <w:rPr>
          <w:rtl/>
          <w:lang w:bidi="ur-PK"/>
        </w:rPr>
        <w:t xml:space="preserve"> گار بن جا</w:t>
      </w:r>
      <w:r w:rsidR="00AA04E3">
        <w:rPr>
          <w:rtl/>
          <w:lang w:bidi="ur-PK"/>
        </w:rPr>
        <w:t>و</w:t>
      </w:r>
      <w:r w:rsidR="00476253">
        <w:rPr>
          <w:rtl/>
          <w:lang w:bidi="ur-PK"/>
        </w:rPr>
        <w:t>۔اس پروردگار نے تمھارے لئے زم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کا فرش اور آسمان کا شام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انہ</w:t>
      </w:r>
      <w:r w:rsidR="00476253">
        <w:rPr>
          <w:rtl/>
          <w:lang w:bidi="ur-PK"/>
        </w:rPr>
        <w:t xml:space="preserve"> بنا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پھر آسمان سے پان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برسا کر تمھار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ر</w:t>
      </w:r>
      <w:r w:rsidR="00476253">
        <w:rPr>
          <w:rFonts w:hint="eastAsia"/>
          <w:rtl/>
          <w:lang w:bidi="ur-PK"/>
        </w:rPr>
        <w:t>وز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کے لئے زم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سے پھل نکالے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لہٰذا اس کے لئے جان بوجھ کر کس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کو ھمسر اور مثل نہ بنا</w:t>
      </w:r>
      <w:r w:rsidR="00AA04E3">
        <w:rPr>
          <w:rtl/>
          <w:lang w:bidi="ur-PK"/>
        </w:rPr>
        <w:t>و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ھاں! اس نے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ھم سے پھلے انسانوں کو خلق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آسمانوں کو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فرش بچھا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تمھارے لئے بارش برسائ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مختلف قسم کے پھل اور اناج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ئے، اگر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 کام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تو پھر کس کا کام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 تمام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خلقت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دائش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علت ”تصادف“(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اتفاق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مستحکم منطق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عقل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اگر کھا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بخود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پھلے سے موجود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جو خود بخود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ک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علاوہ جو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موجود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وہ خود بخود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پس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کہ ان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کا خالق اور ان کو نظم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و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و خب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”اللہ تعاليٰ“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نے ان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وجود بخشا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مضبوط اور مستحکم نظام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ڈال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لہٰذا انسان پر واجب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اس کے حکم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و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تاکہ تقويٰ،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معراج حاصل کرے: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CF5D4C">
        <w:rPr>
          <w:rStyle w:val="libAieChar"/>
          <w:rtl/>
        </w:rPr>
        <w:t>اعْبُدُوا رَبَّكُمْ الَّذِ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tl/>
        </w:rPr>
        <w:t xml:space="preserve"> خَلَقَكُمْ وَالَّذِ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نَ</w:t>
      </w:r>
      <w:r w:rsidR="00476253" w:rsidRPr="00CF5D4C">
        <w:rPr>
          <w:rStyle w:val="libAieChar"/>
          <w:rtl/>
        </w:rPr>
        <w:t xml:space="preserve"> مِنْ قَبْلِكُمْ لَعَلَّكُمْ تَتَّقُون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(269)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تم لوگ اس پروردگار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عبادت کرو جس نے تم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دا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تم سے پھلے والوں کو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خلق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۔شا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tl/>
          <w:lang w:bidi="ur-PK"/>
        </w:rPr>
        <w:t xml:space="preserve"> کہ تم اس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طرح متق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اور پرھ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ز</w:t>
      </w:r>
      <w:r w:rsidR="00476253">
        <w:rPr>
          <w:rtl/>
          <w:lang w:bidi="ur-PK"/>
        </w:rPr>
        <w:t xml:space="preserve"> گار بن جا</w:t>
      </w:r>
      <w:r w:rsidR="00AA04E3">
        <w:rPr>
          <w:rtl/>
          <w:lang w:bidi="ur-PK"/>
        </w:rPr>
        <w:t>و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مفضل</w:t>
      </w:r>
      <w:r>
        <w:rPr>
          <w:rtl/>
          <w:lang w:bidi="ur-PK"/>
        </w:rPr>
        <w:t xml:space="preserve"> بن عمر کوف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مجھ سے حضرت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وجود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سے پھل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نظم و ترت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نقصان کے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پر موجود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اپنا کام انجام دے رھ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مخلوقات</w:t>
      </w:r>
      <w:r>
        <w:rPr>
          <w:rtl/>
          <w:lang w:bidi="ur-PK"/>
        </w:rPr>
        <w:t xml:space="preserve"> کے لئے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فرش بچھا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آسمان پر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لئے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والے سورج چاند اور ستارے لٹکائے گئے، پھاڑوں کے اندر گرانبھا جواھرات قرار دئے گئے، ھر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مصلحت رکھ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انسان کے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مختلف قسم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گھاس، در</w:t>
      </w:r>
      <w:r>
        <w:rPr>
          <w:rFonts w:hint="eastAsia"/>
          <w:rtl/>
          <w:lang w:bidi="ur-PK"/>
        </w:rPr>
        <w:t>خت</w:t>
      </w:r>
      <w:r>
        <w:rPr>
          <w:rtl/>
          <w:lang w:bidi="ur-PK"/>
        </w:rPr>
        <w:t xml:space="preserve"> اور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وانات</w:t>
      </w:r>
      <w:r>
        <w:rPr>
          <w:rtl/>
          <w:lang w:bidi="ur-PK"/>
        </w:rPr>
        <w:t xml:space="preserve"> کو اس کے لئے خلق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تاکہ آرام و سکون کے ساتھ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کرسکےں۔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اس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نظم وترت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کہ جھاں ھر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ذرہ برابر کم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نقصان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مخصوص جگہ پ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جو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حکمت کے تحت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کے علاوہ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رابطہ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سب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کے محتاج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جو خود </w:t>
      </w: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کرنے والا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EC52B0">
        <w:rPr>
          <w:rtl/>
          <w:lang w:bidi="ur-PK"/>
        </w:rPr>
        <w:t xml:space="preserve"> ہی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ان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کرنے والے نے ان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الفت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سے مربوط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دوسرا کا محتاج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مفضل</w:t>
      </w:r>
      <w:r>
        <w:rPr>
          <w:rtl/>
          <w:lang w:bidi="ur-PK"/>
        </w:rPr>
        <w:t xml:space="preserve">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معرفت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 کے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سرے</w:t>
      </w:r>
      <w:r>
        <w:rPr>
          <w:rtl/>
          <w:lang w:bidi="ur-PK"/>
        </w:rPr>
        <w:t xml:space="preserve"> دن جب امام ششم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تو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آج چاند، سورج اور ستاروں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گفتگو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اے</w:t>
      </w:r>
      <w:r>
        <w:rPr>
          <w:rtl/>
          <w:lang w:bidi="ur-PK"/>
        </w:rPr>
        <w:t xml:space="preserve"> مفضل! آسمان کا رنگ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</w:t>
      </w:r>
      <w:r>
        <w:rPr>
          <w:rtl/>
          <w:lang w:bidi="ur-PK"/>
        </w:rPr>
        <w:t xml:space="preserve">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 رجھاں تک انسان آسمان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</w:t>
      </w:r>
      <w:r>
        <w:rPr>
          <w:rtl/>
          <w:lang w:bidi="ur-PK"/>
        </w:rPr>
        <w:t xml:space="preserve"> چلا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</w:t>
      </w:r>
      <w:r>
        <w:rPr>
          <w:rtl/>
          <w:lang w:bidi="ur-PK"/>
        </w:rPr>
        <w:t xml:space="preserve"> رنگ نہ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آنکھ کے لئے نقصان دہ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بلکہ آنکھ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کے لئے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سورج نہ نکلتا اور دن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تو پھر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تمام امور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خلل واقع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جاتا، لوگ اپنے کاموں کو نہ کرپاتے،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نور کے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مزہ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روز روشن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واضح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سورج غروب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اور رات کا وجود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تو لوگوں کو سکون حاصل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تھکاوٹ دور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ھاضمہ نظام غذا کو ہضم نہ کرپاتا او راس غذائ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کو دوسرے اعضاء تک نہ پہنچاتا۔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دن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کرتا تو انسان لالچ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لگارھتا جس سے انسان کا بدن رفتہ رفتہ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بھت سے لوگ مال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جمع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قدر لالچ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اگر رات کا اندھ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ان کے کاموں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مانع نہ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تا تو اس قدر کام کرتے کہ اپاہج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جاتے!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رات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سورج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قدر 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روئے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</w:t>
      </w:r>
      <w:r>
        <w:rPr>
          <w:rtl/>
          <w:lang w:bidi="ur-PK"/>
        </w:rPr>
        <w:t xml:space="preserve"> اور درخت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رھتا۔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خداوندعالم نے سورج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چراغ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ضرورت کے وقت اس کو جلا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تاکہ اھل خانہ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سے فارغ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پھر اس کو خاموش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تاکہ آرام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! پس نور اور اندھ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ضد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دونوں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نظام اور انس</w:t>
      </w:r>
      <w:r>
        <w:rPr>
          <w:rFonts w:hint="eastAsia"/>
          <w:rtl/>
          <w:lang w:bidi="ur-PK"/>
        </w:rPr>
        <w:t>انوں</w:t>
      </w:r>
      <w:r>
        <w:rPr>
          <w:rtl/>
          <w:lang w:bidi="ur-PK"/>
        </w:rPr>
        <w:t xml:space="preserve"> کے لئے خلق کئے گئے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اے</w:t>
      </w:r>
      <w:r>
        <w:rPr>
          <w:rtl/>
          <w:lang w:bidi="ur-PK"/>
        </w:rPr>
        <w:t xml:space="preserve"> مفضل! غور تو کرو کہ کس طرح سورج کے طلوع و غروب سے چار فصل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تاکہ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وانات</w:t>
      </w:r>
      <w:r>
        <w:rPr>
          <w:rtl/>
          <w:lang w:bidi="ur-PK"/>
        </w:rPr>
        <w:t xml:space="preserve"> او ردرخت رشد ونمو کرسک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 مقصود تک پہنچ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دن رات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مدت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غور فکر کرو کہ کس طرح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مصلحت کا لحاظ رکھا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اکثر آباد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دن 15 گھنٹے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تا اگر دن سو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دوسو گھنٹے کا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تو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جانداز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بچتا۔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قدر طولان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دوڑ دھوپ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ھلاک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جاتے، درخت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سورج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خشک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جاتے!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اگر سو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دوسو گھنٹے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کرت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تمام جاندار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کرسکتے تھے اور بھوک سے ھلاک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جاتے، درختوں اور سبز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حرارت کم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ںان</w:t>
      </w:r>
      <w:r>
        <w:rPr>
          <w:rtl/>
          <w:lang w:bidi="ur-PK"/>
        </w:rPr>
        <w:t xml:space="preserve"> کا خاتمہ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آپ 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 کہ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گھاس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اُگ آئ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جھاں پر سورج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پڑے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 وہ بر باد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موسم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درختوں اور نباتات کے اندر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حرارت او رگرم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مخف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تاکہ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پھلوں کا مادہ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سرد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بادل اٹھتے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بارش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سے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وانوں</w:t>
      </w:r>
      <w:r>
        <w:rPr>
          <w:rtl/>
          <w:lang w:bidi="ur-PK"/>
        </w:rPr>
        <w:t xml:space="preserve"> کے بدن مضبوط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فصل بھار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درخت اور نباتات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حرکت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آہستہ </w:t>
      </w:r>
      <w:r>
        <w:rPr>
          <w:rFonts w:hint="eastAsia"/>
          <w:rtl/>
          <w:lang w:bidi="ur-PK"/>
        </w:rPr>
        <w:t>آہستہ</w:t>
      </w:r>
      <w:r>
        <w:rPr>
          <w:rtl/>
          <w:lang w:bidi="ur-PK"/>
        </w:rPr>
        <w:t xml:space="preserve"> ظاھر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کھلنے لگت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وانات</w:t>
      </w:r>
      <w:r>
        <w:rPr>
          <w:rtl/>
          <w:lang w:bidi="ur-PK"/>
        </w:rPr>
        <w:t xml:space="preserve"> بچے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کرنے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کے پاس جاتے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موسم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بھت سے پھل پکنے لگتے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وانات</w:t>
      </w:r>
      <w:r>
        <w:rPr>
          <w:rtl/>
          <w:lang w:bidi="ur-PK"/>
        </w:rPr>
        <w:t xml:space="preserve"> کے جسم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بڑھ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رطوبت جذب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روئے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رطوبت کم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تاکہ انسان عمارت کا </w:t>
      </w:r>
      <w:r>
        <w:rPr>
          <w:rFonts w:hint="eastAsia"/>
          <w:rtl/>
          <w:lang w:bidi="ur-PK"/>
        </w:rPr>
        <w:t>کام</w:t>
      </w:r>
      <w:r>
        <w:rPr>
          <w:rtl/>
          <w:lang w:bidi="ur-PK"/>
        </w:rPr>
        <w:t xml:space="preserve">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کاموں کو آسان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انجام دے سکے، فصل 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صاف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تاکہ انسان کے جسم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بدن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و سالم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جائے،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ان چار فصلوں کے فوائد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 چاھے تو گفتگو طولان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سورج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 غور و فکر کرو کہ جس کو خداوندعالم نے اس طرح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اگر سورج کے لئے طلوع و غروب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تونور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جھتوں سے استفادہ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تا، پھاڑ،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وار</w:t>
      </w:r>
      <w:r>
        <w:rPr>
          <w:rtl/>
          <w:lang w:bidi="ur-PK"/>
        </w:rPr>
        <w:t xml:space="preserve"> اور چھت نور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تابش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مانع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جاتے، چون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خداوندعالم نور خورش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سے تمام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کرنا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لہٰذا سورج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اس طرح مرتب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اگر صبح کے وقت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سورج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پہنچت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دن کے دوسرے حصہ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وھاں سورج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پہنچ 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شام کے وقت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پہنچ سکے تو </w:t>
      </w:r>
      <w:r>
        <w:rPr>
          <w:rFonts w:hint="eastAsia"/>
          <w:rtl/>
          <w:lang w:bidi="ur-PK"/>
        </w:rPr>
        <w:t>صبح</w:t>
      </w:r>
      <w:r>
        <w:rPr>
          <w:rtl/>
          <w:lang w:bidi="ur-PK"/>
        </w:rPr>
        <w:t xml:space="preserve"> کے وقت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سکے، پس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جوسورج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فائدہ نہ اٹھائے، واقعاً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خوش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خداوندعالم نے سورج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رہنے والے تمام موجودات چاھے وہ جمادات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نباتات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جاندار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کے لئے 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سے محروم نہ رکھا۔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سال تک سورج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نہ پڑت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رہنے والوں کا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حال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تا؟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زندہ رہ سکتا تھا؟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رات</w:t>
      </w:r>
      <w:r>
        <w:rPr>
          <w:rtl/>
          <w:lang w:bidi="ur-PK"/>
        </w:rPr>
        <w:t xml:space="preserve"> کا اندھ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کے لئے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اس کو آرام کرنے پر مجبور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چونکہ رات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بھت سے لوگ وقت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رات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 کرنے پر مجبور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بعض مسافر رات کو سفر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ان کو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</w:t>
      </w:r>
      <w:r>
        <w:rPr>
          <w:rFonts w:hint="eastAsia"/>
          <w:rtl/>
          <w:lang w:bidi="ur-PK"/>
        </w:rPr>
        <w:t>رت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تو اس ضرورت کے تحت خداوندعالم نے چاند او رستاروں کو خلق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تاکہ </w:t>
      </w:r>
      <w:r>
        <w:rPr>
          <w:rtl/>
          <w:lang w:bidi="ur-PK"/>
        </w:rPr>
        <w:lastRenderedPageBreak/>
        <w:t>وہ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نور افشان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 کے لئے آسائش کا سامان فراھم کرےںاور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منظم حرکت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مسافروںکو راستہ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راہنمائ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کش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سوار مسافر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راستہ بھٹکنے 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روکے ر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ستاروں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 قسم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ثابت ستارے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جگہ اپنے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فاصلہ پر رھتے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دوسرے ستارے گھومتے رھتے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برج سے دوسرے برج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جاتے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ستارے اپنے راستہ سے ذرہ برابر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منحرف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تے،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حرکت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 قسم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عمود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حرکت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دن رات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مشرق سے مغرب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انجام پات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مخصوص حرکت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وہ مغرب سے مشرق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اگر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چكّ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پاٹ پر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کر 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جانب حرکت کرے درحال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چكّ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داہن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جانب چلت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لہٰذا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 حرکت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اپنے ارادہ سے اور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چكّ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ستارے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بعض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قائم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بعض منظم طور پر حرکت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خداوندحک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علاوہ ممکن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صاحب حکمت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سب ساکن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سب متحرک، اور اگر متحرک بھ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تو اتنا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نظم و ضبط کھاں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تا؟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ستاروں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رفتار انسانوں کے تصور سے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قدر 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اس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تاب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خداوندعالم نے ھمارے اور ان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اس قدر فاصلہ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ھم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حرکت کو درک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کرسکتے، اور نہ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کے لئے نقصان 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اگر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مکمل رفتار کے ساتھ ھم سے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تے، تو ان کے نور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ناب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جب پے در پے بجل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کڑکت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وچمکت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آنکھ کے لئے نقصان دہ ثابت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طرح سے اگر کچھ لوگ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کمرہ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وھاں پر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والے بلب روشن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اور اچانک خاموش کردئے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آنک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کچھ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>
        <w:rPr>
          <w:rtl/>
          <w:lang w:bidi="ur-PK"/>
        </w:rPr>
        <w:t xml:space="preserve">۔ </w:t>
      </w:r>
    </w:p>
    <w:p w:rsidR="00476253" w:rsidRDefault="00476253" w:rsidP="00A9262B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اے</w:t>
      </w:r>
      <w:r>
        <w:rPr>
          <w:rtl/>
          <w:lang w:bidi="ur-PK"/>
        </w:rPr>
        <w:t xml:space="preserve"> مفضل! اگر رہٹ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نکال کر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جائے، عمارت، کنو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نکالنے کے وسائل اس قدر منظم اور قاعدہ کے تحت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کہ باغ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سنچائ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سکے،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رہٹ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انسان کہہ 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خود بخود بن 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اس کو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منظم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واضح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عقل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اس کے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کے بعد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ماھر اور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شخص نے اس رہٹ کو اس اندازسے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جب انسان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نکالنے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کے بعد اس کے </w:t>
      </w:r>
      <w:r>
        <w:rPr>
          <w:rFonts w:hint="eastAsia"/>
          <w:rtl/>
          <w:lang w:bidi="ur-PK"/>
        </w:rPr>
        <w:t>بنانے</w:t>
      </w:r>
      <w:r>
        <w:rPr>
          <w:rtl/>
          <w:lang w:bidi="ur-PK"/>
        </w:rPr>
        <w:t xml:space="preserve"> والے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متوجہ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پھر کس طرح ممکن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 تمام گھومنے والے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جگہ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رہنے والے ستاروں، شب و روز،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چار فصلوں کو حساب شدہ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جبکہ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ذرا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انحراف اور بے نظم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انسان اس قدر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زوں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ان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کرنے والے کو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پہچان سکتا؟</w:t>
      </w:r>
      <w:r w:rsidR="00A9262B" w:rsidRPr="00572206">
        <w:rPr>
          <w:rStyle w:val="libFootnotenumChar"/>
          <w:rtl/>
          <w:lang w:bidi="ur-PK"/>
        </w:rPr>
        <w:t xml:space="preserve"> </w:t>
      </w:r>
      <w:r w:rsidR="00572206" w:rsidRPr="00572206">
        <w:rPr>
          <w:rStyle w:val="libFootnotenumChar"/>
          <w:rtl/>
          <w:lang w:bidi="ur-PK"/>
        </w:rPr>
        <w:t>(</w:t>
      </w:r>
      <w:r w:rsidR="00A9262B" w:rsidRPr="00A9262B">
        <w:rPr>
          <w:rStyle w:val="libFootnotenumChar"/>
          <w:rtl/>
        </w:rPr>
        <w:t>2</w:t>
      </w:r>
      <w:r w:rsidR="00572206" w:rsidRPr="00A9262B">
        <w:rPr>
          <w:rStyle w:val="libFootnotenumChar"/>
          <w:rtl/>
          <w:lang w:bidi="ur-PK"/>
        </w:rPr>
        <w:t>70</w:t>
      </w:r>
      <w:r w:rsidR="00572206" w:rsidRPr="00572206">
        <w:rPr>
          <w:rStyle w:val="libFootnotenumChar"/>
          <w:rtl/>
          <w:lang w:bidi="ur-PK"/>
        </w:rPr>
        <w:t>)</w:t>
      </w:r>
      <w:r w:rsidR="00572206">
        <w:rPr>
          <w:rtl/>
          <w:lang w:bidi="ur-PK"/>
        </w:rPr>
        <w:t xml:space="preserve"> </w:t>
      </w:r>
      <w:r w:rsidR="00572206">
        <w:rPr>
          <w:rtl/>
          <w:lang w:bidi="ur-PK"/>
        </w:rPr>
        <w:cr/>
      </w:r>
      <w:r>
        <w:rPr>
          <w:rFonts w:hint="eastAsia"/>
          <w:rtl/>
          <w:lang w:bidi="ur-PK"/>
        </w:rPr>
        <w:lastRenderedPageBreak/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حضرت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حاضرھوکر عرض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مجھے علم کے عجائبات سکھاد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جئے،</w:t>
      </w:r>
      <w:r>
        <w:rPr>
          <w:rtl/>
          <w:lang w:bidi="ur-PK"/>
        </w:rPr>
        <w:t xml:space="preserve"> تو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اس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تجھے اصل علم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خبر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عجائب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معلومات حاصل کرنا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 </w:t>
      </w: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اس نے کھا: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اللہ! اصل علم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تو 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معرفت خدا، اور حق معرفت، اس نے کھا: حق معرفت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مثل و مانند اور شب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نہ ماننا، اور خدا کو واحد، احد، ظاھر، باطن، اول و آخر ماننا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اس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کفو و نظ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کاحق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پورے</w:t>
      </w:r>
      <w:r>
        <w:rPr>
          <w:rtl/>
          <w:lang w:bidi="ur-PK"/>
        </w:rPr>
        <w:t xml:space="preserve">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مسلم اور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پر توجہ دلائ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وہ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اصل جھان اوراس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کرنے والے اور اس کو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انسان کے حواس کو ظاھر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سے درک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جاسکتا، لہٰذا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کھا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موجوات فنا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باق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تمام موجوات کے لئے آغاز و انجام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کے لئے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آغاز اور انجام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وھ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وھ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آخر 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تمام سوروں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کو ”اللہ تعاليٰ“ کھا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ھر سورے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متعدد بار تکرار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تمام واقع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تمام مخلوقات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واحد قھار کے اسم گرام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منسوب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جس مقدار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مخلوقات اور متعدد عالم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جگہ ضم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کرکے مطالعہ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ھم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AA04E3">
        <w:rPr>
          <w:rFonts w:hint="eastAsia"/>
          <w:rtl/>
          <w:lang w:bidi="ur-PK"/>
        </w:rPr>
        <w:t xml:space="preserve"> ہیں </w:t>
      </w:r>
      <w:r>
        <w:rPr>
          <w:rtl/>
          <w:lang w:bidi="ur-PK"/>
        </w:rPr>
        <w:t xml:space="preserve"> گے: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مجموعہ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چھوٹے 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نظام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اگر تمام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و عر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عالم کو جمع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علم و سائنس کے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وسائل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ٹلسکوپ "</w:t>
      </w:r>
      <w:r>
        <w:rPr>
          <w:lang w:bidi="ur-PK"/>
        </w:rPr>
        <w:t>Telescop</w:t>
      </w:r>
      <w:r>
        <w:rPr>
          <w:rtl/>
          <w:lang w:bidi="ur-PK"/>
        </w:rPr>
        <w:t>"وغ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کشف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ملاحظہ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جو نظام اور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چھوٹے نظا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جاتے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ان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کو مشاہدہ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اور اگر عالَموں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سے جدا کرکے تجز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تحل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چھوٹے سے ”مولکل“"</w:t>
      </w:r>
      <w:r>
        <w:rPr>
          <w:lang w:bidi="ur-PK"/>
        </w:rPr>
        <w:t>Molecule</w:t>
      </w:r>
      <w:r>
        <w:rPr>
          <w:rtl/>
          <w:lang w:bidi="ur-PK"/>
        </w:rPr>
        <w:t>" 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سب سے چھوٹا جز )کو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AA04E3">
        <w:rPr>
          <w:rFonts w:hint="eastAsia"/>
          <w:rtl/>
          <w:lang w:bidi="ur-PK"/>
        </w:rPr>
        <w:t xml:space="preserve"> ہیں </w:t>
      </w:r>
      <w:r>
        <w:rPr>
          <w:rtl/>
          <w:lang w:bidi="ur-PK"/>
        </w:rPr>
        <w:t xml:space="preserve"> گے تو ملاحظہ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کہ اس کا نظام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جھان سے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، حالانکہ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موجودات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سے بالکل الگ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المختصر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تمام عالموں کا مجموعہ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موجود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نظام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اس عالم کے تمام اجزاء و ذرات اپنے اختلاف کے باوجود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نظام کے مسخر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CF5D4C">
        <w:rPr>
          <w:rStyle w:val="libAieChar"/>
          <w:rtl/>
        </w:rPr>
        <w:t>وَعَنَتْ الْوُجُو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ُ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لِلْحَی</w:t>
      </w:r>
      <w:r w:rsidR="00476253" w:rsidRPr="00CF5D4C">
        <w:rPr>
          <w:rStyle w:val="libAieChar"/>
          <w:rtl/>
        </w:rPr>
        <w:t xml:space="preserve"> الْقَ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وم</w:t>
      </w:r>
      <w:r w:rsidR="006F6A7F" w:rsidRPr="006F6A7F">
        <w:rPr>
          <w:rStyle w:val="libAlaemChar"/>
          <w:rtl/>
        </w:rPr>
        <w:t>)</w:t>
      </w:r>
      <w:r w:rsidR="00125F42" w:rsidRPr="00125F42">
        <w:rPr>
          <w:rStyle w:val="libFootnotenumChar"/>
          <w:rtl/>
          <w:lang w:bidi="ur-PK"/>
        </w:rPr>
        <w:t>(271)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”اس</w:t>
      </w:r>
      <w:r w:rsidR="00476253">
        <w:rPr>
          <w:rtl/>
          <w:lang w:bidi="ur-PK"/>
        </w:rPr>
        <w:t xml:space="preserve"> دن سارے چھرے خدائے ح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وق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وم</w:t>
      </w:r>
      <w:r w:rsidR="00476253">
        <w:rPr>
          <w:rtl/>
          <w:lang w:bidi="ur-PK"/>
        </w:rPr>
        <w:t xml:space="preserve"> کے سامنے جھکے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ںگے۔“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سے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 تمام مخلوقات کا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کرنے والا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تدب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کرنے والا خداوندعالم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lastRenderedPageBreak/>
        <w:t>(</w:t>
      </w:r>
      <w:r w:rsidR="00476253" w:rsidRPr="00CF5D4C">
        <w:rPr>
          <w:rStyle w:val="libAieChar"/>
          <w:rtl/>
        </w:rPr>
        <w:t>وَإِلَ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ُكُمْ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إِلَ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ٌ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وَاحِدٌ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لاَإِلَ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َ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إِلاَّ</w:t>
      </w:r>
      <w:r w:rsidR="00476253" w:rsidRPr="00CF5D4C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ُوَ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الرَّحْمَانُ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الر</w:t>
      </w:r>
      <w:r w:rsidR="00476253" w:rsidRPr="00CF5D4C">
        <w:rPr>
          <w:rStyle w:val="libAieChar"/>
          <w:rtl/>
        </w:rPr>
        <w:t>َّحِ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مُ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(272)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تمھار ا خدا بس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۔اس کے علاوہ کوئ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خدا ن</w:t>
      </w:r>
      <w:r w:rsidR="00AA04E3">
        <w:rPr>
          <w:rtl/>
          <w:lang w:bidi="ur-PK"/>
        </w:rPr>
        <w:t xml:space="preserve"> ہیں  ہے</w:t>
      </w:r>
      <w:r w:rsidR="00476253">
        <w:rPr>
          <w:rtl/>
          <w:lang w:bidi="ur-PK"/>
        </w:rPr>
        <w:t xml:space="preserve"> وھ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رحمن بھ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وھ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رح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</w:t>
      </w:r>
      <w:r w:rsidR="00476253">
        <w:rPr>
          <w:rtl/>
          <w:lang w:bidi="ur-PK"/>
        </w:rPr>
        <w:t xml:space="preserve">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CB7E8E">
      <w:pPr>
        <w:pStyle w:val="Heading2Center"/>
        <w:rPr>
          <w:rtl/>
          <w:lang w:bidi="ur-PK"/>
        </w:rPr>
      </w:pPr>
      <w:bookmarkStart w:id="100" w:name="_Toc520984037"/>
      <w:r>
        <w:rPr>
          <w:rFonts w:hint="eastAsia"/>
          <w:rtl/>
          <w:lang w:bidi="ur-PK"/>
        </w:rPr>
        <w:t>فرشتے</w:t>
      </w:r>
      <w:bookmarkEnd w:id="100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باً</w:t>
      </w:r>
      <w:r>
        <w:rPr>
          <w:rtl/>
          <w:lang w:bidi="ur-PK"/>
        </w:rPr>
        <w:t xml:space="preserve"> 90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فرشتوں کا ذکر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فرشتوں کے دشمن کو کافر شمار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ملائکہ کا انکار کرنے والوں کو گمراہ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اھے</w:t>
      </w:r>
      <w:r>
        <w:rPr>
          <w:rtl/>
          <w:lang w:bidi="ur-PK"/>
        </w:rPr>
        <w:t xml:space="preserve">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CF5D4C">
        <w:rPr>
          <w:rStyle w:val="libAieChar"/>
          <w:rtl/>
        </w:rPr>
        <w:t>مَنْ كَانَ عَدُوًّا لِلَّ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ِ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وَمَلاَئِكَتِ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ِ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وَرُسُلِ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ِ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وَجِبْرِی</w:t>
      </w:r>
      <w:r w:rsidR="00476253" w:rsidRPr="00CF5D4C">
        <w:rPr>
          <w:rStyle w:val="libAieChar"/>
          <w:rFonts w:hint="eastAsia"/>
          <w:rtl/>
        </w:rPr>
        <w:t>لَ</w:t>
      </w:r>
      <w:r w:rsidR="00476253" w:rsidRPr="00CF5D4C">
        <w:rPr>
          <w:rStyle w:val="libAieChar"/>
          <w:rtl/>
        </w:rPr>
        <w:t xml:space="preserve"> وَمِ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كَالَ</w:t>
      </w:r>
      <w:r w:rsidR="00476253" w:rsidRPr="00CF5D4C">
        <w:rPr>
          <w:rStyle w:val="libAieChar"/>
          <w:rtl/>
        </w:rPr>
        <w:t xml:space="preserve"> فَإِنَّ اللهَ عَدُوٌّ لِلْكَافِرِ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نَ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(273)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”اورجو</w:t>
      </w:r>
      <w:r w:rsidR="00476253">
        <w:rPr>
          <w:rtl/>
          <w:lang w:bidi="ur-PK"/>
        </w:rPr>
        <w:t xml:space="preserve">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اللہ، ملائکہ، مرسل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ن،</w:t>
      </w:r>
      <w:r w:rsidR="00476253">
        <w:rPr>
          <w:rtl/>
          <w:lang w:bidi="ur-PK"/>
        </w:rPr>
        <w:t xml:space="preserve"> جبرئ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ل</w:t>
      </w:r>
      <w:r w:rsidR="00476253">
        <w:rPr>
          <w:rtl/>
          <w:lang w:bidi="ur-PK"/>
        </w:rPr>
        <w:t xml:space="preserve"> و مکائ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ل</w:t>
      </w:r>
      <w:r w:rsidR="00476253">
        <w:rPr>
          <w:rtl/>
          <w:lang w:bidi="ur-PK"/>
        </w:rPr>
        <w:t xml:space="preserve"> کا دشمن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گا، اسے معلوم </w:t>
      </w:r>
      <w:r w:rsidR="00AA04E3">
        <w:rPr>
          <w:rtl/>
          <w:lang w:bidi="ur-PK"/>
        </w:rPr>
        <w:t xml:space="preserve">رہے </w:t>
      </w:r>
      <w:r w:rsidR="00476253">
        <w:rPr>
          <w:rtl/>
          <w:lang w:bidi="ur-PK"/>
        </w:rPr>
        <w:t xml:space="preserve"> کہ خدا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تمام کافروں کا دشمن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CF5D4C">
        <w:rPr>
          <w:rStyle w:val="libAieChar"/>
          <w:rFonts w:hint="cs"/>
          <w:rtl/>
        </w:rPr>
        <w:t>وَمَنْ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كْفُرْ</w:t>
      </w:r>
      <w:r w:rsidR="00476253" w:rsidRPr="00CF5D4C">
        <w:rPr>
          <w:rStyle w:val="libAieChar"/>
          <w:rtl/>
        </w:rPr>
        <w:t xml:space="preserve"> بِاللهِ وَمَلاَئِكَتِ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ِ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وَكُتُبِ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ِ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وَرُسُلِ</w:t>
      </w:r>
      <w:r w:rsidR="00705CD5" w:rsidRPr="00705CD5">
        <w:rPr>
          <w:rStyle w:val="libAieChar"/>
          <w:rFonts w:hint="cs"/>
          <w:rtl/>
        </w:rPr>
        <w:t>ه</w:t>
      </w:r>
      <w:r w:rsidR="00476253" w:rsidRPr="00CF5D4C">
        <w:rPr>
          <w:rStyle w:val="libAieChar"/>
          <w:rFonts w:hint="cs"/>
          <w:rtl/>
        </w:rPr>
        <w:t>ِ</w:t>
      </w:r>
      <w:r w:rsidR="00476253" w:rsidRPr="00CF5D4C">
        <w:rPr>
          <w:rStyle w:val="libAieChar"/>
          <w:rtl/>
        </w:rPr>
        <w:t xml:space="preserve"> </w:t>
      </w:r>
      <w:r w:rsidR="00476253" w:rsidRPr="00CF5D4C">
        <w:rPr>
          <w:rStyle w:val="libAieChar"/>
          <w:rFonts w:hint="cs"/>
          <w:rtl/>
        </w:rPr>
        <w:t>وَالْی</w:t>
      </w:r>
      <w:r w:rsidR="00476253" w:rsidRPr="00CF5D4C">
        <w:rPr>
          <w:rStyle w:val="libAieChar"/>
          <w:rFonts w:hint="eastAsia"/>
          <w:rtl/>
        </w:rPr>
        <w:t>وْمِ</w:t>
      </w:r>
      <w:r w:rsidR="00476253" w:rsidRPr="00CF5D4C">
        <w:rPr>
          <w:rStyle w:val="libAieChar"/>
          <w:rtl/>
        </w:rPr>
        <w:t xml:space="preserve"> الْآخِرِ فَقَدْ ضَلَّ ضَلاَلًا بَعِ</w:t>
      </w:r>
      <w:r w:rsidR="00476253" w:rsidRPr="00CF5D4C">
        <w:rPr>
          <w:rStyle w:val="libAieChar"/>
          <w:rFonts w:hint="cs"/>
          <w:rtl/>
        </w:rPr>
        <w:t>ی</w:t>
      </w:r>
      <w:r w:rsidR="00476253" w:rsidRPr="00CF5D4C">
        <w:rPr>
          <w:rStyle w:val="libAieChar"/>
          <w:rFonts w:hint="eastAsia"/>
          <w:rtl/>
        </w:rPr>
        <w:t>دًا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(274)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اورجو شخص اللہ، ملائکہ، آسمان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کتابوں، رسولوں اور روز 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امت</w:t>
      </w:r>
      <w:r w:rsidR="00476253">
        <w:rPr>
          <w:rtl/>
          <w:lang w:bidi="ur-PK"/>
        </w:rPr>
        <w:t xml:space="preserve"> کا انکار کرے گا وہ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نا</w:t>
      </w:r>
      <w:r w:rsidR="00476253">
        <w:rPr>
          <w:rtl/>
          <w:lang w:bidi="ur-PK"/>
        </w:rPr>
        <w:t xml:space="preserve"> گمراھ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بھت دور نکل 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نہج</w:t>
      </w:r>
      <w:r>
        <w:rPr>
          <w:rtl/>
          <w:lang w:bidi="ur-PK"/>
        </w:rPr>
        <w:t xml:space="preserve"> البلاغہ کے پھلے خطبہ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فرشتوں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”بعض</w:t>
      </w:r>
      <w:r>
        <w:rPr>
          <w:rtl/>
          <w:lang w:bidi="ur-PK"/>
        </w:rPr>
        <w:t xml:space="preserve"> سجدہ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تو رکوع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نوبت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آت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بعض رکوع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تو سر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اٹھاتے، بعض صف باندھے</w:t>
      </w:r>
      <w:r w:rsidR="006E184C">
        <w:rPr>
          <w:rtl/>
          <w:lang w:bidi="ur-PK"/>
        </w:rPr>
        <w:t xml:space="preserve"> ہوئے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سے حرکت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کرتے، بعض مشغول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تو خستہ حال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تے، سب کے سب وہ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پر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</w:t>
      </w:r>
      <w:r>
        <w:rPr>
          <w:rtl/>
          <w:lang w:bidi="ur-PK"/>
        </w:rPr>
        <w:t xml:space="preserve"> کا غلبہ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نہ عقلوں پر سھوو نس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کا، نہ بدن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نہ دماغ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غفلت۔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بعض کو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رسولوں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قدرت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اس کے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صلوں</w:t>
      </w:r>
      <w:r>
        <w:rPr>
          <w:rtl/>
          <w:lang w:bidi="ur-PK"/>
        </w:rPr>
        <w:t xml:space="preserve"> اور احکام کو برابر لاتے رھتے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کچھ بندوں کے محافظ اور جنت کے دروازوں کے دربان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بعض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کے قدم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طبقہ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ثابت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گردن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بلند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آسمانوں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باھر نکل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اطراف بدن اقطار عالم سے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تر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ان کے کاندھے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ھا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عرش اٹھانے کے قابل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عرش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سامنے جھک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وہ اس کے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پروں کو 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 w:rsidR="006E184C">
        <w:rPr>
          <w:rtl/>
          <w:lang w:bidi="ur-PK"/>
        </w:rPr>
        <w:t xml:space="preserve"> ہوئے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کے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مخلوقات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عزت کے حجاب اور قدرت کے پردے حائل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وہ اپنے پروردگار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شکل و صورت کا تصور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نہ اس کے حق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مخلوقات کے صفات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وہ نہ اسے مکان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محدود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نہ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اشباہ و نظائر سے اشارہ کرتے </w:t>
      </w:r>
      <w:r w:rsidR="00AA04E3">
        <w:rPr>
          <w:rtl/>
          <w:lang w:bidi="ur-PK"/>
        </w:rPr>
        <w:t xml:space="preserve"> ہیں </w:t>
      </w:r>
      <w:r w:rsidR="00125F42" w:rsidRPr="00125F42">
        <w:rPr>
          <w:rStyle w:val="libFootnotenumChar"/>
          <w:rtl/>
          <w:lang w:bidi="ur-PK"/>
        </w:rPr>
        <w:t>(275)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ھاں، فرشتے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عالم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کے مصاد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رابطہ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 خصوصاً نامہ اعمال لکھنے، انسان کے اچھے برے اعمال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 اور زحمتوں کے لکھنے کے لئے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lastRenderedPageBreak/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فرشتے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روح قبض کرنے اور اھل جہنم پر عذاب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مامور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ملائکہ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رکھنے سے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مثبت آثار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نوران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 پر اعتقاد رکھنا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CB7E8E">
      <w:pPr>
        <w:pStyle w:val="Heading2Center"/>
        <w:rPr>
          <w:rtl/>
          <w:lang w:bidi="ur-PK"/>
        </w:rPr>
      </w:pPr>
      <w:bookmarkStart w:id="101" w:name="_Toc520984038"/>
      <w:r>
        <w:rPr>
          <w:rFonts w:hint="eastAsia"/>
          <w:rtl/>
          <w:lang w:bidi="ur-PK"/>
        </w:rPr>
        <w:t>برزخ</w:t>
      </w:r>
      <w:bookmarkEnd w:id="101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موت</w:t>
      </w:r>
      <w:r>
        <w:rPr>
          <w:rtl/>
          <w:lang w:bidi="ur-PK"/>
        </w:rPr>
        <w:t xml:space="preserve"> کے بعد سے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مدت کو قرآن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برزخ کھا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رخصت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والے افراد پھلے برزخ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وارد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اپنے عقائد و اعمال اور اخلاق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نہ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نہ آخرت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A80DB7">
        <w:rPr>
          <w:rStyle w:val="libAieChar"/>
          <w:rtl/>
        </w:rPr>
        <w:t>حَتَّ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tl/>
        </w:rPr>
        <w:t xml:space="preserve"> إِذَا جَاءَ </w:t>
      </w:r>
      <w:r w:rsidR="00BA0B7F">
        <w:rPr>
          <w:rStyle w:val="libAieChar"/>
          <w:rtl/>
        </w:rPr>
        <w:t>ا</w:t>
      </w:r>
      <w:r w:rsidR="00476253" w:rsidRPr="00A80DB7">
        <w:rPr>
          <w:rStyle w:val="libAieChar"/>
          <w:rFonts w:hint="eastAsia"/>
          <w:rtl/>
        </w:rPr>
        <w:t>حَدَ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م</w:t>
      </w:r>
      <w:r w:rsidR="00476253" w:rsidRPr="00A80DB7">
        <w:rPr>
          <w:rStyle w:val="libAieChar"/>
          <w:rtl/>
        </w:rPr>
        <w:t xml:space="preserve"> الْمَوْتُ قَالَ رَبِّ ارْجِعُونِ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لَعَلِّی</w:t>
      </w:r>
      <w:r w:rsidR="00476253" w:rsidRPr="00A80DB7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A80DB7">
        <w:rPr>
          <w:rStyle w:val="libAieChar"/>
          <w:rFonts w:hint="eastAsia"/>
          <w:rtl/>
        </w:rPr>
        <w:t>عْمَلُ</w:t>
      </w:r>
      <w:r w:rsidR="00476253" w:rsidRPr="00A80DB7">
        <w:rPr>
          <w:rStyle w:val="libAieChar"/>
          <w:rtl/>
        </w:rPr>
        <w:t xml:space="preserve"> صَالِحًا فِ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مَا</w:t>
      </w:r>
      <w:r w:rsidR="00476253" w:rsidRPr="00A80DB7">
        <w:rPr>
          <w:rStyle w:val="libAieChar"/>
          <w:rtl/>
        </w:rPr>
        <w:t xml:space="preserve"> تَرَكْتُ كَلاَّ إِنَّ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ا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كَلِمَةٌ</w:t>
      </w:r>
      <w:r w:rsidR="00476253" w:rsidRPr="00A80DB7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ُوَ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قَائِلُ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ا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وَمِنْ</w:t>
      </w:r>
      <w:r w:rsidR="00476253" w:rsidRPr="00A80DB7">
        <w:rPr>
          <w:rStyle w:val="libAieChar"/>
          <w:rtl/>
        </w:rPr>
        <w:t xml:space="preserve"> وَرَائِ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م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بَرْزَخٌ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إِلَی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وْمِ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بْعَثُونَ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(276)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ھاں</w:t>
      </w:r>
      <w:r w:rsidR="00476253">
        <w:rPr>
          <w:rtl/>
          <w:lang w:bidi="ur-PK"/>
        </w:rPr>
        <w:t xml:space="preserve"> تک کہ جب ان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کس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موت آگئ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تو کہنے لگا کہ پروردگار مجھے پلٹا دے ۔شا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اب کوئ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عمل انجام دوں۔ھر گز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بات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جو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کہہ رھا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ان کے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چھے</w:t>
      </w:r>
      <w:r w:rsidR="00476253">
        <w:rPr>
          <w:rtl/>
          <w:lang w:bidi="ur-PK"/>
        </w:rPr>
        <w:t xml:space="preserve">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عالم برزخ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جو 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امت</w:t>
      </w:r>
      <w:r w:rsidR="00476253">
        <w:rPr>
          <w:rtl/>
          <w:lang w:bidi="ur-PK"/>
        </w:rPr>
        <w:t xml:space="preserve"> کے دن تک قائم رہنے والا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چونکہ قانون خلقت نہ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افراد کو اور نہ برے لوگوں کودن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واپس پلٹنے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تا،</w:t>
      </w:r>
      <w:r>
        <w:rPr>
          <w:rtl/>
          <w:lang w:bidi="ur-PK"/>
        </w:rPr>
        <w:t xml:space="preserve"> لہٰذا ان کو اس طرح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گا: ”ن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ھرگز پلٹنے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راستہ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“،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جواب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جار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جملہ بے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پر جار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جملہ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 کہ جب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بدکار انسان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قاتل اپنے کئے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سزا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جملہ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جب سزا ختم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بلاء دور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وہ انسان پھر وھ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پرانے کام شروع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آخر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چھوٹا سا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پُر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اسرار آم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جملہ برزخ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:” اس کے بعد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کے لئے برزخ موجود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در</w:t>
      </w:r>
      <w:r>
        <w:rPr>
          <w:rtl/>
          <w:lang w:bidi="ur-PK"/>
        </w:rPr>
        <w:t xml:space="preserve"> اصل دو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حائل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برزخ کھتے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کے بعد سے دو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قرار پانے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برزخ کھا جانے لگا،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قرار پانے والے عالم کو ”عالم برزخ “کھا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عالم</w:t>
      </w:r>
      <w:r>
        <w:rPr>
          <w:rtl/>
          <w:lang w:bidi="ur-PK"/>
        </w:rPr>
        <w:t xml:space="preserve"> قبر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عالم ارواح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منقولہ دلائل موجود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برزخ پر دلالت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بعض بطور اشارہ اور بعض صراحت کے ساتھ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مہ</w:t>
      </w:r>
      <w:r>
        <w:rPr>
          <w:rtl/>
          <w:lang w:bidi="ur-PK"/>
        </w:rPr>
        <w:t xml:space="preserve"> </w:t>
      </w:r>
      <w:r w:rsidR="0005211C">
        <w:rPr>
          <w:rStyle w:val="libAlaemChar"/>
          <w:rtl/>
        </w:rPr>
        <w:t>(</w:t>
      </w:r>
      <w:r w:rsidRPr="00A80DB7">
        <w:rPr>
          <w:rStyle w:val="libAieChar"/>
          <w:rtl/>
        </w:rPr>
        <w:t>وَمِنْ وَرَائِ</w:t>
      </w:r>
      <w:r w:rsidR="00705CD5" w:rsidRPr="00705CD5">
        <w:rPr>
          <w:rStyle w:val="libAieChar"/>
          <w:rFonts w:hint="cs"/>
          <w:rtl/>
        </w:rPr>
        <w:t>ه</w:t>
      </w:r>
      <w:r w:rsidRPr="00A80DB7">
        <w:rPr>
          <w:rStyle w:val="libAieChar"/>
          <w:rFonts w:hint="cs"/>
          <w:rtl/>
        </w:rPr>
        <w:t>م</w:t>
      </w:r>
      <w:r w:rsidRPr="00A80DB7">
        <w:rPr>
          <w:rStyle w:val="libAieChar"/>
          <w:rtl/>
        </w:rPr>
        <w:t xml:space="preserve"> </w:t>
      </w:r>
      <w:r w:rsidRPr="00A80DB7">
        <w:rPr>
          <w:rStyle w:val="libAieChar"/>
          <w:rFonts w:hint="cs"/>
          <w:rtl/>
        </w:rPr>
        <w:t>بَرْزَخٌ</w:t>
      </w:r>
      <w:r w:rsidRPr="00A80DB7">
        <w:rPr>
          <w:rStyle w:val="libAieChar"/>
          <w:rtl/>
        </w:rPr>
        <w:t xml:space="preserve"> </w:t>
      </w:r>
      <w:r w:rsidRPr="00A80DB7">
        <w:rPr>
          <w:rStyle w:val="libAieChar"/>
          <w:rFonts w:hint="cs"/>
          <w:rtl/>
        </w:rPr>
        <w:t>إليٰ</w:t>
      </w:r>
      <w:r w:rsidRPr="00A80DB7">
        <w:rPr>
          <w:rStyle w:val="libAieChar"/>
          <w:rtl/>
        </w:rPr>
        <w:t xml:space="preserve"> </w:t>
      </w:r>
      <w:r w:rsidRPr="00A80DB7">
        <w:rPr>
          <w:rStyle w:val="libAieChar"/>
          <w:rFonts w:hint="cs"/>
          <w:rtl/>
        </w:rPr>
        <w:t>ی</w:t>
      </w:r>
      <w:r w:rsidRPr="00A80DB7">
        <w:rPr>
          <w:rStyle w:val="libAieChar"/>
          <w:rFonts w:hint="eastAsia"/>
          <w:rtl/>
        </w:rPr>
        <w:t>وْمِ</w:t>
      </w:r>
      <w:r w:rsidRPr="00A80DB7">
        <w:rPr>
          <w:rStyle w:val="libAieChar"/>
          <w:rtl/>
        </w:rPr>
        <w:t xml:space="preserve"> </w:t>
      </w:r>
      <w:r w:rsidRPr="00A80DB7">
        <w:rPr>
          <w:rStyle w:val="libAieChar"/>
          <w:rFonts w:hint="cs"/>
          <w:rtl/>
        </w:rPr>
        <w:t>ی</w:t>
      </w:r>
      <w:r w:rsidRPr="00A80DB7">
        <w:rPr>
          <w:rStyle w:val="libAieChar"/>
          <w:rFonts w:hint="eastAsia"/>
          <w:rtl/>
        </w:rPr>
        <w:t>بْعَثُوْنَ</w:t>
      </w:r>
      <w:r w:rsidR="006F6A7F" w:rsidRPr="006F6A7F">
        <w:rPr>
          <w:rStyle w:val="libAlaemChar"/>
          <w:rtl/>
        </w:rPr>
        <w:t>)</w:t>
      </w:r>
      <w:r>
        <w:rPr>
          <w:rtl/>
          <w:lang w:bidi="ur-PK"/>
        </w:rPr>
        <w:t>، عالم برزخ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واضح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وضاحت کے ساتھ عالم برزخ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وہ شہداء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نازل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lastRenderedPageBreak/>
        <w:t>(</w:t>
      </w:r>
      <w:r w:rsidR="00476253" w:rsidRPr="00A80DB7">
        <w:rPr>
          <w:rStyle w:val="libAieChar"/>
          <w:rtl/>
        </w:rPr>
        <w:t>وَلاَتَحْسَبَنَّ الَّذِ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نَ</w:t>
      </w:r>
      <w:r w:rsidR="00476253" w:rsidRPr="00A80DB7">
        <w:rPr>
          <w:rStyle w:val="libAieChar"/>
          <w:rtl/>
        </w:rPr>
        <w:t xml:space="preserve"> قُتِلُوا فِ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tl/>
        </w:rPr>
        <w:t xml:space="preserve"> سَبِ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لِ</w:t>
      </w:r>
      <w:r w:rsidR="00476253" w:rsidRPr="00A80DB7">
        <w:rPr>
          <w:rStyle w:val="libAieChar"/>
          <w:rtl/>
        </w:rPr>
        <w:t xml:space="preserve"> اللهِ </w:t>
      </w:r>
      <w:r w:rsidR="00BA0B7F">
        <w:rPr>
          <w:rStyle w:val="libAieChar"/>
          <w:rtl/>
        </w:rPr>
        <w:t>ا</w:t>
      </w:r>
      <w:r w:rsidR="00476253" w:rsidRPr="00A80DB7">
        <w:rPr>
          <w:rStyle w:val="libAieChar"/>
          <w:rFonts w:hint="eastAsia"/>
          <w:rtl/>
        </w:rPr>
        <w:t>مْوَاتًا</w:t>
      </w:r>
      <w:r w:rsidR="00476253" w:rsidRPr="00A80DB7">
        <w:rPr>
          <w:rStyle w:val="libAieChar"/>
          <w:rtl/>
        </w:rPr>
        <w:t xml:space="preserve"> بَلْ </w:t>
      </w:r>
      <w:r w:rsidR="00BA0B7F">
        <w:rPr>
          <w:rStyle w:val="libAieChar"/>
          <w:rtl/>
        </w:rPr>
        <w:t>ا</w:t>
      </w:r>
      <w:r w:rsidR="00476253" w:rsidRPr="00A80DB7">
        <w:rPr>
          <w:rStyle w:val="libAieChar"/>
          <w:rFonts w:hint="eastAsia"/>
          <w:rtl/>
        </w:rPr>
        <w:t>حْ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اءٌ</w:t>
      </w:r>
      <w:r w:rsidR="00476253" w:rsidRPr="00A80DB7">
        <w:rPr>
          <w:rStyle w:val="libAieChar"/>
          <w:rtl/>
        </w:rPr>
        <w:t xml:space="preserve"> عِنْدَ رَبِّ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م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رْزَقُونَ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(277)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خبر دار راہ خدا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قتل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نے والوںکو مردہ خ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ال</w:t>
      </w:r>
      <w:r w:rsidR="00476253">
        <w:rPr>
          <w:rtl/>
          <w:lang w:bidi="ur-PK"/>
        </w:rPr>
        <w:t xml:space="preserve"> نہ کرنا وہ زندہ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اپنے پروردگار کے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ھاں</w:t>
      </w:r>
      <w:r w:rsidR="00476253">
        <w:rPr>
          <w:rtl/>
          <w:lang w:bidi="ur-PK"/>
        </w:rPr>
        <w:t xml:space="preserve"> رزق پا</w:t>
      </w:r>
      <w:r w:rsidR="00AA04E3">
        <w:rPr>
          <w:rtl/>
          <w:lang w:bidi="ur-PK"/>
        </w:rPr>
        <w:t xml:space="preserve">رہے 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شہداء کے لئے برزخ موجود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بلکہ کفار، فرعون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ظالم وجابر اور اس کے ساتھ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وںکے</w:t>
      </w:r>
      <w:r>
        <w:rPr>
          <w:rtl/>
          <w:lang w:bidi="ur-PK"/>
        </w:rPr>
        <w:t xml:space="preserve">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برزخ موجود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سورہ مومن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نمبر 26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A80DB7">
        <w:rPr>
          <w:rStyle w:val="libAieChar"/>
          <w:rtl/>
        </w:rPr>
        <w:t xml:space="preserve">النَّارُ 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عْرَضُونَ</w:t>
      </w:r>
      <w:r w:rsidR="00476253" w:rsidRPr="00A80DB7">
        <w:rPr>
          <w:rStyle w:val="libAieChar"/>
          <w:rtl/>
        </w:rPr>
        <w:t xml:space="preserve"> عَلَ</w:t>
      </w:r>
      <w:r w:rsidR="00476253" w:rsidRPr="00A80DB7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ا</w:t>
      </w:r>
      <w:r w:rsidR="00476253" w:rsidRPr="00A80DB7">
        <w:rPr>
          <w:rStyle w:val="libAieChar"/>
          <w:rtl/>
        </w:rPr>
        <w:t xml:space="preserve"> غُدُوًّا وَعَشِ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ا</w:t>
      </w:r>
      <w:r w:rsidR="00476253" w:rsidRPr="00A80DB7">
        <w:rPr>
          <w:rStyle w:val="libAieChar"/>
          <w:rtl/>
        </w:rPr>
        <w:t xml:space="preserve"> وَ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وْمَ</w:t>
      </w:r>
      <w:r w:rsidR="00476253" w:rsidRPr="00A80DB7">
        <w:rPr>
          <w:rStyle w:val="libAieChar"/>
          <w:rtl/>
        </w:rPr>
        <w:t xml:space="preserve"> تَقُومُ السَّاعَةُ </w:t>
      </w:r>
      <w:r w:rsidR="00BA0B7F">
        <w:rPr>
          <w:rStyle w:val="libAieChar"/>
          <w:rtl/>
        </w:rPr>
        <w:t>ا</w:t>
      </w:r>
      <w:r w:rsidR="00476253" w:rsidRPr="00A80DB7">
        <w:rPr>
          <w:rStyle w:val="libAieChar"/>
          <w:rFonts w:hint="eastAsia"/>
          <w:rtl/>
        </w:rPr>
        <w:t>دْخِلُوا</w:t>
      </w:r>
      <w:r w:rsidR="00476253" w:rsidRPr="00A80DB7">
        <w:rPr>
          <w:rStyle w:val="libAieChar"/>
          <w:rtl/>
        </w:rPr>
        <w:t xml:space="preserve"> آلَ فِرْعَوْنَ </w:t>
      </w:r>
      <w:r w:rsidR="00BA0B7F">
        <w:rPr>
          <w:rStyle w:val="libAieChar"/>
          <w:rtl/>
        </w:rPr>
        <w:t>ا</w:t>
      </w:r>
      <w:r w:rsidR="00476253" w:rsidRPr="00A80DB7">
        <w:rPr>
          <w:rStyle w:val="libAieChar"/>
          <w:rFonts w:hint="eastAsia"/>
          <w:rtl/>
        </w:rPr>
        <w:t>شَدَّ</w:t>
      </w:r>
      <w:r w:rsidR="00476253" w:rsidRPr="00A80DB7">
        <w:rPr>
          <w:rStyle w:val="libAieChar"/>
          <w:rtl/>
        </w:rPr>
        <w:t xml:space="preserve"> الْعَذَابِ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”وہ</w:t>
      </w:r>
      <w:r>
        <w:rPr>
          <w:rtl/>
          <w:lang w:bidi="ur-PK"/>
        </w:rPr>
        <w:t xml:space="preserve"> جہنم جس کے سامنے ھر صبح و شام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کئے جاتے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جب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برپا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فرشتوں کو حکم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 کہ فرعون والوں کو بدتر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عذاب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کردو“۔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مشھور کتابوں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عالم برزخ، عالم قبر اور عالم ارواح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مختلف الفاظ وارد</w:t>
      </w:r>
      <w:r w:rsidR="006E184C">
        <w:rPr>
          <w:rtl/>
          <w:lang w:bidi="ur-PK"/>
        </w:rPr>
        <w:t xml:space="preserve"> ہوئے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چنانچہ نہج البلاغہ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وارد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جب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جنگ صف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واپس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کوفہ کے اطراف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قبرستا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گزرے تو قبروں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رخ کرکے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”اے</w:t>
      </w:r>
      <w:r>
        <w:rPr>
          <w:rtl/>
          <w:lang w:bidi="ur-PK"/>
        </w:rPr>
        <w:t xml:space="preserve"> وحشت ناک گھروں کے رہنے والو! اے 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ران</w:t>
      </w:r>
      <w:r>
        <w:rPr>
          <w:rtl/>
          <w:lang w:bidi="ur-PK"/>
        </w:rPr>
        <w:t xml:space="preserve"> مکانات کے باشندو! اور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قبر کے بسنے والو! اے خاک نش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</w:t>
      </w:r>
      <w:r>
        <w:rPr>
          <w:rtl/>
          <w:lang w:bidi="ur-PK"/>
        </w:rPr>
        <w:t>! اے غربت، وحدت اور وحشت والو! تم ھم سے آگے چلے گئے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اور ھم تم سے ملحق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نے والے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</w:t>
      </w:r>
      <w:r>
        <w:rPr>
          <w:rtl/>
          <w:lang w:bidi="ur-PK"/>
        </w:rPr>
        <w:t xml:space="preserve"> تمھارے مکانات آباد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چکے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دوسرا عقد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چکا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تمھارے اموال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چکے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 ھمارے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اب تم بتاؤ کہ تمھارے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 اصحاب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رخ کرکے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اگر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بولنے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مل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تم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کہ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زاد راہ؛ تقويٰ الٰھ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سجاد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A80DB7">
        <w:rPr>
          <w:rStyle w:val="libArabicChar"/>
          <w:rFonts w:hint="eastAsia"/>
          <w:rtl/>
        </w:rPr>
        <w:t>اِنَّ</w:t>
      </w:r>
      <w:r w:rsidRPr="00A80DB7">
        <w:rPr>
          <w:rStyle w:val="libArabicChar"/>
          <w:rtl/>
        </w:rPr>
        <w:t xml:space="preserve"> الْقَبْرَ اِمّا رَوْضَةٌ مِنْ رِ</w:t>
      </w:r>
      <w:r w:rsidRPr="00A80DB7">
        <w:rPr>
          <w:rStyle w:val="libArabicChar"/>
          <w:rFonts w:hint="cs"/>
          <w:rtl/>
        </w:rPr>
        <w:t>ی</w:t>
      </w:r>
      <w:r w:rsidRPr="00A80DB7">
        <w:rPr>
          <w:rStyle w:val="libArabicChar"/>
          <w:rFonts w:hint="eastAsia"/>
          <w:rtl/>
        </w:rPr>
        <w:t>اضِ</w:t>
      </w:r>
      <w:r w:rsidRPr="00A80DB7">
        <w:rPr>
          <w:rStyle w:val="libArabicChar"/>
          <w:rtl/>
        </w:rPr>
        <w:t xml:space="preserve"> الْجَنَّةِ، اَوْ حُفْرَةٌ مِنْ حُفَرِ النّ</w:t>
      </w:r>
      <w:r w:rsidRPr="00A80DB7">
        <w:rPr>
          <w:rStyle w:val="libArabicChar"/>
          <w:rFonts w:hint="cs"/>
          <w:rtl/>
        </w:rPr>
        <w:t>ی</w:t>
      </w:r>
      <w:r w:rsidRPr="00A80DB7">
        <w:rPr>
          <w:rStyle w:val="libArabicChar"/>
          <w:rFonts w:hint="eastAsia"/>
          <w:rtl/>
        </w:rPr>
        <w:t>رانِ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”قبر</w:t>
      </w:r>
      <w:r>
        <w:rPr>
          <w:rtl/>
          <w:lang w:bidi="ur-PK"/>
        </w:rPr>
        <w:t xml:space="preserve"> جنت کے باغوں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باغ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جہنم کے گڑھوں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گڑھا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منقول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705CD5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A80DB7">
        <w:rPr>
          <w:rStyle w:val="libArabicChar"/>
          <w:rFonts w:hint="eastAsia"/>
          <w:rtl/>
        </w:rPr>
        <w:t>اَلبَرْزَخُ</w:t>
      </w:r>
      <w:r w:rsidRPr="00A80DB7">
        <w:rPr>
          <w:rStyle w:val="libArabicChar"/>
          <w:rtl/>
        </w:rPr>
        <w:t xml:space="preserve"> الْقَبْرُ، وَ</w:t>
      </w:r>
      <w:r w:rsidR="00705CD5" w:rsidRPr="00163EB1">
        <w:rPr>
          <w:rStyle w:val="libArabicChar"/>
          <w:rFonts w:hint="cs"/>
          <w:rtl/>
        </w:rPr>
        <w:t>ه</w:t>
      </w:r>
      <w:r w:rsidRPr="00A80DB7">
        <w:rPr>
          <w:rStyle w:val="libArabicChar"/>
          <w:rFonts w:hint="cs"/>
          <w:rtl/>
        </w:rPr>
        <w:t>ُوَ</w:t>
      </w:r>
      <w:r w:rsidRPr="00A80DB7">
        <w:rPr>
          <w:rStyle w:val="libArabicChar"/>
          <w:rtl/>
        </w:rPr>
        <w:t xml:space="preserve"> </w:t>
      </w:r>
      <w:r w:rsidRPr="00A80DB7">
        <w:rPr>
          <w:rStyle w:val="libArabicChar"/>
          <w:rFonts w:hint="cs"/>
          <w:rtl/>
        </w:rPr>
        <w:t>الثَّوابُ</w:t>
      </w:r>
      <w:r w:rsidRPr="00A80DB7">
        <w:rPr>
          <w:rStyle w:val="libArabicChar"/>
          <w:rtl/>
        </w:rPr>
        <w:t xml:space="preserve"> </w:t>
      </w:r>
      <w:r w:rsidRPr="00A80DB7">
        <w:rPr>
          <w:rStyle w:val="libArabicChar"/>
          <w:rFonts w:hint="cs"/>
          <w:rtl/>
        </w:rPr>
        <w:t>وَالْعِقابُ</w:t>
      </w:r>
      <w:r w:rsidRPr="00A80DB7">
        <w:rPr>
          <w:rStyle w:val="libArabicChar"/>
          <w:rtl/>
        </w:rPr>
        <w:t xml:space="preserve"> </w:t>
      </w:r>
      <w:r w:rsidRPr="00A80DB7">
        <w:rPr>
          <w:rStyle w:val="libArabicChar"/>
          <w:rFonts w:hint="cs"/>
          <w:rtl/>
        </w:rPr>
        <w:t>بَی</w:t>
      </w:r>
      <w:r w:rsidRPr="00A80DB7">
        <w:rPr>
          <w:rStyle w:val="libArabicChar"/>
          <w:rFonts w:hint="eastAsia"/>
          <w:rtl/>
        </w:rPr>
        <w:t>نَ</w:t>
      </w:r>
      <w:r w:rsidRPr="00A80DB7">
        <w:rPr>
          <w:rStyle w:val="libArabicChar"/>
          <w:rtl/>
        </w:rPr>
        <w:t xml:space="preserve"> الدُّنْ</w:t>
      </w:r>
      <w:r w:rsidRPr="00A80DB7">
        <w:rPr>
          <w:rStyle w:val="libArabicChar"/>
          <w:rFonts w:hint="cs"/>
          <w:rtl/>
        </w:rPr>
        <w:t>ی</w:t>
      </w:r>
      <w:r w:rsidRPr="00A80DB7">
        <w:rPr>
          <w:rStyle w:val="libArabicChar"/>
          <w:rFonts w:hint="eastAsia"/>
          <w:rtl/>
        </w:rPr>
        <w:t>ا</w:t>
      </w:r>
      <w:r w:rsidRPr="00A80DB7">
        <w:rPr>
          <w:rStyle w:val="libArabicChar"/>
          <w:rtl/>
        </w:rPr>
        <w:t xml:space="preserve"> وَالْآخِرَةُوَاللّٰ</w:t>
      </w:r>
      <w:r w:rsidR="00705CD5" w:rsidRPr="00163EB1">
        <w:rPr>
          <w:rStyle w:val="libArabicChar"/>
          <w:rFonts w:hint="cs"/>
          <w:rtl/>
        </w:rPr>
        <w:t>ه</w:t>
      </w:r>
      <w:r w:rsidRPr="00A80DB7">
        <w:rPr>
          <w:rStyle w:val="libArabicChar"/>
          <w:rFonts w:hint="cs"/>
          <w:rtl/>
        </w:rPr>
        <w:t>ِ</w:t>
      </w:r>
      <w:r w:rsidRPr="00A80DB7">
        <w:rPr>
          <w:rStyle w:val="libArabicChar"/>
          <w:rtl/>
        </w:rPr>
        <w:t xml:space="preserve"> </w:t>
      </w:r>
      <w:r w:rsidRPr="00A80DB7">
        <w:rPr>
          <w:rStyle w:val="libArabicChar"/>
          <w:rFonts w:hint="cs"/>
          <w:rtl/>
        </w:rPr>
        <w:t>مَانَخافُ</w:t>
      </w:r>
      <w:r w:rsidRPr="00A80DB7">
        <w:rPr>
          <w:rStyle w:val="libArabicChar"/>
          <w:rtl/>
        </w:rPr>
        <w:t xml:space="preserve"> </w:t>
      </w:r>
      <w:r w:rsidRPr="00A80DB7">
        <w:rPr>
          <w:rStyle w:val="libArabicChar"/>
          <w:rFonts w:hint="cs"/>
          <w:rtl/>
        </w:rPr>
        <w:t>عَلَی</w:t>
      </w:r>
      <w:r w:rsidRPr="00A80DB7">
        <w:rPr>
          <w:rStyle w:val="libArabicChar"/>
          <w:rFonts w:hint="eastAsia"/>
          <w:rtl/>
        </w:rPr>
        <w:t>كُم</w:t>
      </w:r>
      <w:r w:rsidRPr="00A80DB7">
        <w:rPr>
          <w:rStyle w:val="libArabicChar"/>
          <w:rtl/>
        </w:rPr>
        <w:t xml:space="preserve"> اِلاَّ الْبَرْزَخَ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”برزخ</w:t>
      </w:r>
      <w:r>
        <w:rPr>
          <w:rtl/>
          <w:lang w:bidi="ur-PK"/>
        </w:rPr>
        <w:t xml:space="preserve"> وھ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جھاں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عذاب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ثواب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قسم، ھم تمھارے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برزخ سے ڈرتے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روا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حضرت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برزخ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تو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 w:rsidRPr="00A80DB7">
        <w:rPr>
          <w:rStyle w:val="libArabicChar"/>
          <w:rFonts w:hint="eastAsia"/>
          <w:rtl/>
        </w:rPr>
        <w:lastRenderedPageBreak/>
        <w:t>القَبْرُ</w:t>
      </w:r>
      <w:r w:rsidRPr="00A80DB7">
        <w:rPr>
          <w:rStyle w:val="libArabicChar"/>
          <w:rtl/>
        </w:rPr>
        <w:t xml:space="preserve"> مُنْذُ ح</w:t>
      </w:r>
      <w:r w:rsidRPr="00A80DB7">
        <w:rPr>
          <w:rStyle w:val="libArabicChar"/>
          <w:rFonts w:hint="cs"/>
          <w:rtl/>
        </w:rPr>
        <w:t>ی</w:t>
      </w:r>
      <w:r w:rsidRPr="00A80DB7">
        <w:rPr>
          <w:rStyle w:val="libArabicChar"/>
          <w:rFonts w:hint="eastAsia"/>
          <w:rtl/>
        </w:rPr>
        <w:t>نِ</w:t>
      </w:r>
      <w:r w:rsidRPr="00A80DB7">
        <w:rPr>
          <w:rStyle w:val="libArabicChar"/>
          <w:rtl/>
        </w:rPr>
        <w:t xml:space="preserve"> مَوْتِ</w:t>
      </w:r>
      <w:r w:rsidR="00705CD5" w:rsidRPr="00163EB1">
        <w:rPr>
          <w:rStyle w:val="libArabicChar"/>
          <w:rFonts w:hint="cs"/>
          <w:rtl/>
        </w:rPr>
        <w:t>ه</w:t>
      </w:r>
      <w:r w:rsidRPr="00A80DB7">
        <w:rPr>
          <w:rStyle w:val="libArabicChar"/>
          <w:rFonts w:hint="cs"/>
          <w:rtl/>
        </w:rPr>
        <w:t>ِ</w:t>
      </w:r>
      <w:r w:rsidRPr="00A80DB7">
        <w:rPr>
          <w:rStyle w:val="libArabicChar"/>
          <w:rtl/>
        </w:rPr>
        <w:t xml:space="preserve"> </w:t>
      </w:r>
      <w:r w:rsidRPr="00A80DB7">
        <w:rPr>
          <w:rStyle w:val="libArabicChar"/>
          <w:rFonts w:hint="cs"/>
          <w:rtl/>
        </w:rPr>
        <w:t>اِليٰ</w:t>
      </w:r>
      <w:r w:rsidRPr="00A80DB7">
        <w:rPr>
          <w:rStyle w:val="libArabicChar"/>
          <w:rtl/>
        </w:rPr>
        <w:t xml:space="preserve"> </w:t>
      </w:r>
      <w:r w:rsidRPr="00A80DB7">
        <w:rPr>
          <w:rStyle w:val="libArabicChar"/>
          <w:rFonts w:hint="cs"/>
          <w:rtl/>
        </w:rPr>
        <w:t>ی</w:t>
      </w:r>
      <w:r w:rsidRPr="00A80DB7">
        <w:rPr>
          <w:rStyle w:val="libArabicChar"/>
          <w:rFonts w:hint="eastAsia"/>
          <w:rtl/>
        </w:rPr>
        <w:t>وْمِ</w:t>
      </w:r>
      <w:r w:rsidRPr="00A80DB7">
        <w:rPr>
          <w:rStyle w:val="libArabicChar"/>
          <w:rtl/>
        </w:rPr>
        <w:t xml:space="preserve"> القِ</w:t>
      </w:r>
      <w:r w:rsidRPr="00A80DB7">
        <w:rPr>
          <w:rStyle w:val="libArabicChar"/>
          <w:rFonts w:hint="cs"/>
          <w:rtl/>
        </w:rPr>
        <w:t>ی</w:t>
      </w:r>
      <w:r w:rsidRPr="00A80DB7">
        <w:rPr>
          <w:rStyle w:val="libArabicChar"/>
          <w:rFonts w:hint="eastAsia"/>
          <w:rtl/>
        </w:rPr>
        <w:t>امَةِ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”موت</w:t>
      </w:r>
      <w:r>
        <w:rPr>
          <w:rtl/>
          <w:lang w:bidi="ur-PK"/>
        </w:rPr>
        <w:t xml:space="preserve"> سے لے کر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قبر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رہنے کا نام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برزخ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کتاب ”کاف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A80DB7">
        <w:rPr>
          <w:rStyle w:val="libArabicChar"/>
          <w:rFonts w:hint="eastAsia"/>
          <w:rtl/>
        </w:rPr>
        <w:t>ف</w:t>
      </w:r>
      <w:r w:rsidRPr="00A80DB7">
        <w:rPr>
          <w:rStyle w:val="libArabicChar"/>
          <w:rFonts w:hint="cs"/>
          <w:rtl/>
        </w:rPr>
        <w:t>ی</w:t>
      </w:r>
      <w:r w:rsidRPr="00A80DB7">
        <w:rPr>
          <w:rStyle w:val="libArabicChar"/>
          <w:rtl/>
        </w:rPr>
        <w:t xml:space="preserve"> حُجُراتٍ فِ</w:t>
      </w:r>
      <w:r w:rsidRPr="00A80DB7">
        <w:rPr>
          <w:rStyle w:val="libArabicChar"/>
          <w:rFonts w:hint="cs"/>
          <w:rtl/>
        </w:rPr>
        <w:t>ی</w:t>
      </w:r>
      <w:r w:rsidRPr="00A80DB7">
        <w:rPr>
          <w:rStyle w:val="libArabicChar"/>
          <w:rtl/>
        </w:rPr>
        <w:t xml:space="preserve"> الجَنَّةِ </w:t>
      </w:r>
      <w:r w:rsidRPr="00A80DB7">
        <w:rPr>
          <w:rStyle w:val="libArabicChar"/>
          <w:rFonts w:hint="cs"/>
          <w:rtl/>
        </w:rPr>
        <w:t>ی</w:t>
      </w:r>
      <w:r w:rsidR="00BA0B7F">
        <w:rPr>
          <w:rStyle w:val="libArabicChar"/>
          <w:rFonts w:hint="eastAsia"/>
          <w:rtl/>
        </w:rPr>
        <w:t>ا</w:t>
      </w:r>
      <w:r w:rsidRPr="00A80DB7">
        <w:rPr>
          <w:rStyle w:val="libArabicChar"/>
          <w:rFonts w:hint="eastAsia"/>
          <w:rtl/>
        </w:rPr>
        <w:t>كُلُونَ</w:t>
      </w:r>
      <w:r w:rsidRPr="00A80DB7">
        <w:rPr>
          <w:rStyle w:val="libArabicChar"/>
          <w:rtl/>
        </w:rPr>
        <w:t xml:space="preserve"> مِنْ طَعامِ</w:t>
      </w:r>
      <w:r w:rsidR="00705CD5" w:rsidRPr="00163EB1">
        <w:rPr>
          <w:rStyle w:val="libArabicChar"/>
          <w:rFonts w:hint="cs"/>
          <w:rtl/>
        </w:rPr>
        <w:t>ه</w:t>
      </w:r>
      <w:r w:rsidRPr="00A80DB7">
        <w:rPr>
          <w:rStyle w:val="libArabicChar"/>
          <w:rFonts w:hint="cs"/>
          <w:rtl/>
        </w:rPr>
        <w:t>ا،</w:t>
      </w:r>
      <w:r w:rsidRPr="00A80DB7">
        <w:rPr>
          <w:rStyle w:val="libArabicChar"/>
          <w:rtl/>
        </w:rPr>
        <w:t xml:space="preserve"> </w:t>
      </w:r>
      <w:r w:rsidRPr="00A80DB7">
        <w:rPr>
          <w:rStyle w:val="libArabicChar"/>
          <w:rFonts w:hint="cs"/>
          <w:rtl/>
        </w:rPr>
        <w:t>وَ</w:t>
      </w:r>
      <w:r w:rsidRPr="00A80DB7">
        <w:rPr>
          <w:rStyle w:val="libArabicChar"/>
          <w:rtl/>
        </w:rPr>
        <w:t xml:space="preserve"> </w:t>
      </w:r>
      <w:r w:rsidRPr="00A80DB7">
        <w:rPr>
          <w:rStyle w:val="libArabicChar"/>
          <w:rFonts w:hint="cs"/>
          <w:rtl/>
        </w:rPr>
        <w:t>ی</w:t>
      </w:r>
      <w:r w:rsidRPr="00A80DB7">
        <w:rPr>
          <w:rStyle w:val="libArabicChar"/>
          <w:rFonts w:hint="eastAsia"/>
          <w:rtl/>
        </w:rPr>
        <w:t>شْرَبُونَ</w:t>
      </w:r>
      <w:r w:rsidRPr="00A80DB7">
        <w:rPr>
          <w:rStyle w:val="libArabicChar"/>
          <w:rtl/>
        </w:rPr>
        <w:t xml:space="preserve"> مِنْ شَرابِ</w:t>
      </w:r>
      <w:r w:rsidR="00705CD5" w:rsidRPr="00163EB1">
        <w:rPr>
          <w:rStyle w:val="libArabicChar"/>
          <w:rFonts w:hint="cs"/>
          <w:rtl/>
        </w:rPr>
        <w:t>ه</w:t>
      </w:r>
      <w:r w:rsidRPr="00A80DB7">
        <w:rPr>
          <w:rStyle w:val="libArabicChar"/>
          <w:rFonts w:hint="cs"/>
          <w:rtl/>
        </w:rPr>
        <w:t>ا،</w:t>
      </w:r>
      <w:r w:rsidRPr="00A80DB7">
        <w:rPr>
          <w:rStyle w:val="libArabicChar"/>
          <w:rtl/>
        </w:rPr>
        <w:t xml:space="preserve"> </w:t>
      </w:r>
      <w:r w:rsidRPr="00A80DB7">
        <w:rPr>
          <w:rStyle w:val="libArabicChar"/>
          <w:rFonts w:hint="cs"/>
          <w:rtl/>
        </w:rPr>
        <w:t>وَی</w:t>
      </w:r>
      <w:r w:rsidRPr="00A80DB7">
        <w:rPr>
          <w:rStyle w:val="libArabicChar"/>
          <w:rFonts w:hint="eastAsia"/>
          <w:rtl/>
        </w:rPr>
        <w:t>قولُونَ</w:t>
      </w:r>
      <w:r w:rsidRPr="00A80DB7">
        <w:rPr>
          <w:rStyle w:val="libArabicChar"/>
          <w:rtl/>
        </w:rPr>
        <w:t xml:space="preserve"> :رَبَّنا اَقِمْ لَنَا السَّاعَةَ، وَانْجِزْ لَنا ما وَعَدْتَنا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”مرنے</w:t>
      </w:r>
      <w:r>
        <w:rPr>
          <w:rtl/>
          <w:lang w:bidi="ur-PK"/>
        </w:rPr>
        <w:t xml:space="preserve"> کے بعد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ارواح جنت کے حجروں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رھت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(وہ لوگ) جنت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غذا کھاتے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جنت کا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پالنے والے! جتنا جلد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سکے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برپا کردے اور ھم سے کئے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 xml:space="preserve">وعدہ کووفا فرما“۔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عالم</w:t>
      </w:r>
      <w:r>
        <w:rPr>
          <w:rtl/>
          <w:lang w:bidi="ur-PK"/>
        </w:rPr>
        <w:t xml:space="preserve"> برزخ پر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موجود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جو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پر توجہ رکھنے سے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افراد اور بدکار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آثار برآمد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جس سے انسان تقويٰ،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ظاھر و باطن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CB7E8E">
      <w:pPr>
        <w:pStyle w:val="Heading2Center"/>
        <w:rPr>
          <w:rtl/>
          <w:lang w:bidi="ur-PK"/>
        </w:rPr>
      </w:pPr>
      <w:bookmarkStart w:id="102" w:name="_Toc520984039"/>
      <w:r>
        <w:rPr>
          <w:rFonts w:hint="eastAsia"/>
          <w:rtl/>
          <w:lang w:bidi="ur-PK"/>
        </w:rPr>
        <w:t>محشر</w:t>
      </w:r>
      <w:bookmarkEnd w:id="102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روز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اور روز محشرا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کے با 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تمام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کتابوں،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کرام اور ائمہ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السلام نے خبر د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جھاں پر تمام لوگ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جزا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سزا پائےں گے 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روز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پر اعتقاد رکھنا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حصہ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کا انکار کرنا کفر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ہزار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اور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سے متعلق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A80DB7">
        <w:rPr>
          <w:rStyle w:val="libAieChar"/>
          <w:rtl/>
        </w:rPr>
        <w:t>رَبَّنَا إِنَّكَ جَامِعُ النَّاسِ لِ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وْمٍ</w:t>
      </w:r>
      <w:r w:rsidR="00476253" w:rsidRPr="00A80DB7">
        <w:rPr>
          <w:rStyle w:val="libAieChar"/>
          <w:rtl/>
        </w:rPr>
        <w:t xml:space="preserve"> لاَرَ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بَ</w:t>
      </w:r>
      <w:r w:rsidR="00476253" w:rsidRPr="00A80DB7">
        <w:rPr>
          <w:rStyle w:val="libAieChar"/>
          <w:rtl/>
        </w:rPr>
        <w:t xml:space="preserve"> فِ</w:t>
      </w:r>
      <w:r w:rsidR="00476253" w:rsidRPr="00A80DB7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ِ</w:t>
      </w:r>
      <w:r w:rsidR="00476253" w:rsidRPr="00A80DB7">
        <w:rPr>
          <w:rStyle w:val="libAieChar"/>
          <w:rtl/>
        </w:rPr>
        <w:t xml:space="preserve"> إِنَّ اللهَ لاَ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خْلِفُ</w:t>
      </w:r>
      <w:r w:rsidR="00476253" w:rsidRPr="00A80DB7">
        <w:rPr>
          <w:rStyle w:val="libAieChar"/>
          <w:rtl/>
        </w:rPr>
        <w:t xml:space="preserve"> الْمِ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عَادَ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(278)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 xml:space="preserve"> خدا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>! تو تمام انسانوں کواس دن جمع کرنے والا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جس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کوئ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شک ن</w:t>
      </w:r>
      <w:r w:rsidR="00AA04E3">
        <w:rPr>
          <w:rtl/>
          <w:lang w:bidi="ur-PK"/>
        </w:rPr>
        <w:t xml:space="preserve"> ہیں  ہے</w:t>
      </w:r>
      <w:r w:rsidR="00476253">
        <w:rPr>
          <w:rtl/>
          <w:lang w:bidi="ur-PK"/>
        </w:rPr>
        <w:t xml:space="preserve"> ۔اور اللہ کا وعدہ غلط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تا “۔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A80DB7">
        <w:rPr>
          <w:rStyle w:val="libAieChar"/>
          <w:rtl/>
        </w:rPr>
        <w:t>فَكَ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فَ</w:t>
      </w:r>
      <w:r w:rsidR="00476253" w:rsidRPr="00A80DB7">
        <w:rPr>
          <w:rStyle w:val="libAieChar"/>
          <w:rtl/>
        </w:rPr>
        <w:t xml:space="preserve"> إِذَا جَمَعْنَا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م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لِی</w:t>
      </w:r>
      <w:r w:rsidR="00476253" w:rsidRPr="00A80DB7">
        <w:rPr>
          <w:rStyle w:val="libAieChar"/>
          <w:rFonts w:hint="eastAsia"/>
          <w:rtl/>
        </w:rPr>
        <w:t>وْمٍ</w:t>
      </w:r>
      <w:r w:rsidR="00476253" w:rsidRPr="00A80DB7">
        <w:rPr>
          <w:rStyle w:val="libAieChar"/>
          <w:rtl/>
        </w:rPr>
        <w:t xml:space="preserve"> لاَرَ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بَ</w:t>
      </w:r>
      <w:r w:rsidR="00476253" w:rsidRPr="00A80DB7">
        <w:rPr>
          <w:rStyle w:val="libAieChar"/>
          <w:rtl/>
        </w:rPr>
        <w:t xml:space="preserve"> فِ</w:t>
      </w:r>
      <w:r w:rsidR="00476253" w:rsidRPr="00A80DB7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ِ</w:t>
      </w:r>
      <w:r w:rsidR="00476253" w:rsidRPr="00A80DB7">
        <w:rPr>
          <w:rStyle w:val="libAieChar"/>
          <w:rtl/>
        </w:rPr>
        <w:t xml:space="preserve"> وَوُفِّ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تْ</w:t>
      </w:r>
      <w:r w:rsidR="00476253" w:rsidRPr="00A80DB7">
        <w:rPr>
          <w:rStyle w:val="libAieChar"/>
          <w:rtl/>
        </w:rPr>
        <w:t xml:space="preserve"> كُلُّ نَفْسٍ مَا كَسَبَتْ وَ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م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لاَی</w:t>
      </w:r>
      <w:r w:rsidR="00476253" w:rsidRPr="00A80DB7">
        <w:rPr>
          <w:rStyle w:val="libAieChar"/>
          <w:rFonts w:hint="eastAsia"/>
          <w:rtl/>
        </w:rPr>
        <w:t>ظْلَمُونَ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(279)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”اس</w:t>
      </w:r>
      <w:r w:rsidR="00476253">
        <w:rPr>
          <w:rtl/>
          <w:lang w:bidi="ur-PK"/>
        </w:rPr>
        <w:t xml:space="preserve"> وقت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گا جب ھم سب کو اس دن جمع کر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گے جس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کس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شک اور شبہہ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گنجائش ن</w:t>
      </w:r>
      <w:r w:rsidR="00AA04E3">
        <w:rPr>
          <w:rtl/>
          <w:lang w:bidi="ur-PK"/>
        </w:rPr>
        <w:t xml:space="preserve"> ہیں  ہے</w:t>
      </w:r>
      <w:r w:rsidR="00476253">
        <w:rPr>
          <w:rtl/>
          <w:lang w:bidi="ur-PK"/>
        </w:rPr>
        <w:t xml:space="preserve"> اورھر نفس کو اس کے کئے کا پورا پورا بدلہ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جائے گا اور کس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پر (ذرہ برابر) ظلم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جائے گا“۔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A80DB7">
        <w:rPr>
          <w:rStyle w:val="libAieChar"/>
          <w:rtl/>
        </w:rPr>
        <w:t xml:space="preserve">وَلَئِنْ مُتُّمْ </w:t>
      </w:r>
      <w:r w:rsidR="00BA0B7F">
        <w:rPr>
          <w:rStyle w:val="libAieChar"/>
          <w:rtl/>
        </w:rPr>
        <w:t>ا</w:t>
      </w:r>
      <w:r w:rsidR="00476253" w:rsidRPr="00A80DB7">
        <w:rPr>
          <w:rStyle w:val="libAieChar"/>
          <w:rFonts w:hint="eastAsia"/>
          <w:rtl/>
        </w:rPr>
        <w:t>وْ</w:t>
      </w:r>
      <w:r w:rsidR="00476253" w:rsidRPr="00A80DB7">
        <w:rPr>
          <w:rStyle w:val="libAieChar"/>
          <w:rtl/>
        </w:rPr>
        <w:t xml:space="preserve"> قُتِلْتُمْ لَإِلَ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tl/>
        </w:rPr>
        <w:t xml:space="preserve"> اللهِ تُحْشَرُون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(280)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تم اپن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موت سے مرو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قتل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>جا</w:t>
      </w:r>
      <w:r w:rsidR="00AA04E3">
        <w:rPr>
          <w:rtl/>
          <w:lang w:bidi="ur-PK"/>
        </w:rPr>
        <w:t>و</w:t>
      </w:r>
      <w:r w:rsidR="00476253">
        <w:rPr>
          <w:rFonts w:hint="eastAsia"/>
          <w:rtl/>
          <w:lang w:bidi="ur-PK"/>
        </w:rPr>
        <w:t>سب</w:t>
      </w:r>
      <w:r w:rsidR="00476253">
        <w:rPr>
          <w:rtl/>
          <w:lang w:bidi="ur-PK"/>
        </w:rPr>
        <w:t xml:space="preserve"> اللہ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بارگاہ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حاضر کئے جا</w:t>
      </w:r>
      <w:r w:rsidR="00AA04E3">
        <w:rPr>
          <w:rtl/>
          <w:lang w:bidi="ur-PK"/>
        </w:rPr>
        <w:t>و</w:t>
      </w:r>
      <w:r w:rsidR="00476253">
        <w:rPr>
          <w:rFonts w:hint="eastAsia"/>
          <w:rtl/>
          <w:lang w:bidi="ur-PK"/>
        </w:rPr>
        <w:t>گے“</w:t>
      </w:r>
      <w:r w:rsidR="00476253">
        <w:rPr>
          <w:rtl/>
          <w:lang w:bidi="ur-PK"/>
        </w:rPr>
        <w:t xml:space="preserve">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lastRenderedPageBreak/>
        <w:t>(</w:t>
      </w:r>
      <w:r w:rsidR="00476253" w:rsidRPr="00A80DB7">
        <w:rPr>
          <w:rStyle w:val="libAieChar"/>
          <w:rFonts w:hint="cs"/>
          <w:rtl/>
        </w:rPr>
        <w:t>وَاتَّقُوا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اللهَ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الَّذِی</w:t>
      </w:r>
      <w:r w:rsidR="00476253" w:rsidRPr="00A80DB7">
        <w:rPr>
          <w:rStyle w:val="libAieChar"/>
          <w:rtl/>
        </w:rPr>
        <w:t xml:space="preserve"> إِلَ</w:t>
      </w:r>
      <w:r w:rsidR="00476253" w:rsidRPr="00A80DB7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ِ</w:t>
      </w:r>
      <w:r w:rsidR="00476253" w:rsidRPr="00A80DB7">
        <w:rPr>
          <w:rStyle w:val="libAieChar"/>
          <w:rtl/>
        </w:rPr>
        <w:t xml:space="preserve"> تُحْشَرُونَ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(281)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اور اس خدا سے ڈرتے رھو جس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بارگاہ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حاضر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نا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A80DB7">
        <w:rPr>
          <w:rStyle w:val="libAieChar"/>
          <w:rFonts w:hint="cs"/>
          <w:rtl/>
        </w:rPr>
        <w:t>لَی</w:t>
      </w:r>
      <w:r w:rsidR="00476253" w:rsidRPr="00A80DB7">
        <w:rPr>
          <w:rStyle w:val="libAieChar"/>
          <w:rFonts w:hint="eastAsia"/>
          <w:rtl/>
        </w:rPr>
        <w:t>جْمَعَنَّكُمْ</w:t>
      </w:r>
      <w:r w:rsidR="00476253" w:rsidRPr="00A80DB7">
        <w:rPr>
          <w:rStyle w:val="libAieChar"/>
          <w:rtl/>
        </w:rPr>
        <w:t xml:space="preserve"> إِلَ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وْمِ</w:t>
      </w:r>
      <w:r w:rsidR="00476253" w:rsidRPr="00A80DB7">
        <w:rPr>
          <w:rStyle w:val="libAieChar"/>
          <w:rtl/>
        </w:rPr>
        <w:t xml:space="preserve"> الْقِ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امَةِ</w:t>
      </w:r>
      <w:r w:rsidR="00476253" w:rsidRPr="00A80DB7">
        <w:rPr>
          <w:rStyle w:val="libAieChar"/>
          <w:rtl/>
        </w:rPr>
        <w:t xml:space="preserve"> لاَرَ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بَ</w:t>
      </w:r>
      <w:r w:rsidR="00476253" w:rsidRPr="00A80DB7">
        <w:rPr>
          <w:rStyle w:val="libAieChar"/>
          <w:rtl/>
        </w:rPr>
        <w:t xml:space="preserve"> فِ</w:t>
      </w:r>
      <w:r w:rsidR="00476253" w:rsidRPr="00A80DB7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ِ</w:t>
      </w:r>
      <w:r w:rsidR="006F6A7F" w:rsidRPr="006F6A7F">
        <w:rPr>
          <w:rStyle w:val="libAlaemChar"/>
          <w:rtl/>
        </w:rPr>
        <w:t>)</w:t>
      </w:r>
      <w:r w:rsidR="00125F42" w:rsidRPr="00125F42">
        <w:rPr>
          <w:rStyle w:val="libFootnotenumChar"/>
          <w:rtl/>
          <w:lang w:bidi="ur-PK"/>
        </w:rPr>
        <w:t>(282)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وہ تم سب کو 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امت</w:t>
      </w:r>
      <w:r w:rsidR="00476253">
        <w:rPr>
          <w:rtl/>
          <w:lang w:bidi="ur-PK"/>
        </w:rPr>
        <w:t xml:space="preserve"> کے دن اکٹھا کرے گا جس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کس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شک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گنجائش ن</w:t>
      </w:r>
      <w:r w:rsidR="00AA04E3">
        <w:rPr>
          <w:rtl/>
          <w:lang w:bidi="ur-PK"/>
        </w:rPr>
        <w:t xml:space="preserve"> ہیں ہے</w:t>
      </w:r>
      <w:r w:rsidR="00476253">
        <w:rPr>
          <w:rtl/>
          <w:lang w:bidi="ur-PK"/>
        </w:rPr>
        <w:t xml:space="preserve">“۔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A80DB7">
        <w:rPr>
          <w:rStyle w:val="libAieChar"/>
          <w:rFonts w:hint="cs"/>
          <w:rtl/>
        </w:rPr>
        <w:t>وَالْمَوْتَی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بْعَثُ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م</w:t>
      </w:r>
      <w:r w:rsidR="00476253" w:rsidRPr="00A80DB7">
        <w:rPr>
          <w:rStyle w:val="libAieChar"/>
          <w:rtl/>
        </w:rPr>
        <w:t xml:space="preserve"> اللَّ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ُ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ثُمَّ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إِلَی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ِ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رْجَعُونَ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(283)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اور مردوں کو تو خدا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اٹھا ئے گا اور پھر اس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بارگاہ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پلٹا دئے جائ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گے“۔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A80DB7">
        <w:rPr>
          <w:rStyle w:val="libAieChar"/>
          <w:rFonts w:hint="cs"/>
          <w:rtl/>
        </w:rPr>
        <w:t>وَسَی</w:t>
      </w:r>
      <w:r w:rsidR="00476253" w:rsidRPr="00A80DB7">
        <w:rPr>
          <w:rStyle w:val="libAieChar"/>
          <w:rFonts w:hint="eastAsia"/>
          <w:rtl/>
        </w:rPr>
        <w:t>رَ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tl/>
        </w:rPr>
        <w:t xml:space="preserve"> اللهُ عَمَلَكُمْ وَرَسُولُ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ُ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ثُمَّ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تُرَدُّونَ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إِلَی</w:t>
      </w:r>
      <w:r w:rsidR="00476253" w:rsidRPr="00A80DB7">
        <w:rPr>
          <w:rStyle w:val="libAieChar"/>
          <w:rtl/>
        </w:rPr>
        <w:t xml:space="preserve"> عَالِمِ الْغَ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بِ</w:t>
      </w:r>
      <w:r w:rsidR="00476253" w:rsidRPr="00A80DB7">
        <w:rPr>
          <w:rStyle w:val="libAieChar"/>
          <w:rtl/>
        </w:rPr>
        <w:t xml:space="preserve"> وَالشَّ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ادَةِ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فَی</w:t>
      </w:r>
      <w:r w:rsidR="00476253" w:rsidRPr="00A80DB7">
        <w:rPr>
          <w:rStyle w:val="libAieChar"/>
          <w:rFonts w:hint="eastAsia"/>
          <w:rtl/>
        </w:rPr>
        <w:t>نَبِّئُكُمْ</w:t>
      </w:r>
      <w:r w:rsidR="00476253" w:rsidRPr="00A80DB7">
        <w:rPr>
          <w:rStyle w:val="libAieChar"/>
          <w:rtl/>
        </w:rPr>
        <w:t xml:space="preserve"> بِمَا كُنتُمْ تَعْمَلُونَ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(284)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”وہ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نا</w:t>
      </w:r>
      <w:r w:rsidR="00476253">
        <w:rPr>
          <w:rtl/>
          <w:lang w:bidi="ur-PK"/>
        </w:rPr>
        <w:t xml:space="preserve"> تمھارے اعمال کو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کھ</w:t>
      </w:r>
      <w:r w:rsidR="00476253">
        <w:rPr>
          <w:rtl/>
          <w:lang w:bidi="ur-PK"/>
        </w:rPr>
        <w:t xml:space="preserve"> رھا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رسول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کھ</w:t>
      </w:r>
      <w:r w:rsidR="00476253">
        <w:rPr>
          <w:rtl/>
          <w:lang w:bidi="ur-PK"/>
        </w:rPr>
        <w:t xml:space="preserve"> رھا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اس کے بعد تم حاضر وغ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</w:t>
      </w:r>
      <w:r w:rsidR="00476253">
        <w:rPr>
          <w:rtl/>
          <w:lang w:bidi="ur-PK"/>
        </w:rPr>
        <w:t xml:space="preserve"> کے عالم خدا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بارگاہ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واپس کئے جا</w:t>
      </w:r>
      <w:r w:rsidR="00AA04E3">
        <w:rPr>
          <w:rtl/>
          <w:lang w:bidi="ur-PK"/>
        </w:rPr>
        <w:t>و</w:t>
      </w:r>
      <w:r w:rsidR="00476253">
        <w:rPr>
          <w:rFonts w:hint="eastAsia"/>
          <w:rtl/>
          <w:lang w:bidi="ur-PK"/>
        </w:rPr>
        <w:t>گے</w:t>
      </w:r>
      <w:r w:rsidR="00476253">
        <w:rPr>
          <w:rtl/>
          <w:lang w:bidi="ur-PK"/>
        </w:rPr>
        <w:t xml:space="preserve"> اور وہ تم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تمھارے اعمال سے با خبر کرے گا“۔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A80DB7">
        <w:rPr>
          <w:rStyle w:val="libAieChar"/>
          <w:rtl/>
        </w:rPr>
        <w:t>ثُمَّ إِنَّكُمْ بَعْدَ ذَلِكَ لَمَ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تُونَ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ثُمَّ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إِنَّكُمْ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وْمَ</w:t>
      </w:r>
      <w:r w:rsidR="00476253" w:rsidRPr="00A80DB7">
        <w:rPr>
          <w:rStyle w:val="libAieChar"/>
          <w:rtl/>
        </w:rPr>
        <w:t xml:space="preserve"> الْقِ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امَةِ</w:t>
      </w:r>
      <w:r w:rsidR="00476253" w:rsidRPr="00A80DB7">
        <w:rPr>
          <w:rStyle w:val="libAieChar"/>
          <w:rtl/>
        </w:rPr>
        <w:t xml:space="preserve"> تُبْعَثُونَ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(285)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”پھر</w:t>
      </w:r>
      <w:r w:rsidR="00476253">
        <w:rPr>
          <w:rtl/>
          <w:lang w:bidi="ur-PK"/>
        </w:rPr>
        <w:t xml:space="preserve"> اس کے بعد تم سب مر جانے والے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۔پھر اس کے بعد تم روز 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امت</w:t>
      </w:r>
      <w:r w:rsidR="00476253">
        <w:rPr>
          <w:rtl/>
          <w:lang w:bidi="ur-PK"/>
        </w:rPr>
        <w:t xml:space="preserve"> دوبارہ اٹھائے جا</w:t>
      </w:r>
      <w:r w:rsidR="00AA04E3">
        <w:rPr>
          <w:rtl/>
          <w:lang w:bidi="ur-PK"/>
        </w:rPr>
        <w:t>و</w:t>
      </w:r>
      <w:r w:rsidR="00476253">
        <w:rPr>
          <w:rFonts w:hint="eastAsia"/>
          <w:rtl/>
          <w:lang w:bidi="ur-PK"/>
        </w:rPr>
        <w:t>گے“</w:t>
      </w:r>
      <w:r w:rsidR="00476253">
        <w:rPr>
          <w:rtl/>
          <w:lang w:bidi="ur-PK"/>
        </w:rPr>
        <w:t xml:space="preserve">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A80DB7">
        <w:rPr>
          <w:rStyle w:val="libAieChar"/>
          <w:rtl/>
        </w:rPr>
        <w:t xml:space="preserve">لاَ </w:t>
      </w:r>
      <w:r w:rsidR="00BA0B7F">
        <w:rPr>
          <w:rStyle w:val="libAieChar"/>
          <w:rtl/>
        </w:rPr>
        <w:t>ا</w:t>
      </w:r>
      <w:r w:rsidR="00476253" w:rsidRPr="00A80DB7">
        <w:rPr>
          <w:rStyle w:val="libAieChar"/>
          <w:rFonts w:hint="eastAsia"/>
          <w:rtl/>
        </w:rPr>
        <w:t>قْسِمُ</w:t>
      </w:r>
      <w:r w:rsidR="00476253" w:rsidRPr="00A80DB7">
        <w:rPr>
          <w:rStyle w:val="libAieChar"/>
          <w:rtl/>
        </w:rPr>
        <w:t xml:space="preserve"> بِ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وْمِ</w:t>
      </w:r>
      <w:r w:rsidR="00476253" w:rsidRPr="00A80DB7">
        <w:rPr>
          <w:rStyle w:val="libAieChar"/>
          <w:rtl/>
        </w:rPr>
        <w:t xml:space="preserve"> الْقِ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امَةِ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وَلاَ</w:t>
      </w:r>
      <w:r w:rsidR="00BA0B7F">
        <w:rPr>
          <w:rStyle w:val="libAieChar"/>
          <w:rFonts w:hint="cs"/>
          <w:rtl/>
        </w:rPr>
        <w:t>ا</w:t>
      </w:r>
      <w:r w:rsidR="00476253" w:rsidRPr="00A80DB7">
        <w:rPr>
          <w:rStyle w:val="libAieChar"/>
          <w:rFonts w:hint="eastAsia"/>
          <w:rtl/>
        </w:rPr>
        <w:t>قْسِمُ</w:t>
      </w:r>
      <w:r w:rsidR="00476253" w:rsidRPr="00A80DB7">
        <w:rPr>
          <w:rStyle w:val="libAieChar"/>
          <w:rtl/>
        </w:rPr>
        <w:t xml:space="preserve"> بِالنَّفْسِ اللَّوَّامَةِ  </w:t>
      </w:r>
      <w:r w:rsidR="00BA0B7F">
        <w:rPr>
          <w:rStyle w:val="libAieChar"/>
          <w:rFonts w:hint="cs"/>
          <w:rtl/>
        </w:rPr>
        <w:t>ا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حْسَبُ</w:t>
      </w:r>
      <w:r w:rsidR="00476253" w:rsidRPr="00A80DB7">
        <w:rPr>
          <w:rStyle w:val="libAieChar"/>
          <w:rtl/>
        </w:rPr>
        <w:t xml:space="preserve"> الْإِنسَانُ </w:t>
      </w:r>
      <w:r w:rsidR="00BA0B7F">
        <w:rPr>
          <w:rStyle w:val="libAieChar"/>
          <w:rtl/>
        </w:rPr>
        <w:t>ا</w:t>
      </w:r>
      <w:r w:rsidR="00476253" w:rsidRPr="00A80DB7">
        <w:rPr>
          <w:rStyle w:val="libAieChar"/>
          <w:rFonts w:hint="eastAsia"/>
          <w:rtl/>
        </w:rPr>
        <w:t>لَّنْ</w:t>
      </w:r>
      <w:r w:rsidR="00476253" w:rsidRPr="00A80DB7">
        <w:rPr>
          <w:rStyle w:val="libAieChar"/>
          <w:rtl/>
        </w:rPr>
        <w:t xml:space="preserve"> نَجْمَعَ عِظَامَ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ُ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بَلَی</w:t>
      </w:r>
      <w:r w:rsidR="00476253" w:rsidRPr="00A80DB7">
        <w:rPr>
          <w:rStyle w:val="libAieChar"/>
          <w:rtl/>
        </w:rPr>
        <w:t xml:space="preserve"> قَادِرِ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نَ</w:t>
      </w:r>
      <w:r w:rsidR="00476253" w:rsidRPr="00A80DB7">
        <w:rPr>
          <w:rStyle w:val="libAieChar"/>
          <w:rtl/>
        </w:rPr>
        <w:t xml:space="preserve"> عَلَ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A80DB7">
        <w:rPr>
          <w:rStyle w:val="libAieChar"/>
          <w:rFonts w:hint="eastAsia"/>
          <w:rtl/>
        </w:rPr>
        <w:t>نْ</w:t>
      </w:r>
      <w:r w:rsidR="00476253" w:rsidRPr="00A80DB7">
        <w:rPr>
          <w:rStyle w:val="libAieChar"/>
          <w:rtl/>
        </w:rPr>
        <w:t xml:space="preserve"> نُسَوِّ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tl/>
        </w:rPr>
        <w:t xml:space="preserve"> بَنَانَ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ُ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(286)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روز 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امت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قسم کھاتا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ں۔اور برائ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</w:t>
      </w:r>
      <w:r w:rsidR="00476253">
        <w:rPr>
          <w:rtl/>
          <w:lang w:bidi="ur-PK"/>
        </w:rPr>
        <w:t xml:space="preserve"> پر ملامت کرنے والے نفس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قسم کھاتا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ں۔ک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انسان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خ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ال</w:t>
      </w:r>
      <w:r w:rsidR="00476253">
        <w:rPr>
          <w:rtl/>
          <w:lang w:bidi="ur-PK"/>
        </w:rPr>
        <w:t xml:space="preserve"> کرتا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کہ ھم اس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ہڈ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</w:t>
      </w:r>
      <w:r w:rsidR="00476253">
        <w:rPr>
          <w:rtl/>
          <w:lang w:bidi="ur-PK"/>
        </w:rPr>
        <w:t xml:space="preserve"> کو جمع نہ کرسک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گے۔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نا</w:t>
      </w:r>
      <w:r w:rsidR="00476253">
        <w:rPr>
          <w:rtl/>
          <w:lang w:bidi="ur-PK"/>
        </w:rPr>
        <w:t xml:space="preserve"> ھم اس بات پر قادر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کہ اس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انگل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</w:t>
      </w:r>
      <w:r w:rsidR="00476253">
        <w:rPr>
          <w:rtl/>
          <w:lang w:bidi="ur-PK"/>
        </w:rPr>
        <w:t xml:space="preserve"> کے پورتک درست کرسک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جناب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حضرت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او رآنحضرت کو قبرستان بق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لے گئے، آپ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قبر کے پاس بٹھا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اس قبر کے مردہ کو آواز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بہ اذن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اٹھ کھڑا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وہ فوراً باھر آگ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ا!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شخص جس کے سر اور داڑھ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بال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تھے قبر سے باھر نکلادر حال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اپنے منھ سے گردوخاک ہٹاتے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کھتا تھا:”الحمد لله و الله اکبر“، اس وقت جناب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نے اس سے کھا: بہ اذن خدا واپس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جا، اس کے بعد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قبر کے پاس لے گئے اور اس سے کھا: حکم خدا سے اٹھ کھڑا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چنانچہ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نکلا جس کا چھرہ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تھا اور کہنے لگا: ھائے افسوس! ھائے ھلاکت 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چارگ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 چنانچہ جناب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نے اس سے کھا: حکم خدا سے واپس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جا۔ اس کے بعد جناب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نے کھا: اے محمد! تمام مردے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سے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محشور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 </w:t>
      </w:r>
      <w:r>
        <w:rPr>
          <w:rFonts w:hint="eastAsia"/>
          <w:rtl/>
          <w:lang w:bidi="ur-PK"/>
        </w:rPr>
        <w:t>گے</w:t>
      </w:r>
      <w:r w:rsidR="00125F42" w:rsidRPr="00125F42">
        <w:rPr>
          <w:rStyle w:val="libFootnotenumChar"/>
          <w:rtl/>
          <w:lang w:bidi="ur-PK"/>
        </w:rPr>
        <w:t>(287)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لقمان</w:t>
      </w:r>
      <w:r>
        <w:rPr>
          <w:rtl/>
          <w:lang w:bidi="ur-PK"/>
        </w:rPr>
        <w:t xml:space="preserve">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اپنے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 xml:space="preserve"> کو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 xml:space="preserve">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:اے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ٹے</w:t>
      </w:r>
      <w:r>
        <w:rPr>
          <w:rtl/>
          <w:lang w:bidi="ur-PK"/>
        </w:rPr>
        <w:t>! اگر تم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مرنے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سونا چھوڑو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چھوڑسکتے، اگر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قبر سے اٹھائے جانے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 رکھتے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رہنا چھوڑدو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چھوڑسکتے، لہٰذا اگر سونے </w:t>
      </w:r>
      <w:r>
        <w:rPr>
          <w:rtl/>
          <w:lang w:bidi="ur-PK"/>
        </w:rPr>
        <w:lastRenderedPageBreak/>
        <w:t>اور جاگنے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غور و فکر کرو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سمجھ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تمھارا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دوسرے کے ھاتھ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بے شک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</w:t>
      </w:r>
      <w:r>
        <w:rPr>
          <w:rtl/>
          <w:lang w:bidi="ur-PK"/>
        </w:rPr>
        <w:t xml:space="preserve"> موت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جاگنا مرنے کے بعد قبر سے اٹھانے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مانند</w:t>
      </w:r>
      <w:r w:rsidR="00AA04E3">
        <w:rPr>
          <w:rtl/>
          <w:lang w:bidi="ur-PK"/>
        </w:rPr>
        <w:t xml:space="preserve"> ہے</w:t>
      </w:r>
      <w:r w:rsidR="00125F42" w:rsidRPr="00125F42">
        <w:rPr>
          <w:rStyle w:val="libFootnotenumChar"/>
          <w:rtl/>
          <w:lang w:bidi="ur-PK"/>
        </w:rPr>
        <w:t>(288)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بھر</w:t>
      </w:r>
      <w:r>
        <w:rPr>
          <w:rtl/>
          <w:lang w:bidi="ur-PK"/>
        </w:rPr>
        <w:t xml:space="preserve"> حال پورے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اور اس کے صفات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تکرار،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وضاحت کے ساتھ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صرف بعض مقامات پر استدلال اور برھان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برخلاف اثبات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کہ جھاں پر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برھان کے ساتھ ساتھ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و حکمت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جب انسان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خدا کو قبول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اس کے لئے معاد اور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کا مسئلہ واضح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و توص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سے پھلے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کے بعد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و توانائ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درحق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خداوندعالم کے وجود کے دلائل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معاد کے دلائل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جھاں</w:t>
      </w:r>
      <w:r>
        <w:rPr>
          <w:rtl/>
          <w:lang w:bidi="ur-PK"/>
        </w:rPr>
        <w:t xml:space="preserve"> پر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اور مردوں کے زندہ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پر واضح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وھاں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برھان قائم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؛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کھتا: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تاکہ گناھوں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سکے،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افراد اور برے لوگوں کو جزا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سزا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جاسکے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اعتراض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کرتا بلکہ انکار کرنے والوں کا اعتراض اور اشکال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کس طرح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جسم خاک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ملنے کے بعد دوبارہ زندہ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گا؟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خداوندعالم نے واضح طور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دلائل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ضمن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ںروز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دلائل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منکر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لئے جواب دئے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</w:t>
      </w:r>
      <w:r>
        <w:rPr>
          <w:rFonts w:hint="eastAsia"/>
          <w:rtl/>
          <w:lang w:bidi="ur-PK"/>
        </w:rPr>
        <w:t>اکہ</w:t>
      </w:r>
      <w:r>
        <w:rPr>
          <w:rtl/>
          <w:lang w:bidi="ur-PK"/>
        </w:rPr>
        <w:t xml:space="preserve"> منکر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سمجھ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جس قدرت خدا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کائنات خلق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کام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وھ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خالق جس نے شروع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وجود بخشا تو اس کے لئے دوبارہ زندہ کرنا اور دوبارہ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کام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منکر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مخالف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ملحد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اعتراض کو سورہ يٰس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طرح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BA0B7F">
        <w:rPr>
          <w:rStyle w:val="libAieChar"/>
          <w:rtl/>
        </w:rPr>
        <w:t>ا</w:t>
      </w:r>
      <w:r w:rsidR="00476253" w:rsidRPr="00A80DB7">
        <w:rPr>
          <w:rStyle w:val="libAieChar"/>
          <w:rFonts w:hint="eastAsia"/>
          <w:rtl/>
        </w:rPr>
        <w:t>وَلَمْ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رَ</w:t>
      </w:r>
      <w:r w:rsidR="00476253" w:rsidRPr="00A80DB7">
        <w:rPr>
          <w:rStyle w:val="libAieChar"/>
          <w:rtl/>
        </w:rPr>
        <w:t xml:space="preserve"> الْإِنسَانُ </w:t>
      </w:r>
      <w:r w:rsidR="00BA0B7F">
        <w:rPr>
          <w:rStyle w:val="libAieChar"/>
          <w:rtl/>
        </w:rPr>
        <w:t>ا</w:t>
      </w:r>
      <w:r w:rsidR="00476253" w:rsidRPr="00A80DB7">
        <w:rPr>
          <w:rStyle w:val="libAieChar"/>
          <w:rFonts w:hint="eastAsia"/>
          <w:rtl/>
        </w:rPr>
        <w:t>نَّا</w:t>
      </w:r>
      <w:r w:rsidR="00476253" w:rsidRPr="00A80DB7">
        <w:rPr>
          <w:rStyle w:val="libAieChar"/>
          <w:rtl/>
        </w:rPr>
        <w:t xml:space="preserve"> خَلَقْنَا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ُ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مِنْ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نُطْفَةٍ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فَإِذَا</w:t>
      </w:r>
      <w:r w:rsidR="00476253" w:rsidRPr="00A80DB7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ُوَ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خَصِی</w:t>
      </w:r>
      <w:r w:rsidR="00476253" w:rsidRPr="00A80DB7">
        <w:rPr>
          <w:rStyle w:val="libAieChar"/>
          <w:rFonts w:hint="eastAsia"/>
          <w:rtl/>
        </w:rPr>
        <w:t>مٌ</w:t>
      </w:r>
      <w:r w:rsidR="00476253" w:rsidRPr="00A80DB7">
        <w:rPr>
          <w:rStyle w:val="libAieChar"/>
          <w:rtl/>
        </w:rPr>
        <w:t xml:space="preserve"> مُبِ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نٌ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وَضَرَ</w:t>
      </w:r>
      <w:r w:rsidR="00476253" w:rsidRPr="00A80DB7">
        <w:rPr>
          <w:rStyle w:val="libAieChar"/>
          <w:rtl/>
        </w:rPr>
        <w:t>بَ لَنَا مَثَلاً وَنَسِ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tl/>
        </w:rPr>
        <w:t xml:space="preserve"> خَلْقَ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ُ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قَالَ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مَنْ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حْ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tl/>
        </w:rPr>
        <w:t xml:space="preserve"> الْعِظَامَ وَ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ِی</w:t>
      </w:r>
      <w:r w:rsidR="00476253" w:rsidRPr="00A80DB7">
        <w:rPr>
          <w:rStyle w:val="libAieChar"/>
          <w:rtl/>
        </w:rPr>
        <w:t xml:space="preserve"> رَمِ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مٌ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قُلْ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حْ</w:t>
      </w:r>
      <w:r w:rsidR="00476253" w:rsidRPr="00A80DB7">
        <w:rPr>
          <w:rStyle w:val="libAieChar"/>
          <w:rFonts w:hint="cs"/>
          <w:rtl/>
        </w:rPr>
        <w:t>یی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ا</w:t>
      </w:r>
      <w:r w:rsidR="00476253" w:rsidRPr="00A80DB7">
        <w:rPr>
          <w:rStyle w:val="libAieChar"/>
          <w:rtl/>
        </w:rPr>
        <w:t xml:space="preserve"> الَّذِ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A80DB7">
        <w:rPr>
          <w:rStyle w:val="libAieChar"/>
          <w:rFonts w:hint="eastAsia"/>
          <w:rtl/>
        </w:rPr>
        <w:t>نشَ</w:t>
      </w:r>
      <w:r w:rsidR="00BA0B7F">
        <w:rPr>
          <w:rStyle w:val="libAieChar"/>
          <w:rFonts w:hint="eastAsia"/>
          <w:rtl/>
        </w:rPr>
        <w:t>ا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ا</w:t>
      </w:r>
      <w:r w:rsidR="00476253" w:rsidRPr="00A80DB7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A80DB7">
        <w:rPr>
          <w:rStyle w:val="libAieChar"/>
          <w:rFonts w:hint="eastAsia"/>
          <w:rtl/>
        </w:rPr>
        <w:t>وَّلَ</w:t>
      </w:r>
      <w:r w:rsidR="00476253" w:rsidRPr="00A80DB7">
        <w:rPr>
          <w:rStyle w:val="libAieChar"/>
          <w:rtl/>
        </w:rPr>
        <w:t xml:space="preserve"> مَرَّةٍ وَ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ُوَ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بِكُلِّ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خَلْقٍ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عَلِی</w:t>
      </w:r>
      <w:r w:rsidR="00476253" w:rsidRPr="00A80DB7">
        <w:rPr>
          <w:rStyle w:val="libAieChar"/>
          <w:rFonts w:hint="eastAsia"/>
          <w:rtl/>
        </w:rPr>
        <w:t>مٌ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(289)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”توک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انسان نے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کھا</w:t>
      </w:r>
      <w:r w:rsidR="00476253">
        <w:rPr>
          <w:rtl/>
          <w:lang w:bidi="ur-PK"/>
        </w:rPr>
        <w:t xml:space="preserve"> کہ ھم نے اسے نطفہ سے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دا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وہ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کبارگ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ھمارا کھلا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دشمن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۔اور ھمارے لئے مثل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خلقت کو بھول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 بوس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کون زندہ کر 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 (اے رسول!) آپ کہہ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جئے</w:t>
      </w:r>
      <w:r>
        <w:rPr>
          <w:rtl/>
          <w:lang w:bidi="ur-PK"/>
        </w:rPr>
        <w:t xml:space="preserve"> کہ جس نے پھل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وھ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گا اور وہ ھر مخلوق کا بھتر جاننے و</w:t>
      </w:r>
      <w:r>
        <w:rPr>
          <w:rFonts w:hint="eastAsia"/>
          <w:rtl/>
          <w:lang w:bidi="ur-PK"/>
        </w:rPr>
        <w:t>الا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پھلے انسان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سمجھا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تو پھلے تو کچھ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تھا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نطفہ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ارزش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رکھتا تھا، لہٰذا انسان کو غور و فکر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انسان تونے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کھا،</w:t>
      </w:r>
      <w:r>
        <w:rPr>
          <w:rtl/>
          <w:lang w:bidi="ur-PK"/>
        </w:rPr>
        <w:t xml:space="preserve"> توجہ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غور وفکر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ھم نے تجھے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نطفہ سے </w:t>
      </w:r>
      <w:r>
        <w:rPr>
          <w:rtl/>
          <w:lang w:bidi="ur-PK"/>
        </w:rPr>
        <w:lastRenderedPageBreak/>
        <w:t>خلق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اب اتناطاقتور، صاحب قدرت اور باشعور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اپنے پروردگار سے مقابلہ کے لئے کھڑا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الاعلان اس سے پر برسرپ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کا</w:t>
      </w:r>
      <w:r w:rsidR="00AA04E3">
        <w:rPr>
          <w:rFonts w:hint="eastAsia"/>
          <w:rtl/>
          <w:lang w:bidi="ur-PK"/>
        </w:rPr>
        <w:t xml:space="preserve">رہے 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پھلے</w:t>
      </w:r>
      <w:r>
        <w:rPr>
          <w:rtl/>
          <w:lang w:bidi="ur-PK"/>
        </w:rPr>
        <w:t xml:space="preserve"> انسان کو مخاطب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ھر انسان چاھے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مذھب کا ماننے والا</w:t>
      </w:r>
      <w:r w:rsidR="00EC52B0">
        <w:rPr>
          <w:rtl/>
          <w:lang w:bidi="ur-PK"/>
        </w:rPr>
        <w:t xml:space="preserve">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کا علم و دانش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اس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کو درک کرسکتا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کے بعد نطفہ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گفتگو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(لغت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نطفہ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او ربے ارزش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)تاکہ انسان مغرور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لہٰذا تھوڑا بھت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ابتداء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لے کہ وہ پھلے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تھا؟ اس کے علاوہ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قطرہ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رشد و نمو کے لئے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تھا بلکہ اس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قطرہ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چھوٹے چھوٹے ہزاروں سلولز تھے جو آنکھوں سے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جاسکتے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زندہ سلولز رحم مادر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بھت چھوٹے سلولز سے باھم ملے اور انسان ان چھوٹے موجود سے 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اپنے</w:t>
      </w:r>
      <w:r>
        <w:rPr>
          <w:rtl/>
          <w:lang w:bidi="ur-PK"/>
        </w:rPr>
        <w:t xml:space="preserve"> رشد و نمو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منزل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بعد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گرے</w:t>
      </w:r>
      <w:r>
        <w:rPr>
          <w:rtl/>
          <w:lang w:bidi="ur-PK"/>
        </w:rPr>
        <w:t xml:space="preserve"> طے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سورہ مومنون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نے ان چھ مراحل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نطفہ، علقہ (مضغہ) ہڈ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ظاھر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نا، ہڈ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گوشت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اور آخر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دائش</w:t>
      </w:r>
      <w:r>
        <w:rPr>
          <w:rtl/>
          <w:lang w:bidi="ur-PK"/>
        </w:rPr>
        <w:t xml:space="preserve"> اور حرکت۔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دائش</w:t>
      </w:r>
      <w:r>
        <w:rPr>
          <w:rtl/>
          <w:lang w:bidi="ur-PK"/>
        </w:rPr>
        <w:t xml:space="preserve"> کے وقت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و ناتواں بچہ تھا، اس کے بعد تکامل کے مرحلوں کو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طے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عقلان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بلوغ تک پہنچ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کمزور اور ناتواں بچہ اس قدر طاقتور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کہ خدا کے مد مقابل کھڑا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عاقبت کو بالکل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بھلاد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</w:t>
      </w:r>
      <w:r>
        <w:rPr>
          <w:rtl/>
          <w:lang w:bidi="ur-PK"/>
        </w:rPr>
        <w:t xml:space="preserve"> ”خص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ن“</w:t>
      </w:r>
      <w:r>
        <w:rPr>
          <w:rtl/>
          <w:lang w:bidi="ur-PK"/>
        </w:rPr>
        <w:t xml:space="preserve"> کا واضح مصداق بن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جھالت کا اندازہ لگائ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ھمارے لئے مثال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اپنے زعم ناقص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داندان شکن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حاصل کرل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حالانکہ اپنے پھلے وجود کو بھول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ان بوس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زندہ کرنے والا کون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؟!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ھاں، وہ منکر معاند(دشمن) 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(کھلا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دشمن) بغض 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رکھنے والااور بھول جانے والا، جنگل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ابان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ہڈ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معلوم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کہ کس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پر مرا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زمان جاھل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دردناک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مارا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بھوک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مرگ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بھر حال ہڈ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پاکر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سوچتا تھا کہ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انکار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دندان شکن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مل 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غصہ اور خوشحال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ہڈ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اٹھاکر 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سھارے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محمد </w:t>
      </w:r>
      <w:r w:rsidR="0005211C">
        <w:rPr>
          <w:rtl/>
          <w:lang w:bidi="ur-PK"/>
        </w:rPr>
        <w:t>(</w:t>
      </w:r>
      <w:r>
        <w:rPr>
          <w:rtl/>
          <w:lang w:bidi="ur-PK"/>
        </w:rPr>
        <w:t>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)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مقابلہ کروں گا جس </w:t>
      </w:r>
      <w:r>
        <w:rPr>
          <w:rFonts w:hint="eastAsia"/>
          <w:rtl/>
          <w:lang w:bidi="ur-PK"/>
        </w:rPr>
        <w:t>کا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جواب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جاسکے!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چل کر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کے پاس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بلند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 ذرا بتائےے تو سھ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اس بوس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کون دوبارہ لباس ِح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پہناسکتا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اس کے بعد اس ہڈ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مسلتے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وہ سوچتا تھا کہ رسول خدا </w:t>
      </w:r>
      <w:r w:rsidR="0005211C">
        <w:rPr>
          <w:rtl/>
          <w:lang w:bidi="ur-PK"/>
        </w:rPr>
        <w:t>(</w:t>
      </w:r>
      <w:r>
        <w:rPr>
          <w:rtl/>
          <w:lang w:bidi="ur-PK"/>
        </w:rPr>
        <w:t>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) کے پاس اس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جواب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پن پائے گا۔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قابل</w:t>
      </w:r>
      <w:r>
        <w:rPr>
          <w:rtl/>
          <w:lang w:bidi="ur-PK"/>
        </w:rPr>
        <w:t xml:space="preserve"> توجہ بات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چھوٹے سے جملہ </w:t>
      </w:r>
      <w:r w:rsidR="0005211C">
        <w:rPr>
          <w:rStyle w:val="libAlaemChar"/>
          <w:rtl/>
        </w:rPr>
        <w:t>(</w:t>
      </w:r>
      <w:r>
        <w:rPr>
          <w:rtl/>
          <w:lang w:bidi="ur-PK"/>
        </w:rPr>
        <w:t>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خلقہ</w:t>
      </w:r>
      <w:r w:rsidR="006F6A7F" w:rsidRPr="006F6A7F">
        <w:rPr>
          <w:rStyle w:val="libAlaemChar"/>
          <w:rtl/>
        </w:rPr>
        <w:t>)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پورا جواب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اگرچہ اس کے بعد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وضاحت اور دلائل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کئے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ارشاد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ا: اگر تو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دائش</w:t>
      </w:r>
      <w:r>
        <w:rPr>
          <w:rtl/>
          <w:lang w:bidi="ur-PK"/>
        </w:rPr>
        <w:t xml:space="preserve"> کو نہ بُھلا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تو اس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تا؛</w:t>
      </w:r>
      <w:r>
        <w:rPr>
          <w:rtl/>
          <w:lang w:bidi="ur-PK"/>
        </w:rPr>
        <w:t xml:space="preserve"> اے بھولنے والے انسان! ذرامڑکرتو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دائش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غور و فکر کر کہ اول خلقت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 قدر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وجود تھا، ھر روز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شروعات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 ھم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شہ موت و معاد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اے بھولنے والے انسان! تو نے سب کچھ بالائے طاق رکھ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خلقت کو بھول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اب پوچھتا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کون اس بوس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دوبارہ زندہ کرسکتا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جب مکمل طور پر بوس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خاک بن جائے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روز اول خاک ن</w:t>
      </w:r>
      <w:r w:rsidR="00AA04E3">
        <w:rPr>
          <w:rFonts w:hint="eastAsia"/>
          <w:rtl/>
          <w:lang w:bidi="ur-PK"/>
        </w:rPr>
        <w:t xml:space="preserve"> ہیں </w:t>
      </w:r>
      <w:r>
        <w:rPr>
          <w:rtl/>
          <w:lang w:bidi="ur-PK"/>
        </w:rPr>
        <w:t xml:space="preserve"> تھا؟! فوراً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کو حکم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اس مغرور اور بھولنے والے سے کہہ دو: ”وھ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کو دوبارہ زندہ کرے گا جس نے روز اول اس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(290)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آج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 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پھلے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ہڈ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مٹ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خاک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 جس نے اس انسان کو عدم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وجود عطا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اس کے لئے بوس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دوبارہ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کرنا بھت آسان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سوچتا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ہڈ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خاک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کر تمام جگھوں پر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 ان ہڈ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وںکو</w:t>
      </w:r>
      <w:r>
        <w:rPr>
          <w:rtl/>
          <w:lang w:bidi="ur-PK"/>
        </w:rPr>
        <w:t xml:space="preserve"> کون پہچان 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کون ان کو مختلف جگہ سے جمع کرسکتا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تو اس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جواب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واضح اور روشن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وہ تمام مخلوقات سے آگاہ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کو جانتا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A80DB7">
        <w:rPr>
          <w:rStyle w:val="libAieChar"/>
          <w:rtl/>
        </w:rPr>
        <w:t>وَ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ُوَ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بِكُلِّ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خَلْقٍ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عَلِی</w:t>
      </w:r>
      <w:r w:rsidR="00476253" w:rsidRPr="00A80DB7">
        <w:rPr>
          <w:rStyle w:val="libAieChar"/>
          <w:rFonts w:hint="eastAsia"/>
          <w:rtl/>
        </w:rPr>
        <w:t>مٌ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”اور</w:t>
      </w:r>
      <w:r>
        <w:rPr>
          <w:rtl/>
          <w:lang w:bidi="ur-PK"/>
        </w:rPr>
        <w:t xml:space="preserve"> وہ ھر مخلوق کا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جاننے والا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کے پاس اس طرح کا علم اور قدرت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 اس کے لئے معاد اور مردوں کو دوبارہ زندہ کرنا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کام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مقناط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مٹ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بکھرے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لوھے کے ذرات کو جمع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جبکہ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مقناط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بے جان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اخداوندعالم</w:t>
      </w:r>
      <w:r>
        <w:rPr>
          <w:rtl/>
          <w:lang w:bidi="ur-PK"/>
        </w:rPr>
        <w:t xml:space="preserve"> انسان کے بکھرے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ھر ذرہ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اشارہ سے جمع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کرسکتا؟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نہ صرف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خلقت سے آگاہ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بلکہ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اور اس کے اعمال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آگاہ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انسان کا حساب و کتاب اس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واضح و روشن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لہٰذا</w:t>
      </w:r>
      <w:r>
        <w:rPr>
          <w:rtl/>
          <w:lang w:bidi="ur-PK"/>
        </w:rPr>
        <w:t xml:space="preserve"> اس کے اعمال، اعتقادات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کا حساب کرنا اس کے لئے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: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A80DB7">
        <w:rPr>
          <w:rStyle w:val="libAieChar"/>
          <w:rFonts w:hint="cs"/>
          <w:rtl/>
        </w:rPr>
        <w:t>وَإِنْ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تُبْدُوا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مَا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فِی</w:t>
      </w:r>
      <w:r w:rsidR="00476253" w:rsidRPr="00A80DB7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A80DB7">
        <w:rPr>
          <w:rStyle w:val="libAieChar"/>
          <w:rFonts w:hint="eastAsia"/>
          <w:rtl/>
        </w:rPr>
        <w:t>نفُسِكُمْ</w:t>
      </w:r>
      <w:r w:rsidR="00476253" w:rsidRPr="00A80DB7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A80DB7">
        <w:rPr>
          <w:rStyle w:val="libAieChar"/>
          <w:rFonts w:hint="eastAsia"/>
          <w:rtl/>
        </w:rPr>
        <w:t>وْ</w:t>
      </w:r>
      <w:r w:rsidR="00476253" w:rsidRPr="00A80DB7">
        <w:rPr>
          <w:rStyle w:val="libAieChar"/>
          <w:rtl/>
        </w:rPr>
        <w:t xml:space="preserve"> تُخْفُو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ُ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حَاسِبْكُمْ</w:t>
      </w:r>
      <w:r w:rsidR="00476253" w:rsidRPr="00A80DB7">
        <w:rPr>
          <w:rStyle w:val="libAieChar"/>
          <w:rtl/>
        </w:rPr>
        <w:t xml:space="preserve"> 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ِ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(291)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تم اپنے دل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باتوں کا اظھار کرو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ان پر پردہ ڈالو، وہ سب کا محاسبہ کرلے گا“۔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جناب موسيٰ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 حکم ملا کہ فرعون (جو معاد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 کرتا تھا اور 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پرانے لوگوں کو دوبارہ زندہ کرنے اور ان کے حساب و کتاب سے تعجب کرتا تھا)سے کہہ دو :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A80DB7">
        <w:rPr>
          <w:rStyle w:val="libAieChar"/>
          <w:rFonts w:hint="cs"/>
          <w:rtl/>
        </w:rPr>
        <w:t>عِلْمُ</w:t>
      </w:r>
      <w:r w:rsidR="00705CD5" w:rsidRPr="00705CD5">
        <w:rPr>
          <w:rStyle w:val="libAieChar"/>
          <w:rFonts w:hint="cs"/>
          <w:rtl/>
        </w:rPr>
        <w:t>ه</w:t>
      </w:r>
      <w:r w:rsidR="00476253" w:rsidRPr="00A80DB7">
        <w:rPr>
          <w:rStyle w:val="libAieChar"/>
          <w:rFonts w:hint="cs"/>
          <w:rtl/>
        </w:rPr>
        <w:t>ا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عِنْدَ</w:t>
      </w:r>
      <w:r w:rsidR="00476253" w:rsidRPr="00A80DB7">
        <w:rPr>
          <w:rStyle w:val="libAieChar"/>
          <w:rtl/>
        </w:rPr>
        <w:t xml:space="preserve"> </w:t>
      </w:r>
      <w:r w:rsidR="00476253" w:rsidRPr="00A80DB7">
        <w:rPr>
          <w:rStyle w:val="libAieChar"/>
          <w:rFonts w:hint="cs"/>
          <w:rtl/>
        </w:rPr>
        <w:t>رَبِّی</w:t>
      </w:r>
      <w:r w:rsidR="00476253" w:rsidRPr="00A80DB7">
        <w:rPr>
          <w:rStyle w:val="libAieChar"/>
          <w:rtl/>
        </w:rPr>
        <w:t xml:space="preserve"> فِ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tl/>
        </w:rPr>
        <w:t xml:space="preserve"> كِتَابٍ لاَ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ضِلُّ</w:t>
      </w:r>
      <w:r w:rsidR="00476253" w:rsidRPr="00A80DB7">
        <w:rPr>
          <w:rStyle w:val="libAieChar"/>
          <w:rtl/>
        </w:rPr>
        <w:t xml:space="preserve"> رَبِّ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tl/>
        </w:rPr>
        <w:t xml:space="preserve"> وَلاَ</w:t>
      </w:r>
      <w:r w:rsidR="00476253" w:rsidRPr="00A80DB7">
        <w:rPr>
          <w:rStyle w:val="libAieChar"/>
          <w:rFonts w:hint="cs"/>
          <w:rtl/>
        </w:rPr>
        <w:t>ی</w:t>
      </w:r>
      <w:r w:rsidR="00476253" w:rsidRPr="00A80DB7">
        <w:rPr>
          <w:rStyle w:val="libAieChar"/>
          <w:rFonts w:hint="eastAsia"/>
          <w:rtl/>
        </w:rPr>
        <w:t>نسَ</w:t>
      </w:r>
      <w:r w:rsidR="00476253" w:rsidRPr="00A80DB7">
        <w:rPr>
          <w:rStyle w:val="libAieChar"/>
          <w:rFonts w:hint="cs"/>
          <w:rtl/>
        </w:rPr>
        <w:t>ی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(292)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ان باتوں کا علم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رے</w:t>
      </w:r>
      <w:r w:rsidR="00476253">
        <w:rPr>
          <w:rtl/>
          <w:lang w:bidi="ur-PK"/>
        </w:rPr>
        <w:t xml:space="preserve"> پروردگار کے پاس اس کا کتاب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محفوظ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، وہ نہ بہکتا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نہ بھولتا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(293)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بھر</w:t>
      </w:r>
      <w:r w:rsidR="00476253">
        <w:rPr>
          <w:rtl/>
          <w:lang w:bidi="ur-PK"/>
        </w:rPr>
        <w:t xml:space="preserve"> حال روز 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امت،</w:t>
      </w:r>
      <w:r w:rsidR="00476253">
        <w:rPr>
          <w:rtl/>
          <w:lang w:bidi="ur-PK"/>
        </w:rPr>
        <w:t xml:space="preserve"> روز محشر اورحساب و کتاب کا مسئلہ غ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</w:t>
      </w:r>
      <w:r w:rsidR="00476253">
        <w:rPr>
          <w:rtl/>
          <w:lang w:bidi="ur-PK"/>
        </w:rPr>
        <w:t xml:space="preserve"> کے مصاد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، جس پرقرآن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آ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ات</w:t>
      </w:r>
      <w:r w:rsidR="00476253">
        <w:rPr>
          <w:rtl/>
          <w:lang w:bidi="ur-PK"/>
        </w:rPr>
        <w:t xml:space="preserve"> اور روا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ات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روشن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اعتقاد اور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رکھنا معنو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اور روحان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زب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، جس سے انسان رشد و کمال کے درجات اور صح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ح</w:t>
      </w:r>
      <w:r w:rsidR="00476253">
        <w:rPr>
          <w:rtl/>
          <w:lang w:bidi="ur-PK"/>
        </w:rPr>
        <w:t xml:space="preserve"> ترب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tl/>
          <w:lang w:bidi="ur-PK"/>
        </w:rPr>
        <w:t xml:space="preserve"> حاصل کرل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تاھے،</w:t>
      </w:r>
      <w:r w:rsidR="00476253">
        <w:rPr>
          <w:rtl/>
          <w:lang w:bidi="ur-PK"/>
        </w:rPr>
        <w:t xml:space="preserve"> جو انسان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زندگ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بھت موثر اور ثمر بخش نتائج کا حامل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A80DB7">
      <w:pPr>
        <w:pStyle w:val="Heading2Center"/>
        <w:rPr>
          <w:rtl/>
          <w:lang w:bidi="ur-PK"/>
        </w:rPr>
      </w:pPr>
      <w:bookmarkStart w:id="103" w:name="_Toc520984040"/>
      <w:r>
        <w:rPr>
          <w:rFonts w:hint="eastAsia"/>
          <w:rtl/>
          <w:lang w:bidi="ur-PK"/>
        </w:rPr>
        <w:t>حساب</w:t>
      </w:r>
      <w:bookmarkEnd w:id="103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روز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تمام انسانوں کے عقائد، اخلاق اور اعمال کا حساب و کتاب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کو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معارف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ساتھ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قابل قبول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کہ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افراد صدق و صفا، اعمال صالحہ اور اخلاق حسنہ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بسر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دوسروں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پہنچائ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ان کے مرنے کے بعد ان کے اعمال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فائل بند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اور ان کا حساب و کتاب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کا دوبارہ مطا</w:t>
      </w:r>
      <w:r>
        <w:rPr>
          <w:rFonts w:hint="eastAsia"/>
          <w:rtl/>
          <w:lang w:bidi="ur-PK"/>
        </w:rPr>
        <w:t>لعہ</w:t>
      </w:r>
      <w:r>
        <w:rPr>
          <w:rtl/>
          <w:lang w:bidi="ur-PK"/>
        </w:rPr>
        <w:t xml:space="preserve">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اور ان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جزا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انعام نہ ملے۔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قابل قبول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کہ ناپاک کفارو مشرک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ملحداور اھل طاغوت، ظلم و ستم، جھالت و غفلت، پست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ناپاک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و ظلم اور غارت 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گزار نے والے، لوگوں پر ظلم و ستم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کو اذ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پہنچائ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بھت سے افراد کو ان کے حق سے محروم ک</w:t>
      </w:r>
      <w:r>
        <w:rPr>
          <w:rFonts w:hint="eastAsia"/>
          <w:rtl/>
          <w:lang w:bidi="ur-PK"/>
        </w:rPr>
        <w:t>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کے مرنے کے بعد ان کے اعمال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فائل بند کرد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جائے، ان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حساب و کتاب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کا دوبارہ مطالعہ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اور ان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فر</w:t>
      </w:r>
      <w:r>
        <w:rPr>
          <w:rtl/>
          <w:lang w:bidi="ur-PK"/>
        </w:rPr>
        <w:t xml:space="preserve"> کردار تک نہ پہنچا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خداوندعالم</w:t>
      </w:r>
      <w:r>
        <w:rPr>
          <w:rtl/>
          <w:lang w:bidi="ur-PK"/>
        </w:rPr>
        <w:t xml:space="preserve"> کے عدل، حکمت، رحمت اور غضب کا تقاضا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روز تمام انسانوں کو جمع کرے، ان کے عقائد اور اعمال کا حساب کرے، اور ھر شخص کو اس کے نامہ اعمال کے لحاظ سے جزا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سزا دے۔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صالح افراد کے حساب و کتاب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فرماتا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5D6CD7">
        <w:rPr>
          <w:rStyle w:val="libAieChar"/>
          <w:rtl/>
        </w:rPr>
        <w:t>وَمِنْ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م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مَ</w:t>
      </w:r>
      <w:r w:rsidR="00476253" w:rsidRPr="005D6CD7">
        <w:rPr>
          <w:rStyle w:val="libAieChar"/>
          <w:rtl/>
        </w:rPr>
        <w:t xml:space="preserve">نْ 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قُولُ</w:t>
      </w:r>
      <w:r w:rsidR="00476253" w:rsidRPr="005D6CD7">
        <w:rPr>
          <w:rStyle w:val="libAieChar"/>
          <w:rtl/>
        </w:rPr>
        <w:t xml:space="preserve"> رَبَّنَا آتِنَا فِ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tl/>
        </w:rPr>
        <w:t xml:space="preserve"> الدُّنْ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ا</w:t>
      </w:r>
      <w:r w:rsidR="00476253" w:rsidRPr="005D6CD7">
        <w:rPr>
          <w:rStyle w:val="libAieChar"/>
          <w:rtl/>
        </w:rPr>
        <w:t xml:space="preserve"> حَسَنَةً وَفِ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tl/>
        </w:rPr>
        <w:t xml:space="preserve"> الْآخِرَةِ حَسَنَةً وَقِنَا عَذَابَ النَّارِ </w:t>
      </w:r>
      <w:r w:rsidR="00BA0B7F">
        <w:rPr>
          <w:rStyle w:val="libAieChar"/>
          <w:rFonts w:hint="cs"/>
          <w:rtl/>
        </w:rPr>
        <w:t>ا</w:t>
      </w:r>
      <w:r w:rsidR="00476253" w:rsidRPr="005D6CD7">
        <w:rPr>
          <w:rStyle w:val="libAieChar"/>
          <w:rFonts w:hint="eastAsia"/>
          <w:rtl/>
        </w:rPr>
        <w:t>وْلَئِكَ</w:t>
      </w:r>
      <w:r w:rsidR="00476253" w:rsidRPr="005D6CD7">
        <w:rPr>
          <w:rStyle w:val="libAieChar"/>
          <w:rtl/>
        </w:rPr>
        <w:t xml:space="preserve"> 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م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نَصِی</w:t>
      </w:r>
      <w:r w:rsidR="00476253" w:rsidRPr="005D6CD7">
        <w:rPr>
          <w:rStyle w:val="libAieChar"/>
          <w:rFonts w:hint="eastAsia"/>
          <w:rtl/>
        </w:rPr>
        <w:t>بٌ</w:t>
      </w:r>
      <w:r w:rsidR="00476253" w:rsidRPr="005D6CD7">
        <w:rPr>
          <w:rStyle w:val="libAieChar"/>
          <w:rtl/>
        </w:rPr>
        <w:t xml:space="preserve"> مِمَّا كَسَبُوا وَاللهُ سَرِ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عُ</w:t>
      </w:r>
      <w:r w:rsidR="00476253" w:rsidRPr="005D6CD7">
        <w:rPr>
          <w:rStyle w:val="libAieChar"/>
          <w:rtl/>
        </w:rPr>
        <w:t xml:space="preserve"> الْحِسَابِ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(294)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lastRenderedPageBreak/>
        <w:t>”اور</w:t>
      </w:r>
      <w:r w:rsidR="00476253">
        <w:rPr>
          <w:rtl/>
          <w:lang w:bidi="ur-PK"/>
        </w:rPr>
        <w:t xml:space="preserve"> بعض کھتے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کہ پروردگار ھم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دن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عطا فرمااور آخرت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اور ھم کو عذاب سے محفوظ فرما۔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وہ لوگ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جن کے لئے ان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کمائ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کا حصہ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خدا بھت جلد حساب کرنے والا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5D6CD7">
        <w:rPr>
          <w:rStyle w:val="libAieChar"/>
          <w:rtl/>
        </w:rPr>
        <w:t>ثُمَّ رُدُّوا إِلَ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tl/>
        </w:rPr>
        <w:t xml:space="preserve"> اللَّ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ِ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مَوْلاَ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م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الْحَقِّ</w:t>
      </w:r>
      <w:r w:rsidR="00476253" w:rsidRPr="005D6CD7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5D6CD7">
        <w:rPr>
          <w:rStyle w:val="libAieChar"/>
          <w:rFonts w:hint="eastAsia"/>
          <w:rtl/>
        </w:rPr>
        <w:t>لاَلَ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ُ</w:t>
      </w:r>
      <w:r w:rsidR="00476253" w:rsidRPr="005D6CD7">
        <w:rPr>
          <w:rStyle w:val="libAieChar"/>
          <w:rtl/>
        </w:rPr>
        <w:t xml:space="preserve"> الْحُكْمُ وَ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ُوَ</w:t>
      </w:r>
      <w:r w:rsidR="00476253" w:rsidRPr="005D6CD7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5D6CD7">
        <w:rPr>
          <w:rStyle w:val="libAieChar"/>
          <w:rFonts w:hint="eastAsia"/>
          <w:rtl/>
        </w:rPr>
        <w:t>سْرَعُ</w:t>
      </w:r>
      <w:r w:rsidR="00476253" w:rsidRPr="005D6CD7">
        <w:rPr>
          <w:rStyle w:val="libAieChar"/>
          <w:rtl/>
        </w:rPr>
        <w:t xml:space="preserve"> الْحَاسِبِ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(295)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”پھر</w:t>
      </w:r>
      <w:r w:rsidR="00476253">
        <w:rPr>
          <w:rtl/>
          <w:lang w:bidi="ur-PK"/>
        </w:rPr>
        <w:t xml:space="preserve"> سب اپنے مولائے برحق پروردگار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طرف پلٹا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ئے</w:t>
      </w:r>
      <w:r w:rsidR="00476253">
        <w:rPr>
          <w:rtl/>
          <w:lang w:bidi="ur-PK"/>
        </w:rPr>
        <w:t xml:space="preserve"> جاتے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آگاہ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>جا</w:t>
      </w:r>
      <w:r w:rsidR="00AA04E3">
        <w:rPr>
          <w:rtl/>
          <w:lang w:bidi="ur-PK"/>
        </w:rPr>
        <w:t>و</w:t>
      </w:r>
      <w:r w:rsidR="00476253">
        <w:rPr>
          <w:rtl/>
          <w:lang w:bidi="ur-PK"/>
        </w:rPr>
        <w:t xml:space="preserve"> کہ ف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صلہ</w:t>
      </w:r>
      <w:r w:rsidR="00476253">
        <w:rPr>
          <w:rtl/>
          <w:lang w:bidi="ur-PK"/>
        </w:rPr>
        <w:t xml:space="preserve"> کا حق صرف اس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کو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وہ بھت جلد 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حساب کرنے والاھے۔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5D6CD7">
        <w:rPr>
          <w:rStyle w:val="libAieChar"/>
          <w:rtl/>
        </w:rPr>
        <w:t>فَ</w:t>
      </w:r>
      <w:r w:rsidR="00BA0B7F">
        <w:rPr>
          <w:rStyle w:val="libAieChar"/>
          <w:rtl/>
        </w:rPr>
        <w:t>ا</w:t>
      </w:r>
      <w:r w:rsidR="00476253" w:rsidRPr="005D6CD7">
        <w:rPr>
          <w:rStyle w:val="libAieChar"/>
          <w:rFonts w:hint="eastAsia"/>
          <w:rtl/>
        </w:rPr>
        <w:t>مَّا</w:t>
      </w:r>
      <w:r w:rsidR="00476253" w:rsidRPr="005D6CD7">
        <w:rPr>
          <w:rStyle w:val="libAieChar"/>
          <w:rtl/>
        </w:rPr>
        <w:t xml:space="preserve"> مَنْ </w:t>
      </w:r>
      <w:r w:rsidR="00BA0B7F">
        <w:rPr>
          <w:rStyle w:val="libAieChar"/>
          <w:rtl/>
        </w:rPr>
        <w:t>ا</w:t>
      </w:r>
      <w:r w:rsidR="00476253" w:rsidRPr="005D6CD7">
        <w:rPr>
          <w:rStyle w:val="libAieChar"/>
          <w:rFonts w:hint="eastAsia"/>
          <w:rtl/>
        </w:rPr>
        <w:t>وتِ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tl/>
        </w:rPr>
        <w:t xml:space="preserve"> كِتَابَ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ُ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بِی</w:t>
      </w:r>
      <w:r w:rsidR="00476253" w:rsidRPr="005D6CD7">
        <w:rPr>
          <w:rStyle w:val="libAieChar"/>
          <w:rFonts w:hint="eastAsia"/>
          <w:rtl/>
        </w:rPr>
        <w:t>مِ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نِ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ِفَسَوْفَ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حَاسِبُ</w:t>
      </w:r>
      <w:r w:rsidR="00476253" w:rsidRPr="005D6CD7">
        <w:rPr>
          <w:rStyle w:val="libAieChar"/>
          <w:rtl/>
        </w:rPr>
        <w:t xml:space="preserve"> حِسَاباً 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سِ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راً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(296)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”پھر</w:t>
      </w:r>
      <w:r w:rsidR="00476253">
        <w:rPr>
          <w:rtl/>
          <w:lang w:bidi="ur-PK"/>
        </w:rPr>
        <w:t xml:space="preserve"> جس کو نامہ اعمال داہنے ھاتھ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جائے گا۔اس کا حساب آسان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گا“۔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موسيٰ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اپنے آباء و اجداد کے حوالہ سے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5D6CD7">
        <w:rPr>
          <w:rStyle w:val="libArabicChar"/>
          <w:rFonts w:hint="eastAsia"/>
          <w:rtl/>
        </w:rPr>
        <w:t>لَا</w:t>
      </w:r>
      <w:r w:rsidRPr="005D6CD7">
        <w:rPr>
          <w:rStyle w:val="libArabicChar"/>
          <w:rtl/>
        </w:rPr>
        <w:t xml:space="preserve"> تَزولُ قَدَما عَبْدٍ</w:t>
      </w:r>
      <w:r w:rsidRPr="005D6CD7">
        <w:rPr>
          <w:rStyle w:val="libArabicChar"/>
          <w:rFonts w:hint="cs"/>
          <w:rtl/>
        </w:rPr>
        <w:t>ٴ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وْمَ</w:t>
      </w:r>
      <w:r w:rsidRPr="005D6CD7">
        <w:rPr>
          <w:rStyle w:val="libArabicChar"/>
          <w:rtl/>
        </w:rPr>
        <w:t xml:space="preserve"> الْقِ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امَةِ</w:t>
      </w:r>
      <w:r w:rsidRPr="005D6CD7">
        <w:rPr>
          <w:rStyle w:val="libArabicChar"/>
          <w:rtl/>
        </w:rPr>
        <w:t xml:space="preserve"> حَتّ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سْ</w:t>
      </w:r>
      <w:r w:rsidR="00BA0B7F">
        <w:rPr>
          <w:rStyle w:val="libArabicChar"/>
          <w:rFonts w:hint="eastAsia"/>
          <w:rtl/>
        </w:rPr>
        <w:t>ا</w:t>
      </w:r>
      <w:r w:rsidRPr="005D6CD7">
        <w:rPr>
          <w:rStyle w:val="libArabicChar"/>
          <w:rFonts w:hint="eastAsia"/>
          <w:rtl/>
        </w:rPr>
        <w:t>لَ</w:t>
      </w:r>
      <w:r w:rsidRPr="005D6CD7">
        <w:rPr>
          <w:rStyle w:val="libArabicChar"/>
          <w:rtl/>
        </w:rPr>
        <w:t xml:space="preserve"> عَنْ </w:t>
      </w:r>
      <w:r w:rsidR="00BA0B7F">
        <w:rPr>
          <w:rStyle w:val="libArabicChar"/>
          <w:rtl/>
        </w:rPr>
        <w:t>ا</w:t>
      </w:r>
      <w:r w:rsidRPr="005D6CD7">
        <w:rPr>
          <w:rStyle w:val="libArabicChar"/>
          <w:rFonts w:hint="eastAsia"/>
          <w:rtl/>
        </w:rPr>
        <w:t>رْبَعٍ</w:t>
      </w:r>
      <w:r w:rsidRPr="005D6CD7">
        <w:rPr>
          <w:rStyle w:val="libArabicChar"/>
          <w:rtl/>
        </w:rPr>
        <w:t xml:space="preserve"> :عَنْ عُمْرِ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ِ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eastAsia"/>
          <w:rtl/>
        </w:rPr>
        <w:t>فِ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ما</w:t>
      </w:r>
      <w:r w:rsidRPr="005D6CD7">
        <w:rPr>
          <w:rStyle w:val="libArabicChar"/>
          <w:rtl/>
        </w:rPr>
        <w:t xml:space="preserve"> اَفْنا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tl/>
        </w:rPr>
        <w:t>ُ، وَشَبابِ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ِ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فِی</w:t>
      </w:r>
      <w:r w:rsidRPr="005D6CD7">
        <w:rPr>
          <w:rStyle w:val="libArabicChar"/>
          <w:rFonts w:hint="eastAsia"/>
          <w:rtl/>
        </w:rPr>
        <w:t>ما</w:t>
      </w:r>
      <w:r w:rsidRPr="005D6CD7">
        <w:rPr>
          <w:rStyle w:val="libArabicChar"/>
          <w:rtl/>
        </w:rPr>
        <w:t xml:space="preserve"> اَبْلا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ُ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وَعَنْ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مَالِ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ِ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مِنْ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اَی</w:t>
      </w:r>
      <w:r w:rsidRPr="005D6CD7">
        <w:rPr>
          <w:rStyle w:val="libArabicChar"/>
          <w:rFonts w:hint="eastAsia"/>
          <w:rtl/>
        </w:rPr>
        <w:t>نَ</w:t>
      </w:r>
      <w:r w:rsidRPr="005D6CD7">
        <w:rPr>
          <w:rStyle w:val="libArabicChar"/>
          <w:rtl/>
        </w:rPr>
        <w:t xml:space="preserve"> كَسَبَ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ُ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وَفِی</w:t>
      </w:r>
      <w:r w:rsidRPr="005D6CD7">
        <w:rPr>
          <w:rStyle w:val="libArabicChar"/>
          <w:rFonts w:hint="eastAsia"/>
          <w:rtl/>
        </w:rPr>
        <w:t>مااَنْفَقَ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ُ،</w:t>
      </w:r>
      <w:r w:rsidRPr="005D6CD7">
        <w:rPr>
          <w:rStyle w:val="libArabicChar"/>
          <w:rtl/>
        </w:rPr>
        <w:t xml:space="preserve"> وَعَنْ حُبِّنَا اَ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ل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الْبَی</w:t>
      </w:r>
      <w:r w:rsidRPr="005D6CD7">
        <w:rPr>
          <w:rStyle w:val="libArabicChar"/>
          <w:rFonts w:hint="eastAsia"/>
          <w:rtl/>
        </w:rPr>
        <w:t>تِ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(297)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”روز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انسان کے قدم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بڑ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گے 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اس سے چار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: کس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گزار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کن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گزارا، مال و دولت کھاں سے حاصل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کھاں خرچ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محبت اھل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05211C">
        <w:rPr>
          <w:rtl/>
          <w:lang w:bidi="ur-PK"/>
        </w:rPr>
        <w:t>(</w:t>
      </w:r>
      <w:r>
        <w:rPr>
          <w:rtl/>
          <w:lang w:bidi="ur-PK"/>
        </w:rPr>
        <w:t>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السلام)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بے</w:t>
      </w:r>
      <w:r>
        <w:rPr>
          <w:rtl/>
          <w:lang w:bidi="ur-PK"/>
        </w:rPr>
        <w:t xml:space="preserve"> شک جن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او رجوان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عبادت و اطاعت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گا، اور قرآن کے حکم کے مطابق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دولت کو خرچ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محبت اھل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گزار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تو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افراد کا حساب آسان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گا، اور حشر کے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ان کا حساب و کتاب بھت جلد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جائے گا۔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امام محمد باقر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اے فرزند رسول!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حاجت رکھتا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تو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مجھ سے مكّہ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ملنا،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ںمكّہ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سے ملا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حاجت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کھا تو 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منيٰ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مجھ سے </w:t>
      </w:r>
      <w:r>
        <w:rPr>
          <w:rFonts w:hint="eastAsia"/>
          <w:rtl/>
          <w:lang w:bidi="ur-PK"/>
        </w:rPr>
        <w:t>ملنا،</w:t>
      </w:r>
      <w:r>
        <w:rPr>
          <w:rtl/>
          <w:lang w:bidi="ur-PK"/>
        </w:rPr>
        <w:t xml:space="preserve"> چنانچہ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منيٰ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سے ملااور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حاجت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کھا، تو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کھا: کھو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کہنا چاھتے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؟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کھا: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گناہ کا مرتکب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کہ خدا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سے مطلع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اس گناہ کا بوجھ مجھے مارے ڈال 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eastAsia"/>
          <w:rtl/>
          <w:lang w:bidi="ur-PK"/>
        </w:rPr>
        <w:t>دمت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تاکہ اس سے نجات مل جائے، اور اس گناہ کے بوجھ سے سبکدوش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جاؤں، تو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جب خداوندعالم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برپا کرے گا اور اپنے مومن بندوں کا حساب کرے گا تو ان کے تمام گناھوں سے آگاہ کرے گا، پھر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و مغفرت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جگہ دے </w:t>
      </w:r>
      <w:r>
        <w:rPr>
          <w:rFonts w:hint="eastAsia"/>
          <w:rtl/>
          <w:lang w:bidi="ur-PK"/>
        </w:rPr>
        <w:t>گا</w:t>
      </w:r>
      <w:r>
        <w:rPr>
          <w:rtl/>
          <w:lang w:bidi="ur-PK"/>
        </w:rPr>
        <w:t xml:space="preserve"> اور اپنے بندے کے بخشے گئے گناھوں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فرشتہ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lastRenderedPageBreak/>
        <w:t>رسول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باخبر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کرے گا!</w:t>
      </w:r>
      <w:r w:rsidR="0005211C" w:rsidRPr="00125F42">
        <w:rPr>
          <w:rStyle w:val="libFootnotenumChar"/>
          <w:rtl/>
          <w:lang w:bidi="ur-PK"/>
        </w:rPr>
        <w:t>(298)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حساب کے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بھت اھم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علامہ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گزانقدر کتاب بحار الانوار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طوس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 کے حوالہ سے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نقل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جو واقعاً تعجب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اور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دوار</w:t>
      </w:r>
      <w:r>
        <w:rPr>
          <w:rtl/>
          <w:lang w:bidi="ur-PK"/>
        </w:rPr>
        <w:t xml:space="preserve"> کرنے وال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!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وقَفُ</w:t>
      </w:r>
      <w:r w:rsidRPr="005D6CD7">
        <w:rPr>
          <w:rStyle w:val="libArabicChar"/>
          <w:rtl/>
        </w:rPr>
        <w:t xml:space="preserve"> الْعَبْدَ بَ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نَ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دَ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ِ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فَی</w:t>
      </w:r>
      <w:r w:rsidRPr="005D6CD7">
        <w:rPr>
          <w:rStyle w:val="libArabicChar"/>
          <w:rFonts w:hint="eastAsia"/>
          <w:rtl/>
        </w:rPr>
        <w:t>قُولُ</w:t>
      </w:r>
      <w:r w:rsidRPr="005D6CD7">
        <w:rPr>
          <w:rStyle w:val="libArabicChar"/>
          <w:rtl/>
        </w:rPr>
        <w:t xml:space="preserve"> :ق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سُوا</w:t>
      </w:r>
      <w:r w:rsidRPr="005D6CD7">
        <w:rPr>
          <w:rStyle w:val="libArabicChar"/>
          <w:rtl/>
        </w:rPr>
        <w:t xml:space="preserve"> بَ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نَ</w:t>
      </w:r>
      <w:r w:rsidRPr="005D6CD7">
        <w:rPr>
          <w:rStyle w:val="libArabicChar"/>
          <w:rtl/>
        </w:rPr>
        <w:t xml:space="preserve"> نِعَم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tl/>
        </w:rPr>
        <w:t xml:space="preserve"> عَلَ</w:t>
      </w:r>
      <w:r w:rsidRPr="005D6CD7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ِ</w:t>
      </w:r>
      <w:r w:rsidRPr="005D6CD7">
        <w:rPr>
          <w:rStyle w:val="libArabicChar"/>
          <w:rtl/>
        </w:rPr>
        <w:t xml:space="preserve"> وَ بَ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نَ</w:t>
      </w:r>
      <w:r w:rsidRPr="005D6CD7">
        <w:rPr>
          <w:rStyle w:val="libArabicChar"/>
          <w:rtl/>
        </w:rPr>
        <w:t xml:space="preserve"> عَمَلِ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ِ،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فَتَسْتَغْزِقُ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النِّعَمُ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الْعَمَلَ،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فَی</w:t>
      </w:r>
      <w:r w:rsidRPr="005D6CD7">
        <w:rPr>
          <w:rStyle w:val="libArabicChar"/>
          <w:rFonts w:hint="eastAsia"/>
          <w:rtl/>
        </w:rPr>
        <w:t>قولونَ</w:t>
      </w:r>
      <w:r w:rsidRPr="005D6CD7">
        <w:rPr>
          <w:rStyle w:val="libArabicChar"/>
          <w:rtl/>
        </w:rPr>
        <w:t>:قَدِ اسْتَغْرَقَ النِّعَمُ الْعَمَلَ، فَ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قُولُ</w:t>
      </w:r>
      <w:r w:rsidRPr="005D6CD7">
        <w:rPr>
          <w:rStyle w:val="libArabicChar"/>
          <w:rtl/>
        </w:rPr>
        <w:t xml:space="preserve"> : 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َبُوا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لَ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ُ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نِعَمِی</w:t>
      </w:r>
      <w:r w:rsidRPr="005D6CD7">
        <w:rPr>
          <w:rStyle w:val="libArabicChar"/>
          <w:rFonts w:hint="eastAsia"/>
          <w:rtl/>
        </w:rPr>
        <w:t>،</w:t>
      </w:r>
      <w:r w:rsidRPr="005D6CD7">
        <w:rPr>
          <w:rStyle w:val="libArabicChar"/>
          <w:rtl/>
        </w:rPr>
        <w:t xml:space="preserve"> وَ ق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سُوا</w:t>
      </w:r>
      <w:r w:rsidRPr="005D6CD7">
        <w:rPr>
          <w:rStyle w:val="libArabicChar"/>
          <w:rtl/>
        </w:rPr>
        <w:t xml:space="preserve"> بَ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نَ</w:t>
      </w:r>
      <w:r w:rsidRPr="005D6CD7">
        <w:rPr>
          <w:rStyle w:val="libArabicChar"/>
          <w:rtl/>
        </w:rPr>
        <w:t xml:space="preserve"> الْخَ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رِ</w:t>
      </w:r>
      <w:r w:rsidRPr="005D6CD7">
        <w:rPr>
          <w:rStyle w:val="libArabicChar"/>
          <w:rtl/>
        </w:rPr>
        <w:t xml:space="preserve"> وَ الشَّرِّ مِنْ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ُ،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ف</w:t>
      </w:r>
      <w:r w:rsidRPr="005D6CD7">
        <w:rPr>
          <w:rStyle w:val="libArabicChar"/>
          <w:rFonts w:hint="eastAsia"/>
          <w:rtl/>
        </w:rPr>
        <w:t>َاِنِ</w:t>
      </w:r>
      <w:r w:rsidRPr="005D6CD7">
        <w:rPr>
          <w:rStyle w:val="libArabicChar"/>
          <w:rtl/>
        </w:rPr>
        <w:t xml:space="preserve"> اسْتَوَ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tl/>
        </w:rPr>
        <w:t xml:space="preserve"> الْعَمَلانِ اَذْ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َبَ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ُ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الشَّرَّ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بِالْخَی</w:t>
      </w:r>
      <w:r w:rsidRPr="005D6CD7">
        <w:rPr>
          <w:rStyle w:val="libArabicChar"/>
          <w:rFonts w:hint="eastAsia"/>
          <w:rtl/>
        </w:rPr>
        <w:t>رِ</w:t>
      </w:r>
      <w:r w:rsidRPr="005D6CD7">
        <w:rPr>
          <w:rStyle w:val="libArabicChar"/>
          <w:rtl/>
        </w:rPr>
        <w:t xml:space="preserve"> وَاَدْخَلَ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ُ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الْجَنَّةَ،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وَاِنْ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کانَ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لَ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ُ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فَضْلٌ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اَعْطا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ُ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ُ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بِفَضْلِ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ِ،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وَاِنْ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کاَنَ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عَلَی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ِ</w:t>
      </w:r>
      <w:r w:rsidRPr="005D6CD7">
        <w:rPr>
          <w:rStyle w:val="libArabicChar"/>
          <w:rtl/>
        </w:rPr>
        <w:t xml:space="preserve"> فَضْلٌ وَ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ُوَ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مِنْ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اَ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ل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التَّقْويٰ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لَمْ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شْرِكْ</w:t>
      </w:r>
      <w:r w:rsidRPr="005D6CD7">
        <w:rPr>
          <w:rStyle w:val="libArabicChar"/>
          <w:rtl/>
        </w:rPr>
        <w:t xml:space="preserve"> بِاللّٰ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ِ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تَعاليٰ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وَاتَّقَی</w:t>
      </w:r>
      <w:r w:rsidRPr="005D6CD7">
        <w:rPr>
          <w:rStyle w:val="libArabicChar"/>
          <w:rtl/>
        </w:rPr>
        <w:t xml:space="preserve"> الشِّرْكَ بِ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ِ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فَ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ُوَ</w:t>
      </w:r>
      <w:r w:rsidRPr="005D6CD7">
        <w:rPr>
          <w:rStyle w:val="libArabicChar"/>
          <w:rtl/>
        </w:rPr>
        <w:t xml:space="preserve"> مِنْ اَ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ل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الْمَغْفِرَةِ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غْفِر</w:t>
      </w:r>
      <w:r w:rsidRPr="005D6CD7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ُ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لَ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ُ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بِرَحْمَتِ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ِ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اِنْ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شاءَِ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وَ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تَفَضَّلُ</w:t>
      </w:r>
      <w:r w:rsidRPr="005D6CD7">
        <w:rPr>
          <w:rStyle w:val="libArabicChar"/>
          <w:rtl/>
        </w:rPr>
        <w:t xml:space="preserve"> عَلَ</w:t>
      </w:r>
      <w:r w:rsidRPr="005D6CD7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ِ</w:t>
      </w:r>
      <w:r w:rsidRPr="005D6CD7">
        <w:rPr>
          <w:rStyle w:val="libArabicChar"/>
          <w:rtl/>
        </w:rPr>
        <w:t xml:space="preserve"> بِعَفْوِ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(299)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”بندہ</w:t>
      </w:r>
      <w:r>
        <w:rPr>
          <w:rtl/>
          <w:lang w:bidi="ur-PK"/>
        </w:rPr>
        <w:t xml:space="preserve"> کو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 اور خدا فرمائے گا:م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اور اس کے اعمال کا موازنہ کرو، چنانچہ جب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تمام اعمال کو چھپال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فرشتے عرض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گے: پالنے والے! اس کے اعمال پر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غالب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خطاب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کو بخش دو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موازنہ کرو، اگر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اور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برابر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احترام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بخش دو، اس کو بہشت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وارد کردو، اور اگر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اس کو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عطا کردو، اوراگر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اں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اھل تقويٰ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خدا کے ساتھ شرک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شخص مغفرت کا سزاوار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خداوندعالم اگر چاھے تو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اس کے گناھوں کو بخش دے گا اور اپنے عفو وکرم سے اس پر فضل و کرم کرے گا!“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علامہ</w:t>
      </w:r>
      <w:r>
        <w:rPr>
          <w:rtl/>
          <w:lang w:bidi="ur-PK"/>
        </w:rPr>
        <w:t xml:space="preserve"> مجلس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رحمة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بحار الانوار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اصول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نقل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حضرت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نعمتوں،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مقائسہ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نعمتوں</w:t>
      </w:r>
      <w:r>
        <w:rPr>
          <w:rtl/>
          <w:lang w:bidi="ur-PK"/>
        </w:rPr>
        <w:t xml:space="preserve">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آپس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موازنہ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فائل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شکست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مومن انسان کو حساب کے لئے بلا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اس وقت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مومن بندے کے پاس حاضر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کر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گا: پروردگارا!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او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مومن بندہ، اس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کے لئے زحمت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اٹھائ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راتوں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مشغول رھا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نماز شب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سے آنسو بھائے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پالنے والے! اس سے راض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جا، اس وقت خدائے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و جباربندہ مومن سے خطاب فرمائے گا: اپنا داہنا ھاتھ کھول، چنانچہ اس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داہنے ھاتھ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رضوان سے بھردے گا اور 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ھاتھ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سے بھر دے گا، اور پھر اپنے مومن بندہ سے خطاب فرمائے گا: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بہشت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لئے مباح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قرآن پڑھتا جا </w:t>
      </w:r>
      <w:r>
        <w:rPr>
          <w:rtl/>
          <w:lang w:bidi="ur-PK"/>
        </w:rPr>
        <w:lastRenderedPageBreak/>
        <w:t>اور بلند و بالادرجات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بڑھتا جا، چنانچہ انسان جس مقدار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کرتا </w:t>
      </w:r>
      <w:r w:rsidR="00AA04E3">
        <w:rPr>
          <w:rFonts w:hint="eastAsia"/>
          <w:rtl/>
          <w:lang w:bidi="ur-PK"/>
        </w:rPr>
        <w:t xml:space="preserve">رہے </w:t>
      </w:r>
      <w:r>
        <w:rPr>
          <w:rtl/>
          <w:lang w:bidi="ur-PK"/>
        </w:rPr>
        <w:t xml:space="preserve"> گا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مقدار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جنت کے درجات پر فائز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تا جائے گا۔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گناھگاروں،</w:t>
      </w:r>
      <w:r>
        <w:rPr>
          <w:rtl/>
          <w:lang w:bidi="ur-PK"/>
        </w:rPr>
        <w:t xml:space="preserve"> بدکاروں، ملحدوں اور بے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لوگوں کے حساب اور ان کے نامہ اعمال کے پڑھے جانے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5D6CD7">
        <w:rPr>
          <w:rStyle w:val="libArabicChar"/>
          <w:rFonts w:hint="cs"/>
          <w:rtl/>
        </w:rPr>
        <w:t>وَمَنْ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ی</w:t>
      </w:r>
      <w:r w:rsidR="00476253" w:rsidRPr="005D6CD7">
        <w:rPr>
          <w:rStyle w:val="libArabicChar"/>
          <w:rFonts w:hint="eastAsia"/>
          <w:rtl/>
        </w:rPr>
        <w:t>كْفُرْ</w:t>
      </w:r>
      <w:r w:rsidR="00476253" w:rsidRPr="005D6CD7">
        <w:rPr>
          <w:rStyle w:val="libArabicChar"/>
          <w:rtl/>
        </w:rPr>
        <w:t xml:space="preserve"> بِآ</w:t>
      </w:r>
      <w:r w:rsidR="00476253" w:rsidRPr="005D6CD7">
        <w:rPr>
          <w:rStyle w:val="libArabicChar"/>
          <w:rFonts w:hint="cs"/>
          <w:rtl/>
        </w:rPr>
        <w:t>ی</w:t>
      </w:r>
      <w:r w:rsidR="00476253" w:rsidRPr="005D6CD7">
        <w:rPr>
          <w:rStyle w:val="libArabicChar"/>
          <w:rFonts w:hint="eastAsia"/>
          <w:rtl/>
        </w:rPr>
        <w:t>اتِ</w:t>
      </w:r>
      <w:r w:rsidR="00476253" w:rsidRPr="005D6CD7">
        <w:rPr>
          <w:rStyle w:val="libArabicChar"/>
          <w:rtl/>
        </w:rPr>
        <w:t xml:space="preserve"> اللهِ فَإِنَّ اللهَ سَرِ</w:t>
      </w:r>
      <w:r w:rsidR="00476253" w:rsidRPr="005D6CD7">
        <w:rPr>
          <w:rStyle w:val="libArabicChar"/>
          <w:rFonts w:hint="cs"/>
          <w:rtl/>
        </w:rPr>
        <w:t>ی</w:t>
      </w:r>
      <w:r w:rsidR="00476253" w:rsidRPr="005D6CD7">
        <w:rPr>
          <w:rStyle w:val="libArabicChar"/>
          <w:rFonts w:hint="eastAsia"/>
          <w:rtl/>
        </w:rPr>
        <w:t>عُ</w:t>
      </w:r>
      <w:r w:rsidR="00476253" w:rsidRPr="005D6CD7">
        <w:rPr>
          <w:rStyle w:val="libArabicChar"/>
          <w:rtl/>
        </w:rPr>
        <w:t xml:space="preserve"> الْحِسَابِ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(300)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اور جو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آ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ات</w:t>
      </w:r>
      <w:r w:rsidR="00476253">
        <w:rPr>
          <w:rtl/>
          <w:lang w:bidi="ur-PK"/>
        </w:rPr>
        <w:t xml:space="preserve"> الٰھ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کا انکار کرے گا تو خدا بھت جلد حساب کرنے والاھے“۔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5D6CD7">
        <w:rPr>
          <w:rStyle w:val="libArabicChar"/>
          <w:rFonts w:hint="cs"/>
          <w:rtl/>
        </w:rPr>
        <w:t>وَالَّذِی</w:t>
      </w:r>
      <w:r w:rsidR="00476253" w:rsidRPr="005D6CD7">
        <w:rPr>
          <w:rStyle w:val="libArabicChar"/>
          <w:rFonts w:hint="eastAsia"/>
          <w:rtl/>
        </w:rPr>
        <w:t>نَ</w:t>
      </w:r>
      <w:r w:rsidR="00476253" w:rsidRPr="005D6CD7">
        <w:rPr>
          <w:rStyle w:val="libArabicChar"/>
          <w:rtl/>
        </w:rPr>
        <w:t xml:space="preserve"> لَمْ </w:t>
      </w:r>
      <w:r w:rsidR="00476253" w:rsidRPr="005D6CD7">
        <w:rPr>
          <w:rStyle w:val="libArabicChar"/>
          <w:rFonts w:hint="cs"/>
          <w:rtl/>
        </w:rPr>
        <w:t>ی</w:t>
      </w:r>
      <w:r w:rsidR="00476253" w:rsidRPr="005D6CD7">
        <w:rPr>
          <w:rStyle w:val="libArabicChar"/>
          <w:rFonts w:hint="eastAsia"/>
          <w:rtl/>
        </w:rPr>
        <w:t>سْتَجِ</w:t>
      </w:r>
      <w:r w:rsidR="00476253" w:rsidRPr="005D6CD7">
        <w:rPr>
          <w:rStyle w:val="libArabicChar"/>
          <w:rFonts w:hint="cs"/>
          <w:rtl/>
        </w:rPr>
        <w:t>ی</w:t>
      </w:r>
      <w:r w:rsidR="00476253" w:rsidRPr="005D6CD7">
        <w:rPr>
          <w:rStyle w:val="libArabicChar"/>
          <w:rFonts w:hint="eastAsia"/>
          <w:rtl/>
        </w:rPr>
        <w:t>بُوا</w:t>
      </w:r>
      <w:r w:rsidR="00476253" w:rsidRPr="005D6CD7">
        <w:rPr>
          <w:rStyle w:val="libArabicChar"/>
          <w:rtl/>
        </w:rPr>
        <w:t xml:space="preserve"> لَ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cs"/>
          <w:rtl/>
        </w:rPr>
        <w:t>ُ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لَوْ</w:t>
      </w:r>
      <w:r w:rsidR="00476253" w:rsidRPr="005D6CD7">
        <w:rPr>
          <w:rStyle w:val="libArabicChar"/>
          <w:rtl/>
        </w:rPr>
        <w:t xml:space="preserve"> </w:t>
      </w:r>
      <w:r w:rsidR="00BA0B7F">
        <w:rPr>
          <w:rStyle w:val="libArabicChar"/>
          <w:rFonts w:hint="cs"/>
          <w:rtl/>
        </w:rPr>
        <w:t>ا</w:t>
      </w:r>
      <w:r w:rsidR="00476253" w:rsidRPr="005D6CD7">
        <w:rPr>
          <w:rStyle w:val="libArabicChar"/>
          <w:rFonts w:hint="eastAsia"/>
          <w:rtl/>
        </w:rPr>
        <w:t>نَّ</w:t>
      </w:r>
      <w:r w:rsidR="00476253" w:rsidRPr="005D6CD7">
        <w:rPr>
          <w:rStyle w:val="libArabicChar"/>
          <w:rtl/>
        </w:rPr>
        <w:t xml:space="preserve"> لَ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cs"/>
          <w:rtl/>
        </w:rPr>
        <w:t>م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مَا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فِی</w:t>
      </w:r>
      <w:r w:rsidR="00476253" w:rsidRPr="005D6CD7">
        <w:rPr>
          <w:rStyle w:val="libArabicChar"/>
          <w:rtl/>
        </w:rPr>
        <w:t xml:space="preserve"> الْ</w:t>
      </w:r>
      <w:r w:rsidR="00BA0B7F">
        <w:rPr>
          <w:rStyle w:val="libArabicChar"/>
          <w:rtl/>
        </w:rPr>
        <w:t>ا</w:t>
      </w:r>
      <w:r w:rsidR="00476253" w:rsidRPr="005D6CD7">
        <w:rPr>
          <w:rStyle w:val="libArabicChar"/>
          <w:rFonts w:hint="eastAsia"/>
          <w:rtl/>
        </w:rPr>
        <w:t>رْضِ</w:t>
      </w:r>
      <w:r w:rsidR="00476253" w:rsidRPr="005D6CD7">
        <w:rPr>
          <w:rStyle w:val="libArabicChar"/>
          <w:rtl/>
        </w:rPr>
        <w:t xml:space="preserve"> جَمِ</w:t>
      </w:r>
      <w:r w:rsidR="00476253" w:rsidRPr="005D6CD7">
        <w:rPr>
          <w:rStyle w:val="libArabicChar"/>
          <w:rFonts w:hint="cs"/>
          <w:rtl/>
        </w:rPr>
        <w:t>ی</w:t>
      </w:r>
      <w:r w:rsidR="00476253" w:rsidRPr="005D6CD7">
        <w:rPr>
          <w:rStyle w:val="libArabicChar"/>
          <w:rFonts w:hint="eastAsia"/>
          <w:rtl/>
        </w:rPr>
        <w:t>عًا</w:t>
      </w:r>
      <w:r w:rsidR="00476253" w:rsidRPr="005D6CD7">
        <w:rPr>
          <w:rStyle w:val="libArabicChar"/>
          <w:rtl/>
        </w:rPr>
        <w:t xml:space="preserve"> وَمِثْلَ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cs"/>
          <w:rtl/>
        </w:rPr>
        <w:t>ُ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مَعَ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cs"/>
          <w:rtl/>
        </w:rPr>
        <w:t>ُ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لَافْتَدَوْا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بِ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cs"/>
          <w:rtl/>
        </w:rPr>
        <w:t>ِ</w:t>
      </w:r>
      <w:r w:rsidR="00476253" w:rsidRPr="005D6CD7">
        <w:rPr>
          <w:rStyle w:val="libArabicChar"/>
          <w:rtl/>
        </w:rPr>
        <w:t xml:space="preserve"> </w:t>
      </w:r>
      <w:r w:rsidR="00BA0B7F">
        <w:rPr>
          <w:rStyle w:val="libArabicChar"/>
          <w:rFonts w:hint="cs"/>
          <w:rtl/>
        </w:rPr>
        <w:t>ا</w:t>
      </w:r>
      <w:r w:rsidR="00476253" w:rsidRPr="005D6CD7">
        <w:rPr>
          <w:rStyle w:val="libArabicChar"/>
          <w:rFonts w:hint="eastAsia"/>
          <w:rtl/>
        </w:rPr>
        <w:t>وْلَئِكَ</w:t>
      </w:r>
      <w:r w:rsidR="00476253" w:rsidRPr="005D6CD7">
        <w:rPr>
          <w:rStyle w:val="libArabicChar"/>
          <w:rtl/>
        </w:rPr>
        <w:t xml:space="preserve"> لَ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cs"/>
          <w:rtl/>
        </w:rPr>
        <w:t>م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سُوءُ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الْحِسَابِ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وَمَ</w:t>
      </w:r>
      <w:r w:rsidR="00BA0B7F">
        <w:rPr>
          <w:rStyle w:val="libArabicChar"/>
          <w:rFonts w:hint="cs"/>
          <w:rtl/>
        </w:rPr>
        <w:t>ا</w:t>
      </w:r>
      <w:r w:rsidR="00476253" w:rsidRPr="005D6CD7">
        <w:rPr>
          <w:rStyle w:val="libArabicChar"/>
          <w:rFonts w:hint="eastAsia"/>
          <w:rtl/>
        </w:rPr>
        <w:t>وَا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eastAsia"/>
          <w:rtl/>
        </w:rPr>
        <w:t>م</w:t>
      </w:r>
      <w:r w:rsidR="00476253" w:rsidRPr="005D6CD7">
        <w:rPr>
          <w:rStyle w:val="libArabicChar"/>
          <w:rtl/>
        </w:rPr>
        <w:t xml:space="preserve"> جَ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cs"/>
          <w:rtl/>
        </w:rPr>
        <w:t>َنَّمُ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وَبِئْسَ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الْمِ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cs"/>
          <w:rtl/>
        </w:rPr>
        <w:t>ادُ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(301)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اور جو اس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بات کو قبول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کرتے ان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زم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کے سارے خزانے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مل جائ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اور اس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قدر اور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مل جائے تو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بطور فد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دے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گے 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کن</w:t>
      </w:r>
      <w:r w:rsidR="00476253">
        <w:rPr>
          <w:rtl/>
          <w:lang w:bidi="ur-PK"/>
        </w:rPr>
        <w:t xml:space="preserve"> ان کے لئے بد تر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حساب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ان کا ٹھکانا جہنم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وہ بھت بُرا ٹھکانا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5D6CD7">
        <w:rPr>
          <w:rStyle w:val="libAieChar"/>
          <w:rtl/>
        </w:rPr>
        <w:t>وَكَ</w:t>
      </w:r>
      <w:r w:rsidR="00BA0B7F">
        <w:rPr>
          <w:rStyle w:val="libAieChar"/>
          <w:rtl/>
        </w:rPr>
        <w:t>ا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نْ</w:t>
      </w:r>
      <w:r w:rsidR="00476253" w:rsidRPr="005D6CD7">
        <w:rPr>
          <w:rStyle w:val="libAieChar"/>
          <w:rtl/>
        </w:rPr>
        <w:t xml:space="preserve"> مِنْ قَرْ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ةٍ</w:t>
      </w:r>
      <w:r w:rsidR="00476253" w:rsidRPr="005D6CD7">
        <w:rPr>
          <w:rStyle w:val="libAieChar"/>
          <w:rtl/>
        </w:rPr>
        <w:t xml:space="preserve"> عَتَتْ عَنْ </w:t>
      </w:r>
      <w:r w:rsidR="00BA0B7F">
        <w:rPr>
          <w:rStyle w:val="libAieChar"/>
          <w:rtl/>
        </w:rPr>
        <w:t>ا</w:t>
      </w:r>
      <w:r w:rsidR="00476253" w:rsidRPr="005D6CD7">
        <w:rPr>
          <w:rStyle w:val="libAieChar"/>
          <w:rFonts w:hint="eastAsia"/>
          <w:rtl/>
        </w:rPr>
        <w:t>مْرِ</w:t>
      </w:r>
      <w:r w:rsidR="00476253" w:rsidRPr="005D6CD7">
        <w:rPr>
          <w:rStyle w:val="libAieChar"/>
          <w:rtl/>
        </w:rPr>
        <w:t xml:space="preserve"> رَبِّ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ا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وَرُسُلِ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ِ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فَحَاسَبْنَا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ا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حِسَابًا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شَدِی</w:t>
      </w:r>
      <w:r w:rsidR="00476253" w:rsidRPr="005D6CD7">
        <w:rPr>
          <w:rStyle w:val="libAieChar"/>
          <w:rFonts w:hint="eastAsia"/>
          <w:rtl/>
        </w:rPr>
        <w:t>دًا</w:t>
      </w:r>
      <w:r w:rsidR="00476253" w:rsidRPr="005D6CD7">
        <w:rPr>
          <w:rStyle w:val="libAieChar"/>
          <w:rtl/>
        </w:rPr>
        <w:t xml:space="preserve"> وَعَذَّبْنَا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ا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عَذَابًا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نُكْرًا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(302)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کتن</w:t>
      </w:r>
      <w:r w:rsidR="00476253"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بست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اں</w:t>
      </w:r>
      <w:r w:rsidR="00476253">
        <w:rPr>
          <w:rtl/>
          <w:lang w:bidi="ur-PK"/>
        </w:rPr>
        <w:t xml:space="preserve">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جنھوں نے حکم خدا و رسول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نافرمان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تو ھم نے ان کا شد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tl/>
          <w:lang w:bidi="ur-PK"/>
        </w:rPr>
        <w:t xml:space="preserve"> محاسبہ کر 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اور ان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بد تر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عذاب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مبتلا کرد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ا“</w:t>
      </w:r>
      <w:r w:rsidR="00476253">
        <w:rPr>
          <w:rtl/>
          <w:lang w:bidi="ur-PK"/>
        </w:rPr>
        <w:t xml:space="preserve">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5D6CD7">
        <w:rPr>
          <w:rStyle w:val="libAieChar"/>
          <w:rtl/>
        </w:rPr>
        <w:t>اِلاَّ مَنْ تَوَلّٰ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tl/>
        </w:rPr>
        <w:t xml:space="preserve"> وَكَفَرَ</w:t>
      </w:r>
      <w:r w:rsidR="00476253" w:rsidRPr="005D6CD7">
        <w:rPr>
          <w:rStyle w:val="libAieChar"/>
          <w:rFonts w:hint="cs"/>
          <w:rtl/>
        </w:rPr>
        <w:t>فَی</w:t>
      </w:r>
      <w:r w:rsidR="00476253" w:rsidRPr="005D6CD7">
        <w:rPr>
          <w:rStyle w:val="libAieChar"/>
          <w:rFonts w:hint="eastAsia"/>
          <w:rtl/>
        </w:rPr>
        <w:t>عَذِّبُ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ُ</w:t>
      </w:r>
      <w:r w:rsidR="00476253" w:rsidRPr="005D6CD7">
        <w:rPr>
          <w:rStyle w:val="libAieChar"/>
          <w:rtl/>
        </w:rPr>
        <w:t xml:space="preserve"> اللّٰ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ُ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الْعَذَابَ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الْاَكْبَرَاِنَّ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اِلَی</w:t>
      </w:r>
      <w:r w:rsidR="00476253" w:rsidRPr="005D6CD7">
        <w:rPr>
          <w:rStyle w:val="libAieChar"/>
          <w:rFonts w:hint="eastAsia"/>
          <w:rtl/>
        </w:rPr>
        <w:t>نَا</w:t>
      </w:r>
      <w:r w:rsidR="00476253" w:rsidRPr="005D6CD7">
        <w:rPr>
          <w:rStyle w:val="libAieChar"/>
          <w:rtl/>
        </w:rPr>
        <w:t xml:space="preserve"> اِ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ابَ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ُمْثُمَّ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اِنَّ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عَلَی</w:t>
      </w:r>
      <w:r w:rsidR="00476253" w:rsidRPr="005D6CD7">
        <w:rPr>
          <w:rStyle w:val="libAieChar"/>
          <w:rFonts w:hint="eastAsia"/>
          <w:rtl/>
        </w:rPr>
        <w:t>نَا</w:t>
      </w:r>
      <w:r w:rsidR="00476253" w:rsidRPr="005D6CD7">
        <w:rPr>
          <w:rStyle w:val="libAieChar"/>
          <w:rtl/>
        </w:rPr>
        <w:t xml:space="preserve"> حِسَابَ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ُمْ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(303)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”مگر</w:t>
      </w:r>
      <w:r w:rsidR="00476253">
        <w:rPr>
          <w:rtl/>
          <w:lang w:bidi="ur-PK"/>
        </w:rPr>
        <w:t xml:space="preserve"> منھ پھ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رلے</w:t>
      </w:r>
      <w:r w:rsidR="00476253">
        <w:rPr>
          <w:rtl/>
          <w:lang w:bidi="ur-PK"/>
        </w:rPr>
        <w:t xml:space="preserve"> اور کافر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جائے۔تو خدا اسے بھت بڑے عذاب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مبتلا کرے گا۔پھر ھمارے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طرف ان سب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باز گشت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۔اور ھمارے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ذمہ ان سب کا حساب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A9262B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درج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قرآن </w:t>
      </w:r>
      <w:r w:rsidR="0005211C">
        <w:rPr>
          <w:rStyle w:val="libAlaemChar"/>
          <w:rtl/>
        </w:rPr>
        <w:t>(</w:t>
      </w:r>
      <w:r w:rsidRPr="005D6CD7">
        <w:rPr>
          <w:rStyle w:val="libArabicChar"/>
          <w:rFonts w:hint="cs"/>
          <w:rtl/>
        </w:rPr>
        <w:t>إِنَّ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السَّمْعَ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وَالْبَصَرَ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وَالْفُؤَادَ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كُلُّ</w:t>
      </w:r>
      <w:r w:rsidRPr="005D6CD7">
        <w:rPr>
          <w:rStyle w:val="libArabicChar"/>
          <w:rtl/>
        </w:rPr>
        <w:t xml:space="preserve"> </w:t>
      </w:r>
      <w:r w:rsidR="00BA0B7F">
        <w:rPr>
          <w:rStyle w:val="libArabicChar"/>
          <w:rFonts w:hint="cs"/>
          <w:rtl/>
        </w:rPr>
        <w:t>ا</w:t>
      </w:r>
      <w:r w:rsidRPr="005D6CD7">
        <w:rPr>
          <w:rStyle w:val="libArabicChar"/>
          <w:rFonts w:hint="eastAsia"/>
          <w:rtl/>
        </w:rPr>
        <w:t>وْلَئِكَ</w:t>
      </w:r>
      <w:r w:rsidRPr="005D6CD7">
        <w:rPr>
          <w:rStyle w:val="libArabicChar"/>
          <w:rtl/>
        </w:rPr>
        <w:t xml:space="preserve"> كَانَ عَنْ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ُ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مَسْئُولًا</w:t>
      </w:r>
      <w:r w:rsidR="006F6A7F" w:rsidRPr="006F6A7F">
        <w:rPr>
          <w:rStyle w:val="libAlaemChar"/>
          <w:rtl/>
        </w:rPr>
        <w:t>)</w:t>
      </w:r>
      <w:r>
        <w:rPr>
          <w:rtl/>
          <w:lang w:bidi="ur-PK"/>
        </w:rPr>
        <w:t xml:space="preserve">۔ </w:t>
      </w:r>
      <w:r w:rsidR="00A9262B" w:rsidRPr="00A9262B">
        <w:rPr>
          <w:rStyle w:val="libFootnotenumChar"/>
          <w:rFonts w:hint="cs"/>
          <w:rtl/>
        </w:rPr>
        <w:t>(304)</w:t>
      </w:r>
      <w:r w:rsidRPr="00A9262B">
        <w:rPr>
          <w:rStyle w:val="libFootnotenumChar"/>
          <w:rtl/>
        </w:rPr>
        <w:t xml:space="preserve"> </w:t>
      </w:r>
      <w:r>
        <w:rPr>
          <w:rtl/>
          <w:lang w:bidi="ur-PK"/>
        </w:rPr>
        <w:t>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سْ</w:t>
      </w:r>
      <w:r w:rsidR="00BA0B7F">
        <w:rPr>
          <w:rStyle w:val="libArabicChar"/>
          <w:rFonts w:hint="eastAsia"/>
          <w:rtl/>
        </w:rPr>
        <w:t>ا</w:t>
      </w:r>
      <w:r w:rsidRPr="005D6CD7">
        <w:rPr>
          <w:rStyle w:val="libArabicChar"/>
          <w:rFonts w:hint="eastAsia"/>
          <w:rtl/>
        </w:rPr>
        <w:t>لُ</w:t>
      </w:r>
      <w:r w:rsidRPr="005D6CD7">
        <w:rPr>
          <w:rStyle w:val="libArabicChar"/>
          <w:rtl/>
        </w:rPr>
        <w:t xml:space="preserve"> السَّمْعَ عَمّا 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سْمَعُ،</w:t>
      </w:r>
      <w:r w:rsidRPr="005D6CD7">
        <w:rPr>
          <w:rStyle w:val="libArabicChar"/>
          <w:rtl/>
        </w:rPr>
        <w:t xml:space="preserve"> وَالْبَصَرَ عَمّا 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طْرِفُ،</w:t>
      </w:r>
      <w:r w:rsidRPr="005D6CD7">
        <w:rPr>
          <w:rStyle w:val="libArabicChar"/>
          <w:rtl/>
        </w:rPr>
        <w:t xml:space="preserve"> وَالْفُ</w:t>
      </w:r>
      <w:r w:rsidR="00AA04E3">
        <w:rPr>
          <w:rStyle w:val="libArabicChar"/>
          <w:rtl/>
        </w:rPr>
        <w:t>و</w:t>
      </w:r>
      <w:r w:rsidRPr="005D6CD7">
        <w:rPr>
          <w:rStyle w:val="libArabicChar"/>
          <w:rFonts w:hint="eastAsia"/>
          <w:rtl/>
        </w:rPr>
        <w:t>ادَ</w:t>
      </w:r>
      <w:r w:rsidRPr="005D6CD7">
        <w:rPr>
          <w:rStyle w:val="libArabicChar"/>
          <w:rtl/>
        </w:rPr>
        <w:t xml:space="preserve"> عَمّا عَقَدَ عَلَ</w:t>
      </w:r>
      <w:r w:rsidRPr="005D6CD7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ِ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(305)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”روز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خدا وندعالم کانوں سے سن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آنکھوں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زوںکے</w:t>
      </w:r>
      <w:r>
        <w:rPr>
          <w:rtl/>
          <w:lang w:bidi="ur-PK"/>
        </w:rPr>
        <w:t xml:space="preserve">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سوال فرمائے گا“۔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حضرت امام سجاد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مومن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کافر کے ذمہ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کافر سے مومن کے نفع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حالانکہ کافر اھل جہنم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گا؟ تو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کافر پر حق کے برابر مومن </w:t>
      </w:r>
      <w:r>
        <w:rPr>
          <w:rtl/>
          <w:lang w:bidi="ur-PK"/>
        </w:rPr>
        <w:lastRenderedPageBreak/>
        <w:t>کے گناھوں کو ک</w:t>
      </w:r>
      <w:r>
        <w:rPr>
          <w:rFonts w:hint="eastAsia"/>
          <w:rtl/>
          <w:lang w:bidi="ur-PK"/>
        </w:rPr>
        <w:t>افر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گردن پر ڈالد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 اور کافر اپنے گناھوں اور اس حق کے گناھوں کے برابر عذاب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گا!</w:t>
      </w:r>
      <w:r w:rsidR="0005211C" w:rsidRPr="00125F42">
        <w:rPr>
          <w:rStyle w:val="libFootnotenumChar"/>
          <w:rtl/>
          <w:lang w:bidi="ur-PK"/>
        </w:rPr>
        <w:t>(306)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ظلم</w:t>
      </w:r>
      <w:r>
        <w:rPr>
          <w:rtl/>
          <w:lang w:bidi="ur-PK"/>
        </w:rPr>
        <w:t xml:space="preserve"> و ستم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وہ ستم جس کو معاف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دوسرے وہ ستم جس کو چھوڑا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جائے گا،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سرے</w:t>
      </w:r>
      <w:r>
        <w:rPr>
          <w:rtl/>
          <w:lang w:bidi="ur-PK"/>
        </w:rPr>
        <w:t xml:space="preserve"> وہ ستم جو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 اور اس کا مطالبہ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گا۔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ستم جو معاف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 وہ خدا کے ساتھ شرک کرنا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خداوندعالم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125F42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5D6CD7">
        <w:rPr>
          <w:rStyle w:val="libAieChar"/>
          <w:rtl/>
        </w:rPr>
        <w:t>إِنَّ اللهَ لاَ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غْفِرُ</w:t>
      </w:r>
      <w:r w:rsidR="00476253" w:rsidRPr="005D6CD7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5D6CD7">
        <w:rPr>
          <w:rStyle w:val="libAieChar"/>
          <w:rFonts w:hint="eastAsia"/>
          <w:rtl/>
        </w:rPr>
        <w:t>نْ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شْرَكَ</w:t>
      </w:r>
      <w:r w:rsidR="00476253" w:rsidRPr="005D6CD7">
        <w:rPr>
          <w:rStyle w:val="libAieChar"/>
          <w:rtl/>
        </w:rPr>
        <w:t xml:space="preserve"> بِ</w:t>
      </w:r>
      <w:r w:rsidR="00705CD5" w:rsidRPr="00705CD5">
        <w:rPr>
          <w:rStyle w:val="libAieChar"/>
          <w:rFonts w:hint="cs"/>
          <w:rtl/>
        </w:rPr>
        <w:t>ه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(307)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”اللہ</w:t>
      </w:r>
      <w:r w:rsidR="00476253">
        <w:rPr>
          <w:rtl/>
          <w:lang w:bidi="ur-PK"/>
        </w:rPr>
        <w:t xml:space="preserve"> اس بات کو معاف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کر سکتا کہ اس کا شر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قرا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جائے“۔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وہ</w:t>
      </w:r>
      <w:r>
        <w:rPr>
          <w:rtl/>
          <w:lang w:bidi="ur-PK"/>
        </w:rPr>
        <w:t xml:space="preserve"> ستم جو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گا، وہ انسان کا اپنے نفس پر ظلم و ستم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 جو انسان نے گناھان صغ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گا۔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ستم جس کو چھوڑا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جائے گا، وہ دوسروں پر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ظلم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گا،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ستم چاقو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tl/>
          <w:lang w:bidi="ur-PK"/>
        </w:rPr>
        <w:t xml:space="preserve">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ستم ن</w:t>
      </w:r>
      <w:r w:rsidR="00AA04E3">
        <w:rPr>
          <w:rtl/>
          <w:lang w:bidi="ur-PK"/>
        </w:rPr>
        <w:t xml:space="preserve"> ہیں</w:t>
      </w:r>
      <w:r w:rsidR="003264F6">
        <w:rPr>
          <w:rtl/>
          <w:lang w:bidi="ur-PK"/>
        </w:rPr>
        <w:t xml:space="preserve"> ہو</w:t>
      </w:r>
      <w:r>
        <w:rPr>
          <w:rFonts w:hint="eastAsia"/>
          <w:rtl/>
          <w:lang w:bidi="ur-PK"/>
        </w:rPr>
        <w:t>گا</w:t>
      </w:r>
      <w:r>
        <w:rPr>
          <w:rtl/>
          <w:lang w:bidi="ur-PK"/>
        </w:rPr>
        <w:t xml:space="preserve"> بلکہ اس سے (بھ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کمتر اور چھوٹا ظلم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گا۔</w:t>
      </w:r>
      <w:r w:rsidR="0005211C" w:rsidRPr="00125F42">
        <w:rPr>
          <w:rStyle w:val="libFootnotenumChar"/>
          <w:rtl/>
          <w:lang w:bidi="ur-PK"/>
        </w:rPr>
        <w:t>(308)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5D6CD7">
        <w:rPr>
          <w:rStyle w:val="libArabicChar"/>
          <w:rFonts w:hint="cs"/>
          <w:rtl/>
        </w:rPr>
        <w:t>ی</w:t>
      </w:r>
      <w:r w:rsidR="00AA04E3">
        <w:rPr>
          <w:rStyle w:val="libArabicChar"/>
          <w:rFonts w:hint="eastAsia"/>
          <w:rtl/>
        </w:rPr>
        <w:t>و</w:t>
      </w:r>
      <w:r w:rsidRPr="005D6CD7">
        <w:rPr>
          <w:rStyle w:val="libArabicChar"/>
          <w:rFonts w:hint="eastAsia"/>
          <w:rtl/>
        </w:rPr>
        <w:t>تيٰ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وْمَ</w:t>
      </w:r>
      <w:r w:rsidRPr="005D6CD7">
        <w:rPr>
          <w:rStyle w:val="libArabicChar"/>
          <w:rtl/>
        </w:rPr>
        <w:t xml:space="preserve"> الْقِ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امَةِ</w:t>
      </w:r>
      <w:r w:rsidRPr="005D6CD7">
        <w:rPr>
          <w:rStyle w:val="libArabicChar"/>
          <w:rtl/>
        </w:rPr>
        <w:t xml:space="preserve"> بِصاحِبِ الدَّ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نِ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شْكُو</w:t>
      </w:r>
      <w:r w:rsidRPr="005D6CD7">
        <w:rPr>
          <w:rStyle w:val="libArabicChar"/>
          <w:rtl/>
        </w:rPr>
        <w:t xml:space="preserve"> الْوَحْشَةَ، فَاِنْ کاَنَتْ لَ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ْ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حَسَناتُ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اْخِذَ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مِنْ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ُ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لِصاحِبِ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الدَّی</w:t>
      </w:r>
      <w:r w:rsidRPr="005D6CD7">
        <w:rPr>
          <w:rStyle w:val="libArabicChar"/>
          <w:rFonts w:hint="eastAsia"/>
          <w:rtl/>
        </w:rPr>
        <w:t>نِ،</w:t>
      </w:r>
      <w:r w:rsidRPr="005D6CD7">
        <w:rPr>
          <w:rStyle w:val="libArabicChar"/>
          <w:rtl/>
        </w:rPr>
        <w:t xml:space="preserve"> وَقالَ:وَاِنْ لَمْ تَكُنْ لَ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ُ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حَسَناتٌ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اُلْقِی</w:t>
      </w:r>
      <w:r w:rsidRPr="005D6CD7">
        <w:rPr>
          <w:rStyle w:val="libArabicChar"/>
          <w:rtl/>
        </w:rPr>
        <w:t xml:space="preserve"> عَلَ</w:t>
      </w:r>
      <w:r w:rsidRPr="005D6CD7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ِ</w:t>
      </w:r>
      <w:r w:rsidRPr="005D6CD7">
        <w:rPr>
          <w:rStyle w:val="libArabicChar"/>
          <w:rtl/>
        </w:rPr>
        <w:t xml:space="preserve"> مِنْ سَ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ئاتِ</w:t>
      </w:r>
      <w:r w:rsidRPr="005D6CD7">
        <w:rPr>
          <w:rStyle w:val="libArabicChar"/>
          <w:rtl/>
        </w:rPr>
        <w:t xml:space="preserve"> صاحِبِ الدَّ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نِ</w:t>
      </w:r>
      <w:r>
        <w:rPr>
          <w:rtl/>
          <w:lang w:bidi="ur-PK"/>
        </w:rPr>
        <w:t xml:space="preserve">۔“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مقروض کو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حاضر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 جو خوف و وحشت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گا، تو اگر اس کے پاس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صاحب قرض کو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 راگر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صاحب قرض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گردن پر ڈال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حساب</w:t>
      </w:r>
      <w:r>
        <w:rPr>
          <w:rtl/>
          <w:lang w:bidi="ur-PK"/>
        </w:rPr>
        <w:t xml:space="preserve"> و کتاب اور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بندوں کے اعمال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کا دوبارہ مطالعہ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کے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مصاد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پر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رکھنا قرآن و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کا جزء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CB7E8E">
      <w:pPr>
        <w:pStyle w:val="Heading2Center"/>
        <w:rPr>
          <w:rtl/>
          <w:lang w:bidi="ur-PK"/>
        </w:rPr>
      </w:pPr>
      <w:bookmarkStart w:id="104" w:name="_Toc520984041"/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bookmarkEnd w:id="104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کے اعمال کو پرکھنے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r>
        <w:rPr>
          <w:rtl/>
          <w:lang w:bidi="ur-PK"/>
        </w:rPr>
        <w:t xml:space="preserve"> اور ترازو چاھے جس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ساتھ بھ</w:t>
      </w:r>
      <w:r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اھم مسئلہ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کا ذکر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اور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اھل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جو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مسائل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مسئلہ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6F6A7F" w:rsidP="00125F42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5D6CD7">
        <w:rPr>
          <w:rStyle w:val="libAieChar"/>
          <w:rtl/>
        </w:rPr>
        <w:t xml:space="preserve">وَالْوَزْنُ 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وْمَئِذٍ</w:t>
      </w:r>
      <w:r w:rsidR="00476253" w:rsidRPr="005D6CD7">
        <w:rPr>
          <w:rStyle w:val="libAieChar"/>
          <w:rtl/>
        </w:rPr>
        <w:t xml:space="preserve"> الْحَق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(309)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”آج</w:t>
      </w:r>
      <w:r w:rsidR="00476253">
        <w:rPr>
          <w:rtl/>
          <w:lang w:bidi="ur-PK"/>
        </w:rPr>
        <w:t xml:space="preserve"> کے دن اعمال کا وزن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برحق شئے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lastRenderedPageBreak/>
        <w:t>(</w:t>
      </w:r>
      <w:r w:rsidR="00476253" w:rsidRPr="005D6CD7">
        <w:rPr>
          <w:rStyle w:val="libAieChar"/>
          <w:rtl/>
        </w:rPr>
        <w:t>وَ نَضَعُ المَوَازِ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نَ</w:t>
      </w:r>
      <w:r w:rsidR="00476253" w:rsidRPr="005D6CD7">
        <w:rPr>
          <w:rStyle w:val="libAieChar"/>
          <w:rtl/>
        </w:rPr>
        <w:t xml:space="preserve"> الْقِسْطَ لِ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وْمِ</w:t>
      </w:r>
      <w:r w:rsidR="00476253" w:rsidRPr="005D6CD7">
        <w:rPr>
          <w:rStyle w:val="libAieChar"/>
          <w:rtl/>
        </w:rPr>
        <w:t xml:space="preserve"> الْقِ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امَةِ</w:t>
      </w:r>
      <w:r w:rsidR="00476253" w:rsidRPr="005D6CD7">
        <w:rPr>
          <w:rStyle w:val="libAieChar"/>
          <w:rtl/>
        </w:rPr>
        <w:t xml:space="preserve"> فَلاَ تُظْلَمُ نَفْسٌ شَ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ئاً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(310)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ھم 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امت</w:t>
      </w:r>
      <w:r w:rsidR="00476253">
        <w:rPr>
          <w:rtl/>
          <w:lang w:bidi="ur-PK"/>
        </w:rPr>
        <w:t xml:space="preserve"> کے دن انصاف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ترازو قائم کر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گے“۔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ہشام</w:t>
      </w:r>
      <w:r>
        <w:rPr>
          <w:rtl/>
          <w:lang w:bidi="ur-PK"/>
        </w:rPr>
        <w:t xml:space="preserve"> بن سالم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”م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زان“</w:t>
      </w:r>
      <w:r>
        <w:rPr>
          <w:rtl/>
          <w:lang w:bidi="ur-PK"/>
        </w:rPr>
        <w:t xml:space="preserve">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مراد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تو 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اس سے مراد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 اوص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(311)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ھاں،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بندوں کے اعمال، عقائد اور اخلاق کو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 ائمہ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کے ساتھ تولا جائے گا، اگر انسان کے عقائد، اعمال اور اخلاق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 ائمہ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کے عقائد و اعمال کے ساتھ ھم آہنگ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گے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شخص اھل نجات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درحق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اس کا پلڑا بھار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گا، اور اگر انسان کے اعمال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و ائمہ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سے ھم آہنگ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گے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شخص نجات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پاسکتا، چونکہ اس کا پلڑا ھلکا او ربے وزن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گا،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ان دونوں مسائل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اشارہ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5D6CD7">
        <w:rPr>
          <w:rStyle w:val="libAieChar"/>
          <w:rFonts w:hint="cs"/>
          <w:rtl/>
        </w:rPr>
        <w:t>فَمَنْ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ثَقُلَتْ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مَوَازِی</w:t>
      </w:r>
      <w:r w:rsidR="00476253" w:rsidRPr="005D6CD7">
        <w:rPr>
          <w:rStyle w:val="libAieChar"/>
          <w:rFonts w:hint="eastAsia"/>
          <w:rtl/>
        </w:rPr>
        <w:t>نُ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ُ</w:t>
      </w:r>
      <w:r w:rsidR="00476253" w:rsidRPr="005D6CD7">
        <w:rPr>
          <w:rStyle w:val="libAieChar"/>
          <w:rtl/>
        </w:rPr>
        <w:t xml:space="preserve"> فَ</w:t>
      </w:r>
      <w:r w:rsidR="00BA0B7F">
        <w:rPr>
          <w:rStyle w:val="libAieChar"/>
          <w:rtl/>
        </w:rPr>
        <w:t>ا</w:t>
      </w:r>
      <w:r w:rsidR="00476253" w:rsidRPr="005D6CD7">
        <w:rPr>
          <w:rStyle w:val="libAieChar"/>
          <w:rFonts w:hint="eastAsia"/>
          <w:rtl/>
        </w:rPr>
        <w:t>وْلَئِكَ</w:t>
      </w:r>
      <w:r w:rsidR="00476253" w:rsidRPr="005D6CD7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م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الْمُفْلِحُونَ</w:t>
      </w:r>
      <w:r w:rsidR="00476253" w:rsidRPr="005D6CD7">
        <w:rPr>
          <w:rStyle w:val="libAieChar"/>
          <w:rtl/>
        </w:rPr>
        <w:t xml:space="preserve">  </w:t>
      </w:r>
      <w:r w:rsidR="00476253" w:rsidRPr="005D6CD7">
        <w:rPr>
          <w:rStyle w:val="libAieChar"/>
          <w:rFonts w:hint="cs"/>
          <w:rtl/>
        </w:rPr>
        <w:t>وَمَنْ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خَفَّتْ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مَوَازِی</w:t>
      </w:r>
      <w:r w:rsidR="00476253" w:rsidRPr="005D6CD7">
        <w:rPr>
          <w:rStyle w:val="libAieChar"/>
          <w:rFonts w:hint="eastAsia"/>
          <w:rtl/>
        </w:rPr>
        <w:t>نُ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ُ</w:t>
      </w:r>
      <w:r w:rsidR="00476253" w:rsidRPr="005D6CD7">
        <w:rPr>
          <w:rStyle w:val="libAieChar"/>
          <w:rtl/>
        </w:rPr>
        <w:t xml:space="preserve"> فَ</w:t>
      </w:r>
      <w:r w:rsidR="00BA0B7F">
        <w:rPr>
          <w:rStyle w:val="libAieChar"/>
          <w:rtl/>
        </w:rPr>
        <w:t>ا</w:t>
      </w:r>
      <w:r w:rsidR="00476253" w:rsidRPr="005D6CD7">
        <w:rPr>
          <w:rStyle w:val="libAieChar"/>
          <w:rFonts w:hint="eastAsia"/>
          <w:rtl/>
        </w:rPr>
        <w:t>وْلَئِكَ</w:t>
      </w:r>
      <w:r w:rsidR="00476253" w:rsidRPr="005D6CD7">
        <w:rPr>
          <w:rStyle w:val="libAieChar"/>
          <w:rtl/>
        </w:rPr>
        <w:t xml:space="preserve"> الَّذِ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نَ</w:t>
      </w:r>
      <w:r w:rsidR="00476253" w:rsidRPr="005D6CD7">
        <w:rPr>
          <w:rStyle w:val="libAieChar"/>
          <w:rtl/>
        </w:rPr>
        <w:t xml:space="preserve"> خَسِرُوا </w:t>
      </w:r>
      <w:r w:rsidR="00BA0B7F">
        <w:rPr>
          <w:rStyle w:val="libAieChar"/>
          <w:rtl/>
        </w:rPr>
        <w:t>ا</w:t>
      </w:r>
      <w:r w:rsidR="00476253" w:rsidRPr="005D6CD7">
        <w:rPr>
          <w:rStyle w:val="libAieChar"/>
          <w:rFonts w:hint="eastAsia"/>
          <w:rtl/>
        </w:rPr>
        <w:t>نفُسَ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م</w:t>
      </w:r>
      <w:r w:rsidR="00476253" w:rsidRPr="005D6CD7">
        <w:rPr>
          <w:rStyle w:val="libAieChar"/>
          <w:rtl/>
        </w:rPr>
        <w:t xml:space="preserve"> بِمَا كَانُوا بِآ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اتِنَا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ظْلِمُونَ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(312)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پھر جن کے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اعمال کا پلہ بھار</w:t>
      </w:r>
      <w:r w:rsidR="00476253"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>گا وھ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نجات پانے والے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>۔اور جن کا پلہ ھلکا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وہ لوگ تھے جنھوں نے اپنے نفس کو خسارہ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رکھا کہ وہ ھمار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آ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tl/>
          <w:lang w:bidi="ur-PK"/>
        </w:rPr>
        <w:t xml:space="preserve"> وں پر ظلم کر </w:t>
      </w:r>
      <w:r w:rsidR="00AA04E3">
        <w:rPr>
          <w:rtl/>
          <w:lang w:bidi="ur-PK"/>
        </w:rPr>
        <w:t xml:space="preserve">رہے </w:t>
      </w:r>
      <w:r w:rsidR="00476253">
        <w:rPr>
          <w:rtl/>
          <w:lang w:bidi="ur-PK"/>
        </w:rPr>
        <w:t xml:space="preserve"> تھے“۔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5D6CD7">
        <w:rPr>
          <w:rStyle w:val="libAieChar"/>
          <w:rFonts w:hint="cs"/>
          <w:rtl/>
        </w:rPr>
        <w:t>وَاِنْ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کاَنَ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مِثْقَالَ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حَبَّةٍ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مِنْ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خَرْدَلٍ</w:t>
      </w:r>
      <w:r w:rsidR="00476253" w:rsidRPr="005D6CD7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5D6CD7">
        <w:rPr>
          <w:rStyle w:val="libAieChar"/>
          <w:rFonts w:hint="eastAsia"/>
          <w:rtl/>
        </w:rPr>
        <w:t>تَ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نَا</w:t>
      </w:r>
      <w:r w:rsidR="00476253" w:rsidRPr="005D6CD7">
        <w:rPr>
          <w:rStyle w:val="libAieChar"/>
          <w:rtl/>
        </w:rPr>
        <w:t xml:space="preserve"> 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َا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وَكَفَيٰ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بِنَا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حَاسِبِی</w:t>
      </w:r>
      <w:r w:rsidR="00476253" w:rsidRPr="005D6CD7">
        <w:rPr>
          <w:rStyle w:val="libAieChar"/>
          <w:rFonts w:hint="eastAsia"/>
          <w:rtl/>
        </w:rPr>
        <w:t>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(313)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کس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کا عمل رائ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کے دانہ کے برابر بھ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تو ھم اسے لے آئ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گے اور ھم سب کا حساب کرنے کے لئے کاف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“۔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5D6CD7">
        <w:rPr>
          <w:rStyle w:val="libArabicChar"/>
          <w:rtl/>
        </w:rPr>
        <w:t>فَ</w:t>
      </w:r>
      <w:r w:rsidR="00BA0B7F">
        <w:rPr>
          <w:rStyle w:val="libArabicChar"/>
          <w:rtl/>
        </w:rPr>
        <w:t>ا</w:t>
      </w:r>
      <w:r w:rsidR="00476253" w:rsidRPr="005D6CD7">
        <w:rPr>
          <w:rStyle w:val="libArabicChar"/>
          <w:rFonts w:hint="eastAsia"/>
          <w:rtl/>
        </w:rPr>
        <w:t>مَّا</w:t>
      </w:r>
      <w:r w:rsidR="00476253" w:rsidRPr="005D6CD7">
        <w:rPr>
          <w:rStyle w:val="libArabicChar"/>
          <w:rtl/>
        </w:rPr>
        <w:t xml:space="preserve"> مَن ثَقُلَتْ مَوَازِ</w:t>
      </w:r>
      <w:r w:rsidR="00476253" w:rsidRPr="005D6CD7">
        <w:rPr>
          <w:rStyle w:val="libArabicChar"/>
          <w:rFonts w:hint="cs"/>
          <w:rtl/>
        </w:rPr>
        <w:t>ی</w:t>
      </w:r>
      <w:r w:rsidR="00476253" w:rsidRPr="005D6CD7">
        <w:rPr>
          <w:rStyle w:val="libArabicChar"/>
          <w:rFonts w:hint="eastAsia"/>
          <w:rtl/>
        </w:rPr>
        <w:t>نُ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cs"/>
          <w:rtl/>
        </w:rPr>
        <w:t>ُ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فَ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cs"/>
          <w:rtl/>
        </w:rPr>
        <w:t>ُوَ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فِی</w:t>
      </w:r>
      <w:r w:rsidR="00476253" w:rsidRPr="005D6CD7">
        <w:rPr>
          <w:rStyle w:val="libArabicChar"/>
          <w:rtl/>
        </w:rPr>
        <w:t xml:space="preserve"> عِ</w:t>
      </w:r>
      <w:r w:rsidR="00476253" w:rsidRPr="005D6CD7">
        <w:rPr>
          <w:rStyle w:val="libArabicChar"/>
          <w:rFonts w:hint="cs"/>
          <w:rtl/>
        </w:rPr>
        <w:t>ی</w:t>
      </w:r>
      <w:r w:rsidR="00476253" w:rsidRPr="005D6CD7">
        <w:rPr>
          <w:rStyle w:val="libArabicChar"/>
          <w:rFonts w:hint="eastAsia"/>
          <w:rtl/>
        </w:rPr>
        <w:t>شَةٍ</w:t>
      </w:r>
      <w:r w:rsidR="00476253" w:rsidRPr="005D6CD7">
        <w:rPr>
          <w:rStyle w:val="libArabicChar"/>
          <w:rtl/>
        </w:rPr>
        <w:t xml:space="preserve"> رَاضِ</w:t>
      </w:r>
      <w:r w:rsidR="00476253" w:rsidRPr="005D6CD7">
        <w:rPr>
          <w:rStyle w:val="libArabicChar"/>
          <w:rFonts w:hint="cs"/>
          <w:rtl/>
        </w:rPr>
        <w:t>ی</w:t>
      </w:r>
      <w:r w:rsidR="00476253" w:rsidRPr="005D6CD7">
        <w:rPr>
          <w:rStyle w:val="libArabicChar"/>
          <w:rFonts w:hint="eastAsia"/>
          <w:rtl/>
        </w:rPr>
        <w:t>ةٍ</w:t>
      </w:r>
      <w:r w:rsidR="00476253" w:rsidRPr="005D6CD7">
        <w:rPr>
          <w:rStyle w:val="libArabicChar"/>
          <w:rFonts w:hint="cs"/>
          <w:rtl/>
        </w:rPr>
        <w:t>وَ</w:t>
      </w:r>
      <w:r w:rsidR="00BA0B7F">
        <w:rPr>
          <w:rStyle w:val="libArabicChar"/>
          <w:rFonts w:hint="cs"/>
          <w:rtl/>
        </w:rPr>
        <w:t>ا</w:t>
      </w:r>
      <w:r w:rsidR="00476253" w:rsidRPr="005D6CD7">
        <w:rPr>
          <w:rStyle w:val="libArabicChar"/>
          <w:rFonts w:hint="eastAsia"/>
          <w:rtl/>
        </w:rPr>
        <w:t>مَّا</w:t>
      </w:r>
      <w:r w:rsidR="00476253" w:rsidRPr="005D6CD7">
        <w:rPr>
          <w:rStyle w:val="libArabicChar"/>
          <w:rtl/>
        </w:rPr>
        <w:t xml:space="preserve"> مَنْ خَفَّتْ مَوَازِ</w:t>
      </w:r>
      <w:r w:rsidR="00476253" w:rsidRPr="005D6CD7">
        <w:rPr>
          <w:rStyle w:val="libArabicChar"/>
          <w:rFonts w:hint="cs"/>
          <w:rtl/>
        </w:rPr>
        <w:t>ی</w:t>
      </w:r>
      <w:r w:rsidR="00476253" w:rsidRPr="005D6CD7">
        <w:rPr>
          <w:rStyle w:val="libArabicChar"/>
          <w:rFonts w:hint="eastAsia"/>
          <w:rtl/>
        </w:rPr>
        <w:t>نُ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cs"/>
          <w:rtl/>
        </w:rPr>
        <w:t>ُ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فَ</w:t>
      </w:r>
      <w:r w:rsidR="00BA0B7F">
        <w:rPr>
          <w:rStyle w:val="libArabicChar"/>
          <w:rFonts w:hint="cs"/>
          <w:rtl/>
        </w:rPr>
        <w:t>ا</w:t>
      </w:r>
      <w:r w:rsidR="00476253" w:rsidRPr="005D6CD7">
        <w:rPr>
          <w:rStyle w:val="libArabicChar"/>
          <w:rtl/>
        </w:rPr>
        <w:t xml:space="preserve"> مُّ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cs"/>
          <w:rtl/>
        </w:rPr>
        <w:t>ُ</w:t>
      </w:r>
      <w:r w:rsidR="00476253" w:rsidRPr="005D6CD7">
        <w:rPr>
          <w:rStyle w:val="libArabicChar"/>
          <w:rtl/>
        </w:rPr>
        <w:t xml:space="preserve"> 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cs"/>
          <w:rtl/>
        </w:rPr>
        <w:t>َاوِی</w:t>
      </w:r>
      <w:r w:rsidR="00476253" w:rsidRPr="005D6CD7">
        <w:rPr>
          <w:rStyle w:val="libArabicChar"/>
          <w:rFonts w:hint="eastAsia"/>
          <w:rtl/>
        </w:rPr>
        <w:t>ةٌ</w:t>
      </w:r>
      <w:r w:rsidR="00476253" w:rsidRPr="005D6CD7">
        <w:rPr>
          <w:rStyle w:val="libArabicChar"/>
          <w:rFonts w:hint="cs"/>
          <w:rtl/>
        </w:rPr>
        <w:t>وَمَا</w:t>
      </w:r>
      <w:r w:rsidR="00476253" w:rsidRPr="005D6CD7">
        <w:rPr>
          <w:rStyle w:val="libArabicChar"/>
          <w:rtl/>
        </w:rPr>
        <w:t xml:space="preserve"> </w:t>
      </w:r>
      <w:r w:rsidR="00BA0B7F">
        <w:rPr>
          <w:rStyle w:val="libArabicChar"/>
          <w:rFonts w:hint="cs"/>
          <w:rtl/>
        </w:rPr>
        <w:t>ا</w:t>
      </w:r>
      <w:r w:rsidR="00476253" w:rsidRPr="005D6CD7">
        <w:rPr>
          <w:rStyle w:val="libArabicChar"/>
          <w:rFonts w:hint="eastAsia"/>
          <w:rtl/>
        </w:rPr>
        <w:t>دْرَاكَ</w:t>
      </w:r>
      <w:r w:rsidR="00476253" w:rsidRPr="005D6CD7">
        <w:rPr>
          <w:rStyle w:val="libArabicChar"/>
          <w:rtl/>
        </w:rPr>
        <w:t xml:space="preserve"> مَا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cs"/>
          <w:rtl/>
        </w:rPr>
        <w:t>ِی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cs"/>
          <w:rtl/>
        </w:rPr>
        <w:t>ْنَارٌ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حَامِی</w:t>
      </w:r>
      <w:r w:rsidR="00476253" w:rsidRPr="005D6CD7">
        <w:rPr>
          <w:rStyle w:val="libArabicChar"/>
          <w:rFonts w:hint="eastAsia"/>
          <w:rtl/>
        </w:rPr>
        <w:t>ةٌ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(314)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”تو</w:t>
      </w:r>
      <w:r w:rsidR="00476253">
        <w:rPr>
          <w:rtl/>
          <w:lang w:bidi="ur-PK"/>
        </w:rPr>
        <w:t xml:space="preserve"> اس دن جس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</w:t>
      </w:r>
      <w:r w:rsidR="00476253">
        <w:rPr>
          <w:rtl/>
          <w:lang w:bidi="ur-PK"/>
        </w:rPr>
        <w:t xml:space="preserve"> کا پلہ بھار</w:t>
      </w:r>
      <w:r w:rsidR="00476253"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گا۔وہ پسند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دہ</w:t>
      </w:r>
      <w:r w:rsidR="00476253">
        <w:rPr>
          <w:rtl/>
          <w:lang w:bidi="ur-PK"/>
        </w:rPr>
        <w:t xml:space="preserve"> ع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ش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گا۔اور جس کا پلہ ھلکا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گا ۔اس کا مرکز ھاو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۔اور تم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جانو کہ ھاو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مص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بت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۔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دہکت</w:t>
      </w:r>
      <w:r w:rsidR="00476253"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آگ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عقائد</w:t>
      </w:r>
      <w:r>
        <w:rPr>
          <w:rtl/>
          <w:lang w:bidi="ur-PK"/>
        </w:rPr>
        <w:t xml:space="preserve"> حقہ، اعمال صالحہ اور اخلاق حسنہ خاص اھم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برخوردار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عدل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ناقابل تصور وزن رکھتے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سخت مقامات پر باعث نجات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باقر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اپنے آباء و اجداد کے سلسلے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حضرت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 w:rsidRPr="005D6CD7">
        <w:rPr>
          <w:rStyle w:val="libArabicChar"/>
          <w:rFonts w:hint="eastAsia"/>
          <w:rtl/>
        </w:rPr>
        <w:t>حُبّ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tl/>
        </w:rPr>
        <w:t xml:space="preserve"> وَحُبُّ اَ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ل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بَی</w:t>
      </w:r>
      <w:r w:rsidRPr="005D6CD7">
        <w:rPr>
          <w:rStyle w:val="libArabicChar"/>
          <w:rFonts w:hint="eastAsia"/>
          <w:rtl/>
        </w:rPr>
        <w:t>تِ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tl/>
        </w:rPr>
        <w:t xml:space="preserve"> نافِعٌ فِ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tl/>
        </w:rPr>
        <w:t xml:space="preserve"> سَبْعَةِ مَواطِنَ اَ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ْوَالُ</w:t>
      </w:r>
      <w:r w:rsidR="00705CD5" w:rsidRPr="00163EB1">
        <w:rPr>
          <w:rStyle w:val="libArabicChar"/>
          <w:rFonts w:hint="cs"/>
          <w:rtl/>
        </w:rPr>
        <w:t>ه</w:t>
      </w:r>
      <w:r w:rsidRPr="005D6CD7">
        <w:rPr>
          <w:rStyle w:val="libArabicChar"/>
          <w:rFonts w:hint="cs"/>
          <w:rtl/>
        </w:rPr>
        <w:t>ُنَّ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عَظی</w:t>
      </w:r>
      <w:r w:rsidRPr="005D6CD7">
        <w:rPr>
          <w:rStyle w:val="libArabicChar"/>
          <w:rFonts w:hint="eastAsia"/>
          <w:rtl/>
        </w:rPr>
        <w:t>مَةٌ،</w:t>
      </w:r>
      <w:r w:rsidRPr="005D6CD7">
        <w:rPr>
          <w:rStyle w:val="libArabicChar"/>
          <w:rtl/>
        </w:rPr>
        <w:t xml:space="preserve"> عِنْدَ الْوَفاةِ، وَفِ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tl/>
        </w:rPr>
        <w:t xml:space="preserve"> الْقَبْرِ، وَ عِنْدَ النُّشورِ، وَ عِنْدَ الْكِتابِ، وَعِنْد الْحِسابِ، وَ عِنْدَ الْمِ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زانِ،</w:t>
      </w:r>
      <w:r w:rsidRPr="005D6CD7">
        <w:rPr>
          <w:rStyle w:val="libArabicChar"/>
          <w:rtl/>
        </w:rPr>
        <w:t xml:space="preserve"> وَ عِنْدَ الصِّراطِ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(315)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lastRenderedPageBreak/>
        <w:t>”ھمار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ھمارے اھل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سات خطرناک مقامات پر کام آئے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موت کے وقت، قبرم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دوبارہ زندہ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کے وقت، نامہ اعمال کے وقت، حساب کے وقت،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r>
        <w:rPr>
          <w:rtl/>
          <w:lang w:bidi="ur-PK"/>
        </w:rPr>
        <w:t xml:space="preserve"> پر، اور پُل صراط پر گزرتے وقت“۔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قارئ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کرام! ھم جانتے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محب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محبوب سے کسب آثار کے لئے بھت اھم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جو محبت انسان کے لئے سات مقامات پر کام آنے وال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جو انسان کو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اور آنحضرت کے اھل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اطاعت کرنے کے لئے آمادہ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سجاد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5D6CD7">
        <w:rPr>
          <w:rStyle w:val="libArabicChar"/>
          <w:rFonts w:hint="eastAsia"/>
          <w:rtl/>
        </w:rPr>
        <w:t>ما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وضَعُ</w:t>
      </w:r>
      <w:r w:rsidRPr="005D6CD7">
        <w:rPr>
          <w:rStyle w:val="libArabicChar"/>
          <w:rtl/>
        </w:rPr>
        <w:t xml:space="preserve"> ف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tl/>
        </w:rPr>
        <w:t xml:space="preserve"> م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زانِ</w:t>
      </w:r>
      <w:r w:rsidRPr="005D6CD7">
        <w:rPr>
          <w:rStyle w:val="libArabicChar"/>
          <w:rtl/>
        </w:rPr>
        <w:t xml:space="preserve"> امْرِ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ءٍ</w:t>
      </w:r>
      <w:r w:rsidRPr="005D6CD7">
        <w:rPr>
          <w:rStyle w:val="libArabicChar"/>
          <w:rtl/>
        </w:rPr>
        <w:t xml:space="preserve"> 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وْمَ</w:t>
      </w:r>
      <w:r w:rsidRPr="005D6CD7">
        <w:rPr>
          <w:rStyle w:val="libArabicChar"/>
          <w:rtl/>
        </w:rPr>
        <w:t xml:space="preserve"> الْقِ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امَةِ</w:t>
      </w:r>
      <w:r w:rsidRPr="005D6CD7">
        <w:rPr>
          <w:rStyle w:val="libArabicChar"/>
          <w:rtl/>
        </w:rPr>
        <w:t xml:space="preserve"> اَفْضَلُ مِنْ حُسْنِ الْخُلُقِ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(316)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”روز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ترازوم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حسن خلق سے بھتر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رضا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مامون عباس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خط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5D6CD7">
        <w:rPr>
          <w:rStyle w:val="libArabicChar"/>
          <w:rFonts w:hint="eastAsia"/>
          <w:rtl/>
        </w:rPr>
        <w:t>وَتُ</w:t>
      </w:r>
      <w:r w:rsidR="00AA04E3">
        <w:rPr>
          <w:rStyle w:val="libArabicChar"/>
          <w:rFonts w:hint="eastAsia"/>
          <w:rtl/>
        </w:rPr>
        <w:t>و</w:t>
      </w:r>
      <w:r w:rsidRPr="005D6CD7">
        <w:rPr>
          <w:rStyle w:val="libArabicChar"/>
          <w:rFonts w:hint="eastAsia"/>
          <w:rtl/>
        </w:rPr>
        <w:t>مِنُ</w:t>
      </w:r>
      <w:r w:rsidRPr="005D6CD7">
        <w:rPr>
          <w:rStyle w:val="libArabicChar"/>
          <w:rtl/>
        </w:rPr>
        <w:t xml:space="preserve"> بِعَذابِ الْقَبْرِ، وَمُنْكَرٍ وَنَكِ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رٍ</w:t>
      </w:r>
      <w:r w:rsidRPr="005D6CD7">
        <w:rPr>
          <w:rStyle w:val="libArabicChar"/>
          <w:rtl/>
        </w:rPr>
        <w:t xml:space="preserve"> وَ الْبَعْثِ بَعْدَ الْمَوْتِ وَالْمِ</w:t>
      </w:r>
      <w:r w:rsidRPr="005D6CD7">
        <w:rPr>
          <w:rStyle w:val="libArabicChar"/>
          <w:rFonts w:hint="cs"/>
          <w:rtl/>
        </w:rPr>
        <w:t>ی</w:t>
      </w:r>
      <w:r w:rsidRPr="005D6CD7">
        <w:rPr>
          <w:rStyle w:val="libArabicChar"/>
          <w:rFonts w:hint="eastAsia"/>
          <w:rtl/>
        </w:rPr>
        <w:t>زانِ</w:t>
      </w:r>
      <w:r w:rsidRPr="005D6CD7">
        <w:rPr>
          <w:rStyle w:val="libArabicChar"/>
          <w:rtl/>
        </w:rPr>
        <w:t xml:space="preserve"> وَالصِّراطِ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(317)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”عذاب</w:t>
      </w:r>
      <w:r>
        <w:rPr>
          <w:rtl/>
          <w:lang w:bidi="ur-PK"/>
        </w:rPr>
        <w:t xml:space="preserve"> قبر، منکر و نک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 مرنے کے بعد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محشور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r>
        <w:rPr>
          <w:rtl/>
          <w:lang w:bidi="ur-PK"/>
        </w:rPr>
        <w:t xml:space="preserve"> اور پُل صراط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r>
        <w:rPr>
          <w:rtl/>
          <w:lang w:bidi="ur-PK"/>
        </w:rPr>
        <w:t xml:space="preserve"> کا مسئلہ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گزشتہ مسائل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کے مصاد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اس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رکھنا واجب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کے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بھت سے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آثار 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CB7E8E">
      <w:pPr>
        <w:pStyle w:val="Heading2Center"/>
        <w:rPr>
          <w:rtl/>
          <w:lang w:bidi="ur-PK"/>
        </w:rPr>
      </w:pPr>
      <w:bookmarkStart w:id="105" w:name="_Toc520984042"/>
      <w:r>
        <w:rPr>
          <w:rFonts w:hint="eastAsia"/>
          <w:rtl/>
          <w:lang w:bidi="ur-PK"/>
        </w:rPr>
        <w:t>بہشت</w:t>
      </w:r>
      <w:r>
        <w:rPr>
          <w:rtl/>
          <w:lang w:bidi="ur-PK"/>
        </w:rPr>
        <w:t xml:space="preserve"> و جہنم</w:t>
      </w:r>
      <w:bookmarkEnd w:id="105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”بہشت</w:t>
      </w:r>
      <w:r>
        <w:rPr>
          <w:rtl/>
          <w:lang w:bidi="ur-PK"/>
        </w:rPr>
        <w:t xml:space="preserve"> “متق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لئے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ابد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”جہنم “اھل کفر و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جن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خصوصاً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اھل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ساتھ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ان دونوں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محسوس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اکثر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مجالس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قوں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دونوں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سن چکے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پڑھ چکے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جنت</w:t>
      </w:r>
      <w:r>
        <w:rPr>
          <w:rtl/>
          <w:lang w:bidi="ur-PK"/>
        </w:rPr>
        <w:t xml:space="preserve"> ودوزخ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ان دونوں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نہ رکھنا کفر کے برابر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بہشت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تر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صالح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جزا اور جہنم اپنے تمام ظاھر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عذاب کے ساتھ بدکاروں کے لئے جائے سزا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بہشت</w:t>
      </w:r>
      <w:r>
        <w:rPr>
          <w:rtl/>
          <w:lang w:bidi="ur-PK"/>
        </w:rPr>
        <w:t xml:space="preserve"> و جہنم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کے مصاد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ان دونوں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 صرف اورصرف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انسان کا علم جس کے درک کرنے سے قاص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>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انسان وح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توجہ کئے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ان دونوں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اپنا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 سکتا، اگرچہ علم و دانش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لحاظ سے بلند مقام پر پہنچ چکا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خداوندعالم</w:t>
      </w:r>
      <w:r>
        <w:rPr>
          <w:rtl/>
          <w:lang w:bidi="ur-PK"/>
        </w:rPr>
        <w:t xml:space="preserve"> ؛اھل صدق و صداقت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افراد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فرماتا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5D6CD7">
        <w:rPr>
          <w:rStyle w:val="libArabicChar"/>
          <w:rtl/>
        </w:rPr>
        <w:t xml:space="preserve">قَالَ اللهُ 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cs"/>
          <w:rtl/>
        </w:rPr>
        <w:t>َذَا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ی</w:t>
      </w:r>
      <w:r w:rsidR="00476253" w:rsidRPr="005D6CD7">
        <w:rPr>
          <w:rStyle w:val="libArabicChar"/>
          <w:rFonts w:hint="eastAsia"/>
          <w:rtl/>
        </w:rPr>
        <w:t>وْمُ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ی</w:t>
      </w:r>
      <w:r w:rsidR="00476253" w:rsidRPr="005D6CD7">
        <w:rPr>
          <w:rStyle w:val="libArabicChar"/>
          <w:rFonts w:hint="eastAsia"/>
          <w:rtl/>
        </w:rPr>
        <w:t>نفَعُ</w:t>
      </w:r>
      <w:r w:rsidR="00476253" w:rsidRPr="005D6CD7">
        <w:rPr>
          <w:rStyle w:val="libArabicChar"/>
          <w:rtl/>
        </w:rPr>
        <w:t xml:space="preserve"> الصَّادِقِ</w:t>
      </w:r>
      <w:r w:rsidR="00476253" w:rsidRPr="005D6CD7">
        <w:rPr>
          <w:rStyle w:val="libArabicChar"/>
          <w:rFonts w:hint="cs"/>
          <w:rtl/>
        </w:rPr>
        <w:t>ی</w:t>
      </w:r>
      <w:r w:rsidR="00476253" w:rsidRPr="005D6CD7">
        <w:rPr>
          <w:rStyle w:val="libArabicChar"/>
          <w:rFonts w:hint="eastAsia"/>
          <w:rtl/>
        </w:rPr>
        <w:t>نَ</w:t>
      </w:r>
      <w:r w:rsidR="00476253" w:rsidRPr="005D6CD7">
        <w:rPr>
          <w:rStyle w:val="libArabicChar"/>
          <w:rtl/>
        </w:rPr>
        <w:t xml:space="preserve"> صِدْقُ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cs"/>
          <w:rtl/>
        </w:rPr>
        <w:t>م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لَ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cs"/>
          <w:rtl/>
        </w:rPr>
        <w:t>م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جَنَّاتٌ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تَجْرِی</w:t>
      </w:r>
      <w:r w:rsidR="00476253" w:rsidRPr="005D6CD7">
        <w:rPr>
          <w:rStyle w:val="libArabicChar"/>
          <w:rtl/>
        </w:rPr>
        <w:t xml:space="preserve"> مِنْ تَحْتِ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cs"/>
          <w:rtl/>
        </w:rPr>
        <w:t>ا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الْ</w:t>
      </w:r>
      <w:r w:rsidR="00BA0B7F">
        <w:rPr>
          <w:rStyle w:val="libArabicChar"/>
          <w:rFonts w:hint="cs"/>
          <w:rtl/>
        </w:rPr>
        <w:t>ا</w:t>
      </w:r>
      <w:r w:rsidR="00476253" w:rsidRPr="005D6CD7">
        <w:rPr>
          <w:rStyle w:val="libArabicChar"/>
          <w:rFonts w:hint="eastAsia"/>
          <w:rtl/>
        </w:rPr>
        <w:t>ن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cs"/>
          <w:rtl/>
        </w:rPr>
        <w:t>ارُ</w:t>
      </w:r>
      <w:r w:rsidR="00476253" w:rsidRPr="005D6CD7">
        <w:rPr>
          <w:rStyle w:val="libArabicChar"/>
          <w:rtl/>
        </w:rPr>
        <w:t xml:space="preserve"> خَالِدِ</w:t>
      </w:r>
      <w:r w:rsidR="00476253" w:rsidRPr="005D6CD7">
        <w:rPr>
          <w:rStyle w:val="libArabicChar"/>
          <w:rFonts w:hint="cs"/>
          <w:rtl/>
        </w:rPr>
        <w:t>ی</w:t>
      </w:r>
      <w:r w:rsidR="00476253" w:rsidRPr="005D6CD7">
        <w:rPr>
          <w:rStyle w:val="libArabicChar"/>
          <w:rFonts w:hint="eastAsia"/>
          <w:rtl/>
        </w:rPr>
        <w:t>نَ</w:t>
      </w:r>
      <w:r w:rsidR="00476253" w:rsidRPr="005D6CD7">
        <w:rPr>
          <w:rStyle w:val="libArabicChar"/>
          <w:rtl/>
        </w:rPr>
        <w:t xml:space="preserve"> فِ</w:t>
      </w:r>
      <w:r w:rsidR="00476253" w:rsidRPr="005D6CD7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cs"/>
          <w:rtl/>
        </w:rPr>
        <w:t>ا</w:t>
      </w:r>
      <w:r w:rsidR="00476253" w:rsidRPr="005D6CD7">
        <w:rPr>
          <w:rStyle w:val="libArabicChar"/>
          <w:rtl/>
        </w:rPr>
        <w:t xml:space="preserve"> </w:t>
      </w:r>
      <w:r w:rsidR="00BA0B7F">
        <w:rPr>
          <w:rStyle w:val="libArabicChar"/>
          <w:rtl/>
        </w:rPr>
        <w:t>ا</w:t>
      </w:r>
      <w:r w:rsidR="00476253" w:rsidRPr="005D6CD7">
        <w:rPr>
          <w:rStyle w:val="libArabicChar"/>
          <w:rFonts w:hint="eastAsia"/>
          <w:rtl/>
        </w:rPr>
        <w:t>بَدًا</w:t>
      </w:r>
      <w:r w:rsidR="00476253" w:rsidRPr="005D6CD7">
        <w:rPr>
          <w:rStyle w:val="libArabicChar"/>
          <w:rtl/>
        </w:rPr>
        <w:t xml:space="preserve"> رَضِ</w:t>
      </w:r>
      <w:r w:rsidR="00476253" w:rsidRPr="005D6CD7">
        <w:rPr>
          <w:rStyle w:val="libArabicChar"/>
          <w:rFonts w:hint="cs"/>
          <w:rtl/>
        </w:rPr>
        <w:t>ی</w:t>
      </w:r>
      <w:r w:rsidR="00476253" w:rsidRPr="005D6CD7">
        <w:rPr>
          <w:rStyle w:val="libArabicChar"/>
          <w:rtl/>
        </w:rPr>
        <w:t xml:space="preserve"> اللهُ عَنْ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cs"/>
          <w:rtl/>
        </w:rPr>
        <w:t>م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وَرَضُوا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عَنْ</w:t>
      </w:r>
      <w:r w:rsidR="00705CD5" w:rsidRPr="00163EB1">
        <w:rPr>
          <w:rStyle w:val="libArabicChar"/>
          <w:rFonts w:hint="cs"/>
          <w:rtl/>
        </w:rPr>
        <w:t>ه</w:t>
      </w:r>
      <w:r w:rsidR="00476253" w:rsidRPr="005D6CD7">
        <w:rPr>
          <w:rStyle w:val="libArabicChar"/>
          <w:rFonts w:hint="cs"/>
          <w:rtl/>
        </w:rPr>
        <w:t>ُ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ذَلِكَ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الْفَوْزُ</w:t>
      </w:r>
      <w:r w:rsidR="00476253" w:rsidRPr="005D6CD7">
        <w:rPr>
          <w:rStyle w:val="libArabicChar"/>
          <w:rtl/>
        </w:rPr>
        <w:t xml:space="preserve"> </w:t>
      </w:r>
      <w:r w:rsidR="00476253" w:rsidRPr="005D6CD7">
        <w:rPr>
          <w:rStyle w:val="libArabicChar"/>
          <w:rFonts w:hint="cs"/>
          <w:rtl/>
        </w:rPr>
        <w:t>الْعَظِی</w:t>
      </w:r>
      <w:r w:rsidR="00476253" w:rsidRPr="005D6CD7">
        <w:rPr>
          <w:rStyle w:val="libArabicChar"/>
          <w:rFonts w:hint="eastAsia"/>
          <w:rtl/>
        </w:rPr>
        <w:t>مُ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(318)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”اللہ</w:t>
      </w:r>
      <w:r w:rsidR="00476253">
        <w:rPr>
          <w:rtl/>
          <w:lang w:bidi="ur-PK"/>
        </w:rPr>
        <w:t xml:space="preserve"> نے کھا کہ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امت</w:t>
      </w:r>
      <w:r w:rsidR="00476253">
        <w:rPr>
          <w:rtl/>
          <w:lang w:bidi="ur-PK"/>
        </w:rPr>
        <w:t xml:space="preserve"> کا دن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جب صادق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کو ان کا سچ فائدہ پہنچائے گا تو ان کے لئے باغات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ں گے جن کے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چے</w:t>
      </w:r>
      <w:r w:rsidR="00476253">
        <w:rPr>
          <w:rtl/>
          <w:lang w:bidi="ur-PK"/>
        </w:rPr>
        <w:t xml:space="preserve"> نھر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جار</w:t>
      </w:r>
      <w:r w:rsidR="00476253"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ں گ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اور وہ ان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ھم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شہ</w:t>
      </w:r>
      <w:r w:rsidR="00476253">
        <w:rPr>
          <w:rtl/>
          <w:lang w:bidi="ur-PK"/>
        </w:rPr>
        <w:t xml:space="preserve"> ھم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شہ</w:t>
      </w:r>
      <w:r w:rsidR="00476253">
        <w:rPr>
          <w:rtl/>
          <w:lang w:bidi="ur-PK"/>
        </w:rPr>
        <w:t xml:space="preserve"> ر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گے ۔خدا ان سے راض</w:t>
      </w:r>
      <w:r w:rsidR="00476253"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گا اور وہ خدا سے راض</w:t>
      </w:r>
      <w:r w:rsidR="00476253"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ں گے، اور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عظ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</w:t>
      </w:r>
      <w:r w:rsidR="00476253">
        <w:rPr>
          <w:rtl/>
          <w:lang w:bidi="ur-PK"/>
        </w:rPr>
        <w:t xml:space="preserve"> کام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اب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خداوندعالم گناھگاروں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فرماتا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5D6CD7">
        <w:rPr>
          <w:rStyle w:val="libAieChar"/>
          <w:rtl/>
        </w:rPr>
        <w:t>وَالَّذِ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نَ</w:t>
      </w:r>
      <w:r w:rsidR="00476253" w:rsidRPr="005D6CD7">
        <w:rPr>
          <w:rStyle w:val="libAieChar"/>
          <w:rtl/>
        </w:rPr>
        <w:t xml:space="preserve"> كَسَبُوا السَّ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ئَاتِ</w:t>
      </w:r>
      <w:r w:rsidR="00476253" w:rsidRPr="005D6CD7">
        <w:rPr>
          <w:rStyle w:val="libAieChar"/>
          <w:rtl/>
        </w:rPr>
        <w:t xml:space="preserve"> جَزَاءُ سَ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ئَةٍ</w:t>
      </w:r>
      <w:r w:rsidR="00476253" w:rsidRPr="005D6CD7">
        <w:rPr>
          <w:rStyle w:val="libAieChar"/>
          <w:rtl/>
        </w:rPr>
        <w:t xml:space="preserve"> بِمِثْلِ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ا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وَتَرْ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َقُ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م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ذِلَّةٌ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مَا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م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مِنْ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اللهِ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مِنْ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عَاصِمٍ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كَ</w:t>
      </w:r>
      <w:r w:rsidR="00BA0B7F">
        <w:rPr>
          <w:rStyle w:val="libAieChar"/>
          <w:rFonts w:hint="cs"/>
          <w:rtl/>
        </w:rPr>
        <w:t>ا</w:t>
      </w:r>
      <w:r w:rsidR="00476253" w:rsidRPr="005D6CD7">
        <w:rPr>
          <w:rStyle w:val="libAieChar"/>
          <w:rFonts w:hint="eastAsia"/>
          <w:rtl/>
        </w:rPr>
        <w:t>نَّمَا</w:t>
      </w:r>
      <w:r w:rsidR="00476253" w:rsidRPr="005D6CD7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5D6CD7">
        <w:rPr>
          <w:rStyle w:val="libAieChar"/>
          <w:rFonts w:hint="eastAsia"/>
          <w:rtl/>
        </w:rPr>
        <w:t>غْشِ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تْ</w:t>
      </w:r>
      <w:r w:rsidR="00476253" w:rsidRPr="005D6CD7">
        <w:rPr>
          <w:rStyle w:val="libAieChar"/>
          <w:rtl/>
        </w:rPr>
        <w:t xml:space="preserve"> وُجُو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ُ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م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قِطَعًا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مِنْ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اللَّی</w:t>
      </w:r>
      <w:r w:rsidR="00476253" w:rsidRPr="005D6CD7">
        <w:rPr>
          <w:rStyle w:val="libAieChar"/>
          <w:rFonts w:hint="eastAsia"/>
          <w:rtl/>
        </w:rPr>
        <w:t>لِ</w:t>
      </w:r>
      <w:r w:rsidR="00476253" w:rsidRPr="005D6CD7">
        <w:rPr>
          <w:rStyle w:val="libAieChar"/>
          <w:rtl/>
        </w:rPr>
        <w:t xml:space="preserve"> مُظْلِمًا </w:t>
      </w:r>
      <w:r w:rsidR="00BA0B7F">
        <w:rPr>
          <w:rStyle w:val="libAieChar"/>
          <w:rtl/>
        </w:rPr>
        <w:t>ا</w:t>
      </w:r>
      <w:r w:rsidR="00476253" w:rsidRPr="005D6CD7">
        <w:rPr>
          <w:rStyle w:val="libAieChar"/>
          <w:rFonts w:hint="eastAsia"/>
          <w:rtl/>
        </w:rPr>
        <w:t>وْلَئِكَ</w:t>
      </w:r>
      <w:r w:rsidR="00476253" w:rsidRPr="005D6CD7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5D6CD7">
        <w:rPr>
          <w:rStyle w:val="libAieChar"/>
          <w:rFonts w:hint="eastAsia"/>
          <w:rtl/>
        </w:rPr>
        <w:t>صْحَابُ</w:t>
      </w:r>
      <w:r w:rsidR="00476253" w:rsidRPr="005D6CD7">
        <w:rPr>
          <w:rStyle w:val="libAieChar"/>
          <w:rtl/>
        </w:rPr>
        <w:t xml:space="preserve"> النَّارِ 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م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فِی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ا</w:t>
      </w:r>
      <w:r w:rsidR="00476253" w:rsidRPr="005D6CD7">
        <w:rPr>
          <w:rStyle w:val="libAieChar"/>
          <w:rtl/>
        </w:rPr>
        <w:t xml:space="preserve"> خَالِدُونَ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(319)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جن لوگوں نے برائ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اں</w:t>
      </w:r>
      <w:r w:rsidR="00476253">
        <w:rPr>
          <w:rtl/>
          <w:lang w:bidi="ur-PK"/>
        </w:rPr>
        <w:t xml:space="preserve"> کمائ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ان کے لئے ھر بُرائ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کے بدلے و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س</w:t>
      </w:r>
      <w:r w:rsidR="00476253"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بُرائ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ان کے چھروں پر گناھوں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س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بھ</w:t>
      </w:r>
      <w:r w:rsidR="00476253"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گ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اور ان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عذاب الٰھ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سے بچانے والا کوئ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گا ۔ان کے چھرے پر ج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سے</w:t>
      </w:r>
      <w:r w:rsidR="00476253">
        <w:rPr>
          <w:rtl/>
          <w:lang w:bidi="ur-PK"/>
        </w:rPr>
        <w:t xml:space="preserve"> س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اہ</w:t>
      </w:r>
      <w:r w:rsidR="00476253">
        <w:rPr>
          <w:rtl/>
          <w:lang w:bidi="ur-PK"/>
        </w:rPr>
        <w:t xml:space="preserve"> رات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تار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کا پردہ ڈال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۔وہ اھل جہنم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ا</w:t>
      </w:r>
      <w:r w:rsidR="00476253">
        <w:rPr>
          <w:rFonts w:hint="eastAsia"/>
          <w:rtl/>
          <w:lang w:bidi="ur-PK"/>
        </w:rPr>
        <w:t>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ھم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شہ</w:t>
      </w:r>
      <w:r w:rsidR="00476253">
        <w:rPr>
          <w:rtl/>
          <w:lang w:bidi="ur-PK"/>
        </w:rPr>
        <w:t xml:space="preserve"> رہنے والے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محمد باقر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جس وقت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برپا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خداوندعالم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مناد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حکم دے گا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اعلان کرے: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اورنادار لوگ کھاں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؟ بھت سے لوگ جمع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گے، اس وقت خدا فرمائے گا: اے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بندو! تووہ آواز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گے: 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اللہ،</w:t>
      </w:r>
      <w:r>
        <w:rPr>
          <w:rtl/>
          <w:lang w:bidi="ur-PK"/>
        </w:rPr>
        <w:t xml:space="preserve"> اس وقت خدا فرمائے گا: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تم لوگوں کو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کرنے کے لئے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نادار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لئے کہ آج کے دن تم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نعمتوں سے مالامال کردوں، جاؤ اور لوگوں کو تلاش کرو کہ جس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تمھارے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خوشنود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لہٰذا اس کے عمل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جزا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اس کو بہشت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کردو۔</w:t>
      </w:r>
      <w:r w:rsidR="0005211C" w:rsidRPr="00125F42">
        <w:rPr>
          <w:rStyle w:val="libFootnotenumChar"/>
          <w:rtl/>
          <w:lang w:bidi="ur-PK"/>
        </w:rPr>
        <w:t>(320)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مومن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دوسرے مومن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کے وقت حاجت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کرے،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دوسرے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کو آسان نہ کرے تو خداوندعالم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اس کے چھرہ کو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اہ</w:t>
      </w:r>
      <w:r>
        <w:rPr>
          <w:rtl/>
          <w:lang w:bidi="ur-PK"/>
        </w:rPr>
        <w:t xml:space="preserve"> کردے گا،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اندھ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کے دونوں ھ</w:t>
      </w:r>
      <w:r>
        <w:rPr>
          <w:rFonts w:hint="eastAsia"/>
          <w:rtl/>
          <w:lang w:bidi="ur-PK"/>
        </w:rPr>
        <w:t>اتھ</w:t>
      </w:r>
      <w:r>
        <w:rPr>
          <w:rtl/>
          <w:lang w:bidi="ur-PK"/>
        </w:rPr>
        <w:t xml:space="preserve"> گردن سے بندھے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 گے، اور کھا جائے گا: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وہ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کار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نے خدا و رسول کے ساتھ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کے بعد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 کہ اس کو آتش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دو۔[68]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آنحضرت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!جو شخص مجھ سے محبت کا دعويٰ کرے درحال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آپ سے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رکھتا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شخص جھوٹا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! جس وقت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برپا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اےک مناد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عرش سے آواز دے گا، ع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عاشق اور ان کے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کھاں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محب اور دوستدار اور جس کو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دوست رکھتے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کھاں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؟ جن لوگوں نے رضائے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سے محبت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جنھوں نے خدا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کے ساتھ کرم و بخشش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وہ لوگ جنھو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کے باوجود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حاجت کو پورا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جن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گرم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روزہ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خشک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جنھوں نے رات کے اندھ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عبادت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جبکہ</w:t>
      </w:r>
      <w:r>
        <w:rPr>
          <w:rtl/>
          <w:lang w:bidi="ur-PK"/>
        </w:rPr>
        <w:t xml:space="preserve"> دوسرے لوگ سوئے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تھے، جن لوگوں نے خوف خدا سے 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آج تم لوگوں کے لئے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خوف و ھراس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تم لوگ (حضرت) محمد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کے ساتھ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منور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تم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ازواج کے ساتھ خوش و خرم بہشت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جاؤ</w:t>
      </w:r>
      <w:r w:rsidR="00125F42" w:rsidRPr="00125F42">
        <w:rPr>
          <w:rStyle w:val="libFootnotenumChar"/>
          <w:rtl/>
          <w:lang w:bidi="ur-PK"/>
        </w:rPr>
        <w:t>(321)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جنت</w:t>
      </w:r>
      <w:r>
        <w:rPr>
          <w:rtl/>
          <w:lang w:bidi="ur-PK"/>
        </w:rPr>
        <w:t xml:space="preserve"> و دوزخ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کڑوں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فرمان کے مطابق (بہشت و جہنم) اب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موجود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کے مصاد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جس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و عق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رکھنے سے صالح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بدکاروں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مثب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آثار ظاھر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طالب بہشت اپنے کو عقائد حقہ، اعمال صالحہ اور اخلاق حسنہ سے آراستہ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جہنم سے ڈرنے والا درد ناک عذاب کے باعث خود کوگناھوں سے محفوظ کرتاھے۔ </w:t>
      </w:r>
    </w:p>
    <w:p w:rsidR="00476253" w:rsidRDefault="00476253" w:rsidP="00A9262B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قارئ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کرام! گزشتہ صفحات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خدا، فرشتوں، برزخ،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امت،</w:t>
      </w:r>
      <w:r>
        <w:rPr>
          <w:rtl/>
          <w:lang w:bidi="ur-PK"/>
        </w:rPr>
        <w:t xml:space="preserve"> حساب و کتاب،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r>
        <w:rPr>
          <w:rtl/>
          <w:lang w:bidi="ur-PK"/>
        </w:rPr>
        <w:t xml:space="preserve"> اور بہشت و جہنم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کئے گئے مطالب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05211C">
        <w:rPr>
          <w:rStyle w:val="libAlaemChar"/>
          <w:rtl/>
        </w:rPr>
        <w:t>(</w:t>
      </w:r>
      <w:r w:rsidRPr="005D6CD7">
        <w:rPr>
          <w:rStyle w:val="libAieChar"/>
          <w:rtl/>
        </w:rPr>
        <w:t>الَّذِ</w:t>
      </w:r>
      <w:r w:rsidRPr="005D6CD7">
        <w:rPr>
          <w:rStyle w:val="libAieChar"/>
          <w:rFonts w:hint="cs"/>
          <w:rtl/>
        </w:rPr>
        <w:t>ی</w:t>
      </w:r>
      <w:r w:rsidRPr="005D6CD7">
        <w:rPr>
          <w:rStyle w:val="libAieChar"/>
          <w:rFonts w:hint="eastAsia"/>
          <w:rtl/>
        </w:rPr>
        <w:t>نَ</w:t>
      </w:r>
      <w:r w:rsidRPr="005D6CD7">
        <w:rPr>
          <w:rStyle w:val="libAieChar"/>
          <w:rtl/>
        </w:rPr>
        <w:t xml:space="preserve"> </w:t>
      </w:r>
      <w:r w:rsidRPr="005D6CD7">
        <w:rPr>
          <w:rStyle w:val="libAieChar"/>
          <w:rFonts w:hint="cs"/>
          <w:rtl/>
        </w:rPr>
        <w:t>ی</w:t>
      </w:r>
      <w:r w:rsidR="00AA04E3">
        <w:rPr>
          <w:rStyle w:val="libAieChar"/>
          <w:rFonts w:hint="eastAsia"/>
          <w:rtl/>
        </w:rPr>
        <w:t>و</w:t>
      </w:r>
      <w:r w:rsidRPr="005D6CD7">
        <w:rPr>
          <w:rStyle w:val="libAieChar"/>
          <w:rFonts w:hint="eastAsia"/>
          <w:rtl/>
        </w:rPr>
        <w:t>مِنونَ</w:t>
      </w:r>
      <w:r w:rsidRPr="005D6CD7">
        <w:rPr>
          <w:rStyle w:val="libAieChar"/>
          <w:rtl/>
        </w:rPr>
        <w:t xml:space="preserve"> بِالْغَ</w:t>
      </w:r>
      <w:r w:rsidRPr="005D6CD7">
        <w:rPr>
          <w:rStyle w:val="libAieChar"/>
          <w:rFonts w:hint="cs"/>
          <w:rtl/>
        </w:rPr>
        <w:t>ی</w:t>
      </w:r>
      <w:r w:rsidRPr="005D6CD7">
        <w:rPr>
          <w:rStyle w:val="libAieChar"/>
          <w:rFonts w:hint="eastAsia"/>
          <w:rtl/>
        </w:rPr>
        <w:t>بِ</w:t>
      </w:r>
      <w:r w:rsidR="006F6A7F" w:rsidRPr="006F6A7F">
        <w:rPr>
          <w:rStyle w:val="libAlaemChar"/>
          <w:rtl/>
        </w:rPr>
        <w:t>)</w:t>
      </w:r>
      <w:r>
        <w:rPr>
          <w:rtl/>
          <w:lang w:bidi="ur-PK"/>
        </w:rPr>
        <w:t xml:space="preserve">۔ </w:t>
      </w:r>
      <w:r w:rsidR="00A9262B" w:rsidRPr="00A9262B">
        <w:rPr>
          <w:rStyle w:val="libFootnotenumChar"/>
          <w:rFonts w:hint="cs"/>
          <w:rtl/>
        </w:rPr>
        <w:t>(322)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پر غور و فکر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رکھنا ھر مرد و زن کے لئے ممکن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پر اعتقاد 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رکھنا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عقل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واجب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رکھنا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اصول اور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ان عقائد کے با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تقل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کرنے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ھر انسان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ضرور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رکھنے سے انسان کو بلند مقامات عطا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رکھنے والا شخص محبوب خدا بن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کے لئے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نجات کا دروازہ کھل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کے لئے آج اور کل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سعادت کا راستہ ھموار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سے انسان کو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اور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و </w:t>
      </w:r>
      <w:r>
        <w:rPr>
          <w:rFonts w:hint="eastAsia"/>
          <w:rtl/>
          <w:lang w:bidi="ur-PK"/>
        </w:rPr>
        <w:t>ائمہ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کے لئے طاقت ملت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سورہ بقرہ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رکھنے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کے بعد نماز و انفاق،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اور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دن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رکھنے کے آثار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قرآن</w:t>
      </w:r>
      <w:r>
        <w:rPr>
          <w:rtl/>
          <w:lang w:bidi="ur-PK"/>
        </w:rPr>
        <w:t xml:space="preserve"> اور اس سے قبل نازل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</w:t>
      </w:r>
      <w:r w:rsidR="0005211C">
        <w:rPr>
          <w:rtl/>
          <w:lang w:bidi="ur-PK"/>
        </w:rPr>
        <w:t>(</w:t>
      </w:r>
      <w:r>
        <w:rPr>
          <w:rtl/>
          <w:lang w:bidi="ur-PK"/>
        </w:rPr>
        <w:t>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فرمائ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)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رکھنا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غور و فکر کے بعدھ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ممکن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(چھوٹے سے )سورے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سورہ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سورہ کوثر کا جواب اگر ممکن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تو دشمنان اسلام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تر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باوجودجواب لے آئے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قوم و ملت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کہ وہ قرآن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مثل لے آئے: </w:t>
      </w:r>
    </w:p>
    <w:p w:rsidR="00476253" w:rsidRDefault="0005211C" w:rsidP="00A9262B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5D6CD7">
        <w:rPr>
          <w:rStyle w:val="libAieChar"/>
          <w:rtl/>
        </w:rPr>
        <w:t>وَإِنْ كُنتُمْ فِ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tl/>
        </w:rPr>
        <w:t xml:space="preserve"> رَ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Fonts w:hint="eastAsia"/>
          <w:rtl/>
        </w:rPr>
        <w:t>بٍ</w:t>
      </w:r>
      <w:r w:rsidR="00476253" w:rsidRPr="005D6CD7">
        <w:rPr>
          <w:rStyle w:val="libAieChar"/>
          <w:rtl/>
        </w:rPr>
        <w:t xml:space="preserve"> مِمَّا نَزَّلْنَا عَلَ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tl/>
        </w:rPr>
        <w:t xml:space="preserve"> عَبْدِنَا فَ</w:t>
      </w:r>
      <w:r w:rsidR="00BA0B7F">
        <w:rPr>
          <w:rStyle w:val="libAieChar"/>
          <w:rtl/>
        </w:rPr>
        <w:t>ا</w:t>
      </w:r>
      <w:r w:rsidR="00476253" w:rsidRPr="005D6CD7">
        <w:rPr>
          <w:rStyle w:val="libAieChar"/>
          <w:rFonts w:hint="eastAsia"/>
          <w:rtl/>
        </w:rPr>
        <w:t>تُوا</w:t>
      </w:r>
      <w:r w:rsidR="00476253" w:rsidRPr="005D6CD7">
        <w:rPr>
          <w:rStyle w:val="libAieChar"/>
          <w:rtl/>
        </w:rPr>
        <w:t xml:space="preserve"> بِسُورَةٍ مِنْ مِثْلِ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ِ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وَادْعُوا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شُ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َدَائَكُمْ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مِنْ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دُونِ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اللهِ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إِنْ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كُنتُمْ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صَادِقِی</w:t>
      </w:r>
      <w:r w:rsidR="00476253" w:rsidRPr="005D6CD7">
        <w:rPr>
          <w:rStyle w:val="libAieChar"/>
          <w:rFonts w:hint="eastAsia"/>
          <w:rtl/>
        </w:rPr>
        <w:t>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(32</w:t>
      </w:r>
      <w:r w:rsidR="00A9262B" w:rsidRPr="00BA0B7F">
        <w:rPr>
          <w:rStyle w:val="libFootnotenumChar"/>
          <w:rFonts w:hint="cs"/>
          <w:rtl/>
        </w:rPr>
        <w:t>3</w:t>
      </w:r>
      <w:r w:rsidRPr="00125F42">
        <w:rPr>
          <w:rStyle w:val="libFootnotenumChar"/>
          <w:rtl/>
          <w:lang w:bidi="ur-PK"/>
        </w:rPr>
        <w:t>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”اگر</w:t>
      </w:r>
      <w:r w:rsidR="00476253">
        <w:rPr>
          <w:rtl/>
          <w:lang w:bidi="ur-PK"/>
        </w:rPr>
        <w:t xml:space="preserve"> تم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اس کلام کے بارے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کوئ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شک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جسے ھم نے اپنے بندے پر نازل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تو اس ج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سا</w:t>
      </w:r>
      <w:r w:rsidR="00476253">
        <w:rPr>
          <w:rtl/>
          <w:lang w:bidi="ur-PK"/>
        </w:rPr>
        <w:t xml:space="preserve">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سورہ لے آ</w:t>
      </w:r>
      <w:r w:rsidR="00AA04E3">
        <w:rPr>
          <w:rtl/>
          <w:lang w:bidi="ur-PK"/>
        </w:rPr>
        <w:t>و</w:t>
      </w:r>
      <w:r w:rsidR="00476253">
        <w:rPr>
          <w:rtl/>
          <w:lang w:bidi="ur-PK"/>
        </w:rPr>
        <w:t xml:space="preserve"> اور اللہ کے علاوہ جتنے تمھارے مددگار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سب کو بلا لو اگر تم دعوے اور خ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ال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سچے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“۔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5D6CD7">
        <w:rPr>
          <w:rStyle w:val="libAieChar"/>
          <w:rtl/>
        </w:rPr>
        <w:t>قُلْ لَئِنْ اجْتَمَعَتْ الْإِنسُ وَالْجِنُّ عَلَ</w:t>
      </w:r>
      <w:r w:rsidR="00476253" w:rsidRPr="005D6CD7">
        <w:rPr>
          <w:rStyle w:val="libAieChar"/>
          <w:rFonts w:hint="cs"/>
          <w:rtl/>
        </w:rPr>
        <w:t>ی</w:t>
      </w:r>
      <w:r w:rsidR="00476253" w:rsidRPr="005D6CD7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5D6CD7">
        <w:rPr>
          <w:rStyle w:val="libAieChar"/>
          <w:rFonts w:hint="eastAsia"/>
          <w:rtl/>
        </w:rPr>
        <w:t>نْ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ی</w:t>
      </w:r>
      <w:r w:rsidR="00BA0B7F">
        <w:rPr>
          <w:rStyle w:val="libAieChar"/>
          <w:rFonts w:hint="eastAsia"/>
          <w:rtl/>
        </w:rPr>
        <w:t>ا</w:t>
      </w:r>
      <w:r w:rsidR="00476253" w:rsidRPr="005D6CD7">
        <w:rPr>
          <w:rStyle w:val="libAieChar"/>
          <w:rFonts w:hint="eastAsia"/>
          <w:rtl/>
        </w:rPr>
        <w:t>تُوا</w:t>
      </w:r>
      <w:r w:rsidR="00476253" w:rsidRPr="005D6CD7">
        <w:rPr>
          <w:rStyle w:val="libAieChar"/>
          <w:rtl/>
        </w:rPr>
        <w:t xml:space="preserve"> بِمِثْلِ 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َذَا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الْقُرْآنِ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لاَی</w:t>
      </w:r>
      <w:r w:rsidR="00BA0B7F">
        <w:rPr>
          <w:rStyle w:val="libAieChar"/>
          <w:rFonts w:hint="eastAsia"/>
          <w:rtl/>
        </w:rPr>
        <w:t>ا</w:t>
      </w:r>
      <w:r w:rsidR="00476253" w:rsidRPr="005D6CD7">
        <w:rPr>
          <w:rStyle w:val="libAieChar"/>
          <w:rFonts w:hint="eastAsia"/>
          <w:rtl/>
        </w:rPr>
        <w:t>تُونَ</w:t>
      </w:r>
      <w:r w:rsidR="00476253" w:rsidRPr="005D6CD7">
        <w:rPr>
          <w:rStyle w:val="libAieChar"/>
          <w:rtl/>
        </w:rPr>
        <w:t xml:space="preserve"> بِمِثْلِ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ِ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وَلَوْ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كَانَ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بَعْ</w:t>
      </w:r>
      <w:r w:rsidR="00476253" w:rsidRPr="005D6CD7">
        <w:rPr>
          <w:rStyle w:val="libAieChar"/>
          <w:rtl/>
        </w:rPr>
        <w:t>ضُ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م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لِبَعْضٍ</w:t>
      </w:r>
      <w:r w:rsidR="00476253" w:rsidRPr="005D6CD7">
        <w:rPr>
          <w:rStyle w:val="libAieChar"/>
          <w:rtl/>
        </w:rPr>
        <w:t xml:space="preserve"> </w:t>
      </w:r>
      <w:r w:rsidR="00476253" w:rsidRPr="005D6CD7">
        <w:rPr>
          <w:rStyle w:val="libAieChar"/>
          <w:rFonts w:hint="cs"/>
          <w:rtl/>
        </w:rPr>
        <w:t>ظَ</w:t>
      </w:r>
      <w:r w:rsidR="00705CD5" w:rsidRPr="00705CD5">
        <w:rPr>
          <w:rStyle w:val="libAieChar"/>
          <w:rFonts w:hint="cs"/>
          <w:rtl/>
        </w:rPr>
        <w:t>ه</w:t>
      </w:r>
      <w:r w:rsidR="00476253" w:rsidRPr="005D6CD7">
        <w:rPr>
          <w:rStyle w:val="libAieChar"/>
          <w:rFonts w:hint="cs"/>
          <w:rtl/>
        </w:rPr>
        <w:t>ِی</w:t>
      </w:r>
      <w:r w:rsidR="00476253" w:rsidRPr="005D6CD7">
        <w:rPr>
          <w:rStyle w:val="libAieChar"/>
          <w:rFonts w:hint="eastAsia"/>
          <w:rtl/>
        </w:rPr>
        <w:t>رًا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(324)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(اے رسول)آپ کہہ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جئے</w:t>
      </w:r>
      <w:r w:rsidR="00476253">
        <w:rPr>
          <w:rtl/>
          <w:lang w:bidi="ur-PK"/>
        </w:rPr>
        <w:t xml:space="preserve"> کہ اگر انسان اور جنات سب اس بات پر متفق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جائ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کہ اس قرآن کا مثل لے آئ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تو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لاسکتے، چاھے سب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دوسرے کے مددگار و پشت وپناہ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</w:t>
      </w:r>
      <w:r w:rsidR="00476253">
        <w:rPr>
          <w:rtl/>
          <w:lang w:bidi="ur-PK"/>
        </w:rPr>
        <w:t xml:space="preserve"> نہ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>جائ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دونوں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نازل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ذرہ برابر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رھتا، لہٰذا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الشان کتاب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رکھنا،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کام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قرآن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دلائل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غور و فکر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آخرت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حاصل کرنا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آسان کام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ب،</w:t>
      </w:r>
      <w:r>
        <w:rPr>
          <w:rtl/>
          <w:lang w:bidi="ur-PK"/>
        </w:rPr>
        <w:t xml:space="preserve">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کتب اور آخرت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رکھنا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CB7E8E">
      <w:pPr>
        <w:pStyle w:val="Heading2Center"/>
        <w:rPr>
          <w:rtl/>
          <w:lang w:bidi="ur-PK"/>
        </w:rPr>
      </w:pPr>
      <w:bookmarkStart w:id="106" w:name="_Toc520984043"/>
      <w:r>
        <w:rPr>
          <w:rFonts w:hint="eastAsia"/>
          <w:rtl/>
          <w:lang w:bidi="ur-PK"/>
        </w:rPr>
        <w:t>نماز</w:t>
      </w:r>
      <w:bookmarkEnd w:id="106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نماز</w:t>
      </w:r>
      <w:r>
        <w:rPr>
          <w:rtl/>
          <w:lang w:bidi="ur-PK"/>
        </w:rPr>
        <w:t xml:space="preserve"> وہ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سے انسان کے ظاھر و باطن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طھارت 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سے انسان کا ظاھر و باطن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نماز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نوران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نماز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دعوت د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ضہ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عنوان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نہ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نماز کاحکم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بلکہ واجب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B859F0">
        <w:rPr>
          <w:rStyle w:val="libAieChar"/>
          <w:rtl/>
        </w:rPr>
        <w:t>وَ</w:t>
      </w:r>
      <w:r w:rsidR="00BA0B7F">
        <w:rPr>
          <w:rStyle w:val="libAieChar"/>
          <w:rtl/>
        </w:rPr>
        <w:t>ا</w:t>
      </w:r>
      <w:r w:rsidR="00476253" w:rsidRPr="00B859F0">
        <w:rPr>
          <w:rStyle w:val="libAieChar"/>
          <w:rFonts w:hint="eastAsia"/>
          <w:rtl/>
        </w:rPr>
        <w:t>قِ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مُوا</w:t>
      </w:r>
      <w:r w:rsidR="00476253" w:rsidRPr="00B859F0">
        <w:rPr>
          <w:rStyle w:val="libAieChar"/>
          <w:rtl/>
        </w:rPr>
        <w:t xml:space="preserve"> الصَّلاَةَ وَآتُوا الزَّكَاةَ وَمَا تُقَدِّمُوا لِ</w:t>
      </w:r>
      <w:r w:rsidR="00BA0B7F">
        <w:rPr>
          <w:rStyle w:val="libAieChar"/>
          <w:rtl/>
        </w:rPr>
        <w:t>ا</w:t>
      </w:r>
      <w:r w:rsidR="00476253" w:rsidRPr="00B859F0">
        <w:rPr>
          <w:rStyle w:val="libAieChar"/>
          <w:rFonts w:hint="eastAsia"/>
          <w:rtl/>
        </w:rPr>
        <w:t>نفُسِكُمْ</w:t>
      </w:r>
      <w:r w:rsidR="00476253" w:rsidRPr="00B859F0">
        <w:rPr>
          <w:rStyle w:val="libAieChar"/>
          <w:rtl/>
        </w:rPr>
        <w:t xml:space="preserve"> مِنْ خَ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رٍ</w:t>
      </w:r>
      <w:r w:rsidR="00476253" w:rsidRPr="00B859F0">
        <w:rPr>
          <w:rStyle w:val="libAieChar"/>
          <w:rtl/>
        </w:rPr>
        <w:t xml:space="preserve"> تَجِدُو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ُ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عِنْدَ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اللهِ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إِنَّ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اللهَ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بِمَا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تَعْمَلُونَ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بَصِی</w:t>
      </w:r>
      <w:r w:rsidR="00476253" w:rsidRPr="00B859F0">
        <w:rPr>
          <w:rStyle w:val="libAieChar"/>
          <w:rFonts w:hint="eastAsia"/>
          <w:rtl/>
        </w:rPr>
        <w:t>رٌ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(325)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تم نماز قائم کرو اور زکوٰة ادا کرو کہ جو کچھ اپنے واسطے پھلے بھ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ج</w:t>
      </w:r>
      <w:r w:rsidR="00476253">
        <w:rPr>
          <w:rtl/>
          <w:lang w:bidi="ur-PK"/>
        </w:rPr>
        <w:t xml:space="preserve"> دوگے سب خدا کے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ھاں</w:t>
      </w:r>
      <w:r w:rsidR="00476253">
        <w:rPr>
          <w:rtl/>
          <w:lang w:bidi="ur-PK"/>
        </w:rPr>
        <w:t xml:space="preserve"> مل جائے گا ۔خدا تمھارے اعمال کا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کھنے</w:t>
      </w:r>
      <w:r w:rsidR="00476253">
        <w:rPr>
          <w:rtl/>
          <w:lang w:bidi="ur-PK"/>
        </w:rPr>
        <w:t xml:space="preserve"> والا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مشکلات کے دور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نے،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آسان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اور بھت سے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امداد ملنے کے لئے نماز اور صبر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B859F0">
        <w:rPr>
          <w:rStyle w:val="libAieChar"/>
          <w:rtl/>
        </w:rPr>
        <w:t>وَاسْتَعِ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نُوا</w:t>
      </w:r>
      <w:r w:rsidR="00476253" w:rsidRPr="00B859F0">
        <w:rPr>
          <w:rStyle w:val="libAieChar"/>
          <w:rtl/>
        </w:rPr>
        <w:t xml:space="preserve"> بِالصَّبْرِ وَالصَّلاَةِ وَإِنَّ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ا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لَكَبِی</w:t>
      </w:r>
      <w:r w:rsidR="00476253" w:rsidRPr="00B859F0">
        <w:rPr>
          <w:rStyle w:val="libAieChar"/>
          <w:rFonts w:hint="eastAsia"/>
          <w:rtl/>
        </w:rPr>
        <w:t>رَةٌ</w:t>
      </w:r>
      <w:r w:rsidR="00476253" w:rsidRPr="00B859F0">
        <w:rPr>
          <w:rStyle w:val="libAieChar"/>
          <w:rtl/>
        </w:rPr>
        <w:t xml:space="preserve"> إِلاَّ عَلَ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tl/>
        </w:rPr>
        <w:t xml:space="preserve"> الْخَاشِعِ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(326)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”صبر</w:t>
      </w:r>
      <w:r w:rsidR="00476253">
        <w:rPr>
          <w:rtl/>
          <w:lang w:bidi="ur-PK"/>
        </w:rPr>
        <w:t xml:space="preserve"> اور نماز کے ذر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عہ</w:t>
      </w:r>
      <w:r w:rsidR="00476253">
        <w:rPr>
          <w:rtl/>
          <w:lang w:bidi="ur-PK"/>
        </w:rPr>
        <w:t xml:space="preserve"> مدد مانگو ۔نماز بھت مشکل کام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مگر ان لوگوں کے لئے جو خشوع و خضوع والے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البتہ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چاہئے کہ وھ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انسان کو طاقت و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کرت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فقھ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شرائط پائے جاتے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جس نماز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لباس اور مکان مباح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وضو اور غسل کا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مباح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جس نماز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اور طم</w:t>
      </w:r>
      <w:r w:rsidR="00BA0B7F">
        <w:rPr>
          <w:rtl/>
          <w:lang w:bidi="ur-PK"/>
        </w:rPr>
        <w:t>ا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نان</w:t>
      </w:r>
      <w:r>
        <w:rPr>
          <w:rtl/>
          <w:lang w:bidi="ur-PK"/>
        </w:rPr>
        <w:t>) اور وقت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جس نماز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بے توجھ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جس نماز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پاک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اور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اخلاص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تو اس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اور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ںمددگار</w:t>
      </w:r>
      <w:r>
        <w:rPr>
          <w:rtl/>
          <w:lang w:bidi="ur-PK"/>
        </w:rPr>
        <w:t xml:space="preserve"> ثابت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پھر انسان کے لئے تمام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کام کرنے کا راستہ ھموار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نماز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B859F0">
        <w:rPr>
          <w:rStyle w:val="libAieChar"/>
          <w:rtl/>
        </w:rPr>
        <w:t>اِنَّمَا الْمُ</w:t>
      </w:r>
      <w:r w:rsidR="00AA04E3">
        <w:rPr>
          <w:rStyle w:val="libAieChar"/>
          <w:rtl/>
        </w:rPr>
        <w:t>و</w:t>
      </w:r>
      <w:r w:rsidR="00476253" w:rsidRPr="00B859F0">
        <w:rPr>
          <w:rStyle w:val="libAieChar"/>
          <w:rFonts w:hint="eastAsia"/>
          <w:rtl/>
        </w:rPr>
        <w:t>مِنُونَ</w:t>
      </w:r>
      <w:r w:rsidR="00476253" w:rsidRPr="00B859F0">
        <w:rPr>
          <w:rStyle w:val="libAieChar"/>
          <w:rtl/>
        </w:rPr>
        <w:t xml:space="preserve"> الَّذِ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نَ</w:t>
      </w:r>
      <w:r w:rsidR="00476253" w:rsidRPr="00B859F0">
        <w:rPr>
          <w:rStyle w:val="libAieChar"/>
          <w:rtl/>
        </w:rPr>
        <w:t xml:space="preserve"> اِذَا ذُكِرَ اللّٰ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ُ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وَجِلَتْ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قُلُوبُ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ُمْ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وَاِذَا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تُلِی</w:t>
      </w:r>
      <w:r w:rsidR="00476253" w:rsidRPr="00B859F0">
        <w:rPr>
          <w:rStyle w:val="libAieChar"/>
          <w:rFonts w:hint="eastAsia"/>
          <w:rtl/>
        </w:rPr>
        <w:t>تْ</w:t>
      </w:r>
      <w:r w:rsidR="00476253" w:rsidRPr="00B859F0">
        <w:rPr>
          <w:rStyle w:val="libAieChar"/>
          <w:rtl/>
        </w:rPr>
        <w:t xml:space="preserve"> عَلَ</w:t>
      </w:r>
      <w:r w:rsidR="00476253" w:rsidRPr="00B859F0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ِمْ</w:t>
      </w:r>
      <w:r w:rsidR="00476253" w:rsidRPr="00B859F0">
        <w:rPr>
          <w:rStyle w:val="libAieChar"/>
          <w:rtl/>
        </w:rPr>
        <w:t xml:space="preserve"> آ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ا</w:t>
      </w:r>
      <w:r w:rsidR="00476253" w:rsidRPr="00B859F0">
        <w:rPr>
          <w:rStyle w:val="libAieChar"/>
          <w:rtl/>
        </w:rPr>
        <w:t xml:space="preserve"> تُ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ُ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زَادَتْ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ُم</w:t>
      </w:r>
      <w:r w:rsidR="00476253" w:rsidRPr="00B859F0">
        <w:rPr>
          <w:rStyle w:val="libAieChar"/>
          <w:rtl/>
        </w:rPr>
        <w:t>ْ اِ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مَاناً</w:t>
      </w:r>
      <w:r w:rsidR="00476253" w:rsidRPr="00B859F0">
        <w:rPr>
          <w:rStyle w:val="libAieChar"/>
          <w:rtl/>
        </w:rPr>
        <w:t xml:space="preserve"> وَعَلٰ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tl/>
        </w:rPr>
        <w:t xml:space="preserve"> رَبِّ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ِمْ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تَوَكَّلُونَ</w:t>
      </w:r>
      <w:r w:rsidR="00476253" w:rsidRPr="00B859F0">
        <w:rPr>
          <w:rStyle w:val="libAieChar"/>
          <w:rFonts w:hint="cs"/>
          <w:rtl/>
        </w:rPr>
        <w:t>الَّذِی</w:t>
      </w:r>
      <w:r w:rsidR="00476253" w:rsidRPr="00B859F0">
        <w:rPr>
          <w:rStyle w:val="libAieChar"/>
          <w:rFonts w:hint="eastAsia"/>
          <w:rtl/>
        </w:rPr>
        <w:t>نَ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قِ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مُونَ</w:t>
      </w:r>
      <w:r w:rsidR="00476253" w:rsidRPr="00B859F0">
        <w:rPr>
          <w:rStyle w:val="libAieChar"/>
          <w:rtl/>
        </w:rPr>
        <w:t xml:space="preserve"> الصَّلَاةَ وَمِمَّا رَزَقْنَا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ُمْ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نْفِقُونَ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(327)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”صاحبان</w:t>
      </w:r>
      <w:r w:rsidR="00476253">
        <w:rPr>
          <w:rtl/>
          <w:lang w:bidi="ur-PK"/>
        </w:rPr>
        <w:t xml:space="preserve">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در حق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قت</w:t>
      </w:r>
      <w:r w:rsidR="00476253">
        <w:rPr>
          <w:rtl/>
          <w:lang w:bidi="ur-PK"/>
        </w:rPr>
        <w:t xml:space="preserve"> وہ لوگ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جن کے سامنے ذکر خدا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جائے تو ان کے دلوں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خوف خدا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دا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>اور اس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آ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ات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تلاوت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جائے تو ان کے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اضافہ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وہ لوگ اللہ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پر توکل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۔وہ لوگ نماز کو قائم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ھمارے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ئے</w:t>
      </w:r>
      <w:r w:rsidR="006E184C">
        <w:rPr>
          <w:rtl/>
          <w:lang w:bidi="ur-PK"/>
        </w:rPr>
        <w:t xml:space="preserve"> ہوئے </w:t>
      </w:r>
      <w:r w:rsidR="00476253">
        <w:rPr>
          <w:rtl/>
          <w:lang w:bidi="ur-PK"/>
        </w:rPr>
        <w:t>رزق سے انفاق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سست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حالت غنودگ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حضور قلب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مانع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نماز پڑھنے سے منع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بلکہ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وقت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نماز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جب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نشاط، صدق و صفا اور خلوص اور حضور قلب کے ساتھ نماز پڑھ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جاسکے اور تمام ظاھر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شرائط کا لحاظ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جائے: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ا</w:t>
      </w:r>
      <w:r w:rsidR="00BA0B7F">
        <w:rPr>
          <w:rStyle w:val="libAieChar"/>
          <w:rFonts w:hint="eastAsia"/>
          <w:rtl/>
        </w:rPr>
        <w:t>ا</w:t>
      </w:r>
      <w:r w:rsidR="00476253" w:rsidRPr="00B859F0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ا</w:t>
      </w:r>
      <w:r w:rsidR="00476253" w:rsidRPr="00B859F0">
        <w:rPr>
          <w:rStyle w:val="libAieChar"/>
          <w:rtl/>
        </w:rPr>
        <w:t xml:space="preserve"> الَّذِ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نَ</w:t>
      </w:r>
      <w:r w:rsidR="00476253" w:rsidRPr="00B859F0">
        <w:rPr>
          <w:rStyle w:val="libAieChar"/>
          <w:rtl/>
        </w:rPr>
        <w:t xml:space="preserve"> آمَنُوا لاَتَقْرَبُوا الصَّلاَةَ وَ</w:t>
      </w:r>
      <w:r w:rsidR="00BA0B7F">
        <w:rPr>
          <w:rStyle w:val="libAieChar"/>
          <w:rtl/>
        </w:rPr>
        <w:t>ا</w:t>
      </w:r>
      <w:r w:rsidR="00476253" w:rsidRPr="00B859F0">
        <w:rPr>
          <w:rStyle w:val="libAieChar"/>
          <w:rFonts w:hint="eastAsia"/>
          <w:rtl/>
        </w:rPr>
        <w:t>نْتُمْ</w:t>
      </w:r>
      <w:r w:rsidR="00476253" w:rsidRPr="00B859F0">
        <w:rPr>
          <w:rStyle w:val="libAieChar"/>
          <w:rtl/>
        </w:rPr>
        <w:t xml:space="preserve"> سُكَارَ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tl/>
        </w:rPr>
        <w:t xml:space="preserve"> حَتَّ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tl/>
        </w:rPr>
        <w:t xml:space="preserve"> تَعْلَمُوا مَا تَقُولُونَ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(328)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”اے</w:t>
      </w:r>
      <w:r w:rsidR="00476253">
        <w:rPr>
          <w:rtl/>
          <w:lang w:bidi="ur-PK"/>
        </w:rPr>
        <w:t xml:space="preserve">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والو ! خبر دار نشہ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حالت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نما زکے قر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</w:t>
      </w:r>
      <w:r w:rsidR="00476253">
        <w:rPr>
          <w:rtl/>
          <w:lang w:bidi="ur-PK"/>
        </w:rPr>
        <w:t xml:space="preserve">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نہ جانا جب تک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ش نہ آجائے کہ تم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کہہ </w:t>
      </w:r>
      <w:r w:rsidR="00AA04E3">
        <w:rPr>
          <w:rtl/>
          <w:lang w:bidi="ur-PK"/>
        </w:rPr>
        <w:t xml:space="preserve">رہے 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اپنے اھل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کو نماز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کو اخلاق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نمونہ کے طور پر حضرت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اھے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B859F0">
        <w:rPr>
          <w:rStyle w:val="libAieChar"/>
          <w:rtl/>
        </w:rPr>
        <w:t xml:space="preserve">وَكَانَ </w:t>
      </w:r>
      <w:r w:rsidR="00476253" w:rsidRPr="00B859F0">
        <w:rPr>
          <w:rStyle w:val="libAieChar"/>
          <w:rFonts w:hint="cs"/>
          <w:rtl/>
        </w:rPr>
        <w:t>ی</w:t>
      </w:r>
      <w:r w:rsidR="00BA0B7F">
        <w:rPr>
          <w:rStyle w:val="libAieChar"/>
          <w:rFonts w:hint="eastAsia"/>
          <w:rtl/>
        </w:rPr>
        <w:t>ا</w:t>
      </w:r>
      <w:r w:rsidR="00476253" w:rsidRPr="00B859F0">
        <w:rPr>
          <w:rStyle w:val="libAieChar"/>
          <w:rFonts w:hint="eastAsia"/>
          <w:rtl/>
        </w:rPr>
        <w:t>مُرُ</w:t>
      </w:r>
      <w:r w:rsidR="00476253" w:rsidRPr="00B859F0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ل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ُ</w:t>
      </w:r>
      <w:r w:rsidR="00476253" w:rsidRPr="00B859F0">
        <w:rPr>
          <w:rStyle w:val="libAieChar"/>
          <w:rtl/>
        </w:rPr>
        <w:t xml:space="preserve"> بِالصَّلَاةِ وَالزَّكَاةِ وَكَانَ عِنْدَ رَبِّ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ِ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مَرْضِی</w:t>
      </w:r>
      <w:r w:rsidR="00476253" w:rsidRPr="00B859F0">
        <w:rPr>
          <w:rStyle w:val="libAieChar"/>
          <w:rFonts w:hint="eastAsia"/>
          <w:rtl/>
        </w:rPr>
        <w:t>ا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(329)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وہ اپنے گھر والوں کو نما ز اور زکوٰة کا حکم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تے</w:t>
      </w:r>
      <w:r w:rsidR="00476253">
        <w:rPr>
          <w:rtl/>
          <w:lang w:bidi="ur-PK"/>
        </w:rPr>
        <w:t xml:space="preserve"> تھے اور اپنے پروردگار کے نزد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پسند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دہ</w:t>
      </w:r>
      <w:r w:rsidR="00476253">
        <w:rPr>
          <w:rtl/>
          <w:lang w:bidi="ur-PK"/>
        </w:rPr>
        <w:t xml:space="preserve"> تھے“۔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نمازانسان کو فحشاء و منکر سے روکت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تجربہ سے ثابت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چک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واقع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انسان کو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روک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انسان کے دل و جان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اعضاء وجوارح کو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کرنے پر آمادہ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B859F0">
        <w:rPr>
          <w:rStyle w:val="libAieChar"/>
          <w:rtl/>
        </w:rPr>
        <w:t>وَ</w:t>
      </w:r>
      <w:r w:rsidR="00BA0B7F">
        <w:rPr>
          <w:rStyle w:val="libAieChar"/>
          <w:rtl/>
        </w:rPr>
        <w:t>ا</w:t>
      </w:r>
      <w:r w:rsidR="00476253" w:rsidRPr="00B859F0">
        <w:rPr>
          <w:rStyle w:val="libAieChar"/>
          <w:rFonts w:hint="eastAsia"/>
          <w:rtl/>
        </w:rPr>
        <w:t>قِمْ</w:t>
      </w:r>
      <w:r w:rsidR="00476253" w:rsidRPr="00B859F0">
        <w:rPr>
          <w:rStyle w:val="libAieChar"/>
          <w:rtl/>
        </w:rPr>
        <w:t xml:space="preserve"> الصَّلَاةَ إِنَّ الصَّلاَةَ تَنْ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َی</w:t>
      </w:r>
      <w:r w:rsidR="00476253" w:rsidRPr="00B859F0">
        <w:rPr>
          <w:rStyle w:val="libAieChar"/>
          <w:rtl/>
        </w:rPr>
        <w:t xml:space="preserve"> عَنْ الْفَحْشَاءِ وَالْمُنْكَرِ</w:t>
      </w:r>
      <w:r w:rsidR="006F6A7F" w:rsidRPr="006F6A7F">
        <w:rPr>
          <w:rStyle w:val="libAlaemChar"/>
          <w:rtl/>
        </w:rPr>
        <w:t>)</w:t>
      </w:r>
      <w:r w:rsidR="00125F42" w:rsidRPr="00125F42">
        <w:rPr>
          <w:rStyle w:val="libFootnotenumChar"/>
          <w:rtl/>
          <w:lang w:bidi="ur-PK"/>
        </w:rPr>
        <w:t>(330)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اور نماز قائم کرو کہ نماز ھربُرائ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اور بدکار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سے روکنے وال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۔“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بے نماز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ل،</w:t>
      </w:r>
      <w:r>
        <w:rPr>
          <w:rtl/>
          <w:lang w:bidi="ur-PK"/>
        </w:rPr>
        <w:t xml:space="preserve"> اھل باطل اور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کرنے والوں کو جہنم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B859F0">
        <w:rPr>
          <w:rStyle w:val="libAieChar"/>
          <w:rtl/>
        </w:rPr>
        <w:t>قَالُوا لَمْ نَكُ مِنَ الْمُصَلِّ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نَ</w:t>
      </w:r>
      <w:r w:rsidR="00476253" w:rsidRPr="00B859F0">
        <w:rPr>
          <w:rStyle w:val="libAieChar"/>
          <w:rFonts w:hint="cs"/>
          <w:rtl/>
        </w:rPr>
        <w:t>وَلَمْ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نَكُ</w:t>
      </w:r>
      <w:r w:rsidR="00476253" w:rsidRPr="00B859F0">
        <w:rPr>
          <w:rStyle w:val="libAieChar"/>
          <w:rtl/>
        </w:rPr>
        <w:t xml:space="preserve"> نُطْعِمُ الْمِسْكِ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نَ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وَكُنَّا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نَخُوضُ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مَعَ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الْخَائِضِی</w:t>
      </w:r>
      <w:r w:rsidR="00476253" w:rsidRPr="00B859F0">
        <w:rPr>
          <w:rStyle w:val="libAieChar"/>
          <w:rFonts w:hint="eastAsia"/>
          <w:rtl/>
        </w:rPr>
        <w:t>نَ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وَكُنَّا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نُكَذِّبُ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بِی</w:t>
      </w:r>
      <w:r w:rsidR="00476253" w:rsidRPr="00B859F0">
        <w:rPr>
          <w:rStyle w:val="libAieChar"/>
          <w:rFonts w:hint="eastAsia"/>
          <w:rtl/>
        </w:rPr>
        <w:t>وْمِ</w:t>
      </w:r>
      <w:r w:rsidR="00476253" w:rsidRPr="00B859F0">
        <w:rPr>
          <w:rStyle w:val="libAieChar"/>
          <w:rtl/>
        </w:rPr>
        <w:t xml:space="preserve"> الدِّ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نِ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(331)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”وہ</w:t>
      </w:r>
      <w:r w:rsidR="00476253">
        <w:rPr>
          <w:rtl/>
          <w:lang w:bidi="ur-PK"/>
        </w:rPr>
        <w:t xml:space="preserve"> ک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گے ھم نماز گذارن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تھے۔اور مسک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کو کھانا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کھلا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کرتے تھے۔ لوگوں کے بُرے کاموں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شامل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>جا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کرتے تھے۔اور روز 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امت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تکذ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اکرتے</w:t>
      </w:r>
      <w:r w:rsidR="00476253">
        <w:rPr>
          <w:rtl/>
          <w:lang w:bidi="ur-PK"/>
        </w:rPr>
        <w:t xml:space="preserve"> تھے“۔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نماز سے غافل اور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والے نماز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جھٹلانے والا قرا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B859F0">
        <w:rPr>
          <w:rStyle w:val="libAieChar"/>
          <w:rtl/>
        </w:rPr>
        <w:t>فَوَ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لٌ</w:t>
      </w:r>
      <w:r w:rsidR="00476253" w:rsidRPr="00B859F0">
        <w:rPr>
          <w:rStyle w:val="libAieChar"/>
          <w:rtl/>
        </w:rPr>
        <w:t xml:space="preserve"> لِلْمُصَلِّ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نَ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الَّذِی</w:t>
      </w:r>
      <w:r w:rsidR="00476253" w:rsidRPr="00B859F0">
        <w:rPr>
          <w:rStyle w:val="libAieChar"/>
          <w:rFonts w:hint="eastAsia"/>
          <w:rtl/>
        </w:rPr>
        <w:t>نَ</w:t>
      </w:r>
      <w:r w:rsidR="00476253" w:rsidRPr="00B859F0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ُمْ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عَن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صَلَاتِ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ِمْ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سَا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ُونَالَّذِی</w:t>
      </w:r>
      <w:r w:rsidR="00476253" w:rsidRPr="00B859F0">
        <w:rPr>
          <w:rStyle w:val="libAieChar"/>
          <w:rFonts w:hint="eastAsia"/>
          <w:rtl/>
        </w:rPr>
        <w:t>نَ</w:t>
      </w:r>
      <w:r w:rsidR="00476253" w:rsidRPr="00B859F0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ُمْ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رَآءُ</w:t>
      </w:r>
      <w:r w:rsidR="00476253" w:rsidRPr="00B859F0">
        <w:rPr>
          <w:rStyle w:val="libAieChar"/>
          <w:rtl/>
        </w:rPr>
        <w:t xml:space="preserve"> ونَ</w:t>
      </w:r>
      <w:r w:rsidR="00476253">
        <w:rPr>
          <w:rtl/>
          <w:lang w:bidi="ur-PK"/>
        </w:rPr>
        <w:t xml:space="preserve"> 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(332)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”تو</w:t>
      </w:r>
      <w:r w:rsidR="00476253">
        <w:rPr>
          <w:rtl/>
          <w:lang w:bidi="ur-PK"/>
        </w:rPr>
        <w:t xml:space="preserve"> تباھ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ان نماز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</w:t>
      </w:r>
      <w:r w:rsidR="00476253">
        <w:rPr>
          <w:rtl/>
          <w:lang w:bidi="ur-PK"/>
        </w:rPr>
        <w:t xml:space="preserve"> کے لئے ۔جو اپن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نمازوں سے غافل رھتے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۔دکھانے کے لئے عمل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نماز</w:t>
      </w:r>
      <w:r>
        <w:rPr>
          <w:rtl/>
          <w:lang w:bidi="ur-PK"/>
        </w:rPr>
        <w:t xml:space="preserve"> اور اس کے فقھ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شرائط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چند کو بطور نمونہ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باقر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ضمن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سفارش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 xml:space="preserve">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سبک نہ سمجھو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حضرت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اپنے آخر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اھے</w:t>
      </w:r>
      <w:r>
        <w:rPr>
          <w:rtl/>
          <w:lang w:bidi="ur-PK"/>
        </w:rPr>
        <w:t xml:space="preserve">: </w:t>
      </w:r>
    </w:p>
    <w:p w:rsidR="00476253" w:rsidRDefault="00476253" w:rsidP="00A9262B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B859F0">
        <w:rPr>
          <w:rStyle w:val="libArabicChar"/>
          <w:rFonts w:hint="eastAsia"/>
          <w:rtl/>
        </w:rPr>
        <w:t>لَ</w:t>
      </w:r>
      <w:r w:rsidRPr="00B859F0">
        <w:rPr>
          <w:rStyle w:val="libArabicChar"/>
          <w:rFonts w:hint="cs"/>
          <w:rtl/>
        </w:rPr>
        <w:t>ی</w:t>
      </w:r>
      <w:r w:rsidRPr="00B859F0">
        <w:rPr>
          <w:rStyle w:val="libArabicChar"/>
          <w:rFonts w:hint="eastAsia"/>
          <w:rtl/>
        </w:rPr>
        <w:t>سَ</w:t>
      </w:r>
      <w:r w:rsidRPr="00B859F0">
        <w:rPr>
          <w:rStyle w:val="libArabicChar"/>
          <w:rtl/>
        </w:rPr>
        <w:t xml:space="preserve"> مِنّ</w:t>
      </w:r>
      <w:r w:rsidRPr="00B859F0">
        <w:rPr>
          <w:rStyle w:val="libArabicChar"/>
          <w:rFonts w:hint="cs"/>
          <w:rtl/>
        </w:rPr>
        <w:t>ی</w:t>
      </w:r>
      <w:r w:rsidRPr="00B859F0">
        <w:rPr>
          <w:rStyle w:val="libArabicChar"/>
          <w:rtl/>
        </w:rPr>
        <w:t xml:space="preserve"> مَنِ اسْتَخَفَّ بِصَلاتِ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ِ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لَای</w:t>
      </w:r>
      <w:r w:rsidRPr="00B859F0">
        <w:rPr>
          <w:rStyle w:val="libArabicChar"/>
          <w:rFonts w:hint="eastAsia"/>
          <w:rtl/>
        </w:rPr>
        <w:t>رِدُّ</w:t>
      </w:r>
      <w:r w:rsidRPr="00B859F0">
        <w:rPr>
          <w:rStyle w:val="libArabicChar"/>
          <w:rtl/>
        </w:rPr>
        <w:t xml:space="preserve"> عَلَ</w:t>
      </w:r>
      <w:r w:rsidRPr="00B859F0">
        <w:rPr>
          <w:rStyle w:val="libArabicChar"/>
          <w:rFonts w:hint="cs"/>
          <w:rtl/>
        </w:rPr>
        <w:t>ی</w:t>
      </w:r>
      <w:r w:rsidRPr="00B859F0">
        <w:rPr>
          <w:rStyle w:val="libArabicChar"/>
          <w:rtl/>
        </w:rPr>
        <w:t xml:space="preserve"> الْحَوْض لَا وَاللّٰ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ِ،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لَی</w:t>
      </w:r>
      <w:r w:rsidRPr="00B859F0">
        <w:rPr>
          <w:rStyle w:val="libArabicChar"/>
          <w:rFonts w:hint="eastAsia"/>
          <w:rtl/>
        </w:rPr>
        <w:t>سَ</w:t>
      </w:r>
      <w:r w:rsidRPr="00B859F0">
        <w:rPr>
          <w:rStyle w:val="libArabicChar"/>
          <w:rtl/>
        </w:rPr>
        <w:t xml:space="preserve"> مِنّ</w:t>
      </w:r>
      <w:r w:rsidRPr="00B859F0">
        <w:rPr>
          <w:rStyle w:val="libArabicChar"/>
          <w:rFonts w:hint="cs"/>
          <w:rtl/>
        </w:rPr>
        <w:t>ی</w:t>
      </w:r>
      <w:r w:rsidRPr="00B859F0">
        <w:rPr>
          <w:rStyle w:val="libArabicChar"/>
          <w:rtl/>
        </w:rPr>
        <w:t xml:space="preserve"> مَنْ شَرِبَ مُسْكِراً لَا </w:t>
      </w:r>
      <w:r w:rsidRPr="00B859F0">
        <w:rPr>
          <w:rStyle w:val="libArabicChar"/>
          <w:rFonts w:hint="cs"/>
          <w:rtl/>
        </w:rPr>
        <w:t>ی</w:t>
      </w:r>
      <w:r w:rsidRPr="00B859F0">
        <w:rPr>
          <w:rStyle w:val="libArabicChar"/>
          <w:rFonts w:hint="eastAsia"/>
          <w:rtl/>
        </w:rPr>
        <w:t>رِدُّ</w:t>
      </w:r>
      <w:r w:rsidRPr="00B859F0">
        <w:rPr>
          <w:rStyle w:val="libArabicChar"/>
          <w:rtl/>
        </w:rPr>
        <w:t xml:space="preserve"> عَلَ</w:t>
      </w:r>
      <w:r w:rsidRPr="00B859F0">
        <w:rPr>
          <w:rStyle w:val="libArabicChar"/>
          <w:rFonts w:hint="cs"/>
          <w:rtl/>
        </w:rPr>
        <w:t>ی</w:t>
      </w:r>
      <w:r w:rsidRPr="00B859F0">
        <w:rPr>
          <w:rStyle w:val="libArabicChar"/>
          <w:rtl/>
        </w:rPr>
        <w:t xml:space="preserve"> الْحَوْضَ لَا وَاللّٰ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ِ</w:t>
      </w:r>
      <w:r>
        <w:rPr>
          <w:rtl/>
          <w:lang w:bidi="ur-PK"/>
        </w:rPr>
        <w:t>۔“</w:t>
      </w:r>
      <w:r w:rsidR="00A9262B" w:rsidRPr="00572206">
        <w:rPr>
          <w:rStyle w:val="libFootnotenumChar"/>
          <w:rtl/>
          <w:lang w:bidi="ur-PK"/>
        </w:rPr>
        <w:t xml:space="preserve"> </w:t>
      </w:r>
      <w:r w:rsidR="00572206" w:rsidRPr="00572206">
        <w:rPr>
          <w:rStyle w:val="libFootnotenumChar"/>
          <w:rtl/>
          <w:lang w:bidi="ur-PK"/>
        </w:rPr>
        <w:t>(</w:t>
      </w:r>
      <w:r w:rsidR="00A9262B" w:rsidRPr="00A9262B">
        <w:rPr>
          <w:rStyle w:val="libFootnotenumChar"/>
          <w:rtl/>
        </w:rPr>
        <w:t>3</w:t>
      </w:r>
      <w:r w:rsidR="00572206" w:rsidRPr="00A9262B">
        <w:rPr>
          <w:rStyle w:val="libFootnotenumChar"/>
          <w:rtl/>
          <w:lang w:bidi="ur-PK"/>
        </w:rPr>
        <w:t>33</w:t>
      </w:r>
      <w:r w:rsidR="00572206" w:rsidRPr="00572206">
        <w:rPr>
          <w:rStyle w:val="libFootnotenumChar"/>
          <w:rtl/>
          <w:lang w:bidi="ur-PK"/>
        </w:rPr>
        <w:t>)</w:t>
      </w:r>
      <w:r w:rsidR="00572206">
        <w:rPr>
          <w:rtl/>
          <w:lang w:bidi="ur-PK"/>
        </w:rPr>
        <w:t xml:space="preserve"> </w:t>
      </w:r>
      <w:r w:rsidR="00572206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نماز کو سبک سمجھے وہ مجھ سے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حوض کوثر 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شخص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پہنچ سکتا،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شخص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مجھ سے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جو شراب پئے،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شخص (بھ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پاس حوض کوثر پر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پہنچ سکتا“۔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موسيٰ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:پالنے والے!ا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وقت پر نماز پڑھنے والے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جزاء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؟ تو خطاب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ا: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B859F0">
        <w:rPr>
          <w:rStyle w:val="libArabicChar"/>
          <w:rFonts w:hint="eastAsia"/>
          <w:rtl/>
        </w:rPr>
        <w:t>اُعْطِ</w:t>
      </w:r>
      <w:r w:rsidRPr="00B859F0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ِ</w:t>
      </w:r>
      <w:r w:rsidRPr="00B859F0">
        <w:rPr>
          <w:rStyle w:val="libArabicChar"/>
          <w:rtl/>
        </w:rPr>
        <w:t xml:space="preserve"> سُ</w:t>
      </w:r>
      <w:r w:rsidR="00AA04E3">
        <w:rPr>
          <w:rStyle w:val="libArabicChar"/>
          <w:rtl/>
        </w:rPr>
        <w:t>و</w:t>
      </w:r>
      <w:r w:rsidRPr="00B859F0">
        <w:rPr>
          <w:rStyle w:val="libArabicChar"/>
          <w:rFonts w:hint="eastAsia"/>
          <w:rtl/>
        </w:rPr>
        <w:t>لَ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ُ،</w:t>
      </w:r>
      <w:r w:rsidRPr="00B859F0">
        <w:rPr>
          <w:rStyle w:val="libArabicChar"/>
          <w:rtl/>
        </w:rPr>
        <w:t xml:space="preserve"> وَاُب</w:t>
      </w:r>
      <w:r w:rsidRPr="00B859F0">
        <w:rPr>
          <w:rStyle w:val="libArabicChar"/>
          <w:rFonts w:hint="cs"/>
          <w:rtl/>
        </w:rPr>
        <w:t>ی</w:t>
      </w:r>
      <w:r w:rsidRPr="00B859F0">
        <w:rPr>
          <w:rStyle w:val="libArabicChar"/>
          <w:rFonts w:hint="eastAsia"/>
          <w:rtl/>
        </w:rPr>
        <w:t>حُ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ُ</w:t>
      </w:r>
      <w:r w:rsidRPr="00B859F0">
        <w:rPr>
          <w:rStyle w:val="libArabicChar"/>
          <w:rtl/>
        </w:rPr>
        <w:t xml:space="preserve"> جَنَّتِ</w:t>
      </w:r>
      <w:r w:rsidRPr="00B859F0">
        <w:rPr>
          <w:rStyle w:val="libArabicChar"/>
          <w:rFonts w:hint="cs"/>
          <w:rtl/>
        </w:rPr>
        <w:t>ی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(334)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ںاس</w:t>
      </w:r>
      <w:r>
        <w:rPr>
          <w:rtl/>
          <w:lang w:bidi="ur-PK"/>
        </w:rPr>
        <w:t xml:space="preserve"> کے سوالوں کو پورا، ا اور اس کے لئے جنت مباح کردوں گا“۔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B859F0">
        <w:rPr>
          <w:rStyle w:val="libArabicChar"/>
          <w:rFonts w:hint="eastAsia"/>
          <w:rtl/>
        </w:rPr>
        <w:t>اَحَبُّ</w:t>
      </w:r>
      <w:r w:rsidRPr="00B859F0">
        <w:rPr>
          <w:rStyle w:val="libArabicChar"/>
          <w:rtl/>
        </w:rPr>
        <w:t xml:space="preserve"> الْعِبادِ اِلَ</w:t>
      </w:r>
      <w:r w:rsidRPr="00B859F0">
        <w:rPr>
          <w:rStyle w:val="libArabicChar"/>
          <w:rFonts w:hint="cs"/>
          <w:rtl/>
        </w:rPr>
        <w:t>ی</w:t>
      </w:r>
      <w:r w:rsidRPr="00B859F0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ِ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عَزَّ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وَجَلَّ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رجلٌ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صَدوقٌ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فی</w:t>
      </w:r>
      <w:r w:rsidRPr="00B859F0">
        <w:rPr>
          <w:rStyle w:val="libArabicChar"/>
          <w:rtl/>
        </w:rPr>
        <w:t xml:space="preserve"> حَدِ</w:t>
      </w:r>
      <w:r w:rsidRPr="00B859F0">
        <w:rPr>
          <w:rStyle w:val="libArabicChar"/>
          <w:rFonts w:hint="cs"/>
          <w:rtl/>
        </w:rPr>
        <w:t>ی</w:t>
      </w:r>
      <w:r w:rsidRPr="00B859F0">
        <w:rPr>
          <w:rStyle w:val="libArabicChar"/>
          <w:rFonts w:hint="eastAsia"/>
          <w:rtl/>
        </w:rPr>
        <w:t>ثِ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ِ</w:t>
      </w:r>
      <w:r w:rsidRPr="00B859F0">
        <w:rPr>
          <w:rStyle w:val="libArabicChar"/>
          <w:rtl/>
        </w:rPr>
        <w:t xml:space="preserve"> مُحافِظٌ عَليٰ صَلَواتِ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ِ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وَمَاافْتَرَضَ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ُ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عَلَی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ِ</w:t>
      </w:r>
      <w:r w:rsidRPr="00B859F0">
        <w:rPr>
          <w:rStyle w:val="libArabicChar"/>
          <w:rtl/>
        </w:rPr>
        <w:t xml:space="preserve"> مَعَ اَداءِ الْاَمانَةِ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(335)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”خداوندعالم</w:t>
      </w:r>
      <w:r>
        <w:rPr>
          <w:rtl/>
          <w:lang w:bidi="ur-PK"/>
        </w:rPr>
        <w:t xml:space="preserve">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محبوب وہ شخص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صداقت سے کام لے، نماز 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عبادتوں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کرے اور امانت ادا کرے“۔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ابن</w:t>
      </w:r>
      <w:r>
        <w:rPr>
          <w:rtl/>
          <w:lang w:bidi="ur-PK"/>
        </w:rPr>
        <w:t xml:space="preserve"> مسعود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حضرت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کونساعمل خداوندعالم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سب سے بھت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>؟ تو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B859F0">
        <w:rPr>
          <w:rStyle w:val="libArabicChar"/>
          <w:rFonts w:hint="eastAsia"/>
          <w:rtl/>
        </w:rPr>
        <w:t>اَلصَّلَاةُ</w:t>
      </w:r>
      <w:r w:rsidRPr="00B859F0">
        <w:rPr>
          <w:rStyle w:val="libArabicChar"/>
          <w:rtl/>
        </w:rPr>
        <w:t xml:space="preserve"> لِوَقْتِ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َا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(336)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”نماز</w:t>
      </w:r>
      <w:r>
        <w:rPr>
          <w:rtl/>
          <w:lang w:bidi="ur-PK"/>
        </w:rPr>
        <w:t xml:space="preserve"> کو اس کے وقت پر پڑھنا“۔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B859F0">
        <w:rPr>
          <w:rStyle w:val="libArabicChar"/>
          <w:rFonts w:hint="eastAsia"/>
          <w:rtl/>
        </w:rPr>
        <w:t>لَا</w:t>
      </w:r>
      <w:r w:rsidRPr="00B859F0">
        <w:rPr>
          <w:rStyle w:val="libArabicChar"/>
          <w:rtl/>
        </w:rPr>
        <w:t xml:space="preserve"> تُضَ</w:t>
      </w:r>
      <w:r w:rsidRPr="00B859F0">
        <w:rPr>
          <w:rStyle w:val="libArabicChar"/>
          <w:rFonts w:hint="cs"/>
          <w:rtl/>
        </w:rPr>
        <w:t>ی</w:t>
      </w:r>
      <w:r w:rsidRPr="00B859F0">
        <w:rPr>
          <w:rStyle w:val="libArabicChar"/>
          <w:rFonts w:hint="eastAsia"/>
          <w:rtl/>
        </w:rPr>
        <w:t>عُوا</w:t>
      </w:r>
      <w:r w:rsidRPr="00B859F0">
        <w:rPr>
          <w:rStyle w:val="libArabicChar"/>
          <w:rtl/>
        </w:rPr>
        <w:t xml:space="preserve"> صَلاَتَكُمْ فَاِنَّ مَنْ ضَ</w:t>
      </w:r>
      <w:r w:rsidRPr="00B859F0">
        <w:rPr>
          <w:rStyle w:val="libArabicChar"/>
          <w:rFonts w:hint="cs"/>
          <w:rtl/>
        </w:rPr>
        <w:t>ی</w:t>
      </w:r>
      <w:r w:rsidRPr="00B859F0">
        <w:rPr>
          <w:rStyle w:val="libArabicChar"/>
          <w:rFonts w:hint="eastAsia"/>
          <w:rtl/>
        </w:rPr>
        <w:t>عَ</w:t>
      </w:r>
      <w:r w:rsidRPr="00B859F0">
        <w:rPr>
          <w:rStyle w:val="libArabicChar"/>
          <w:rtl/>
        </w:rPr>
        <w:t xml:space="preserve"> صَلَاتَ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ُ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حُشِرَ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مَعَ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قَارُونَ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وَ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امانَ،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وَکاَنَ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حَقّاً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عَلَی</w:t>
      </w:r>
      <w:r w:rsidRPr="00B859F0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ِ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اَنْ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ی</w:t>
      </w:r>
      <w:r w:rsidRPr="00B859F0">
        <w:rPr>
          <w:rStyle w:val="libArabicChar"/>
          <w:rFonts w:hint="eastAsia"/>
          <w:rtl/>
        </w:rPr>
        <w:t>دْخِلَ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ُ</w:t>
      </w:r>
      <w:r w:rsidRPr="00B859F0">
        <w:rPr>
          <w:rStyle w:val="libArabicChar"/>
          <w:rtl/>
        </w:rPr>
        <w:t xml:space="preserve"> النّارَ مَعَ الْمُنافِق</w:t>
      </w:r>
      <w:r w:rsidRPr="00B859F0">
        <w:rPr>
          <w:rStyle w:val="libArabicChar"/>
          <w:rFonts w:hint="cs"/>
          <w:rtl/>
        </w:rPr>
        <w:t>ی</w:t>
      </w:r>
      <w:r w:rsidRPr="00B859F0">
        <w:rPr>
          <w:rStyle w:val="libArabicChar"/>
          <w:rFonts w:hint="eastAsia"/>
          <w:rtl/>
        </w:rPr>
        <w:t>نَ،</w:t>
      </w:r>
      <w:r w:rsidRPr="00B859F0">
        <w:rPr>
          <w:rStyle w:val="libArabicChar"/>
          <w:rtl/>
        </w:rPr>
        <w:t xml:space="preserve"> فَالْوَ</w:t>
      </w:r>
      <w:r w:rsidRPr="00B859F0">
        <w:rPr>
          <w:rStyle w:val="libArabicChar"/>
          <w:rFonts w:hint="cs"/>
          <w:rtl/>
        </w:rPr>
        <w:t>ی</w:t>
      </w:r>
      <w:r w:rsidRPr="00B859F0">
        <w:rPr>
          <w:rStyle w:val="libArabicChar"/>
          <w:rFonts w:hint="eastAsia"/>
          <w:rtl/>
        </w:rPr>
        <w:t>لُ</w:t>
      </w:r>
      <w:r w:rsidRPr="00B859F0">
        <w:rPr>
          <w:rStyle w:val="libArabicChar"/>
          <w:rtl/>
        </w:rPr>
        <w:t xml:space="preserve"> لِمَنْ لَمْ </w:t>
      </w:r>
      <w:r w:rsidRPr="00B859F0">
        <w:rPr>
          <w:rStyle w:val="libArabicChar"/>
          <w:rFonts w:hint="cs"/>
          <w:rtl/>
        </w:rPr>
        <w:t>ی</w:t>
      </w:r>
      <w:r w:rsidRPr="00B859F0">
        <w:rPr>
          <w:rStyle w:val="libArabicChar"/>
          <w:rFonts w:hint="eastAsia"/>
          <w:rtl/>
        </w:rPr>
        <w:t>حافِظْ</w:t>
      </w:r>
      <w:r w:rsidRPr="00B859F0">
        <w:rPr>
          <w:rStyle w:val="libArabicChar"/>
          <w:rtl/>
        </w:rPr>
        <w:t xml:space="preserve"> عَليٰ صَلَاتِ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ِ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وَاَداءِ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سُنَّةِنَبِی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ِ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(337)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نمازوں کو برباد نہ کرو، بے شک جس نے نماز کو 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قارون اور ھامان کے ساتھ محشور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گا، اور خداوندعالم اس کو منافق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ساتھ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دے گا، پس وائے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نماز اور سنت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نہ کرنے والے شخص پر !“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</w:t>
      </w:r>
      <w:r w:rsidRPr="00B859F0">
        <w:rPr>
          <w:rStyle w:val="libArabicChar"/>
          <w:rFonts w:hint="cs"/>
          <w:rtl/>
        </w:rPr>
        <w:t>ی</w:t>
      </w:r>
      <w:r w:rsidRPr="00B859F0">
        <w:rPr>
          <w:rStyle w:val="libArabicChar"/>
          <w:rFonts w:hint="eastAsia"/>
          <w:rtl/>
        </w:rPr>
        <w:t>عْرَفُ</w:t>
      </w:r>
      <w:r w:rsidRPr="00B859F0">
        <w:rPr>
          <w:rStyle w:val="libArabicChar"/>
          <w:rtl/>
        </w:rPr>
        <w:t xml:space="preserve"> مَنْ </w:t>
      </w:r>
      <w:r w:rsidRPr="00B859F0">
        <w:rPr>
          <w:rStyle w:val="libArabicChar"/>
          <w:rFonts w:hint="cs"/>
          <w:rtl/>
        </w:rPr>
        <w:t>ی</w:t>
      </w:r>
      <w:r w:rsidRPr="00B859F0">
        <w:rPr>
          <w:rStyle w:val="libArabicChar"/>
          <w:rFonts w:hint="eastAsia"/>
          <w:rtl/>
        </w:rPr>
        <w:t>صِفُ</w:t>
      </w:r>
      <w:r w:rsidRPr="00B859F0">
        <w:rPr>
          <w:rStyle w:val="libArabicChar"/>
          <w:rtl/>
        </w:rPr>
        <w:t xml:space="preserve"> الْحَقَّ بِثَلَاثِ خِصالٍ:</w:t>
      </w:r>
      <w:r w:rsidRPr="00B859F0">
        <w:rPr>
          <w:rStyle w:val="libArabicChar"/>
          <w:rFonts w:hint="cs"/>
          <w:rtl/>
        </w:rPr>
        <w:t>ی</w:t>
      </w:r>
      <w:r w:rsidRPr="00B859F0">
        <w:rPr>
          <w:rStyle w:val="libArabicChar"/>
          <w:rFonts w:hint="eastAsia"/>
          <w:rtl/>
        </w:rPr>
        <w:t>نْظَرُ</w:t>
      </w:r>
      <w:r w:rsidRPr="00B859F0">
        <w:rPr>
          <w:rStyle w:val="libArabicChar"/>
          <w:rtl/>
        </w:rPr>
        <w:t xml:space="preserve"> اِليٰ اَصْحابِ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ِ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مَنْ</w:t>
      </w:r>
      <w:r w:rsidRPr="00B859F0">
        <w:rPr>
          <w:rStyle w:val="libArabicChar"/>
          <w:rtl/>
        </w:rPr>
        <w:t xml:space="preserve"> 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ُمْ؟وَاِليٰ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صَلَاتِ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ِ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كَی</w:t>
      </w:r>
      <w:r w:rsidRPr="00B859F0">
        <w:rPr>
          <w:rStyle w:val="libArabicChar"/>
          <w:rFonts w:hint="eastAsia"/>
          <w:rtl/>
        </w:rPr>
        <w:t>فَ</w:t>
      </w:r>
      <w:r w:rsidRPr="00B859F0">
        <w:rPr>
          <w:rStyle w:val="libArabicChar"/>
          <w:rtl/>
        </w:rPr>
        <w:t xml:space="preserve"> 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ِی</w:t>
      </w:r>
      <w:r w:rsidRPr="00B859F0">
        <w:rPr>
          <w:rStyle w:val="libArabicChar"/>
          <w:rtl/>
        </w:rPr>
        <w:t xml:space="preserve"> وَفِ</w:t>
      </w:r>
      <w:r w:rsidRPr="00B859F0">
        <w:rPr>
          <w:rStyle w:val="libArabicChar"/>
          <w:rFonts w:hint="cs"/>
          <w:rtl/>
        </w:rPr>
        <w:t>ی</w:t>
      </w:r>
      <w:r w:rsidRPr="00B859F0">
        <w:rPr>
          <w:rStyle w:val="libArabicChar"/>
          <w:rtl/>
        </w:rPr>
        <w:t xml:space="preserve"> اَ</w:t>
      </w:r>
      <w:r w:rsidRPr="00B859F0">
        <w:rPr>
          <w:rStyle w:val="libArabicChar"/>
          <w:rFonts w:hint="cs"/>
          <w:rtl/>
        </w:rPr>
        <w:t>ی</w:t>
      </w:r>
      <w:r w:rsidRPr="00B859F0">
        <w:rPr>
          <w:rStyle w:val="libArabicChar"/>
          <w:rtl/>
        </w:rPr>
        <w:t xml:space="preserve"> وَقْتٍ </w:t>
      </w:r>
      <w:r w:rsidRPr="00B859F0">
        <w:rPr>
          <w:rStyle w:val="libArabicChar"/>
          <w:rFonts w:hint="cs"/>
          <w:rtl/>
        </w:rPr>
        <w:t>ی</w:t>
      </w:r>
      <w:r w:rsidRPr="00B859F0">
        <w:rPr>
          <w:rStyle w:val="libArabicChar"/>
          <w:rFonts w:hint="eastAsia"/>
          <w:rtl/>
        </w:rPr>
        <w:t>صَلّ</w:t>
      </w:r>
      <w:r w:rsidRPr="00B859F0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ا،</w:t>
      </w:r>
      <w:r w:rsidRPr="00B859F0">
        <w:rPr>
          <w:rStyle w:val="libArabicChar"/>
          <w:rtl/>
        </w:rPr>
        <w:t xml:space="preserve"> فَاِنْ كَانَ ذَا مالٍ نُظِرَ اَ</w:t>
      </w:r>
      <w:r w:rsidRPr="00B859F0">
        <w:rPr>
          <w:rStyle w:val="libArabicChar"/>
          <w:rFonts w:hint="cs"/>
          <w:rtl/>
        </w:rPr>
        <w:t>ی</w:t>
      </w:r>
      <w:r w:rsidRPr="00B859F0">
        <w:rPr>
          <w:rStyle w:val="libArabicChar"/>
          <w:rFonts w:hint="eastAsia"/>
          <w:rtl/>
        </w:rPr>
        <w:t>نَ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ی</w:t>
      </w:r>
      <w:r w:rsidRPr="00B859F0">
        <w:rPr>
          <w:rStyle w:val="libArabicChar"/>
          <w:rFonts w:hint="eastAsia"/>
          <w:rtl/>
        </w:rPr>
        <w:t>ضَعُ</w:t>
      </w:r>
      <w:r w:rsidRPr="00B859F0">
        <w:rPr>
          <w:rStyle w:val="libArabicChar"/>
          <w:rtl/>
        </w:rPr>
        <w:t xml:space="preserve"> مالَ</w:t>
      </w:r>
      <w:r w:rsidR="00705CD5" w:rsidRPr="00163EB1">
        <w:rPr>
          <w:rStyle w:val="libArabicChar"/>
          <w:rFonts w:hint="cs"/>
          <w:rtl/>
        </w:rPr>
        <w:t>ه</w:t>
      </w:r>
      <w:r w:rsidRPr="00B859F0">
        <w:rPr>
          <w:rStyle w:val="libArabicChar"/>
          <w:rFonts w:hint="cs"/>
          <w:rtl/>
        </w:rPr>
        <w:t>ُ</w:t>
      </w:r>
      <w:r w:rsidRPr="00B859F0">
        <w:rPr>
          <w:rStyle w:val="libArabicChar"/>
          <w:rtl/>
        </w:rPr>
        <w:t xml:space="preserve"> </w:t>
      </w:r>
      <w:r w:rsidRPr="00B859F0">
        <w:rPr>
          <w:rStyle w:val="libArabicChar"/>
          <w:rFonts w:hint="cs"/>
          <w:rtl/>
        </w:rPr>
        <w:t>؟</w:t>
      </w:r>
      <w:r>
        <w:rPr>
          <w:rtl/>
          <w:lang w:bidi="ur-PK"/>
        </w:rPr>
        <w:t>“۔</w:t>
      </w:r>
      <w:r w:rsidR="0005211C" w:rsidRPr="00125F42">
        <w:rPr>
          <w:rStyle w:val="libFootnotenumChar"/>
          <w:rtl/>
          <w:lang w:bidi="ur-PK"/>
        </w:rPr>
        <w:t>(338)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حق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کا دعويٰ کرے وہ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خصلتوں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پہچانا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جائے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 لوگوں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کس طرح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کس وقت پڑھتا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اگر مالدار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دولت کھاں خرچ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ھمارے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عوں</w:t>
      </w:r>
      <w:r>
        <w:rPr>
          <w:rtl/>
          <w:lang w:bidi="ur-PK"/>
        </w:rPr>
        <w:t xml:space="preserve"> کو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پہچانو: نماز کے اوقات پر، کہ کس طرح اس کے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وقت پر ادا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دوسرے رازدار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ںکہ</w:t>
      </w:r>
      <w:r>
        <w:rPr>
          <w:rtl/>
          <w:lang w:bidi="ur-PK"/>
        </w:rPr>
        <w:t xml:space="preserve"> کس طرح ھمارے دشمنوں سے اسرار کو چھپاتے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سرے</w:t>
      </w:r>
      <w:r>
        <w:rPr>
          <w:rtl/>
          <w:lang w:bidi="ur-PK"/>
        </w:rPr>
        <w:t xml:space="preserve"> مال و دولت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کہ اپنے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کس طرح مواسات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(339)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476253" w:rsidRDefault="00476253" w:rsidP="00CB7E8E">
      <w:pPr>
        <w:pStyle w:val="Heading2Center"/>
        <w:rPr>
          <w:rtl/>
          <w:lang w:bidi="ur-PK"/>
        </w:rPr>
      </w:pPr>
      <w:bookmarkStart w:id="107" w:name="_Toc520984044"/>
      <w:r>
        <w:rPr>
          <w:rFonts w:hint="eastAsia"/>
          <w:rtl/>
          <w:lang w:bidi="ur-PK"/>
        </w:rPr>
        <w:t>انفاق</w:t>
      </w:r>
      <w:bookmarkEnd w:id="107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جو</w:t>
      </w:r>
      <w:r>
        <w:rPr>
          <w:rtl/>
          <w:lang w:bidi="ur-PK"/>
        </w:rPr>
        <w:t xml:space="preserve"> کچھ خداوندعالم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عطا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وہ اس کو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B859F0">
        <w:rPr>
          <w:rStyle w:val="libAieChar"/>
          <w:rFonts w:hint="cs"/>
          <w:rtl/>
        </w:rPr>
        <w:t>وَمِمَّا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رَزَقْنَا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م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نفِقُونَ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(340)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اور جو کچھ ھم نے رزق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اس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سے ھمار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راہ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خرچ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اھل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دور کرنے کے لئے اپنے مال و دولت، مقام، آبرو، عہدہ اور موقع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فائدہ اٹھاتے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خلوص و محبت کے ساتھ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کردہ نعمتوں کو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احسان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خرچ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اھل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زکوٰة پر توجہ، نماز، روزہ اور حج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واجبات کو نماز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اھل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زکوٰة، انفاق، صدقہ اور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مدد کرنے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ذرہ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بخل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لوگوں کو انفاق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قدر اھم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انفاق نہ کرنے کوخود اپنے ھاتھوں ھلاکت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ڈالنے کے برابر مانا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B859F0">
        <w:rPr>
          <w:rStyle w:val="libAieChar"/>
          <w:rtl/>
        </w:rPr>
        <w:t>وَ</w:t>
      </w:r>
      <w:r w:rsidR="00BA0B7F">
        <w:rPr>
          <w:rStyle w:val="libAieChar"/>
          <w:rtl/>
        </w:rPr>
        <w:t>ا</w:t>
      </w:r>
      <w:r w:rsidR="00476253" w:rsidRPr="00B859F0">
        <w:rPr>
          <w:rStyle w:val="libAieChar"/>
          <w:rFonts w:hint="eastAsia"/>
          <w:rtl/>
        </w:rPr>
        <w:t>نفِقُوا</w:t>
      </w:r>
      <w:r w:rsidR="00476253" w:rsidRPr="00B859F0">
        <w:rPr>
          <w:rStyle w:val="libAieChar"/>
          <w:rtl/>
        </w:rPr>
        <w:t xml:space="preserve"> فِ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tl/>
        </w:rPr>
        <w:t xml:space="preserve"> سَبِ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لِ</w:t>
      </w:r>
      <w:r w:rsidR="00476253" w:rsidRPr="00B859F0">
        <w:rPr>
          <w:rStyle w:val="libAieChar"/>
          <w:rtl/>
        </w:rPr>
        <w:t xml:space="preserve"> اللهِ وَلاَتُلْقُوا بِ</w:t>
      </w:r>
      <w:r w:rsidR="00BA0B7F">
        <w:rPr>
          <w:rStyle w:val="libAieChar"/>
          <w:rtl/>
        </w:rPr>
        <w:t>ا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دِ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كُمْ</w:t>
      </w:r>
      <w:r w:rsidR="00476253" w:rsidRPr="00B859F0">
        <w:rPr>
          <w:rStyle w:val="libAieChar"/>
          <w:rtl/>
        </w:rPr>
        <w:t xml:space="preserve"> إِلَ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tl/>
        </w:rPr>
        <w:t xml:space="preserve"> التَّ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لكَةِ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وَ</w:t>
      </w:r>
      <w:r w:rsidR="00BA0B7F">
        <w:rPr>
          <w:rStyle w:val="libAieChar"/>
          <w:rFonts w:hint="cs"/>
          <w:rtl/>
        </w:rPr>
        <w:t>ا</w:t>
      </w:r>
      <w:r w:rsidR="00476253" w:rsidRPr="00B859F0">
        <w:rPr>
          <w:rStyle w:val="libAieChar"/>
          <w:rFonts w:hint="eastAsia"/>
          <w:rtl/>
        </w:rPr>
        <w:t>حْسِنُوا</w:t>
      </w:r>
      <w:r w:rsidR="00476253" w:rsidRPr="00B859F0">
        <w:rPr>
          <w:rStyle w:val="libAieChar"/>
          <w:rtl/>
        </w:rPr>
        <w:t xml:space="preserve"> إِنَّ اللهَ 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حِبُّ</w:t>
      </w:r>
      <w:r w:rsidR="00476253" w:rsidRPr="00B859F0">
        <w:rPr>
          <w:rStyle w:val="libAieChar"/>
          <w:rtl/>
        </w:rPr>
        <w:t xml:space="preserve"> الْمُحْسِنِ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(341)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راہ خدا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خرچ کرو اور اپنے نفس کو ھلاکت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نہ ڈالو ۔ن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برتا</w:t>
      </w:r>
      <w:r w:rsidR="00AA04E3">
        <w:rPr>
          <w:rtl/>
          <w:lang w:bidi="ur-PK"/>
        </w:rPr>
        <w:t>و</w:t>
      </w:r>
      <w:r w:rsidR="00476253">
        <w:rPr>
          <w:rtl/>
          <w:lang w:bidi="ur-PK"/>
        </w:rPr>
        <w:t xml:space="preserve"> کرو کہ خدا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عمل کرنے والوں کے ساتھ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انفاق نہ کرنے کو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آخرت خراب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کا باعث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کو کفر و ظلم کے برابر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اعلان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جن لوگوں نے انفاق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بخل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وہ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اپنا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شف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ا</w:t>
      </w:r>
      <w:r w:rsidR="00BA0B7F">
        <w:rPr>
          <w:rStyle w:val="libAieChar"/>
          <w:rFonts w:hint="eastAsia"/>
          <w:rtl/>
        </w:rPr>
        <w:t>ا</w:t>
      </w:r>
      <w:r w:rsidR="00476253" w:rsidRPr="00B859F0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ا</w:t>
      </w:r>
      <w:r w:rsidR="00476253" w:rsidRPr="00B859F0">
        <w:rPr>
          <w:rStyle w:val="libAieChar"/>
          <w:rtl/>
        </w:rPr>
        <w:t xml:space="preserve"> الَّذِ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نَ</w:t>
      </w:r>
      <w:r w:rsidR="00476253" w:rsidRPr="00B859F0">
        <w:rPr>
          <w:rStyle w:val="libAieChar"/>
          <w:rtl/>
        </w:rPr>
        <w:t xml:space="preserve"> آمَنُوا </w:t>
      </w:r>
      <w:r w:rsidR="00BA0B7F">
        <w:rPr>
          <w:rStyle w:val="libAieChar"/>
          <w:rtl/>
        </w:rPr>
        <w:t>ا</w:t>
      </w:r>
      <w:r w:rsidR="00476253" w:rsidRPr="00B859F0">
        <w:rPr>
          <w:rStyle w:val="libAieChar"/>
          <w:rFonts w:hint="eastAsia"/>
          <w:rtl/>
        </w:rPr>
        <w:t>نفِقُوا</w:t>
      </w:r>
      <w:r w:rsidR="00476253" w:rsidRPr="00B859F0">
        <w:rPr>
          <w:rStyle w:val="libAieChar"/>
          <w:rtl/>
        </w:rPr>
        <w:t xml:space="preserve"> مِمَّا رَزَقْنَاكُمْ مِنْ قَبْلِ </w:t>
      </w:r>
      <w:r w:rsidR="00BA0B7F">
        <w:rPr>
          <w:rStyle w:val="libAieChar"/>
          <w:rtl/>
        </w:rPr>
        <w:t>ا</w:t>
      </w:r>
      <w:r w:rsidR="00476253" w:rsidRPr="00B859F0">
        <w:rPr>
          <w:rStyle w:val="libAieChar"/>
          <w:rFonts w:hint="eastAsia"/>
          <w:rtl/>
        </w:rPr>
        <w:t>نْ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ی</w:t>
      </w:r>
      <w:r w:rsidR="00BA0B7F">
        <w:rPr>
          <w:rStyle w:val="libAieChar"/>
          <w:rFonts w:hint="eastAsia"/>
          <w:rtl/>
        </w:rPr>
        <w:t>ا</w:t>
      </w:r>
      <w:r w:rsidR="00476253" w:rsidRPr="00B859F0">
        <w:rPr>
          <w:rStyle w:val="libAieChar"/>
          <w:rFonts w:hint="eastAsia"/>
          <w:rtl/>
        </w:rPr>
        <w:t>تِ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وْمٌ</w:t>
      </w:r>
      <w:r w:rsidR="00476253" w:rsidRPr="00B859F0">
        <w:rPr>
          <w:rStyle w:val="libAieChar"/>
          <w:rtl/>
        </w:rPr>
        <w:t xml:space="preserve"> لاَبَ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عٌ</w:t>
      </w:r>
      <w:r w:rsidR="00476253" w:rsidRPr="00B859F0">
        <w:rPr>
          <w:rStyle w:val="libAieChar"/>
          <w:rtl/>
        </w:rPr>
        <w:t xml:space="preserve"> فِ</w:t>
      </w:r>
      <w:r w:rsidR="00476253" w:rsidRPr="00B859F0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ِ</w:t>
      </w:r>
      <w:r w:rsidR="00476253" w:rsidRPr="00B859F0">
        <w:rPr>
          <w:rStyle w:val="libAieChar"/>
          <w:rtl/>
        </w:rPr>
        <w:t xml:space="preserve"> وَلاَخُلَّةٌ وَلاَشَفَاعَةٌ وَالْكَافِرُونَ 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م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الظَّالِمُونَ</w:t>
      </w:r>
      <w:r w:rsidR="006F6A7F" w:rsidRPr="006F6A7F">
        <w:rPr>
          <w:rStyle w:val="libAlaemChar"/>
          <w:rtl/>
        </w:rPr>
        <w:t>)</w:t>
      </w:r>
      <w:r w:rsidRPr="00125F42">
        <w:rPr>
          <w:rStyle w:val="libFootnotenumChar"/>
          <w:rtl/>
          <w:lang w:bidi="ur-PK"/>
        </w:rPr>
        <w:t>(342)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”اے</w:t>
      </w:r>
      <w:r w:rsidR="00476253">
        <w:rPr>
          <w:rtl/>
          <w:lang w:bidi="ur-PK"/>
        </w:rPr>
        <w:t xml:space="preserve">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والو ! جو تم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رزق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اس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ںسے</w:t>
      </w:r>
      <w:r w:rsidR="00476253">
        <w:rPr>
          <w:rtl/>
          <w:lang w:bidi="ur-PK"/>
        </w:rPr>
        <w:t xml:space="preserve"> راہ خدا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خرچ کرو قبل اس کے کہ وہ دن آجائے جس دن نہ تجارت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گ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نہ دوست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کام آئے گ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اور نہ سفارش ۔اور کافر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اصل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ںظالم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انفاق کو انسان کے لئے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سمجھتا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بخل سے محفوظ رہنے کو فلاح و بھبود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باعث مانتا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B859F0">
        <w:rPr>
          <w:rStyle w:val="libAieChar"/>
          <w:rtl/>
        </w:rPr>
        <w:t>فَاتَّقُوا اللهَ مَا اسْتَطَعْتُمْ وَاسْمَعُوا وَ</w:t>
      </w:r>
      <w:r w:rsidR="00BA0B7F">
        <w:rPr>
          <w:rStyle w:val="libAieChar"/>
          <w:rtl/>
        </w:rPr>
        <w:t>ا</w:t>
      </w:r>
      <w:r w:rsidR="00476253" w:rsidRPr="00B859F0">
        <w:rPr>
          <w:rStyle w:val="libAieChar"/>
          <w:rFonts w:hint="eastAsia"/>
          <w:rtl/>
        </w:rPr>
        <w:t>طِ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عُوا</w:t>
      </w:r>
      <w:r w:rsidR="00476253" w:rsidRPr="00B859F0">
        <w:rPr>
          <w:rStyle w:val="libAieChar"/>
          <w:rtl/>
        </w:rPr>
        <w:t xml:space="preserve"> وَ</w:t>
      </w:r>
      <w:r w:rsidR="00BA0B7F">
        <w:rPr>
          <w:rStyle w:val="libAieChar"/>
          <w:rtl/>
        </w:rPr>
        <w:t>ا</w:t>
      </w:r>
      <w:r w:rsidR="00476253" w:rsidRPr="00B859F0">
        <w:rPr>
          <w:rStyle w:val="libAieChar"/>
          <w:rFonts w:hint="eastAsia"/>
          <w:rtl/>
        </w:rPr>
        <w:t>نفِقُوا</w:t>
      </w:r>
      <w:r w:rsidR="00476253" w:rsidRPr="00B859F0">
        <w:rPr>
          <w:rStyle w:val="libAieChar"/>
          <w:rtl/>
        </w:rPr>
        <w:t xml:space="preserve"> خَ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رًا</w:t>
      </w:r>
      <w:r w:rsidR="00476253" w:rsidRPr="00B859F0">
        <w:rPr>
          <w:rStyle w:val="libAieChar"/>
          <w:rtl/>
        </w:rPr>
        <w:t xml:space="preserve"> لِ</w:t>
      </w:r>
      <w:r w:rsidR="00BA0B7F">
        <w:rPr>
          <w:rStyle w:val="libAieChar"/>
          <w:rtl/>
        </w:rPr>
        <w:t>ا</w:t>
      </w:r>
      <w:r w:rsidR="00476253" w:rsidRPr="00B859F0">
        <w:rPr>
          <w:rStyle w:val="libAieChar"/>
          <w:rFonts w:hint="eastAsia"/>
          <w:rtl/>
        </w:rPr>
        <w:t>نْفُسِكُمْ</w:t>
      </w:r>
      <w:r w:rsidR="00476253" w:rsidRPr="00B859F0">
        <w:rPr>
          <w:rStyle w:val="libAieChar"/>
          <w:rtl/>
        </w:rPr>
        <w:t xml:space="preserve"> وَمَنْ 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وقَ</w:t>
      </w:r>
      <w:r w:rsidR="00476253" w:rsidRPr="00B859F0">
        <w:rPr>
          <w:rStyle w:val="libAieChar"/>
          <w:rtl/>
        </w:rPr>
        <w:t xml:space="preserve"> شُحَّ نَفْسِ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ِ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فَ</w:t>
      </w:r>
      <w:r w:rsidR="00BA0B7F">
        <w:rPr>
          <w:rStyle w:val="libAieChar"/>
          <w:rFonts w:hint="cs"/>
          <w:rtl/>
        </w:rPr>
        <w:t>ا</w:t>
      </w:r>
      <w:r w:rsidR="00476253" w:rsidRPr="00B859F0">
        <w:rPr>
          <w:rStyle w:val="libAieChar"/>
          <w:rFonts w:hint="eastAsia"/>
          <w:rtl/>
        </w:rPr>
        <w:t>وْلَئِكَ</w:t>
      </w:r>
      <w:r w:rsidR="00476253" w:rsidRPr="00B859F0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م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الْمُفْلِحُونَ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(343)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”لہٰذا</w:t>
      </w:r>
      <w:r w:rsidR="00476253">
        <w:rPr>
          <w:rtl/>
          <w:lang w:bidi="ur-PK"/>
        </w:rPr>
        <w:t xml:space="preserve"> جھاں تک ممکن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>اللہ سے ڈرو اور ان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بات سنو اور اطاعت کرو اور راہ خدا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خرچ کرو کہ اس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تمھارے لئے خ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جو اپنے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نفس کے بخل سے محفوظ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>جائے وھ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لوگ فلاح اور نجات پانے والے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انفاق کرنے کا اجز و ثواب 700برابر اور اس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شمار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چنانچہ انفاق کے مسئلہ کو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آنکھوں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سے مثال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تاکہ اس خداپسند عمل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لوگوں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پختہ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جائے: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lastRenderedPageBreak/>
        <w:t>(</w:t>
      </w:r>
      <w:r w:rsidR="00476253" w:rsidRPr="00B859F0">
        <w:rPr>
          <w:rStyle w:val="libAieChar"/>
          <w:rtl/>
        </w:rPr>
        <w:t>مَثَلُ الَّذِ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نَ</w:t>
      </w:r>
      <w:r w:rsidR="00476253" w:rsidRPr="00B859F0">
        <w:rPr>
          <w:rStyle w:val="libAieChar"/>
          <w:rtl/>
        </w:rPr>
        <w:t xml:space="preserve"> 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نفِقُونَ</w:t>
      </w:r>
      <w:r w:rsidR="00476253" w:rsidRPr="00B859F0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B859F0">
        <w:rPr>
          <w:rStyle w:val="libAieChar"/>
          <w:rFonts w:hint="eastAsia"/>
          <w:rtl/>
        </w:rPr>
        <w:t>مْوَالَ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B859F0">
        <w:rPr>
          <w:rStyle w:val="libAieChar"/>
          <w:rFonts w:hint="cs"/>
          <w:rtl/>
        </w:rPr>
        <w:t>م</w:t>
      </w:r>
      <w:r w:rsidR="00476253" w:rsidRPr="00B859F0">
        <w:rPr>
          <w:rStyle w:val="libAieChar"/>
          <w:rtl/>
        </w:rPr>
        <w:t xml:space="preserve"> فِ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tl/>
        </w:rPr>
        <w:t xml:space="preserve"> سَبِ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لِ</w:t>
      </w:r>
      <w:r w:rsidR="00476253" w:rsidRPr="00B859F0">
        <w:rPr>
          <w:rStyle w:val="libAieChar"/>
          <w:rtl/>
        </w:rPr>
        <w:t xml:space="preserve"> اللهِ كَمَثَلِ حَبَّةٍ </w:t>
      </w:r>
      <w:r w:rsidR="00BA0B7F">
        <w:rPr>
          <w:rStyle w:val="libAieChar"/>
          <w:rtl/>
        </w:rPr>
        <w:t>ا</w:t>
      </w:r>
      <w:r w:rsidR="00476253" w:rsidRPr="00B859F0">
        <w:rPr>
          <w:rStyle w:val="libAieChar"/>
          <w:rFonts w:hint="eastAsia"/>
          <w:rtl/>
        </w:rPr>
        <w:t>نْبَتَتْ</w:t>
      </w:r>
      <w:r w:rsidR="00476253" w:rsidRPr="00B859F0">
        <w:rPr>
          <w:rStyle w:val="libAieChar"/>
          <w:rtl/>
        </w:rPr>
        <w:t xml:space="preserve"> سَبْعَ سَنَابِلَ فِ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tl/>
        </w:rPr>
        <w:t xml:space="preserve"> كُلِّ سُنْبُلَةٍ مِائَةُ حَبَّةٍ وَاللهُ 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ضَاعِفُ</w:t>
      </w:r>
      <w:r w:rsidR="00476253" w:rsidRPr="00B859F0">
        <w:rPr>
          <w:rStyle w:val="libAieChar"/>
          <w:rtl/>
        </w:rPr>
        <w:t xml:space="preserve"> لِمَنْ 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شَاءُ</w:t>
      </w:r>
      <w:r w:rsidR="00476253" w:rsidRPr="00B859F0">
        <w:rPr>
          <w:rStyle w:val="libAieChar"/>
          <w:rtl/>
        </w:rPr>
        <w:t xml:space="preserve"> وَاللهُ وَاسِعٌ عَلِ</w:t>
      </w:r>
      <w:r w:rsidR="00476253" w:rsidRPr="00B859F0">
        <w:rPr>
          <w:rStyle w:val="libAieChar"/>
          <w:rFonts w:hint="cs"/>
          <w:rtl/>
        </w:rPr>
        <w:t>ی</w:t>
      </w:r>
      <w:r w:rsidR="00476253" w:rsidRPr="00B859F0">
        <w:rPr>
          <w:rStyle w:val="libAieChar"/>
          <w:rFonts w:hint="eastAsia"/>
          <w:rtl/>
        </w:rPr>
        <w:t>مٌ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(344)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”جو</w:t>
      </w:r>
      <w:r w:rsidR="00476253">
        <w:rPr>
          <w:rtl/>
          <w:lang w:bidi="ur-PK"/>
        </w:rPr>
        <w:t xml:space="preserve"> لوگ راہ خدا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اپنے اموال کو خرچ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ان کے عمل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م-ثال اس دانہ ک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جس سے سات بال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اں</w:t>
      </w:r>
      <w:r w:rsidR="00476253">
        <w:rPr>
          <w:rtl/>
          <w:lang w:bidi="ur-PK"/>
        </w:rPr>
        <w:t xml:space="preserve">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ں اور پھر ھر بال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سو سو دانے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ںاور خدا جس کے لئے چاھتا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اضافہ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کرد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کہ وہ صاحب وسعت بھ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اورعل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</w:t>
      </w:r>
      <w:r w:rsidR="00476253">
        <w:rPr>
          <w:rtl/>
          <w:lang w:bidi="ur-PK"/>
        </w:rPr>
        <w:t xml:space="preserve"> و دانا بھ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شب</w:t>
      </w:r>
      <w:r>
        <w:rPr>
          <w:rtl/>
          <w:lang w:bidi="ur-PK"/>
        </w:rPr>
        <w:t xml:space="preserve"> و روز، ظاھر بظاھر اور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انفاق کرنا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پر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نے بھت زور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اھے،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خداپسند عمل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کا اجر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خداوندعالم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بدولت انسان کو موت اور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کا خوف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رھتا: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FD6F78">
        <w:rPr>
          <w:rStyle w:val="libAieChar"/>
          <w:rtl/>
        </w:rPr>
        <w:t>الَّذِ</w:t>
      </w:r>
      <w:r w:rsidR="00476253" w:rsidRPr="00FD6F78">
        <w:rPr>
          <w:rStyle w:val="libAieChar"/>
          <w:rFonts w:hint="cs"/>
          <w:rtl/>
        </w:rPr>
        <w:t>ی</w:t>
      </w:r>
      <w:r w:rsidR="00476253" w:rsidRPr="00FD6F78">
        <w:rPr>
          <w:rStyle w:val="libAieChar"/>
          <w:rFonts w:hint="eastAsia"/>
          <w:rtl/>
        </w:rPr>
        <w:t>نَ</w:t>
      </w:r>
      <w:r w:rsidR="00476253" w:rsidRPr="00FD6F78">
        <w:rPr>
          <w:rStyle w:val="libAieChar"/>
          <w:rtl/>
        </w:rPr>
        <w:t xml:space="preserve"> </w:t>
      </w:r>
      <w:r w:rsidR="00476253" w:rsidRPr="00FD6F78">
        <w:rPr>
          <w:rStyle w:val="libAieChar"/>
          <w:rFonts w:hint="cs"/>
          <w:rtl/>
        </w:rPr>
        <w:t>ی</w:t>
      </w:r>
      <w:r w:rsidR="00476253" w:rsidRPr="00FD6F78">
        <w:rPr>
          <w:rStyle w:val="libAieChar"/>
          <w:rFonts w:hint="eastAsia"/>
          <w:rtl/>
        </w:rPr>
        <w:t>نفِقُونَ</w:t>
      </w:r>
      <w:r w:rsidR="00476253" w:rsidRPr="00FD6F78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FD6F78">
        <w:rPr>
          <w:rStyle w:val="libAieChar"/>
          <w:rFonts w:hint="eastAsia"/>
          <w:rtl/>
        </w:rPr>
        <w:t>مْوَالَ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FD6F78">
        <w:rPr>
          <w:rStyle w:val="libAieChar"/>
          <w:rFonts w:hint="cs"/>
          <w:rtl/>
        </w:rPr>
        <w:t>م</w:t>
      </w:r>
      <w:r w:rsidR="00476253" w:rsidRPr="00FD6F78">
        <w:rPr>
          <w:rStyle w:val="libAieChar"/>
          <w:rtl/>
        </w:rPr>
        <w:t xml:space="preserve"> بِاللَّ</w:t>
      </w:r>
      <w:r w:rsidR="00476253" w:rsidRPr="00FD6F78">
        <w:rPr>
          <w:rStyle w:val="libAieChar"/>
          <w:rFonts w:hint="cs"/>
          <w:rtl/>
        </w:rPr>
        <w:t>ی</w:t>
      </w:r>
      <w:r w:rsidR="00476253" w:rsidRPr="00FD6F78">
        <w:rPr>
          <w:rStyle w:val="libAieChar"/>
          <w:rFonts w:hint="eastAsia"/>
          <w:rtl/>
        </w:rPr>
        <w:t>لِ</w:t>
      </w:r>
      <w:r w:rsidR="00476253" w:rsidRPr="00FD6F78">
        <w:rPr>
          <w:rStyle w:val="libAieChar"/>
          <w:rtl/>
        </w:rPr>
        <w:t xml:space="preserve"> وَالنَّ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FD6F78">
        <w:rPr>
          <w:rStyle w:val="libAieChar"/>
          <w:rFonts w:hint="cs"/>
          <w:rtl/>
        </w:rPr>
        <w:t>ارِ</w:t>
      </w:r>
      <w:r w:rsidR="00476253" w:rsidRPr="00FD6F78">
        <w:rPr>
          <w:rStyle w:val="libAieChar"/>
          <w:rtl/>
        </w:rPr>
        <w:t xml:space="preserve"> </w:t>
      </w:r>
      <w:r w:rsidR="00476253" w:rsidRPr="00FD6F78">
        <w:rPr>
          <w:rStyle w:val="libAieChar"/>
          <w:rFonts w:hint="cs"/>
          <w:rtl/>
        </w:rPr>
        <w:t>سِرًّا</w:t>
      </w:r>
      <w:r w:rsidR="00476253" w:rsidRPr="00FD6F78">
        <w:rPr>
          <w:rStyle w:val="libAieChar"/>
          <w:rtl/>
        </w:rPr>
        <w:t xml:space="preserve"> </w:t>
      </w:r>
      <w:r w:rsidR="00476253" w:rsidRPr="00FD6F78">
        <w:rPr>
          <w:rStyle w:val="libAieChar"/>
          <w:rFonts w:hint="cs"/>
          <w:rtl/>
        </w:rPr>
        <w:t>وَعَلاَنِی</w:t>
      </w:r>
      <w:r w:rsidR="00476253" w:rsidRPr="00FD6F78">
        <w:rPr>
          <w:rStyle w:val="libAieChar"/>
          <w:rFonts w:hint="eastAsia"/>
          <w:rtl/>
        </w:rPr>
        <w:t>ةً</w:t>
      </w:r>
      <w:r w:rsidR="00476253" w:rsidRPr="00FD6F78">
        <w:rPr>
          <w:rStyle w:val="libAieChar"/>
          <w:rtl/>
        </w:rPr>
        <w:t xml:space="preserve"> فَلَ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FD6F78">
        <w:rPr>
          <w:rStyle w:val="libAieChar"/>
          <w:rFonts w:hint="cs"/>
          <w:rtl/>
        </w:rPr>
        <w:t>م</w:t>
      </w:r>
      <w:r w:rsidR="00476253" w:rsidRPr="00FD6F78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FD6F78">
        <w:rPr>
          <w:rStyle w:val="libAieChar"/>
          <w:rFonts w:hint="eastAsia"/>
          <w:rtl/>
        </w:rPr>
        <w:t>جْرُ</w:t>
      </w:r>
      <w:r w:rsidR="00705CD5" w:rsidRPr="00705CD5">
        <w:rPr>
          <w:rStyle w:val="libAieChar"/>
          <w:rFonts w:hint="cs"/>
          <w:rtl/>
        </w:rPr>
        <w:t>ه</w:t>
      </w:r>
      <w:r w:rsidR="00476253" w:rsidRPr="00FD6F78">
        <w:rPr>
          <w:rStyle w:val="libAieChar"/>
          <w:rFonts w:hint="cs"/>
          <w:rtl/>
        </w:rPr>
        <w:t>م</w:t>
      </w:r>
      <w:r w:rsidR="00476253" w:rsidRPr="00FD6F78">
        <w:rPr>
          <w:rStyle w:val="libAieChar"/>
          <w:rtl/>
        </w:rPr>
        <w:t xml:space="preserve"> عِنْدَ رَبِّ</w:t>
      </w:r>
      <w:r w:rsidR="00705CD5" w:rsidRPr="00705CD5">
        <w:rPr>
          <w:rStyle w:val="libAieChar"/>
          <w:rFonts w:hint="cs"/>
          <w:rtl/>
        </w:rPr>
        <w:t>ه</w:t>
      </w:r>
      <w:r w:rsidR="00476253" w:rsidRPr="00FD6F78">
        <w:rPr>
          <w:rStyle w:val="libAieChar"/>
          <w:rFonts w:hint="cs"/>
          <w:rtl/>
        </w:rPr>
        <w:t>م</w:t>
      </w:r>
      <w:r w:rsidR="00476253" w:rsidRPr="00FD6F78">
        <w:rPr>
          <w:rStyle w:val="libAieChar"/>
          <w:rtl/>
        </w:rPr>
        <w:t xml:space="preserve"> </w:t>
      </w:r>
      <w:r w:rsidR="00476253" w:rsidRPr="00FD6F78">
        <w:rPr>
          <w:rStyle w:val="libAieChar"/>
          <w:rFonts w:hint="cs"/>
          <w:rtl/>
        </w:rPr>
        <w:t>وَلاَخَوْفٌ</w:t>
      </w:r>
      <w:r w:rsidR="00476253" w:rsidRPr="00FD6F78">
        <w:rPr>
          <w:rStyle w:val="libAieChar"/>
          <w:rtl/>
        </w:rPr>
        <w:t xml:space="preserve"> </w:t>
      </w:r>
      <w:r w:rsidR="00476253" w:rsidRPr="00FD6F78">
        <w:rPr>
          <w:rStyle w:val="libAieChar"/>
          <w:rFonts w:hint="cs"/>
          <w:rtl/>
        </w:rPr>
        <w:t>عَلَی</w:t>
      </w:r>
      <w:r w:rsidR="00705CD5" w:rsidRPr="00705CD5">
        <w:rPr>
          <w:rStyle w:val="libAieChar"/>
          <w:rFonts w:hint="cs"/>
          <w:rtl/>
        </w:rPr>
        <w:t>ه</w:t>
      </w:r>
      <w:r w:rsidR="00476253" w:rsidRPr="00FD6F78">
        <w:rPr>
          <w:rStyle w:val="libAieChar"/>
          <w:rFonts w:hint="cs"/>
          <w:rtl/>
        </w:rPr>
        <w:t>م</w:t>
      </w:r>
      <w:r w:rsidR="00476253" w:rsidRPr="00FD6F78">
        <w:rPr>
          <w:rStyle w:val="libAieChar"/>
          <w:rtl/>
        </w:rPr>
        <w:t xml:space="preserve"> وَلاَ</w:t>
      </w:r>
      <w:r w:rsidR="00705CD5" w:rsidRPr="00705CD5">
        <w:rPr>
          <w:rStyle w:val="libAieChar"/>
          <w:rFonts w:hint="cs"/>
          <w:rtl/>
        </w:rPr>
        <w:t>ه</w:t>
      </w:r>
      <w:r w:rsidR="00476253" w:rsidRPr="00FD6F78">
        <w:rPr>
          <w:rStyle w:val="libAieChar"/>
          <w:rFonts w:hint="cs"/>
          <w:rtl/>
        </w:rPr>
        <w:t>م</w:t>
      </w:r>
      <w:r w:rsidR="00476253" w:rsidRPr="00FD6F78">
        <w:rPr>
          <w:rStyle w:val="libAieChar"/>
          <w:rtl/>
        </w:rPr>
        <w:t xml:space="preserve"> </w:t>
      </w:r>
      <w:r w:rsidR="00476253" w:rsidRPr="00FD6F78">
        <w:rPr>
          <w:rStyle w:val="libAieChar"/>
          <w:rFonts w:hint="cs"/>
          <w:rtl/>
        </w:rPr>
        <w:t>ی</w:t>
      </w:r>
      <w:r w:rsidR="00476253" w:rsidRPr="00FD6F78">
        <w:rPr>
          <w:rStyle w:val="libAieChar"/>
          <w:rFonts w:hint="eastAsia"/>
          <w:rtl/>
        </w:rPr>
        <w:t>حْزَنُونَ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(345)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”جو</w:t>
      </w:r>
      <w:r w:rsidR="00476253">
        <w:rPr>
          <w:rtl/>
          <w:lang w:bidi="ur-PK"/>
        </w:rPr>
        <w:t xml:space="preserve"> لوگ اپنے اموال کو راہ خدا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رات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۔دن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خاموش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سے اور عل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الاعلان خرچ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ان کے لئے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ش</w:t>
      </w:r>
      <w:r w:rsidR="00476253">
        <w:rPr>
          <w:rtl/>
          <w:lang w:bidi="ur-PK"/>
        </w:rPr>
        <w:t xml:space="preserve"> پروردگار اجر بھ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اوران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نہ کوئ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خوف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گا اور نہ حزن“۔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کرنے، نماز قائم کرنے اور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کرنے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تجارت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نقصان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ںفائدہ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فائدہ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FD6F78">
        <w:rPr>
          <w:rStyle w:val="libAieChar"/>
          <w:rtl/>
        </w:rPr>
        <w:t>إِنَّ الَّذِ</w:t>
      </w:r>
      <w:r w:rsidR="00476253" w:rsidRPr="00FD6F78">
        <w:rPr>
          <w:rStyle w:val="libAieChar"/>
          <w:rFonts w:hint="cs"/>
          <w:rtl/>
        </w:rPr>
        <w:t>ی</w:t>
      </w:r>
      <w:r w:rsidR="00476253" w:rsidRPr="00FD6F78">
        <w:rPr>
          <w:rStyle w:val="libAieChar"/>
          <w:rFonts w:hint="eastAsia"/>
          <w:rtl/>
        </w:rPr>
        <w:t>نَ</w:t>
      </w:r>
      <w:r w:rsidR="00476253" w:rsidRPr="00FD6F78">
        <w:rPr>
          <w:rStyle w:val="libAieChar"/>
          <w:rtl/>
        </w:rPr>
        <w:t xml:space="preserve"> </w:t>
      </w:r>
      <w:r w:rsidR="00476253" w:rsidRPr="00FD6F78">
        <w:rPr>
          <w:rStyle w:val="libAieChar"/>
          <w:rFonts w:hint="cs"/>
          <w:rtl/>
        </w:rPr>
        <w:t>ی</w:t>
      </w:r>
      <w:r w:rsidR="00476253" w:rsidRPr="00FD6F78">
        <w:rPr>
          <w:rStyle w:val="libAieChar"/>
          <w:rFonts w:hint="eastAsia"/>
          <w:rtl/>
        </w:rPr>
        <w:t>تْلُونَ</w:t>
      </w:r>
      <w:r w:rsidR="00476253" w:rsidRPr="00FD6F78">
        <w:rPr>
          <w:rStyle w:val="libAieChar"/>
          <w:rtl/>
        </w:rPr>
        <w:t xml:space="preserve"> كِتَابَ اللهِ وَ</w:t>
      </w:r>
      <w:r w:rsidR="00BA0B7F">
        <w:rPr>
          <w:rStyle w:val="libAieChar"/>
          <w:rtl/>
        </w:rPr>
        <w:t>ا</w:t>
      </w:r>
      <w:r w:rsidR="00476253" w:rsidRPr="00FD6F78">
        <w:rPr>
          <w:rStyle w:val="libAieChar"/>
          <w:rFonts w:hint="eastAsia"/>
          <w:rtl/>
        </w:rPr>
        <w:t>قَامُوا</w:t>
      </w:r>
      <w:r w:rsidR="00476253" w:rsidRPr="00FD6F78">
        <w:rPr>
          <w:rStyle w:val="libAieChar"/>
          <w:rtl/>
        </w:rPr>
        <w:t xml:space="preserve"> الصَّلَاةَ وَ</w:t>
      </w:r>
      <w:r w:rsidR="00BA0B7F">
        <w:rPr>
          <w:rStyle w:val="libAieChar"/>
          <w:rtl/>
        </w:rPr>
        <w:t>ا</w:t>
      </w:r>
      <w:r w:rsidR="00476253" w:rsidRPr="00FD6F78">
        <w:rPr>
          <w:rStyle w:val="libAieChar"/>
          <w:rFonts w:hint="eastAsia"/>
          <w:rtl/>
        </w:rPr>
        <w:t>نْفَقُوا</w:t>
      </w:r>
      <w:r w:rsidR="00476253" w:rsidRPr="00FD6F78">
        <w:rPr>
          <w:rStyle w:val="libAieChar"/>
          <w:rtl/>
        </w:rPr>
        <w:t xml:space="preserve"> مِمَّا </w:t>
      </w:r>
      <w:r w:rsidR="00476253" w:rsidRPr="00FD6F78">
        <w:rPr>
          <w:rStyle w:val="libAieChar"/>
          <w:rFonts w:hint="eastAsia"/>
          <w:rtl/>
        </w:rPr>
        <w:t>رَزَقْنَا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FD6F78">
        <w:rPr>
          <w:rStyle w:val="libAieChar"/>
          <w:rFonts w:hint="cs"/>
          <w:rtl/>
        </w:rPr>
        <w:t>م</w:t>
      </w:r>
      <w:r w:rsidR="00476253" w:rsidRPr="00FD6F78">
        <w:rPr>
          <w:rStyle w:val="libAieChar"/>
          <w:rtl/>
        </w:rPr>
        <w:t xml:space="preserve"> سِرًّا وَعَلَانِ</w:t>
      </w:r>
      <w:r w:rsidR="00476253" w:rsidRPr="00FD6F78">
        <w:rPr>
          <w:rStyle w:val="libAieChar"/>
          <w:rFonts w:hint="cs"/>
          <w:rtl/>
        </w:rPr>
        <w:t>ی</w:t>
      </w:r>
      <w:r w:rsidR="00476253" w:rsidRPr="00FD6F78">
        <w:rPr>
          <w:rStyle w:val="libAieChar"/>
          <w:rFonts w:hint="eastAsia"/>
          <w:rtl/>
        </w:rPr>
        <w:t>ةً</w:t>
      </w:r>
      <w:r w:rsidR="00476253" w:rsidRPr="00FD6F78">
        <w:rPr>
          <w:rStyle w:val="libAieChar"/>
          <w:rtl/>
        </w:rPr>
        <w:t xml:space="preserve"> </w:t>
      </w:r>
      <w:r w:rsidR="00476253" w:rsidRPr="00FD6F78">
        <w:rPr>
          <w:rStyle w:val="libAieChar"/>
          <w:rFonts w:hint="cs"/>
          <w:rtl/>
        </w:rPr>
        <w:t>ی</w:t>
      </w:r>
      <w:r w:rsidR="00476253" w:rsidRPr="00FD6F78">
        <w:rPr>
          <w:rStyle w:val="libAieChar"/>
          <w:rFonts w:hint="eastAsia"/>
          <w:rtl/>
        </w:rPr>
        <w:t>رْجُونَ</w:t>
      </w:r>
      <w:r w:rsidR="00476253" w:rsidRPr="00FD6F78">
        <w:rPr>
          <w:rStyle w:val="libAieChar"/>
          <w:rtl/>
        </w:rPr>
        <w:t xml:space="preserve"> تِجَارَةً لَنْ تَبُور</w:t>
      </w:r>
      <w:r w:rsidR="00476253">
        <w:rPr>
          <w:rtl/>
          <w:lang w:bidi="ur-PK"/>
        </w:rPr>
        <w:t xml:space="preserve"> 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 xml:space="preserve"> ۔</w:t>
      </w:r>
      <w:r w:rsidRPr="00125F42">
        <w:rPr>
          <w:rStyle w:val="libFootnotenumChar"/>
          <w:rtl/>
          <w:lang w:bidi="ur-PK"/>
        </w:rPr>
        <w:t>(346)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نا</w:t>
      </w:r>
      <w:r w:rsidR="00476253">
        <w:rPr>
          <w:rtl/>
          <w:lang w:bidi="ur-PK"/>
        </w:rPr>
        <w:t xml:space="preserve"> جو لوگ اللہ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کتاب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تلاوت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اورا نھوں نے نماز قائم ک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جو کچھ ھم نے بطور رزق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اس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سے ھمار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راہ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خف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اور علان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خرچ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لوگ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تجارت کے ام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tl/>
          <w:lang w:bidi="ur-PK"/>
        </w:rPr>
        <w:t xml:space="preserve"> وار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جس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کس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طرح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تباھ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”تمھارے</w:t>
      </w:r>
      <w:r>
        <w:rPr>
          <w:rtl/>
          <w:lang w:bidi="ur-PK"/>
        </w:rPr>
        <w:t xml:space="preserve"> بدن کے تمام اعضاء و جوارح پر زکوٰة واجب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بلکہ ھر بال اور عمر کے ھر لمحہ پر زکوٰة واجب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آنکھ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زکوٰة اور اس کا انفاق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دوسروں کو عبرت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اور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حرام کردہ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اجتناب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زکوٰة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انسان علم و حکمت، قرآن اور موعظہ و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کو سنے، اور 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سنے جن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نجات شامل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خصوصاً جھوٹ،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ا ورتھمت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کاموں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زبان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زکوٰة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تمام مسلمانوں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کرنے، خواب غفلت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سوئے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مسلمانوں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کرنے اور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تسب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و تھل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کرنے کے لئے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کھولے۔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ھاتھ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زکوٰة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کردہ نعمتوں اور مال و دولت کو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خرچ کرے، اس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مطالب لکھے جس سے مسلمانوں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فلاح و بھبود</w:t>
      </w:r>
      <w:r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 xml:space="preserve">اور لوگوں کو اطاعت خدا پر آمادہ کرے، اور اپنے ھاتھ کو ظلم و ستم اور فساد سے محفوظ رکھے۔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زکوٰة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اٹ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خدا کے حقوق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خدا کے مخلص بندوں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ارت</w:t>
      </w:r>
      <w:r>
        <w:rPr>
          <w:rtl/>
          <w:lang w:bidi="ur-PK"/>
        </w:rPr>
        <w:t xml:space="preserve"> کے لئے بڑ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مجالس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شرکت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اصلاح معاشرہ اورصلہ رحم کے لئے بڑ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کاموں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اٹ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سکے۔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مسائل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انسان انجام دے 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سبھ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ان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پر عمل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تجارت جس سے خدا کے مقرب بندوں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آگاہ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اس سے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ھم شمار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صرف ارباب عمل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اس سے آگاہ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شعار زکوٰة ِکامل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دوسروں سے بالکل الگ</w:t>
      </w:r>
      <w:r w:rsidR="00AA04E3">
        <w:rPr>
          <w:rtl/>
          <w:lang w:bidi="ur-PK"/>
        </w:rPr>
        <w:t xml:space="preserve"> ہے</w:t>
      </w:r>
      <w:r w:rsidR="00125F42" w:rsidRPr="00125F42">
        <w:rPr>
          <w:rStyle w:val="libFootnotenumChar"/>
          <w:rtl/>
          <w:lang w:bidi="ur-PK"/>
        </w:rPr>
        <w:t>(347)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05211C">
        <w:rPr>
          <w:rStyle w:val="libAlaemChar"/>
          <w:rtl/>
        </w:rPr>
        <w:t>(</w:t>
      </w:r>
      <w:r w:rsidRPr="009025FC">
        <w:rPr>
          <w:rStyle w:val="libAieChar"/>
          <w:rtl/>
        </w:rPr>
        <w:t>وَ آتُوْا الزَّکوٰة</w:t>
      </w:r>
      <w:r w:rsidR="006F6A7F" w:rsidRPr="006F6A7F">
        <w:rPr>
          <w:rStyle w:val="libAlaemChar"/>
          <w:rtl/>
        </w:rPr>
        <w:t>)</w:t>
      </w:r>
      <w:r>
        <w:rPr>
          <w:rtl/>
          <w:lang w:bidi="ur-PK"/>
        </w:rPr>
        <w:t xml:space="preserve">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مال،</w:t>
      </w:r>
      <w:r>
        <w:rPr>
          <w:rtl/>
          <w:lang w:bidi="ur-PK"/>
        </w:rPr>
        <w:t xml:space="preserve"> آبرو اور قدرت بدن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زکوٰة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مراد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مال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اپنے مومن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مواسات کرنامراد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آبرو</w:t>
      </w:r>
      <w:r>
        <w:rPr>
          <w:rtl/>
          <w:lang w:bidi="ur-PK"/>
        </w:rPr>
        <w:t xml:space="preserve">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زکوٰة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و آبرو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اپنے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کرے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کو دور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طاقت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زکوٰة انسان کااپنے برادر مومن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ھر ممکن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مدد کرناھے۔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مال، آبرواور طاقت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زکوٰة کے ساتھ ساتھ حضرت محمد مصطف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اور پ کے اھل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کا معتقد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>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خداوندعالم ھمارے اعمال کو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ان کا چند برابر اجر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ان حضرات کے لئے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محمد و آل محمد(ص) کو قبول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 کے دشمنوں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زار</w:t>
      </w:r>
      <w:r>
        <w:rPr>
          <w:rtl/>
          <w:lang w:bidi="ur-PK"/>
        </w:rPr>
        <w:t xml:space="preserve"> ر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(348)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9025FC">
        <w:rPr>
          <w:rStyle w:val="libArabicChar"/>
          <w:rFonts w:hint="eastAsia"/>
          <w:rtl/>
        </w:rPr>
        <w:t>قِراءَ</w:t>
      </w:r>
      <w:r w:rsidRPr="009025FC">
        <w:rPr>
          <w:rStyle w:val="libArabicChar"/>
          <w:rtl/>
        </w:rPr>
        <w:t xml:space="preserve"> ةُ الْقُرآنِ فِ</w:t>
      </w:r>
      <w:r w:rsidRPr="009025FC">
        <w:rPr>
          <w:rStyle w:val="libArabicChar"/>
          <w:rFonts w:hint="cs"/>
          <w:rtl/>
        </w:rPr>
        <w:t>ی</w:t>
      </w:r>
      <w:r w:rsidRPr="009025FC">
        <w:rPr>
          <w:rStyle w:val="libArabicChar"/>
          <w:rtl/>
        </w:rPr>
        <w:t xml:space="preserve"> الصَّلاةِ اَفْضَلُ مِنْ قِراءَ ِة الْقُرآنِ فِ</w:t>
      </w:r>
      <w:r w:rsidRPr="009025FC">
        <w:rPr>
          <w:rStyle w:val="libArabicChar"/>
          <w:rFonts w:hint="cs"/>
          <w:rtl/>
        </w:rPr>
        <w:t>ی</w:t>
      </w:r>
      <w:r w:rsidRPr="009025FC">
        <w:rPr>
          <w:rStyle w:val="libArabicChar"/>
          <w:rtl/>
        </w:rPr>
        <w:t xml:space="preserve"> غَ</w:t>
      </w:r>
      <w:r w:rsidRPr="009025FC">
        <w:rPr>
          <w:rStyle w:val="libArabicChar"/>
          <w:rFonts w:hint="cs"/>
          <w:rtl/>
        </w:rPr>
        <w:t>ی</w:t>
      </w:r>
      <w:r w:rsidRPr="009025FC">
        <w:rPr>
          <w:rStyle w:val="libArabicChar"/>
          <w:rFonts w:hint="eastAsia"/>
          <w:rtl/>
        </w:rPr>
        <w:t>رِالصَّلاةِ،</w:t>
      </w:r>
      <w:r w:rsidRPr="009025FC">
        <w:rPr>
          <w:rStyle w:val="libArabicChar"/>
          <w:rtl/>
        </w:rPr>
        <w:t xml:space="preserve"> وَذِكْرُاللّٰ</w:t>
      </w:r>
      <w:r w:rsidR="00705CD5" w:rsidRPr="00163EB1">
        <w:rPr>
          <w:rStyle w:val="libArabicChar"/>
          <w:rFonts w:hint="cs"/>
          <w:rtl/>
        </w:rPr>
        <w:t>ه</w:t>
      </w:r>
      <w:r w:rsidRPr="009025FC">
        <w:rPr>
          <w:rStyle w:val="libArabicChar"/>
          <w:rFonts w:hint="cs"/>
          <w:rtl/>
        </w:rPr>
        <w:t>ِ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اَفْضَلُ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مِنَ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الصَّدَقَةِ،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وَالصَّدَقَةُ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اَفْضَلُ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مِنَ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الصَّوْمِ،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وَالصَّوْمُ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جُنَّةٌ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(349)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”نماز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 پڑھنا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نماز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پڑھنے سے بھتر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تمام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خدا کرنا صدقہ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بھتر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صدقہ روزہ سے افضل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روزہ آتش جہنم کے لئے سپر اور ڈھال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العابد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”بے</w:t>
      </w:r>
      <w:r>
        <w:rPr>
          <w:rtl/>
          <w:lang w:bidi="ur-PK"/>
        </w:rPr>
        <w:t xml:space="preserve"> شک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درخت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کے اوپر سے نئے لباس نکلتے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اس کے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سے خاکستر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رنگ کے گھوڑے نکلتے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جن پر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لگام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گھوڑوں کے پر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! وہ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شاب</w:t>
      </w:r>
      <w:r>
        <w:rPr>
          <w:rtl/>
          <w:lang w:bidi="ur-PK"/>
        </w:rPr>
        <w:t xml:space="preserve"> پاخانہ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کرتے، ان پر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سوار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جھاں جانا چا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درجہ والے افراد بارگاہ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گے: پالنے والے! کس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بندے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مرتبہ پر پہنچے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اس وقت خداوندعالم جواب دے گا: نماز شب، روزہ، دشمن سے بے خوف جھاد، اور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صدقہ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بخل نہ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</w:t>
      </w:r>
      <w:r>
        <w:rPr>
          <w:rFonts w:hint="eastAsia"/>
          <w:rtl/>
          <w:lang w:bidi="ur-PK"/>
        </w:rPr>
        <w:t>گ</w:t>
      </w:r>
      <w:r>
        <w:rPr>
          <w:rtl/>
          <w:lang w:bidi="ur-PK"/>
        </w:rPr>
        <w:t xml:space="preserve">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مرتبہ پر پہنچے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(350)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9025FC">
        <w:rPr>
          <w:rStyle w:val="libArabicChar"/>
          <w:rFonts w:hint="eastAsia"/>
          <w:rtl/>
        </w:rPr>
        <w:t>اَلا</w:t>
      </w:r>
      <w:r w:rsidRPr="009025FC">
        <w:rPr>
          <w:rStyle w:val="libArabicChar"/>
          <w:rtl/>
        </w:rPr>
        <w:t xml:space="preserve"> وَمَنْ تَصَدَّقَ بِصَدَقَةٍ فَلَ</w:t>
      </w:r>
      <w:r w:rsidR="00705CD5" w:rsidRPr="00163EB1">
        <w:rPr>
          <w:rStyle w:val="libArabicChar"/>
          <w:rFonts w:hint="cs"/>
          <w:rtl/>
        </w:rPr>
        <w:t>ه</w:t>
      </w:r>
      <w:r w:rsidRPr="009025FC">
        <w:rPr>
          <w:rStyle w:val="libArabicChar"/>
          <w:rFonts w:hint="cs"/>
          <w:rtl/>
        </w:rPr>
        <w:t>ُ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بِوَزْنِ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كُلِّ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دِرْ</w:t>
      </w:r>
      <w:r w:rsidR="00705CD5" w:rsidRPr="00163EB1">
        <w:rPr>
          <w:rStyle w:val="libArabicChar"/>
          <w:rFonts w:hint="cs"/>
          <w:rtl/>
        </w:rPr>
        <w:t>ه</w:t>
      </w:r>
      <w:r w:rsidRPr="009025FC">
        <w:rPr>
          <w:rStyle w:val="libArabicChar"/>
          <w:rFonts w:hint="cs"/>
          <w:rtl/>
        </w:rPr>
        <w:t>َمٍ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مِثْلُ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جَبَلِ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اُحُدٍ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مِنْ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نَعِی</w:t>
      </w:r>
      <w:r w:rsidRPr="009025FC">
        <w:rPr>
          <w:rStyle w:val="libArabicChar"/>
          <w:rFonts w:hint="eastAsia"/>
          <w:rtl/>
        </w:rPr>
        <w:t>مِ</w:t>
      </w:r>
      <w:r w:rsidRPr="009025FC">
        <w:rPr>
          <w:rStyle w:val="libArabicChar"/>
          <w:rtl/>
        </w:rPr>
        <w:t xml:space="preserve"> الْجَنَّةِ؛</w:t>
      </w:r>
      <w:r>
        <w:rPr>
          <w:rtl/>
          <w:lang w:bidi="ur-PK"/>
        </w:rPr>
        <w:t>“</w:t>
      </w:r>
      <w:r w:rsidR="0005211C" w:rsidRPr="00125F42">
        <w:rPr>
          <w:rStyle w:val="libFootnotenumChar"/>
          <w:rtl/>
          <w:lang w:bidi="ur-PK"/>
        </w:rPr>
        <w:t>(351)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”آگاہ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جاؤ! کہ جس شخص نے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صدقہ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اس کے ھر درھم کے بدلے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کوہ احد کے برابر نعمت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اپنے آباء و اجداد کے متعلق حضرت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9025FC">
        <w:rPr>
          <w:rStyle w:val="libArabicChar"/>
          <w:rFonts w:hint="eastAsia"/>
          <w:rtl/>
        </w:rPr>
        <w:t>كُلُّ</w:t>
      </w:r>
      <w:r w:rsidRPr="009025FC">
        <w:rPr>
          <w:rStyle w:val="libArabicChar"/>
          <w:rtl/>
        </w:rPr>
        <w:t xml:space="preserve"> مَعْروفٍ صَدَقَةٌ، وَالدَّالُّ عَلَ</w:t>
      </w:r>
      <w:r w:rsidRPr="009025FC">
        <w:rPr>
          <w:rStyle w:val="libArabicChar"/>
          <w:rFonts w:hint="cs"/>
          <w:rtl/>
        </w:rPr>
        <w:t>ی</w:t>
      </w:r>
      <w:r w:rsidRPr="009025FC">
        <w:rPr>
          <w:rStyle w:val="libArabicChar"/>
          <w:rtl/>
        </w:rPr>
        <w:t xml:space="preserve"> الْخَ</w:t>
      </w:r>
      <w:r w:rsidRPr="009025FC">
        <w:rPr>
          <w:rStyle w:val="libArabicChar"/>
          <w:rFonts w:hint="cs"/>
          <w:rtl/>
        </w:rPr>
        <w:t>ی</w:t>
      </w:r>
      <w:r w:rsidRPr="009025FC">
        <w:rPr>
          <w:rStyle w:val="libArabicChar"/>
          <w:rFonts w:hint="eastAsia"/>
          <w:rtl/>
        </w:rPr>
        <w:t>رِ</w:t>
      </w:r>
      <w:r w:rsidRPr="009025FC">
        <w:rPr>
          <w:rStyle w:val="libArabicChar"/>
          <w:rtl/>
        </w:rPr>
        <w:t xml:space="preserve"> كَفَاعِلِ</w:t>
      </w:r>
      <w:r w:rsidR="00705CD5" w:rsidRPr="00163EB1">
        <w:rPr>
          <w:rStyle w:val="libArabicChar"/>
          <w:rFonts w:hint="cs"/>
          <w:rtl/>
        </w:rPr>
        <w:t>ه</w:t>
      </w:r>
      <w:r w:rsidRPr="009025FC">
        <w:rPr>
          <w:rStyle w:val="libArabicChar"/>
          <w:rFonts w:hint="cs"/>
          <w:rtl/>
        </w:rPr>
        <w:t>ِ،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وَاللّٰ</w:t>
      </w:r>
      <w:r w:rsidR="00705CD5" w:rsidRPr="00163EB1">
        <w:rPr>
          <w:rStyle w:val="libArabicChar"/>
          <w:rFonts w:hint="cs"/>
          <w:rtl/>
        </w:rPr>
        <w:t>ه</w:t>
      </w:r>
      <w:r w:rsidRPr="009025FC">
        <w:rPr>
          <w:rStyle w:val="libArabicChar"/>
          <w:rFonts w:hint="cs"/>
          <w:rtl/>
        </w:rPr>
        <w:t>ِ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ی</w:t>
      </w:r>
      <w:r w:rsidRPr="009025FC">
        <w:rPr>
          <w:rStyle w:val="libArabicChar"/>
          <w:rFonts w:hint="eastAsia"/>
          <w:rtl/>
        </w:rPr>
        <w:t>حِبُّ</w:t>
      </w:r>
      <w:r w:rsidRPr="009025FC">
        <w:rPr>
          <w:rStyle w:val="libArabicChar"/>
          <w:rtl/>
        </w:rPr>
        <w:t xml:space="preserve"> اِغاثَةَ اللَّ</w:t>
      </w:r>
      <w:r w:rsidR="00705CD5" w:rsidRPr="00163EB1">
        <w:rPr>
          <w:rStyle w:val="libArabicChar"/>
          <w:rFonts w:hint="cs"/>
          <w:rtl/>
        </w:rPr>
        <w:t>ه</w:t>
      </w:r>
      <w:r w:rsidRPr="009025FC">
        <w:rPr>
          <w:rStyle w:val="libArabicChar"/>
          <w:rFonts w:hint="cs"/>
          <w:rtl/>
        </w:rPr>
        <w:t>ْفانِ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(352)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”ھر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کام صدقہ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ھر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لئے رہنما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خود اس کا فاعل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خداوندعالم صاحب حزن و ملال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کو سنتا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CB7E8E">
      <w:pPr>
        <w:pStyle w:val="Heading2Center"/>
        <w:rPr>
          <w:rtl/>
          <w:lang w:bidi="ur-PK"/>
        </w:rPr>
      </w:pPr>
      <w:bookmarkStart w:id="108" w:name="_Toc520984045"/>
      <w:r>
        <w:rPr>
          <w:rFonts w:hint="eastAsia"/>
          <w:rtl/>
          <w:lang w:bidi="ur-PK"/>
        </w:rPr>
        <w:t>صدقہ</w:t>
      </w:r>
      <w:r>
        <w:rPr>
          <w:rtl/>
          <w:lang w:bidi="ur-PK"/>
        </w:rPr>
        <w:t xml:space="preserve"> و انفاق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اقعہ</w:t>
      </w:r>
      <w:bookmarkEnd w:id="108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موسيٰ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: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قافلہ کے ساتھ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ابان</w:t>
      </w:r>
      <w:r>
        <w:rPr>
          <w:rtl/>
          <w:lang w:bidi="ur-PK"/>
        </w:rPr>
        <w:t xml:space="preserve"> سے گزر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تھے۔ اھل قافلہ کو خبردار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راستے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 w:rsidR="006E184C">
        <w:rPr>
          <w:rtl/>
          <w:lang w:bidi="ur-PK"/>
        </w:rPr>
        <w:t xml:space="preserve"> ہوئے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۔ اھل قافلہ اس خبر کو سن کر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اور لرزہ براندام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گئے۔ اس وقت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</w:t>
      </w:r>
      <w:r>
        <w:rPr>
          <w:rFonts w:hint="eastAsia"/>
          <w:rtl/>
          <w:lang w:bidi="ur-PK"/>
        </w:rPr>
        <w:t>لام</w:t>
      </w:r>
      <w:r>
        <w:rPr>
          <w:rtl/>
          <w:lang w:bidi="ur-PK"/>
        </w:rPr>
        <w:t xml:space="preserve">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ا؟ تو لوگوں نے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ھمارے پاس (بھت) مال و دولت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اگر و ہ لوٹ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گا؟!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ھمارے مال کو اپنے پاس رکھ سکتے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تاکہ چور آپ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tl/>
          <w:lang w:bidi="ur-PK"/>
        </w:rPr>
        <w:t xml:space="preserve"> کر وہ مال آپ سے نہ لوٹ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تم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خبر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وہ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لوٹنا چاھتے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ں؟ تو پھر اپنے مال کو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حوالے کرکے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ضا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کرنا چاھتے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اس وقت لوگوں نے کھا: تو پھر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مال کو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دفن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جائے؟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 کرو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طرح تو مال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برباد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گا،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مال کو نکال لے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پھر دوبارہ </w:t>
      </w:r>
      <w:r>
        <w:rPr>
          <w:rFonts w:hint="eastAsia"/>
          <w:rtl/>
          <w:lang w:bidi="ur-PK"/>
        </w:rPr>
        <w:t>تم</w:t>
      </w:r>
      <w:r>
        <w:rPr>
          <w:rtl/>
          <w:lang w:bidi="ur-PK"/>
        </w:rPr>
        <w:t xml:space="preserve"> اس جگہ کو تلاش نہ کرسکو۔ اھل قافلہ نے پھر کھا کہ تو آپ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بتائےے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ں؟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اس کو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پاس امانت رکھ دو، تاکہ وہ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کرتا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>، اور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 کرتا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>، او را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درھم کو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بزرگ تر کردے اور پھر وہ تم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واپس ل</w:t>
      </w:r>
      <w:r>
        <w:rPr>
          <w:rFonts w:hint="eastAsia"/>
          <w:rtl/>
          <w:lang w:bidi="ur-PK"/>
        </w:rPr>
        <w:t>وٹادے،</w:t>
      </w:r>
      <w:r>
        <w:rPr>
          <w:rtl/>
          <w:lang w:bidi="ur-PK"/>
        </w:rPr>
        <w:t xml:space="preserve"> اور اس مال کو تمھارے ضرورت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عطا کرے!!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سب</w:t>
      </w:r>
      <w:r>
        <w:rPr>
          <w:rtl/>
          <w:lang w:bidi="ur-PK"/>
        </w:rPr>
        <w:t xml:space="preserve"> لوگوں نے کھا: وہ کون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تب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وہ”ربّ العالم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ن“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 لوگوں نے کھا: کس طرح اس کے پاس امانت رک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تو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اور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لوگوں کو صدقہ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</w:t>
      </w:r>
      <w:r>
        <w:rPr>
          <w:rtl/>
          <w:lang w:bidi="ur-PK"/>
        </w:rPr>
        <w:t>۔ سب نے کھا: ھمارے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lastRenderedPageBreak/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جس کو صدقہ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>۔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اس مال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حصہ صدقہ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الگ کرلو تاکہ خداوندعالم چوروں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غارت 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محفوظ رکھے، سب نے کھا: ھم نے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 اس وقت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9025FC">
        <w:rPr>
          <w:rStyle w:val="libArabicChar"/>
          <w:rFonts w:hint="eastAsia"/>
          <w:rtl/>
        </w:rPr>
        <w:t>فَ</w:t>
      </w:r>
      <w:r w:rsidR="00BA0B7F">
        <w:rPr>
          <w:rStyle w:val="libArabicChar"/>
          <w:rFonts w:hint="eastAsia"/>
          <w:rtl/>
        </w:rPr>
        <w:t>ا</w:t>
      </w:r>
      <w:r w:rsidRPr="009025FC">
        <w:rPr>
          <w:rStyle w:val="libArabicChar"/>
          <w:rFonts w:hint="eastAsia"/>
          <w:rtl/>
        </w:rPr>
        <w:t>نْتُمْ</w:t>
      </w:r>
      <w:r w:rsidRPr="009025FC">
        <w:rPr>
          <w:rStyle w:val="libArabicChar"/>
          <w:rtl/>
        </w:rPr>
        <w:t xml:space="preserve"> فِ</w:t>
      </w:r>
      <w:r w:rsidRPr="009025FC">
        <w:rPr>
          <w:rStyle w:val="libArabicChar"/>
          <w:rFonts w:hint="cs"/>
          <w:rtl/>
        </w:rPr>
        <w:t>ی</w:t>
      </w:r>
      <w:r w:rsidRPr="009025FC">
        <w:rPr>
          <w:rStyle w:val="libArabicChar"/>
          <w:rtl/>
        </w:rPr>
        <w:t xml:space="preserve"> </w:t>
      </w:r>
      <w:r w:rsidR="00BA0B7F">
        <w:rPr>
          <w:rStyle w:val="libArabicChar"/>
          <w:rtl/>
        </w:rPr>
        <w:t>ا</w:t>
      </w:r>
      <w:r w:rsidRPr="009025FC">
        <w:rPr>
          <w:rStyle w:val="libArabicChar"/>
          <w:rFonts w:hint="eastAsia"/>
          <w:rtl/>
        </w:rPr>
        <w:t>مَانِ</w:t>
      </w:r>
      <w:r w:rsidRPr="009025FC">
        <w:rPr>
          <w:rStyle w:val="libArabicChar"/>
          <w:rtl/>
        </w:rPr>
        <w:t xml:space="preserve"> الله فَامْضُوْا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”پس</w:t>
      </w:r>
      <w:r>
        <w:rPr>
          <w:rtl/>
          <w:lang w:bidi="ur-PK"/>
        </w:rPr>
        <w:t xml:space="preserve"> (اب) تم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 xml:space="preserve">لہٰذا راستہ چل پڑو“۔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جس</w:t>
      </w:r>
      <w:r>
        <w:rPr>
          <w:rtl/>
          <w:lang w:bidi="ur-PK"/>
        </w:rPr>
        <w:t xml:space="preserve"> وقت قافلہ چل پڑا راستہ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چوروں کا گروہ سامنے دکھائ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اھل قافلہ ڈرنے لگے۔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(اب) تم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ڈر</w:t>
      </w:r>
      <w:r w:rsidR="00AA04E3">
        <w:rPr>
          <w:rtl/>
          <w:lang w:bidi="ur-PK"/>
        </w:rPr>
        <w:t xml:space="preserve">رہے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؟ تم لوگ تو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۔ چور آگے بڑھے اور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ھاتھوں کو چومنے لگے اور کھا: ھم نے کل رات خواب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رسول </w:t>
      </w:r>
      <w:r>
        <w:rPr>
          <w:rFonts w:hint="eastAsia"/>
          <w:rtl/>
          <w:lang w:bidi="ur-PK"/>
        </w:rPr>
        <w:t>اللہ</w:t>
      </w:r>
      <w:r>
        <w:rPr>
          <w:rtl/>
          <w:lang w:bidi="ur-PK"/>
        </w:rPr>
        <w:t xml:space="preserve">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آنحضرتنے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کہ تم لوگ اپنے کو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کرو۔ لہٰذا اب ھم آپ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تاکہ آپ اور آپ کے قافلہ والوں کوچوروں کے شر سے محفوظ رک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۔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جس نے تم لوگوں کے شر کو ھم س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دور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وہ دوسرے دشمنوں کے شر کو ھم سے دور کرے گا۔ اھل قافلہ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و سالم شھر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 گئے؛ سب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سوم مال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تقس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تجارت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برکت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درھم کے دس درھم بن گئے، سب لوگوں نے تعجب سے کھا:واقعاً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برکت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اس موقع پر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”اب</w:t>
      </w:r>
      <w:r>
        <w:rPr>
          <w:rtl/>
          <w:lang w:bidi="ur-PK"/>
        </w:rPr>
        <w:t xml:space="preserve"> جبکہ تم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خدا سے معاملہ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برکت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تم اس پر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عمل کرتے رہنا“</w:t>
      </w:r>
      <w:r w:rsidR="00125F42" w:rsidRPr="00125F42">
        <w:rPr>
          <w:rStyle w:val="libFootnotenumChar"/>
          <w:rtl/>
          <w:lang w:bidi="ur-PK"/>
        </w:rPr>
        <w:t>(353)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</w:p>
    <w:p w:rsidR="00476253" w:rsidRDefault="00476253" w:rsidP="00CB7E8E">
      <w:pPr>
        <w:pStyle w:val="Heading2Center"/>
        <w:rPr>
          <w:rtl/>
          <w:lang w:bidi="ur-PK"/>
        </w:rPr>
      </w:pPr>
      <w:bookmarkStart w:id="109" w:name="_Toc520984046"/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جواد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نام امام رضا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اھم خط</w:t>
      </w:r>
      <w:bookmarkEnd w:id="109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بزنط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دانشور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امام رضا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کے معتبر او رمطمئن صحاب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اس خط کو پڑھا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امام رضا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خراسان سے حضرت امام جواد (محمد 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کو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تھا،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تھا: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مجھے</w:t>
      </w:r>
      <w:r>
        <w:rPr>
          <w:rtl/>
          <w:lang w:bidi="ur-PK"/>
        </w:rPr>
        <w:t xml:space="preserve">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جب آپ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الشرف سے باھر نکلتے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سوار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سوار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تو خادم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آپ کو چھوٹے دروازے سے باھر نکالتے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ان کا بخل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تاکہ آپ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دوسروں تک نہ پہنچے،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بعنوان پدر اور امام تم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چاھتاھوں کہ بڑے دروازے سے رفت و آمد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رفت و آمد کے وقت اپنے پاس درھم 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</w:t>
      </w:r>
      <w:r>
        <w:rPr>
          <w:rtl/>
          <w:lang w:bidi="ur-PK"/>
        </w:rPr>
        <w:t xml:space="preserve"> رکھ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تاکہ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تم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اس کو عطا کردو، اگر تمھارے چچا تم سے سوال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ان کو پچاس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</w:t>
      </w:r>
      <w:r>
        <w:rPr>
          <w:rtl/>
          <w:lang w:bidi="ur-PK"/>
        </w:rPr>
        <w:t xml:space="preserve"> سے کم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خود مختار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اور اگر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پھوپھ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تم سے سوال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 25 </w:t>
      </w:r>
      <w:r>
        <w:rPr>
          <w:rFonts w:hint="eastAsia"/>
          <w:rtl/>
          <w:lang w:bidi="ur-PK"/>
        </w:rPr>
        <w:t>درھم</w:t>
      </w:r>
      <w:r>
        <w:rPr>
          <w:rtl/>
          <w:lang w:bidi="ur-PK"/>
        </w:rPr>
        <w:t xml:space="preserve"> سے کم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تو تم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آرزو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خدا تم کو بلند مرتبہ پر فائز کرے، لہٰذا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انفاق کرو، اور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تنگدس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نہ ڈرو!</w:t>
      </w:r>
      <w:r w:rsidR="0005211C" w:rsidRPr="00125F42">
        <w:rPr>
          <w:rStyle w:val="libFootnotenumChar"/>
          <w:rtl/>
          <w:lang w:bidi="ur-PK"/>
        </w:rPr>
        <w:t>(354)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قارئ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کرام! اس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توجہ رکھنا چاہئے کہ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صدقہ سے منع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دوسروں </w:t>
      </w:r>
      <w:r>
        <w:rPr>
          <w:rtl/>
          <w:lang w:bidi="ur-PK"/>
        </w:rPr>
        <w:lastRenderedPageBreak/>
        <w:t xml:space="preserve">پر منت اور احسان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صدقہ و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رات</w:t>
      </w:r>
      <w:r>
        <w:rPr>
          <w:rtl/>
          <w:lang w:bidi="ur-PK"/>
        </w:rPr>
        <w:t xml:space="preserve"> صرف اور صرف رضائے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چاہئے، اور صدقہ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والے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منت اور احس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جتانے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شرمندگ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محفوظ ر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ورنہ تو وہ صدقہ باطل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گا او رخدا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اجر و ثواب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گا۔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9025FC">
        <w:rPr>
          <w:rStyle w:val="libAieChar"/>
          <w:rtl/>
        </w:rPr>
        <w:t>الَّذِ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Fonts w:hint="eastAsia"/>
          <w:rtl/>
        </w:rPr>
        <w:t>نَ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Fonts w:hint="eastAsia"/>
          <w:rtl/>
        </w:rPr>
        <w:t>نفِقُونَ</w:t>
      </w:r>
      <w:r w:rsidR="00476253" w:rsidRPr="009025FC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9025FC">
        <w:rPr>
          <w:rStyle w:val="libAieChar"/>
          <w:rFonts w:hint="eastAsia"/>
          <w:rtl/>
        </w:rPr>
        <w:t>مْوَالَ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9025FC">
        <w:rPr>
          <w:rStyle w:val="libAieChar"/>
          <w:rFonts w:hint="cs"/>
          <w:rtl/>
        </w:rPr>
        <w:t>م</w:t>
      </w:r>
      <w:r w:rsidR="00476253" w:rsidRPr="009025FC">
        <w:rPr>
          <w:rStyle w:val="libAieChar"/>
          <w:rtl/>
        </w:rPr>
        <w:t xml:space="preserve"> فِ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tl/>
        </w:rPr>
        <w:t xml:space="preserve"> سَبِ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Fonts w:hint="eastAsia"/>
          <w:rtl/>
        </w:rPr>
        <w:t>لِ</w:t>
      </w:r>
      <w:r w:rsidR="00476253" w:rsidRPr="009025FC">
        <w:rPr>
          <w:rStyle w:val="libAieChar"/>
          <w:rtl/>
        </w:rPr>
        <w:t xml:space="preserve"> اللهِ ثُمَّ لاَ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Fonts w:hint="eastAsia"/>
          <w:rtl/>
        </w:rPr>
        <w:t>تْبِعُونَ</w:t>
      </w:r>
      <w:r w:rsidR="00476253" w:rsidRPr="009025FC">
        <w:rPr>
          <w:rStyle w:val="libAieChar"/>
          <w:rtl/>
        </w:rPr>
        <w:t xml:space="preserve"> مَا </w:t>
      </w:r>
      <w:r w:rsidR="00BA0B7F">
        <w:rPr>
          <w:rStyle w:val="libAieChar"/>
          <w:rtl/>
        </w:rPr>
        <w:t>ا</w:t>
      </w:r>
      <w:r w:rsidR="00476253" w:rsidRPr="009025FC">
        <w:rPr>
          <w:rStyle w:val="libAieChar"/>
          <w:rFonts w:hint="eastAsia"/>
          <w:rtl/>
        </w:rPr>
        <w:t>نفَقُوا</w:t>
      </w:r>
      <w:r w:rsidR="00476253" w:rsidRPr="009025FC">
        <w:rPr>
          <w:rStyle w:val="libAieChar"/>
          <w:rtl/>
        </w:rPr>
        <w:t xml:space="preserve"> مَنًّا وَلاَ</w:t>
      </w:r>
      <w:r w:rsidR="00BA0B7F">
        <w:rPr>
          <w:rStyle w:val="libAieChar"/>
          <w:rtl/>
        </w:rPr>
        <w:t>ا</w:t>
      </w:r>
      <w:r w:rsidR="00476253" w:rsidRPr="009025FC">
        <w:rPr>
          <w:rStyle w:val="libAieChar"/>
          <w:rFonts w:hint="eastAsia"/>
          <w:rtl/>
        </w:rPr>
        <w:t>ذً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tl/>
        </w:rPr>
        <w:t xml:space="preserve"> 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9025FC">
        <w:rPr>
          <w:rStyle w:val="libAieChar"/>
          <w:rFonts w:hint="cs"/>
          <w:rtl/>
        </w:rPr>
        <w:t>م</w:t>
      </w:r>
      <w:r w:rsidR="00476253" w:rsidRPr="009025FC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9025FC">
        <w:rPr>
          <w:rStyle w:val="libAieChar"/>
          <w:rFonts w:hint="eastAsia"/>
          <w:rtl/>
        </w:rPr>
        <w:t>جْرُ</w:t>
      </w:r>
      <w:r w:rsidR="00705CD5" w:rsidRPr="00705CD5">
        <w:rPr>
          <w:rStyle w:val="libAieChar"/>
          <w:rFonts w:hint="cs"/>
          <w:rtl/>
        </w:rPr>
        <w:t>ه</w:t>
      </w:r>
      <w:r w:rsidR="00476253" w:rsidRPr="009025FC">
        <w:rPr>
          <w:rStyle w:val="libAieChar"/>
          <w:rFonts w:hint="cs"/>
          <w:rtl/>
        </w:rPr>
        <w:t>م</w:t>
      </w:r>
      <w:r w:rsidR="00476253" w:rsidRPr="009025FC">
        <w:rPr>
          <w:rStyle w:val="libAieChar"/>
          <w:rtl/>
        </w:rPr>
        <w:t xml:space="preserve"> عِنْدَ رَبِّ</w:t>
      </w:r>
      <w:r w:rsidR="00705CD5" w:rsidRPr="00705CD5">
        <w:rPr>
          <w:rStyle w:val="libAieChar"/>
          <w:rFonts w:hint="cs"/>
          <w:rtl/>
        </w:rPr>
        <w:t>ه</w:t>
      </w:r>
      <w:r w:rsidR="00476253" w:rsidRPr="009025FC">
        <w:rPr>
          <w:rStyle w:val="libAieChar"/>
          <w:rFonts w:hint="cs"/>
          <w:rtl/>
        </w:rPr>
        <w:t>م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وَلاَخَوْفٌ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عَلَی</w:t>
      </w:r>
      <w:r w:rsidR="00705CD5" w:rsidRPr="00705CD5">
        <w:rPr>
          <w:rStyle w:val="libAieChar"/>
          <w:rFonts w:hint="cs"/>
          <w:rtl/>
        </w:rPr>
        <w:t>ه</w:t>
      </w:r>
      <w:r w:rsidR="00476253" w:rsidRPr="009025FC">
        <w:rPr>
          <w:rStyle w:val="libAieChar"/>
          <w:rFonts w:hint="cs"/>
          <w:rtl/>
        </w:rPr>
        <w:t>م</w:t>
      </w:r>
      <w:r w:rsidR="00476253" w:rsidRPr="009025FC">
        <w:rPr>
          <w:rStyle w:val="libAieChar"/>
          <w:rtl/>
        </w:rPr>
        <w:t xml:space="preserve"> وَلاَ</w:t>
      </w:r>
      <w:r w:rsidR="00705CD5" w:rsidRPr="00705CD5">
        <w:rPr>
          <w:rStyle w:val="libAieChar"/>
          <w:rFonts w:hint="cs"/>
          <w:rtl/>
        </w:rPr>
        <w:t>ه</w:t>
      </w:r>
      <w:r w:rsidR="00476253" w:rsidRPr="009025FC">
        <w:rPr>
          <w:rStyle w:val="libAieChar"/>
          <w:rFonts w:hint="cs"/>
          <w:rtl/>
        </w:rPr>
        <w:t>م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Fonts w:hint="eastAsia"/>
          <w:rtl/>
        </w:rPr>
        <w:t>حْزَنُونَ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(355)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”جو</w:t>
      </w:r>
      <w:r w:rsidR="00476253">
        <w:rPr>
          <w:rtl/>
          <w:lang w:bidi="ur-PK"/>
        </w:rPr>
        <w:t xml:space="preserve"> لوگ راہ خدا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اپنے اموال خرچ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اس کے بعد احسان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جتاتے اور اذ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tl/>
          <w:lang w:bidi="ur-PK"/>
        </w:rPr>
        <w:t xml:space="preserve">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تے</w:t>
      </w:r>
      <w:r w:rsidR="00476253">
        <w:rPr>
          <w:rtl/>
          <w:lang w:bidi="ur-PK"/>
        </w:rPr>
        <w:t xml:space="preserve"> ان کے لئے پروردگار کے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ھاں</w:t>
      </w:r>
      <w:r w:rsidR="00476253">
        <w:rPr>
          <w:rtl/>
          <w:lang w:bidi="ur-PK"/>
        </w:rPr>
        <w:t xml:space="preserve"> اجر بھ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ان کے لئے نہ کوئ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خوف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نہ حزن“۔ </w:t>
      </w:r>
    </w:p>
    <w:p w:rsidR="00476253" w:rsidRDefault="006F6A7F" w:rsidP="00125F42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Fonts w:hint="eastAsia"/>
          <w:rtl/>
        </w:rPr>
        <w:t>ا</w:t>
      </w:r>
      <w:r w:rsidR="00BA0B7F">
        <w:rPr>
          <w:rStyle w:val="libAieChar"/>
          <w:rFonts w:hint="eastAsia"/>
          <w:rtl/>
        </w:rPr>
        <w:t>ا</w:t>
      </w:r>
      <w:r w:rsidR="00476253" w:rsidRPr="009025FC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9025FC">
        <w:rPr>
          <w:rStyle w:val="libAieChar"/>
          <w:rFonts w:hint="cs"/>
          <w:rtl/>
        </w:rPr>
        <w:t>ا</w:t>
      </w:r>
      <w:r w:rsidR="00476253" w:rsidRPr="009025FC">
        <w:rPr>
          <w:rStyle w:val="libAieChar"/>
          <w:rtl/>
        </w:rPr>
        <w:t xml:space="preserve"> الَّذِ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Fonts w:hint="eastAsia"/>
          <w:rtl/>
        </w:rPr>
        <w:t>نَ</w:t>
      </w:r>
      <w:r w:rsidR="00476253" w:rsidRPr="009025FC">
        <w:rPr>
          <w:rStyle w:val="libAieChar"/>
          <w:rtl/>
        </w:rPr>
        <w:t xml:space="preserve"> آمَنُوا لاَتُبْطِلُوا صَدَقَاتِكُمْ بِالْمَنِّ وَالْ</w:t>
      </w:r>
      <w:r w:rsidR="00BA0B7F">
        <w:rPr>
          <w:rStyle w:val="libAieChar"/>
          <w:rtl/>
        </w:rPr>
        <w:t>ا</w:t>
      </w:r>
      <w:r w:rsidR="00476253" w:rsidRPr="009025FC">
        <w:rPr>
          <w:rStyle w:val="libAieChar"/>
          <w:rFonts w:hint="eastAsia"/>
          <w:rtl/>
        </w:rPr>
        <w:t>ذَ</w:t>
      </w:r>
      <w:r w:rsidR="00476253" w:rsidRPr="009025FC">
        <w:rPr>
          <w:rStyle w:val="libAieChar"/>
          <w:rFonts w:hint="cs"/>
          <w:rtl/>
        </w:rPr>
        <w:t>ی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(356)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”اے</w:t>
      </w:r>
      <w:r w:rsidR="00476253">
        <w:rPr>
          <w:rtl/>
          <w:lang w:bidi="ur-PK"/>
        </w:rPr>
        <w:t xml:space="preserve">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والو ! اپنے صدقات کو منت گذار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اور اذ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tl/>
          <w:lang w:bidi="ur-PK"/>
        </w:rPr>
        <w:t xml:space="preserve"> سے برباد نہ کرو“۔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بھر</w:t>
      </w:r>
      <w:r>
        <w:rPr>
          <w:rtl/>
          <w:lang w:bidi="ur-PK"/>
        </w:rPr>
        <w:t xml:space="preserve"> حال نماز، انفاق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جو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خداوندعالم نے انسان کو عطا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اورگناھوں سے توبہ و استغفار کے بعد ظاھر و باطن کے اصلاح کرنے کے راستہ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رکھنا، نماز کا قائم کرنا، خدا داد نعمتوں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کرنا، قرآن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اور آخرت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گزشتہ صفحات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وضاحت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؛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حقائق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جس انسان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پائے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راہ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</w:t>
      </w:r>
      <w:r>
        <w:rPr>
          <w:rFonts w:hint="eastAsia"/>
          <w:rtl/>
          <w:lang w:bidi="ur-PK"/>
        </w:rPr>
        <w:t>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tl/>
          <w:lang w:bidi="ur-PK"/>
        </w:rPr>
        <w:t xml:space="preserve"> و کامران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BA0B7F">
        <w:rPr>
          <w:rStyle w:val="libAieChar"/>
          <w:rtl/>
        </w:rPr>
        <w:t>ا</w:t>
      </w:r>
      <w:r w:rsidR="00476253" w:rsidRPr="009025FC">
        <w:rPr>
          <w:rStyle w:val="libAieChar"/>
          <w:rFonts w:hint="eastAsia"/>
          <w:rtl/>
        </w:rPr>
        <w:t>وْلَئِكَ</w:t>
      </w:r>
      <w:r w:rsidR="00476253" w:rsidRPr="009025FC">
        <w:rPr>
          <w:rStyle w:val="libAieChar"/>
          <w:rtl/>
        </w:rPr>
        <w:t xml:space="preserve"> عَلَ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9025FC">
        <w:rPr>
          <w:rStyle w:val="libAieChar"/>
          <w:rFonts w:hint="cs"/>
          <w:rtl/>
        </w:rPr>
        <w:t>ُدًی</w:t>
      </w:r>
      <w:r w:rsidR="00476253" w:rsidRPr="009025FC">
        <w:rPr>
          <w:rStyle w:val="libAieChar"/>
          <w:rtl/>
        </w:rPr>
        <w:t xml:space="preserve"> مِنْ رَبِّ</w:t>
      </w:r>
      <w:r w:rsidR="00705CD5" w:rsidRPr="00705CD5">
        <w:rPr>
          <w:rStyle w:val="libAieChar"/>
          <w:rFonts w:hint="cs"/>
          <w:rtl/>
        </w:rPr>
        <w:t>ه</w:t>
      </w:r>
      <w:r w:rsidR="00476253" w:rsidRPr="009025FC">
        <w:rPr>
          <w:rStyle w:val="libAieChar"/>
          <w:rFonts w:hint="cs"/>
          <w:rtl/>
        </w:rPr>
        <w:t>م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وَ</w:t>
      </w:r>
      <w:r w:rsidR="00BA0B7F">
        <w:rPr>
          <w:rStyle w:val="libAieChar"/>
          <w:rFonts w:hint="cs"/>
          <w:rtl/>
        </w:rPr>
        <w:t>ا</w:t>
      </w:r>
      <w:r w:rsidR="00476253" w:rsidRPr="009025FC">
        <w:rPr>
          <w:rStyle w:val="libAieChar"/>
          <w:rFonts w:hint="eastAsia"/>
          <w:rtl/>
        </w:rPr>
        <w:t>وْلَئِكَ</w:t>
      </w:r>
      <w:r w:rsidR="00476253" w:rsidRPr="009025FC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9025FC">
        <w:rPr>
          <w:rStyle w:val="libAieChar"/>
          <w:rFonts w:hint="cs"/>
          <w:rtl/>
        </w:rPr>
        <w:t>م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الْمُفْلِحُونَ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(357)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وہ لوگ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جو اپنے پروردگار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طرف سے ہدا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tl/>
          <w:lang w:bidi="ur-PK"/>
        </w:rPr>
        <w:t xml:space="preserve"> کے حامل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فلاح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افتہ</w:t>
      </w:r>
      <w:r w:rsidR="00476253">
        <w:rPr>
          <w:rtl/>
          <w:lang w:bidi="ur-PK"/>
        </w:rPr>
        <w:t xml:space="preserve"> اور کام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اب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بعض</w:t>
      </w:r>
      <w:r>
        <w:rPr>
          <w:rtl/>
          <w:lang w:bidi="ur-PK"/>
        </w:rPr>
        <w:t xml:space="preserve"> اھل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راغب اصفھان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فلاح و بھبود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فلاح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ںموت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ذلت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علم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جھالت کا تصور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ثروت جھاں فقر و تنگدست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فلاح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مکمل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ان انسانوں ک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لوگ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</w:t>
      </w:r>
      <w:r w:rsidR="006F6A7F" w:rsidRPr="006F6A7F">
        <w:rPr>
          <w:rStyle w:val="libAlaemChar"/>
          <w:rtl/>
        </w:rPr>
        <w:t>(</w:t>
      </w:r>
      <w:r>
        <w:rPr>
          <w:rtl/>
          <w:lang w:bidi="ur-PK"/>
        </w:rPr>
        <w:t>خدا، فرشتے، برزخ، محشر، حساب،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r>
        <w:rPr>
          <w:rtl/>
          <w:lang w:bidi="ur-PK"/>
        </w:rPr>
        <w:t xml:space="preserve"> اور جنت و دوزخ</w:t>
      </w:r>
      <w:r w:rsidR="006F6A7F" w:rsidRPr="006F6A7F">
        <w:rPr>
          <w:rStyle w:val="libAlaemChar"/>
          <w:rtl/>
        </w:rPr>
        <w:t>)</w:t>
      </w:r>
      <w:r>
        <w:rPr>
          <w:rtl/>
          <w:lang w:bidi="ur-PK"/>
        </w:rPr>
        <w:t>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نماز قائم کرتے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زکوٰة ادا کرتے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صدقہ و انفاق کرتے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قرآن او 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گر</w:t>
      </w:r>
      <w:r>
        <w:rPr>
          <w:rtl/>
          <w:lang w:bidi="ur-PK"/>
        </w:rPr>
        <w:t xml:space="preserve"> آسمان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 اور آخرت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رکھتے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چاہئے کہ انسان کو بارگاہ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مقبول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کے لئے صرف گناھوں سے توبہ کرنا اور گناھوں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بلکہ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بعض کو آپ حضرات نے گزشتہ صفحات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ملاحظہ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توبہ کے بعد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اقوال اور اعمال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دوسرے الفاظ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کہئے کہ عمل صالح، </w:t>
      </w:r>
      <w:r>
        <w:rPr>
          <w:rtl/>
          <w:lang w:bidi="ur-PK"/>
        </w:rPr>
        <w:lastRenderedPageBreak/>
        <w:t>اخلاق حسنہ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توجہ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کو کامل کرے اور اپنے گزشتہ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اور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بدل دے۔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9025FC">
        <w:rPr>
          <w:rStyle w:val="libAieChar"/>
          <w:rtl/>
        </w:rPr>
        <w:t>إِلاَّ مَنْ تَابَ وَآمَنَ وَعَمِلَ عَمَلًا صَالِحًا فَ</w:t>
      </w:r>
      <w:r w:rsidR="00BA0B7F">
        <w:rPr>
          <w:rStyle w:val="libAieChar"/>
          <w:rtl/>
        </w:rPr>
        <w:t>ا</w:t>
      </w:r>
      <w:r w:rsidR="00476253" w:rsidRPr="009025FC">
        <w:rPr>
          <w:rStyle w:val="libAieChar"/>
          <w:rFonts w:hint="eastAsia"/>
          <w:rtl/>
        </w:rPr>
        <w:t>وْلَئِكَ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Fonts w:hint="eastAsia"/>
          <w:rtl/>
        </w:rPr>
        <w:t>بَدِّلُ</w:t>
      </w:r>
      <w:r w:rsidR="00476253" w:rsidRPr="009025FC">
        <w:rPr>
          <w:rStyle w:val="libAieChar"/>
          <w:rtl/>
        </w:rPr>
        <w:t xml:space="preserve"> اللهُ سَ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Fonts w:hint="eastAsia"/>
          <w:rtl/>
        </w:rPr>
        <w:t>ئَاتِ</w:t>
      </w:r>
      <w:r w:rsidR="00705CD5" w:rsidRPr="00705CD5">
        <w:rPr>
          <w:rStyle w:val="libAieChar"/>
          <w:rFonts w:hint="cs"/>
          <w:rtl/>
        </w:rPr>
        <w:t>ه</w:t>
      </w:r>
      <w:r w:rsidR="00476253" w:rsidRPr="009025FC">
        <w:rPr>
          <w:rStyle w:val="libAieChar"/>
          <w:rFonts w:hint="cs"/>
          <w:rtl/>
        </w:rPr>
        <w:t>م</w:t>
      </w:r>
      <w:r w:rsidR="00476253" w:rsidRPr="009025FC">
        <w:rPr>
          <w:rStyle w:val="libAieChar"/>
          <w:rtl/>
        </w:rPr>
        <w:t xml:space="preserve"> حَسَنَاتٍ وَكَانَ اللهُ غَفُورًا رَحِ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Fonts w:hint="eastAsia"/>
          <w:rtl/>
        </w:rPr>
        <w:t>مًا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(358)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”علاوہ</w:t>
      </w:r>
      <w:r w:rsidR="00476253">
        <w:rPr>
          <w:rtl/>
          <w:lang w:bidi="ur-PK"/>
        </w:rPr>
        <w:t xml:space="preserve"> اس شخص کے جو توبہ کر لے اور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لے آئے اور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عمل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کرے، تو پروردگار اس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برائ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</w:t>
      </w:r>
      <w:r w:rsidR="00476253">
        <w:rPr>
          <w:rtl/>
          <w:lang w:bidi="ur-PK"/>
        </w:rPr>
        <w:t xml:space="preserve"> کو اچھائ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</w:t>
      </w:r>
      <w:r w:rsidR="00476253">
        <w:rPr>
          <w:rtl/>
          <w:lang w:bidi="ur-PK"/>
        </w:rPr>
        <w:t xml:space="preserve"> سے تبد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ل</w:t>
      </w:r>
      <w:r w:rsidR="00476253">
        <w:rPr>
          <w:rtl/>
          <w:lang w:bidi="ur-PK"/>
        </w:rPr>
        <w:t xml:space="preserve"> کردے گا اور خدا بھت ز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ادہ</w:t>
      </w:r>
      <w:r w:rsidR="00476253">
        <w:rPr>
          <w:rtl/>
          <w:lang w:bidi="ur-PK"/>
        </w:rPr>
        <w:t xml:space="preserve"> بخشنے والا اور مھربان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عمل</w:t>
      </w:r>
      <w:r>
        <w:rPr>
          <w:rtl/>
          <w:lang w:bidi="ur-PK"/>
        </w:rPr>
        <w:t xml:space="preserve"> صالح اور اخلاق حسنہ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گناھوں سے توبہ کے بعدظاھر و باطن کے اصلاح کے اسباب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ماں باپ، رشتہ دار،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موں</w:t>
      </w:r>
      <w:r>
        <w:rPr>
          <w:rtl/>
          <w:lang w:bidi="ur-PK"/>
        </w:rPr>
        <w:t xml:space="preserve"> اور مسک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نوںکے</w:t>
      </w:r>
      <w:r>
        <w:rPr>
          <w:rtl/>
          <w:lang w:bidi="ur-PK"/>
        </w:rPr>
        <w:t xml:space="preserve">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احسان، تمام لوگوں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گفتار، نماز قائم کرنے اور زکوٰة ادا کرنے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چون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ھمارا ارادہ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 تک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سے مدد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تاکہ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اور عمل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سکے، کچھ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گزشتہ صفحات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چک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تکرار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صرف ھر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نئے اور جد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مطلب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وضاحت</w:t>
      </w:r>
      <w:r>
        <w:rPr>
          <w:rtl/>
          <w:lang w:bidi="ur-PK"/>
        </w:rPr>
        <w:t xml:space="preserve"> کرنے پر اکتفاء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قارئ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! اب آپ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واقع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توجہ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: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9025FC">
        <w:rPr>
          <w:rStyle w:val="libAieChar"/>
          <w:rFonts w:hint="cs"/>
          <w:rtl/>
        </w:rPr>
        <w:t>لاَتَعْبُدُونَ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إِلاَّ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اللهَ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وَبِالْوَالِدَی</w:t>
      </w:r>
      <w:r w:rsidR="00476253" w:rsidRPr="009025FC">
        <w:rPr>
          <w:rStyle w:val="libAieChar"/>
          <w:rFonts w:hint="eastAsia"/>
          <w:rtl/>
        </w:rPr>
        <w:t>نِ</w:t>
      </w:r>
      <w:r w:rsidR="00476253" w:rsidRPr="009025FC">
        <w:rPr>
          <w:rStyle w:val="libAieChar"/>
          <w:rtl/>
        </w:rPr>
        <w:t xml:space="preserve"> إِحْسَانًا وَذِ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tl/>
        </w:rPr>
        <w:t xml:space="preserve"> الْقُرْبَ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tl/>
        </w:rPr>
        <w:t xml:space="preserve"> وَالْ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Fonts w:hint="eastAsia"/>
          <w:rtl/>
        </w:rPr>
        <w:t>تَامَ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tl/>
        </w:rPr>
        <w:t xml:space="preserve"> وَالْمَسَاكِ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Fonts w:hint="eastAsia"/>
          <w:rtl/>
        </w:rPr>
        <w:t>نِ</w:t>
      </w:r>
      <w:r w:rsidR="00476253" w:rsidRPr="009025FC">
        <w:rPr>
          <w:rStyle w:val="libAieChar"/>
          <w:rtl/>
        </w:rPr>
        <w:t xml:space="preserve"> وَقُولُوا لِلنَّاسِ حُسْنًا وَ</w:t>
      </w:r>
      <w:r w:rsidR="00BA0B7F">
        <w:rPr>
          <w:rStyle w:val="libAieChar"/>
          <w:rtl/>
        </w:rPr>
        <w:t>ا</w:t>
      </w:r>
      <w:r w:rsidR="00476253" w:rsidRPr="009025FC">
        <w:rPr>
          <w:rStyle w:val="libAieChar"/>
          <w:rFonts w:hint="eastAsia"/>
          <w:rtl/>
        </w:rPr>
        <w:t>قِ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Fonts w:hint="eastAsia"/>
          <w:rtl/>
        </w:rPr>
        <w:t>مُوا</w:t>
      </w:r>
      <w:r w:rsidR="00476253" w:rsidRPr="009025FC">
        <w:rPr>
          <w:rStyle w:val="libAieChar"/>
          <w:rtl/>
        </w:rPr>
        <w:t xml:space="preserve"> الصَّلاَةَ وَآتُوا الزَّكَاةَ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(359)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”خدا</w:t>
      </w:r>
      <w:r w:rsidR="00476253">
        <w:rPr>
          <w:rtl/>
          <w:lang w:bidi="ur-PK"/>
        </w:rPr>
        <w:t xml:space="preserve"> کے علاوہ کس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عبادت نہ کرنا اور ماں باپ، قرابتداروں،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موں</w:t>
      </w:r>
      <w:r w:rsidR="00476253">
        <w:rPr>
          <w:rtl/>
          <w:lang w:bidi="ur-PK"/>
        </w:rPr>
        <w:t xml:space="preserve"> اور مسک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نوں</w:t>
      </w:r>
      <w:r w:rsidR="00476253">
        <w:rPr>
          <w:rtl/>
          <w:lang w:bidi="ur-PK"/>
        </w:rPr>
        <w:t xml:space="preserve"> کے ساتھ اچھا برتا</w:t>
      </w:r>
      <w:r w:rsidR="00AA04E3">
        <w:rPr>
          <w:rtl/>
          <w:lang w:bidi="ur-PK"/>
        </w:rPr>
        <w:t>و</w:t>
      </w:r>
      <w:r w:rsidR="00476253">
        <w:rPr>
          <w:rtl/>
          <w:lang w:bidi="ur-PK"/>
        </w:rPr>
        <w:t xml:space="preserve"> کرنا۔لوگوں سے اچھ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بات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کرنا ۔نماز قائم کرنا۔ زکوٰة ادا کرنا“۔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گزشتہ</w:t>
      </w:r>
      <w:r>
        <w:rPr>
          <w:rtl/>
          <w:lang w:bidi="ur-PK"/>
        </w:rPr>
        <w:t xml:space="preserve"> صفحات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عبادت خدا اور احکام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فرمانبردار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عنوان سے نمازاور انفاق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لازم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 تک وضاحت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لہٰذا مذکورہ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ماں باپ، رشتہ داروں،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موں</w:t>
      </w:r>
      <w:r>
        <w:rPr>
          <w:rtl/>
          <w:lang w:bidi="ur-PK"/>
        </w:rPr>
        <w:t xml:space="preserve"> اور مسک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احسان،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دوسرے لوگوں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گفتار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کچھ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611DD0" w:rsidRDefault="00611DD0" w:rsidP="00476253">
      <w:pPr>
        <w:pStyle w:val="libNormal"/>
        <w:rPr>
          <w:rtl/>
          <w:lang w:bidi="ur-PK"/>
        </w:rPr>
      </w:pPr>
    </w:p>
    <w:p w:rsidR="00611DD0" w:rsidRDefault="00611DD0" w:rsidP="00476253">
      <w:pPr>
        <w:pStyle w:val="libNormal"/>
        <w:rPr>
          <w:rtl/>
          <w:lang w:bidi="ur-PK"/>
        </w:rPr>
      </w:pPr>
    </w:p>
    <w:p w:rsidR="00476253" w:rsidRDefault="00476253" w:rsidP="00CB7E8E">
      <w:pPr>
        <w:pStyle w:val="Heading2Center"/>
        <w:rPr>
          <w:rtl/>
          <w:lang w:bidi="ur-PK"/>
        </w:rPr>
      </w:pPr>
      <w:bookmarkStart w:id="110" w:name="_Toc520984047"/>
      <w:r>
        <w:rPr>
          <w:rFonts w:hint="eastAsia"/>
          <w:rtl/>
          <w:lang w:bidi="ur-PK"/>
        </w:rPr>
        <w:t>ماں</w:t>
      </w:r>
      <w:r>
        <w:rPr>
          <w:rtl/>
          <w:lang w:bidi="ur-PK"/>
        </w:rPr>
        <w:t xml:space="preserve"> باپ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bookmarkEnd w:id="110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متعدد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نے تمام لوگوں کو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کے بعد ماں باپ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احسان کرنے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حکم سے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وجوب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بُوآت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حکم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عبادت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گناہ و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روز 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عذاب کا باعث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خداوندعالم</w:t>
      </w:r>
      <w:r>
        <w:rPr>
          <w:rtl/>
          <w:lang w:bidi="ur-PK"/>
        </w:rPr>
        <w:t xml:space="preserve"> کا ارشاد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9025FC">
        <w:rPr>
          <w:rStyle w:val="libAieChar"/>
          <w:rtl/>
        </w:rPr>
        <w:t>وَاعْبُدُوا اللهَ وَلاَتُشْرِكُوا 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9025FC">
        <w:rPr>
          <w:rStyle w:val="libAieChar"/>
          <w:rFonts w:hint="cs"/>
          <w:rtl/>
        </w:rPr>
        <w:t>ِ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شَی</w:t>
      </w:r>
      <w:r w:rsidR="00476253" w:rsidRPr="009025FC">
        <w:rPr>
          <w:rStyle w:val="libAieChar"/>
          <w:rFonts w:hint="eastAsia"/>
          <w:rtl/>
        </w:rPr>
        <w:t>ئًا</w:t>
      </w:r>
      <w:r w:rsidR="00476253" w:rsidRPr="009025FC">
        <w:rPr>
          <w:rStyle w:val="libAieChar"/>
          <w:rtl/>
        </w:rPr>
        <w:t xml:space="preserve"> وَبِالْوَالِدَ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Fonts w:hint="eastAsia"/>
          <w:rtl/>
        </w:rPr>
        <w:t>نِ</w:t>
      </w:r>
      <w:r w:rsidR="00476253" w:rsidRPr="009025FC">
        <w:rPr>
          <w:rStyle w:val="libAieChar"/>
          <w:rtl/>
        </w:rPr>
        <w:t xml:space="preserve"> إِحْسَانًا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(360)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اللہ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عبادت کرو اور کس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شئے کو اس کا شر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نہ بنا</w:t>
      </w:r>
      <w:r w:rsidR="00AA04E3">
        <w:rPr>
          <w:rtl/>
          <w:lang w:bidi="ur-PK"/>
        </w:rPr>
        <w:t>و</w:t>
      </w:r>
      <w:r w:rsidR="00476253">
        <w:rPr>
          <w:rtl/>
          <w:lang w:bidi="ur-PK"/>
        </w:rPr>
        <w:t xml:space="preserve"> اور والد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کے ساتھ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برتا</w:t>
      </w:r>
      <w:r w:rsidR="00AA04E3">
        <w:rPr>
          <w:rtl/>
          <w:lang w:bidi="ur-PK"/>
        </w:rPr>
        <w:t>و</w:t>
      </w:r>
      <w:r w:rsidR="00476253">
        <w:rPr>
          <w:rFonts w:hint="eastAsia"/>
          <w:rtl/>
          <w:lang w:bidi="ur-PK"/>
        </w:rPr>
        <w:t>کرو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ماں</w:t>
      </w:r>
      <w:r>
        <w:rPr>
          <w:rtl/>
          <w:lang w:bidi="ur-PK"/>
        </w:rPr>
        <w:t xml:space="preserve"> باپ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احسان کرنا ان زحمتوں اور احسان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تلاف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کو ان دونوں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کے ساتھ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جنھوں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دائش</w:t>
      </w:r>
      <w:r>
        <w:rPr>
          <w:rtl/>
          <w:lang w:bidi="ur-PK"/>
        </w:rPr>
        <w:t xml:space="preserve"> کے وقت سے اب تک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کے احسان اور زحمت سے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انھوں</w:t>
      </w:r>
      <w:r>
        <w:rPr>
          <w:rtl/>
          <w:lang w:bidi="ur-PK"/>
        </w:rPr>
        <w:t xml:space="preserve"> نے تمام مقامات پر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کو اپنے اوپر مقدم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ان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ثار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قربان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درگزر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بلاؤں کے طوفان اور سخت سے سخت حالات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رکھتے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آغوش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اولاد کے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سکون کے لئے راتوں جاگتے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>، اور سخت سے سخت حالات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خوش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کر برداشت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برداشت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اپنے خون جگر سے ان کو غذا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تحمل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تاکہ اولاد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مقام پر پہنچ جائے، لہٰذا اب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دار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ماں باپ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احسان کرکے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زحمتوں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معمول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حصہ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9025FC">
        <w:rPr>
          <w:rStyle w:val="libAieChar"/>
          <w:rtl/>
        </w:rPr>
        <w:t>وَقَضَ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tl/>
        </w:rPr>
        <w:t xml:space="preserve"> رَبُّكَ </w:t>
      </w:r>
      <w:r w:rsidR="00BA0B7F">
        <w:rPr>
          <w:rStyle w:val="libAieChar"/>
          <w:rtl/>
        </w:rPr>
        <w:t>ا</w:t>
      </w:r>
      <w:r w:rsidR="00476253" w:rsidRPr="009025FC">
        <w:rPr>
          <w:rStyle w:val="libAieChar"/>
          <w:rFonts w:hint="eastAsia"/>
          <w:rtl/>
        </w:rPr>
        <w:t>لاَّ</w:t>
      </w:r>
      <w:r w:rsidR="00476253" w:rsidRPr="009025FC">
        <w:rPr>
          <w:rStyle w:val="libAieChar"/>
          <w:rtl/>
        </w:rPr>
        <w:t xml:space="preserve"> تَعْبُدُوا إِلاَّ إِ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Fonts w:hint="eastAsia"/>
          <w:rtl/>
        </w:rPr>
        <w:t>ا</w:t>
      </w:r>
      <w:r w:rsidR="00705CD5" w:rsidRPr="00705CD5">
        <w:rPr>
          <w:rStyle w:val="libAieChar"/>
          <w:rFonts w:hint="cs"/>
          <w:rtl/>
        </w:rPr>
        <w:t>ه</w:t>
      </w:r>
      <w:r w:rsidR="00476253" w:rsidRPr="009025FC">
        <w:rPr>
          <w:rStyle w:val="libAieChar"/>
          <w:rFonts w:hint="cs"/>
          <w:rtl/>
        </w:rPr>
        <w:t>ُ</w:t>
      </w:r>
      <w:r w:rsidR="00476253" w:rsidRPr="009025FC">
        <w:rPr>
          <w:rStyle w:val="libAieChar"/>
          <w:rtl/>
        </w:rPr>
        <w:t xml:space="preserve"> وَبِالْوَالِدَ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Fonts w:hint="eastAsia"/>
          <w:rtl/>
        </w:rPr>
        <w:t>نِ</w:t>
      </w:r>
      <w:r w:rsidR="00476253" w:rsidRPr="009025FC">
        <w:rPr>
          <w:rStyle w:val="libAieChar"/>
          <w:rtl/>
        </w:rPr>
        <w:t xml:space="preserve"> إِحْسَانًا إِمَّا 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Fonts w:hint="eastAsia"/>
          <w:rtl/>
        </w:rPr>
        <w:t>بْلُغَنَّ</w:t>
      </w:r>
      <w:r w:rsidR="00476253" w:rsidRPr="009025FC">
        <w:rPr>
          <w:rStyle w:val="libAieChar"/>
          <w:rtl/>
        </w:rPr>
        <w:t xml:space="preserve"> عِنْدَكَ الْكِبَرَ </w:t>
      </w:r>
      <w:r w:rsidR="00BA0B7F">
        <w:rPr>
          <w:rStyle w:val="libAieChar"/>
          <w:rtl/>
        </w:rPr>
        <w:t>ا</w:t>
      </w:r>
      <w:r w:rsidR="00476253" w:rsidRPr="009025FC">
        <w:rPr>
          <w:rStyle w:val="libAieChar"/>
          <w:rFonts w:hint="eastAsia"/>
          <w:rtl/>
        </w:rPr>
        <w:t>حَدُ</w:t>
      </w:r>
      <w:r w:rsidR="00705CD5" w:rsidRPr="00705CD5">
        <w:rPr>
          <w:rStyle w:val="libAieChar"/>
          <w:rFonts w:hint="cs"/>
          <w:rtl/>
        </w:rPr>
        <w:t>ه</w:t>
      </w:r>
      <w:r w:rsidR="00476253" w:rsidRPr="009025FC">
        <w:rPr>
          <w:rStyle w:val="libAieChar"/>
          <w:rFonts w:hint="cs"/>
          <w:rtl/>
        </w:rPr>
        <w:t>ما</w:t>
      </w:r>
      <w:r w:rsidR="00476253" w:rsidRPr="009025FC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9025FC">
        <w:rPr>
          <w:rStyle w:val="libAieChar"/>
          <w:rFonts w:hint="eastAsia"/>
          <w:rtl/>
        </w:rPr>
        <w:t>وْ</w:t>
      </w:r>
      <w:r w:rsidR="00476253" w:rsidRPr="009025FC">
        <w:rPr>
          <w:rStyle w:val="libAieChar"/>
          <w:rtl/>
        </w:rPr>
        <w:t xml:space="preserve"> كِلَا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9025FC">
        <w:rPr>
          <w:rStyle w:val="libAieChar"/>
          <w:rFonts w:hint="cs"/>
          <w:rtl/>
        </w:rPr>
        <w:t>ما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فَلاَتَقُلْ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9025FC">
        <w:rPr>
          <w:rStyle w:val="libAieChar"/>
          <w:rFonts w:hint="cs"/>
          <w:rtl/>
        </w:rPr>
        <w:t>ما</w:t>
      </w:r>
      <w:r w:rsidR="00476253" w:rsidRPr="009025FC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9025FC">
        <w:rPr>
          <w:rStyle w:val="libAieChar"/>
          <w:rFonts w:hint="eastAsia"/>
          <w:rtl/>
        </w:rPr>
        <w:t>فٍّ</w:t>
      </w:r>
      <w:r w:rsidR="00476253" w:rsidRPr="009025FC">
        <w:rPr>
          <w:rStyle w:val="libAieChar"/>
          <w:rtl/>
        </w:rPr>
        <w:t xml:space="preserve"> وَلاَتَنْ</w:t>
      </w:r>
      <w:r w:rsidR="00705CD5" w:rsidRPr="00705CD5">
        <w:rPr>
          <w:rStyle w:val="libAieChar"/>
          <w:rFonts w:hint="cs"/>
          <w:rtl/>
        </w:rPr>
        <w:t>ه</w:t>
      </w:r>
      <w:r w:rsidR="00476253" w:rsidRPr="009025FC">
        <w:rPr>
          <w:rStyle w:val="libAieChar"/>
          <w:rFonts w:hint="cs"/>
          <w:rtl/>
        </w:rPr>
        <w:t>ر</w:t>
      </w:r>
      <w:r w:rsidR="00705CD5" w:rsidRPr="00705CD5">
        <w:rPr>
          <w:rStyle w:val="libAieChar"/>
          <w:rFonts w:hint="cs"/>
          <w:rtl/>
        </w:rPr>
        <w:t>ه</w:t>
      </w:r>
      <w:r w:rsidR="00476253" w:rsidRPr="009025FC">
        <w:rPr>
          <w:rStyle w:val="libAieChar"/>
          <w:rFonts w:hint="cs"/>
          <w:rtl/>
        </w:rPr>
        <w:t>ما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وَقُلْ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9025FC">
        <w:rPr>
          <w:rStyle w:val="libAieChar"/>
          <w:rFonts w:hint="cs"/>
          <w:rtl/>
        </w:rPr>
        <w:t>ما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قَوْلًا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كَرِی</w:t>
      </w:r>
      <w:r w:rsidR="00476253" w:rsidRPr="009025FC">
        <w:rPr>
          <w:rStyle w:val="libAieChar"/>
          <w:rFonts w:hint="eastAsia"/>
          <w:rtl/>
        </w:rPr>
        <w:t>مًا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وَاخْفِضْ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9025FC">
        <w:rPr>
          <w:rStyle w:val="libAieChar"/>
          <w:rFonts w:hint="cs"/>
          <w:rtl/>
        </w:rPr>
        <w:t>ما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جَنَاحَ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الذُّلِّ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مِنْ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الرَّحْمَةِ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وَقُلْ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رَّبِّ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ارْحَمْ</w:t>
      </w:r>
      <w:r w:rsidR="00705CD5" w:rsidRPr="00705CD5">
        <w:rPr>
          <w:rStyle w:val="libAieChar"/>
          <w:rFonts w:hint="cs"/>
          <w:rtl/>
        </w:rPr>
        <w:t>ه</w:t>
      </w:r>
      <w:r w:rsidR="00476253" w:rsidRPr="009025FC">
        <w:rPr>
          <w:rStyle w:val="libAieChar"/>
          <w:rFonts w:hint="cs"/>
          <w:rtl/>
        </w:rPr>
        <w:t>ما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كَمَا</w:t>
      </w:r>
      <w:r w:rsidR="00476253" w:rsidRPr="009025FC">
        <w:rPr>
          <w:rStyle w:val="libAieChar"/>
          <w:rtl/>
        </w:rPr>
        <w:t xml:space="preserve"> </w:t>
      </w:r>
      <w:r w:rsidR="00476253" w:rsidRPr="009025FC">
        <w:rPr>
          <w:rStyle w:val="libAieChar"/>
          <w:rFonts w:hint="cs"/>
          <w:rtl/>
        </w:rPr>
        <w:t>رَبَّی</w:t>
      </w:r>
      <w:r w:rsidR="00476253" w:rsidRPr="009025FC">
        <w:rPr>
          <w:rStyle w:val="libAieChar"/>
          <w:rFonts w:hint="eastAsia"/>
          <w:rtl/>
        </w:rPr>
        <w:t>انِ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tl/>
        </w:rPr>
        <w:t xml:space="preserve"> صَغِ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Fonts w:hint="eastAsia"/>
          <w:rtl/>
        </w:rPr>
        <w:t>رًا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(361)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آپ کے پروردگار کا ف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صلہ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کہ تم سب اس کے علاوہ کس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عبادت نہ کرنا اور ماں باپ کے ساتھ اچھا برتا</w:t>
      </w:r>
      <w:r w:rsidR="00AA04E3">
        <w:rPr>
          <w:rtl/>
          <w:lang w:bidi="ur-PK"/>
        </w:rPr>
        <w:t>و</w:t>
      </w:r>
      <w:r w:rsidR="00476253">
        <w:rPr>
          <w:rtl/>
          <w:lang w:bidi="ur-PK"/>
        </w:rPr>
        <w:t xml:space="preserve"> کرنا اور اگر تمھارے سامنے ان دونوں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سے کوئ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دونوں بوڑھے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جائ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تو خبر دار ان سے اف نہ کہنا اور ان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جھڑکنا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ان سے ھم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شہ</w:t>
      </w:r>
      <w:r w:rsidR="00476253">
        <w:rPr>
          <w:rtl/>
          <w:lang w:bidi="ur-PK"/>
        </w:rPr>
        <w:t xml:space="preserve"> شر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فانہ</w:t>
      </w:r>
      <w:r w:rsidR="00476253">
        <w:rPr>
          <w:rtl/>
          <w:lang w:bidi="ur-PK"/>
        </w:rPr>
        <w:t xml:space="preserve"> گفتگو کرتے رہنا ۔اور ان کے لئے خاکسار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کے ساتھ اپنے کاندھوں کو جھکا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نا</w:t>
      </w:r>
      <w:r w:rsidR="00476253">
        <w:rPr>
          <w:rtl/>
          <w:lang w:bidi="ur-PK"/>
        </w:rPr>
        <w:t xml:space="preserve"> اور ان کے حق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دعا کرتے رہنا کہ پروردگار ان دونوں پر اس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طرح رحمت نازل فرما جس طرح کہ انھوں نے پچپن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مجھے پالا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سوال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کہ ماں باپ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احسان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سفارش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سے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مراد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تو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ان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بھلائ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کرو، ان کو مجبور نہ کرو کہ وہ تم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کا سوال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اگرچہ وہ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 w:rsidR="003264F6">
        <w:rPr>
          <w:rtl/>
          <w:lang w:bidi="ur-PK"/>
        </w:rPr>
        <w:t xml:space="preserve"> ہو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بلکہ ان کے کہنے سے پھلے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ضرورتوں کو پورا کردو،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خداوندعالم نے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lastRenderedPageBreak/>
        <w:t>(</w:t>
      </w:r>
      <w:r w:rsidR="00476253" w:rsidRPr="009025FC">
        <w:rPr>
          <w:rStyle w:val="libAieChar"/>
          <w:rtl/>
        </w:rPr>
        <w:t>لَنْ تَنَالُوا الْبِرَّ حَتَّ</w:t>
      </w:r>
      <w:r w:rsidR="00476253" w:rsidRPr="009025FC">
        <w:rPr>
          <w:rStyle w:val="libAieChar"/>
          <w:rFonts w:hint="cs"/>
          <w:rtl/>
        </w:rPr>
        <w:t>ی</w:t>
      </w:r>
      <w:r w:rsidR="00476253" w:rsidRPr="009025FC">
        <w:rPr>
          <w:rStyle w:val="libAieChar"/>
          <w:rtl/>
        </w:rPr>
        <w:t xml:space="preserve"> تُنْفِقُوا مِمَّا تُحِبُّونَ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(362)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”تم</w:t>
      </w:r>
      <w:r w:rsidR="00476253">
        <w:rPr>
          <w:rtl/>
          <w:lang w:bidi="ur-PK"/>
        </w:rPr>
        <w:t xml:space="preserve">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منزل تک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پہنچ سکتے جب تک اپن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محبوب 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زوں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سے راہ دا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انفاق نہ کرو“۔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کو ”اُف“ تک نہ کھو، اور ان کو اپنے سے دور نہ کرو، ان کو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نہ کرو، اگر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تم 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اس کو برداشت کرو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پر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لفظ نہ لاؤ جس سے وہ ناراحت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اگر انھوں نے تم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مارنے کے لئے ھاتھ اٹھا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 کو مار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 صبر کرو، اور ان سے جدا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سے کھو: خداوندعالم تم سے درگزر فرمائے،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مغفرت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جگہ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فرمائے، کہ”قول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م“</w:t>
      </w:r>
      <w:r>
        <w:rPr>
          <w:rtl/>
          <w:lang w:bidi="ur-PK"/>
        </w:rPr>
        <w:t xml:space="preserve"> سے مراد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اور محبت بھر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نگاھوں سے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کھا</w:t>
      </w:r>
      <w:r>
        <w:rPr>
          <w:rtl/>
          <w:lang w:bidi="ur-PK"/>
        </w:rPr>
        <w:t xml:space="preserve"> کرو، مھربان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کے علاوہ ان کو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کھو،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 کو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آواز سے بلندتر نہ کرو، ان کے ھاتھ سے اپنا ھاتھ اوپر نہ اٹھاؤ، اور ان کے چلتے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ان سے آگے آگے نہ چلو</w:t>
      </w:r>
      <w:r w:rsidR="00125F42" w:rsidRPr="00125F42">
        <w:rPr>
          <w:rStyle w:val="libFootnotenumChar"/>
          <w:rtl/>
          <w:lang w:bidi="ur-PK"/>
        </w:rPr>
        <w:t>(363)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احسان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 xml:space="preserve">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اگر خداوندعالم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”اُف“ سے کمتر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لفظ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تو اولاد کو اپنے ماں باپ کے لئے کہنے سے منع فرماتا۔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اولاد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چاہئے کہ عاق کا سب سے کم درجہ ماں باپ کے لئے لفظ ”اُف“ کا استعمال کرنا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3</w:t>
      </w:r>
      <w:r w:rsidR="00572206" w:rsidRPr="00572206">
        <w:rPr>
          <w:rStyle w:val="libFootnotenumChar"/>
          <w:rtl/>
          <w:lang w:bidi="ur-PK"/>
        </w:rPr>
        <w:t>(64)</w:t>
      </w:r>
      <w:r w:rsidR="00572206">
        <w:rPr>
          <w:rtl/>
          <w:lang w:bidi="ur-PK"/>
        </w:rPr>
        <w:t xml:space="preserve"> </w:t>
      </w:r>
      <w:r w:rsidR="00572206">
        <w:rPr>
          <w:rtl/>
          <w:lang w:bidi="ur-PK"/>
        </w:rPr>
        <w:cr/>
      </w:r>
      <w:r>
        <w:rPr>
          <w:rFonts w:hint="eastAsia"/>
          <w:rtl/>
          <w:lang w:bidi="ur-PK"/>
        </w:rPr>
        <w:t>کتاب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ف”کاف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ماں 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ترچھ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نگاھوں سے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(بھ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عاق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مرحلہ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!۔</w:t>
      </w:r>
      <w:r w:rsidR="0005211C" w:rsidRPr="00125F42">
        <w:rPr>
          <w:rStyle w:val="libFootnotenumChar"/>
          <w:rtl/>
          <w:lang w:bidi="ur-PK"/>
        </w:rPr>
        <w:t>(365)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اولاد پر باپ کا حق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تو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 w:rsidRPr="009025FC">
        <w:rPr>
          <w:rStyle w:val="libArabicChar"/>
          <w:rFonts w:hint="eastAsia"/>
          <w:rtl/>
        </w:rPr>
        <w:t>”لَا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ی</w:t>
      </w:r>
      <w:r w:rsidRPr="009025FC">
        <w:rPr>
          <w:rStyle w:val="libArabicChar"/>
          <w:rFonts w:hint="eastAsia"/>
          <w:rtl/>
        </w:rPr>
        <w:t>سَمِّ</w:t>
      </w:r>
      <w:r w:rsidRPr="009025FC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9025FC">
        <w:rPr>
          <w:rStyle w:val="libArabicChar"/>
          <w:rFonts w:hint="cs"/>
          <w:rtl/>
        </w:rPr>
        <w:t>ِ</w:t>
      </w:r>
      <w:r w:rsidRPr="009025FC">
        <w:rPr>
          <w:rStyle w:val="libArabicChar"/>
          <w:rtl/>
        </w:rPr>
        <w:t xml:space="preserve"> بِاسْمِ</w:t>
      </w:r>
      <w:r w:rsidR="00705CD5" w:rsidRPr="00163EB1">
        <w:rPr>
          <w:rStyle w:val="libArabicChar"/>
          <w:rFonts w:hint="cs"/>
          <w:rtl/>
        </w:rPr>
        <w:t>ه</w:t>
      </w:r>
      <w:r w:rsidRPr="009025FC">
        <w:rPr>
          <w:rStyle w:val="libArabicChar"/>
          <w:rFonts w:hint="cs"/>
          <w:rtl/>
        </w:rPr>
        <w:t>ِ،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وَلَا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ی</w:t>
      </w:r>
      <w:r w:rsidRPr="009025FC">
        <w:rPr>
          <w:rStyle w:val="libArabicChar"/>
          <w:rFonts w:hint="eastAsia"/>
          <w:rtl/>
        </w:rPr>
        <w:t>مْش</w:t>
      </w:r>
      <w:r w:rsidRPr="009025FC">
        <w:rPr>
          <w:rStyle w:val="libArabicChar"/>
          <w:rFonts w:hint="cs"/>
          <w:rtl/>
        </w:rPr>
        <w:t>ی</w:t>
      </w:r>
      <w:r w:rsidRPr="009025FC">
        <w:rPr>
          <w:rStyle w:val="libArabicChar"/>
          <w:rtl/>
        </w:rPr>
        <w:t xml:space="preserve"> بَ</w:t>
      </w:r>
      <w:r w:rsidRPr="009025FC">
        <w:rPr>
          <w:rStyle w:val="libArabicChar"/>
          <w:rFonts w:hint="cs"/>
          <w:rtl/>
        </w:rPr>
        <w:t>ی</w:t>
      </w:r>
      <w:r w:rsidRPr="009025FC">
        <w:rPr>
          <w:rStyle w:val="libArabicChar"/>
          <w:rFonts w:hint="eastAsia"/>
          <w:rtl/>
        </w:rPr>
        <w:t>نَ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ی</w:t>
      </w:r>
      <w:r w:rsidRPr="009025FC">
        <w:rPr>
          <w:rStyle w:val="libArabicChar"/>
          <w:rFonts w:hint="eastAsia"/>
          <w:rtl/>
        </w:rPr>
        <w:t>دَ</w:t>
      </w:r>
      <w:r w:rsidRPr="009025FC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9025FC">
        <w:rPr>
          <w:rStyle w:val="libArabicChar"/>
          <w:rFonts w:hint="cs"/>
          <w:rtl/>
        </w:rPr>
        <w:t>ِ،</w:t>
      </w:r>
      <w:r w:rsidRPr="009025FC">
        <w:rPr>
          <w:rStyle w:val="libArabicChar"/>
          <w:rtl/>
        </w:rPr>
        <w:t xml:space="preserve"> وَلَا </w:t>
      </w:r>
      <w:r w:rsidRPr="009025FC">
        <w:rPr>
          <w:rStyle w:val="libArabicChar"/>
          <w:rFonts w:hint="cs"/>
          <w:rtl/>
        </w:rPr>
        <w:t>ی</w:t>
      </w:r>
      <w:r w:rsidRPr="009025FC">
        <w:rPr>
          <w:rStyle w:val="libArabicChar"/>
          <w:rFonts w:hint="eastAsia"/>
          <w:rtl/>
        </w:rPr>
        <w:t>جْلِسُ</w:t>
      </w:r>
      <w:r w:rsidRPr="009025FC">
        <w:rPr>
          <w:rStyle w:val="libArabicChar"/>
          <w:rtl/>
        </w:rPr>
        <w:t xml:space="preserve"> قَبْلَ</w:t>
      </w:r>
      <w:r w:rsidR="00705CD5" w:rsidRPr="00163EB1">
        <w:rPr>
          <w:rStyle w:val="libArabicChar"/>
          <w:rFonts w:hint="cs"/>
          <w:rtl/>
        </w:rPr>
        <w:t>ه</w:t>
      </w:r>
      <w:r w:rsidRPr="009025FC">
        <w:rPr>
          <w:rStyle w:val="libArabicChar"/>
          <w:rFonts w:hint="cs"/>
          <w:rtl/>
        </w:rPr>
        <w:t>ُ،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وَلَا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ی</w:t>
      </w:r>
      <w:r w:rsidRPr="009025FC">
        <w:rPr>
          <w:rStyle w:val="libArabicChar"/>
          <w:rFonts w:hint="eastAsia"/>
          <w:rtl/>
        </w:rPr>
        <w:t>سْتَسِبُّ</w:t>
      </w:r>
      <w:r w:rsidRPr="009025FC">
        <w:rPr>
          <w:rStyle w:val="libArabicChar"/>
          <w:rtl/>
        </w:rPr>
        <w:t xml:space="preserve"> لَ</w:t>
      </w:r>
      <w:r w:rsidR="00705CD5" w:rsidRPr="00163EB1">
        <w:rPr>
          <w:rStyle w:val="libArabicChar"/>
          <w:rFonts w:hint="cs"/>
          <w:rtl/>
        </w:rPr>
        <w:t>ه</w:t>
      </w:r>
      <w:r w:rsidRPr="009025FC">
        <w:rPr>
          <w:rStyle w:val="libArabicChar"/>
          <w:rFonts w:hint="cs"/>
          <w:rtl/>
        </w:rPr>
        <w:t>ُ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(366)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”باپ</w:t>
      </w:r>
      <w:r>
        <w:rPr>
          <w:rtl/>
          <w:lang w:bidi="ur-PK"/>
        </w:rPr>
        <w:t xml:space="preserve"> کا نام لے کر نہ پکارے، اس کے آگے نہ چلے،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کرکے نہ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اور اپنے برے کاموں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اپنے بے گناہ باپ کو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رسوا نہ کرے“۔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بار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رسوا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اصحاب نے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اللہ! آپ کس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تو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جس کے ماں باپ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العمر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اوروہ ان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احسان نہ کرکے بہشت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</w:t>
      </w:r>
      <w:r>
        <w:rPr>
          <w:rFonts w:hint="eastAsia"/>
          <w:rtl/>
          <w:lang w:bidi="ur-PK"/>
        </w:rPr>
        <w:t>خل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(367)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حذ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نے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باپ مشرک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>
        <w:rPr>
          <w:rtl/>
          <w:lang w:bidi="ur-PK"/>
        </w:rPr>
        <w:t xml:space="preserve"> جنگ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آپ مجھے اس پر حملہ کرنے اوراس کو قتل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؟</w:t>
      </w:r>
      <w:r>
        <w:rPr>
          <w:rtl/>
          <w:lang w:bidi="ur-PK"/>
        </w:rPr>
        <w:t xml:space="preserve"> تو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ن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نہ کرو،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دوسرا اس سے مقابلہ کرے</w:t>
      </w:r>
      <w:r w:rsidR="00125F42" w:rsidRPr="00125F42">
        <w:rPr>
          <w:rStyle w:val="libFootnotenumChar"/>
          <w:rtl/>
          <w:lang w:bidi="ur-PK"/>
        </w:rPr>
        <w:t>(368)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</w:t>
      </w:r>
      <w:r w:rsidR="00BA0B7F">
        <w:rPr>
          <w:rStyle w:val="libArabicChar"/>
          <w:rFonts w:hint="eastAsia"/>
          <w:rtl/>
        </w:rPr>
        <w:t>ا</w:t>
      </w:r>
      <w:r w:rsidRPr="009025FC">
        <w:rPr>
          <w:rStyle w:val="libArabicChar"/>
          <w:rFonts w:hint="eastAsia"/>
          <w:rtl/>
        </w:rPr>
        <w:t>فْضَلُ</w:t>
      </w:r>
      <w:r w:rsidRPr="009025FC">
        <w:rPr>
          <w:rStyle w:val="libArabicChar"/>
          <w:rtl/>
        </w:rPr>
        <w:t xml:space="preserve"> والِدَ</w:t>
      </w:r>
      <w:r w:rsidRPr="009025FC">
        <w:rPr>
          <w:rStyle w:val="libArabicChar"/>
          <w:rFonts w:hint="cs"/>
          <w:rtl/>
        </w:rPr>
        <w:t>ی</w:t>
      </w:r>
      <w:r w:rsidRPr="009025FC">
        <w:rPr>
          <w:rStyle w:val="libArabicChar"/>
          <w:rFonts w:hint="eastAsia"/>
          <w:rtl/>
        </w:rPr>
        <w:t>كُمْ</w:t>
      </w:r>
      <w:r w:rsidRPr="009025FC">
        <w:rPr>
          <w:rStyle w:val="libArabicChar"/>
          <w:rtl/>
        </w:rPr>
        <w:t xml:space="preserve"> وَاَحَقُّ</w:t>
      </w:r>
      <w:r w:rsidR="00705CD5" w:rsidRPr="00163EB1">
        <w:rPr>
          <w:rStyle w:val="libArabicChar"/>
          <w:rFonts w:hint="cs"/>
          <w:rtl/>
        </w:rPr>
        <w:t>ه</w:t>
      </w:r>
      <w:r w:rsidRPr="009025FC">
        <w:rPr>
          <w:rStyle w:val="libArabicChar"/>
          <w:rFonts w:hint="cs"/>
          <w:rtl/>
        </w:rPr>
        <w:t>ُما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بِشُكْرِكُمْ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مُحَمَّدٌ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صلی</w:t>
      </w:r>
      <w:r w:rsidRPr="009025FC">
        <w:rPr>
          <w:rStyle w:val="libArabicChar"/>
          <w:rtl/>
        </w:rPr>
        <w:t xml:space="preserve"> الل</w:t>
      </w:r>
      <w:r w:rsidR="00705CD5" w:rsidRPr="00163EB1">
        <w:rPr>
          <w:rStyle w:val="libArabicChar"/>
          <w:rFonts w:hint="cs"/>
          <w:rtl/>
        </w:rPr>
        <w:t>ه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علی</w:t>
      </w:r>
      <w:r w:rsidR="00705CD5" w:rsidRPr="00163EB1">
        <w:rPr>
          <w:rStyle w:val="libArabicChar"/>
          <w:rFonts w:hint="cs"/>
          <w:rtl/>
        </w:rPr>
        <w:t>ه</w:t>
      </w:r>
      <w:r w:rsidRPr="009025FC">
        <w:rPr>
          <w:rStyle w:val="libArabicChar"/>
          <w:rtl/>
        </w:rPr>
        <w:t xml:space="preserve"> و آل</w:t>
      </w:r>
      <w:r w:rsidR="00705CD5" w:rsidRPr="00163EB1">
        <w:rPr>
          <w:rStyle w:val="libArabicChar"/>
          <w:rFonts w:hint="cs"/>
          <w:rtl/>
        </w:rPr>
        <w:t>ه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و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سلم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وَعَلِی</w:t>
      </w:r>
      <w:r w:rsidRPr="009025FC">
        <w:rPr>
          <w:rStyle w:val="libArabicChar"/>
          <w:rtl/>
        </w:rPr>
        <w:t xml:space="preserve"> عل</w:t>
      </w:r>
      <w:r w:rsidRPr="009025FC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9025FC">
        <w:rPr>
          <w:rStyle w:val="libArabicChar"/>
          <w:rtl/>
        </w:rPr>
        <w:t xml:space="preserve"> السلام</w:t>
      </w:r>
      <w:r>
        <w:rPr>
          <w:rtl/>
          <w:lang w:bidi="ur-PK"/>
        </w:rPr>
        <w:t xml:space="preserve"> “</w:t>
      </w:r>
      <w:r w:rsidR="00125F42" w:rsidRPr="00125F42">
        <w:rPr>
          <w:rStyle w:val="libFootnotenumChar"/>
          <w:rtl/>
          <w:lang w:bidi="ur-PK"/>
        </w:rPr>
        <w:t>(369)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”تمھارا</w:t>
      </w:r>
      <w:r>
        <w:rPr>
          <w:rtl/>
          <w:lang w:bidi="ur-PK"/>
        </w:rPr>
        <w:t xml:space="preserve"> سب سے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باپ اور تمھارے شکر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سزاوار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ذات محمد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اور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سنا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9025FC">
        <w:rPr>
          <w:rStyle w:val="libArabicChar"/>
          <w:rFonts w:hint="eastAsia"/>
          <w:rtl/>
        </w:rPr>
        <w:t>اَنَا</w:t>
      </w:r>
      <w:r w:rsidRPr="009025FC">
        <w:rPr>
          <w:rStyle w:val="libArabicChar"/>
          <w:rtl/>
        </w:rPr>
        <w:t xml:space="preserve"> وَ عَلَ</w:t>
      </w:r>
      <w:r w:rsidRPr="009025FC">
        <w:rPr>
          <w:rStyle w:val="libArabicChar"/>
          <w:rFonts w:hint="cs"/>
          <w:rtl/>
        </w:rPr>
        <w:t>ی</w:t>
      </w:r>
      <w:r w:rsidRPr="009025FC">
        <w:rPr>
          <w:rStyle w:val="libArabicChar"/>
          <w:rtl/>
        </w:rPr>
        <w:t xml:space="preserve"> اَبَوَا</w:t>
      </w:r>
      <w:r w:rsidR="00705CD5" w:rsidRPr="00163EB1">
        <w:rPr>
          <w:rStyle w:val="libArabicChar"/>
          <w:rFonts w:hint="cs"/>
          <w:rtl/>
        </w:rPr>
        <w:t>ه</w:t>
      </w:r>
      <w:r w:rsidRPr="009025FC">
        <w:rPr>
          <w:rStyle w:val="libArabicChar"/>
          <w:rFonts w:hint="cs"/>
          <w:rtl/>
        </w:rPr>
        <w:t>ٰذِ</w:t>
      </w:r>
      <w:r w:rsidR="00705CD5" w:rsidRPr="00163EB1">
        <w:rPr>
          <w:rStyle w:val="libArabicChar"/>
          <w:rFonts w:hint="cs"/>
          <w:rtl/>
        </w:rPr>
        <w:t>ه</w:t>
      </w:r>
      <w:r w:rsidRPr="009025FC">
        <w:rPr>
          <w:rStyle w:val="libArabicChar"/>
          <w:rFonts w:hint="cs"/>
          <w:rtl/>
        </w:rPr>
        <w:t>ِ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الْاُمَّةِ،</w:t>
      </w:r>
      <w:r w:rsidRPr="009025FC">
        <w:rPr>
          <w:rStyle w:val="libArabicChar"/>
          <w:rtl/>
        </w:rPr>
        <w:t xml:space="preserve"> وَلَحَقُّنا عَلَ</w:t>
      </w:r>
      <w:r w:rsidRPr="009025FC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9025FC">
        <w:rPr>
          <w:rStyle w:val="libArabicChar"/>
          <w:rFonts w:hint="cs"/>
          <w:rtl/>
        </w:rPr>
        <w:t>ِمْ</w:t>
      </w:r>
      <w:r w:rsidRPr="009025FC">
        <w:rPr>
          <w:rStyle w:val="libArabicChar"/>
          <w:rtl/>
        </w:rPr>
        <w:t xml:space="preserve"> اَعْظَمُ مِنْ حَقِّ اَبَوَ</w:t>
      </w:r>
      <w:r w:rsidRPr="009025FC">
        <w:rPr>
          <w:rStyle w:val="libArabicChar"/>
          <w:rFonts w:hint="cs"/>
          <w:rtl/>
        </w:rPr>
        <w:t>ی</w:t>
      </w:r>
      <w:r w:rsidRPr="009025FC">
        <w:rPr>
          <w:rStyle w:val="libArabicChar"/>
          <w:rtl/>
        </w:rPr>
        <w:t xml:space="preserve"> وِلَادَتِ</w:t>
      </w:r>
      <w:r w:rsidR="00705CD5" w:rsidRPr="00163EB1">
        <w:rPr>
          <w:rStyle w:val="libArabicChar"/>
          <w:rFonts w:hint="cs"/>
          <w:rtl/>
        </w:rPr>
        <w:t>ه</w:t>
      </w:r>
      <w:r w:rsidRPr="009025FC">
        <w:rPr>
          <w:rStyle w:val="libArabicChar"/>
          <w:rFonts w:hint="cs"/>
          <w:rtl/>
        </w:rPr>
        <w:t>ِمْ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فَاِنَّا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نُنْقِذُ</w:t>
      </w:r>
      <w:r w:rsidR="00705CD5" w:rsidRPr="00163EB1">
        <w:rPr>
          <w:rStyle w:val="libArabicChar"/>
          <w:rFonts w:hint="cs"/>
          <w:rtl/>
        </w:rPr>
        <w:t>ه</w:t>
      </w:r>
      <w:r w:rsidRPr="009025FC">
        <w:rPr>
          <w:rStyle w:val="libArabicChar"/>
          <w:rFonts w:hint="cs"/>
          <w:rtl/>
        </w:rPr>
        <w:t>ُمْ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اِنْ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اَطاعونا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مِنَ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النّارِ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اِليٰ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دَارِالْقَرارِ،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وَنُلْحِقُ</w:t>
      </w:r>
      <w:r w:rsidR="00705CD5" w:rsidRPr="00163EB1">
        <w:rPr>
          <w:rStyle w:val="libArabicChar"/>
          <w:rFonts w:hint="cs"/>
          <w:rtl/>
        </w:rPr>
        <w:t>ه</w:t>
      </w:r>
      <w:r w:rsidRPr="009025FC">
        <w:rPr>
          <w:rStyle w:val="libArabicChar"/>
          <w:rFonts w:hint="cs"/>
          <w:rtl/>
        </w:rPr>
        <w:t>ُمْ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مِنَ</w:t>
      </w:r>
      <w:r w:rsidRPr="009025FC">
        <w:rPr>
          <w:rStyle w:val="libArabicChar"/>
          <w:rtl/>
        </w:rPr>
        <w:t xml:space="preserve"> </w:t>
      </w:r>
      <w:r w:rsidRPr="009025FC">
        <w:rPr>
          <w:rStyle w:val="libArabicChar"/>
          <w:rFonts w:hint="cs"/>
          <w:rtl/>
        </w:rPr>
        <w:t>الْعُبودِی</w:t>
      </w:r>
      <w:r w:rsidRPr="009025FC">
        <w:rPr>
          <w:rStyle w:val="libArabicChar"/>
          <w:rFonts w:hint="eastAsia"/>
          <w:rtl/>
        </w:rPr>
        <w:t>ةِ</w:t>
      </w:r>
      <w:r w:rsidRPr="009025FC">
        <w:rPr>
          <w:rStyle w:val="libArabicChar"/>
          <w:rtl/>
        </w:rPr>
        <w:t xml:space="preserve"> بِخِ</w:t>
      </w:r>
      <w:r w:rsidRPr="009025FC">
        <w:rPr>
          <w:rStyle w:val="libArabicChar"/>
          <w:rFonts w:hint="cs"/>
          <w:rtl/>
        </w:rPr>
        <w:t>ی</w:t>
      </w:r>
      <w:r w:rsidRPr="009025FC">
        <w:rPr>
          <w:rStyle w:val="libArabicChar"/>
          <w:rFonts w:hint="eastAsia"/>
          <w:rtl/>
        </w:rPr>
        <w:t>ارِ</w:t>
      </w:r>
      <w:r w:rsidRPr="009025FC">
        <w:rPr>
          <w:rStyle w:val="libArabicChar"/>
          <w:rtl/>
        </w:rPr>
        <w:t xml:space="preserve"> الْاَحْرارِ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(370)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دونوں اس امت کے باپ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بے شک ھمارا حق اس باپ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اسے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لانے کا سبب بنا، ھم اس امت کو آتش جہنم سے نجات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اگر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ان کو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 اگر ھمارے حکم پر عمل کرے، اور ان کو عبادت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</w:t>
      </w:r>
      <w:r>
        <w:rPr>
          <w:rFonts w:hint="eastAsia"/>
          <w:rtl/>
          <w:lang w:bidi="ur-PK"/>
        </w:rPr>
        <w:t>نتخب</w:t>
      </w:r>
      <w:r>
        <w:rPr>
          <w:rtl/>
          <w:lang w:bidi="ur-PK"/>
        </w:rPr>
        <w:t xml:space="preserve"> بندوں سے ملحق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CB7E8E">
      <w:pPr>
        <w:pStyle w:val="Heading2Center"/>
        <w:rPr>
          <w:rtl/>
          <w:lang w:bidi="ur-PK"/>
        </w:rPr>
      </w:pPr>
      <w:bookmarkStart w:id="111" w:name="_Toc520984048"/>
      <w:r>
        <w:rPr>
          <w:rFonts w:hint="eastAsia"/>
          <w:rtl/>
          <w:lang w:bidi="ur-PK"/>
        </w:rPr>
        <w:t>رشتہ</w:t>
      </w:r>
      <w:r>
        <w:rPr>
          <w:rtl/>
          <w:lang w:bidi="ur-PK"/>
        </w:rPr>
        <w:t xml:space="preserve"> داروں سے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</w:t>
      </w:r>
      <w:bookmarkEnd w:id="111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رشتہ</w:t>
      </w:r>
      <w:r>
        <w:rPr>
          <w:rtl/>
          <w:lang w:bidi="ur-PK"/>
        </w:rPr>
        <w:t xml:space="preserve"> داروں سے مراد ماں باپ کے حسب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نسب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دار مراد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کا چچا، ماموں، پھوپھ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خالہ، اولاد، داماد، بھو اور اولاد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رشتہ دار کھلاتے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بہن، بھت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جے،</w:t>
      </w:r>
      <w:r>
        <w:rPr>
          <w:rtl/>
          <w:lang w:bidi="ur-PK"/>
        </w:rPr>
        <w:t xml:space="preserve"> بھانجے، داماد اور بھوو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ھر وہ شخص جو نسب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سبب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رشتہ رکھتا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انسان کے رشتہ دار حساب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کے ساتھ صلہ رحم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 سے ملاقات کرے،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کو دور کرے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حاجتوں کو پورا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رشتہ</w:t>
      </w:r>
      <w:r>
        <w:rPr>
          <w:rtl/>
          <w:lang w:bidi="ur-PK"/>
        </w:rPr>
        <w:t xml:space="preserve"> داروں کے ساتھ صلہ رحم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خداوندعالم کا حکم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کا اجر ثواب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اس کا ترک کرنا عذاب 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کا باعث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شکن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قطع تعلق اور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فتنہ و فساد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لانے</w:t>
      </w:r>
      <w:r>
        <w:rPr>
          <w:rtl/>
          <w:lang w:bidi="ur-PK"/>
        </w:rPr>
        <w:t xml:space="preserve"> کو خسارہ اور گھاٹااٹھانے والوں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شمار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AF5EA1">
        <w:rPr>
          <w:rStyle w:val="libAieChar"/>
          <w:rtl/>
        </w:rPr>
        <w:t>الَّذِ</w:t>
      </w:r>
      <w:r w:rsidR="00476253" w:rsidRPr="00AF5EA1">
        <w:rPr>
          <w:rStyle w:val="libAieChar"/>
          <w:rFonts w:hint="cs"/>
          <w:rtl/>
        </w:rPr>
        <w:t>ی</w:t>
      </w:r>
      <w:r w:rsidR="00476253" w:rsidRPr="00AF5EA1">
        <w:rPr>
          <w:rStyle w:val="libAieChar"/>
          <w:rFonts w:hint="eastAsia"/>
          <w:rtl/>
        </w:rPr>
        <w:t>نَ</w:t>
      </w:r>
      <w:r w:rsidR="00476253" w:rsidRPr="00AF5EA1">
        <w:rPr>
          <w:rStyle w:val="libAieChar"/>
          <w:rtl/>
        </w:rPr>
        <w:t xml:space="preserve"> </w:t>
      </w:r>
      <w:r w:rsidR="00476253" w:rsidRPr="00AF5EA1">
        <w:rPr>
          <w:rStyle w:val="libAieChar"/>
          <w:rFonts w:hint="cs"/>
          <w:rtl/>
        </w:rPr>
        <w:t>ی</w:t>
      </w:r>
      <w:r w:rsidR="00476253" w:rsidRPr="00AF5EA1">
        <w:rPr>
          <w:rStyle w:val="libAieChar"/>
          <w:rFonts w:hint="eastAsia"/>
          <w:rtl/>
        </w:rPr>
        <w:t>نقُضُونَ</w:t>
      </w:r>
      <w:r w:rsidR="00476253" w:rsidRPr="00AF5EA1">
        <w:rPr>
          <w:rStyle w:val="libAieChar"/>
          <w:rtl/>
        </w:rPr>
        <w:t xml:space="preserve"> عَ</w:t>
      </w:r>
      <w:r w:rsidR="00705CD5" w:rsidRPr="00705CD5">
        <w:rPr>
          <w:rStyle w:val="libAieChar"/>
          <w:rFonts w:hint="cs"/>
          <w:rtl/>
        </w:rPr>
        <w:t>ه</w:t>
      </w:r>
      <w:r w:rsidR="00476253" w:rsidRPr="00AF5EA1">
        <w:rPr>
          <w:rStyle w:val="libAieChar"/>
          <w:rFonts w:hint="cs"/>
          <w:rtl/>
        </w:rPr>
        <w:t>ْدَ</w:t>
      </w:r>
      <w:r w:rsidR="00476253" w:rsidRPr="00AF5EA1">
        <w:rPr>
          <w:rStyle w:val="libAieChar"/>
          <w:rtl/>
        </w:rPr>
        <w:t xml:space="preserve"> </w:t>
      </w:r>
      <w:r w:rsidR="00476253" w:rsidRPr="00AF5EA1">
        <w:rPr>
          <w:rStyle w:val="libAieChar"/>
          <w:rFonts w:hint="cs"/>
          <w:rtl/>
        </w:rPr>
        <w:t>اللهِ</w:t>
      </w:r>
      <w:r w:rsidR="00476253" w:rsidRPr="00AF5EA1">
        <w:rPr>
          <w:rStyle w:val="libAieChar"/>
          <w:rtl/>
        </w:rPr>
        <w:t xml:space="preserve"> </w:t>
      </w:r>
      <w:r w:rsidR="00476253" w:rsidRPr="00AF5EA1">
        <w:rPr>
          <w:rStyle w:val="libAieChar"/>
          <w:rFonts w:hint="cs"/>
          <w:rtl/>
        </w:rPr>
        <w:t>مِنْ</w:t>
      </w:r>
      <w:r w:rsidR="00476253" w:rsidRPr="00AF5EA1">
        <w:rPr>
          <w:rStyle w:val="libAieChar"/>
          <w:rtl/>
        </w:rPr>
        <w:t xml:space="preserve"> </w:t>
      </w:r>
      <w:r w:rsidR="00476253" w:rsidRPr="00AF5EA1">
        <w:rPr>
          <w:rStyle w:val="libAieChar"/>
          <w:rFonts w:hint="cs"/>
          <w:rtl/>
        </w:rPr>
        <w:t>بَعْدِ</w:t>
      </w:r>
      <w:r w:rsidR="00476253" w:rsidRPr="00AF5EA1">
        <w:rPr>
          <w:rStyle w:val="libAieChar"/>
          <w:rtl/>
        </w:rPr>
        <w:t xml:space="preserve"> </w:t>
      </w:r>
      <w:r w:rsidR="00476253" w:rsidRPr="00AF5EA1">
        <w:rPr>
          <w:rStyle w:val="libAieChar"/>
          <w:rFonts w:hint="cs"/>
          <w:rtl/>
        </w:rPr>
        <w:t>مِی</w:t>
      </w:r>
      <w:r w:rsidR="00476253" w:rsidRPr="00AF5EA1">
        <w:rPr>
          <w:rStyle w:val="libAieChar"/>
          <w:rFonts w:hint="eastAsia"/>
          <w:rtl/>
        </w:rPr>
        <w:t>ثَاقِ</w:t>
      </w:r>
      <w:r w:rsidR="00705CD5" w:rsidRPr="00705CD5">
        <w:rPr>
          <w:rStyle w:val="libAieChar"/>
          <w:rFonts w:hint="cs"/>
          <w:rtl/>
        </w:rPr>
        <w:t>ه</w:t>
      </w:r>
      <w:r w:rsidR="00476253" w:rsidRPr="00AF5EA1">
        <w:rPr>
          <w:rStyle w:val="libAieChar"/>
          <w:rFonts w:hint="cs"/>
          <w:rtl/>
        </w:rPr>
        <w:t>ِ</w:t>
      </w:r>
      <w:r w:rsidR="00476253" w:rsidRPr="00AF5EA1">
        <w:rPr>
          <w:rStyle w:val="libAieChar"/>
          <w:rtl/>
        </w:rPr>
        <w:t xml:space="preserve"> وَ</w:t>
      </w:r>
      <w:r w:rsidR="00476253" w:rsidRPr="00AF5EA1">
        <w:rPr>
          <w:rStyle w:val="libAieChar"/>
          <w:rFonts w:hint="cs"/>
          <w:rtl/>
        </w:rPr>
        <w:t>ی</w:t>
      </w:r>
      <w:r w:rsidR="00476253" w:rsidRPr="00AF5EA1">
        <w:rPr>
          <w:rStyle w:val="libAieChar"/>
          <w:rFonts w:hint="eastAsia"/>
          <w:rtl/>
        </w:rPr>
        <w:t>قْطَعُونَ</w:t>
      </w:r>
      <w:r w:rsidR="00476253" w:rsidRPr="00AF5EA1">
        <w:rPr>
          <w:rStyle w:val="libAieChar"/>
          <w:rtl/>
        </w:rPr>
        <w:t xml:space="preserve"> مَا </w:t>
      </w:r>
      <w:r w:rsidR="00BA0B7F">
        <w:rPr>
          <w:rStyle w:val="libAieChar"/>
          <w:rtl/>
        </w:rPr>
        <w:t>ا</w:t>
      </w:r>
      <w:r w:rsidR="00476253" w:rsidRPr="00AF5EA1">
        <w:rPr>
          <w:rStyle w:val="libAieChar"/>
          <w:rFonts w:hint="eastAsia"/>
          <w:rtl/>
        </w:rPr>
        <w:t>مَرَ</w:t>
      </w:r>
      <w:r w:rsidR="00476253" w:rsidRPr="00AF5EA1">
        <w:rPr>
          <w:rStyle w:val="libAieChar"/>
          <w:rtl/>
        </w:rPr>
        <w:t xml:space="preserve"> اللهُ 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AF5EA1">
        <w:rPr>
          <w:rStyle w:val="libAieChar"/>
          <w:rFonts w:hint="cs"/>
          <w:rtl/>
        </w:rPr>
        <w:t>ِ</w:t>
      </w:r>
      <w:r w:rsidR="00476253" w:rsidRPr="00AF5EA1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AF5EA1">
        <w:rPr>
          <w:rStyle w:val="libAieChar"/>
          <w:rFonts w:hint="eastAsia"/>
          <w:rtl/>
        </w:rPr>
        <w:t>نْ</w:t>
      </w:r>
      <w:r w:rsidR="00476253" w:rsidRPr="00AF5EA1">
        <w:rPr>
          <w:rStyle w:val="libAieChar"/>
          <w:rtl/>
        </w:rPr>
        <w:t xml:space="preserve"> </w:t>
      </w:r>
      <w:r w:rsidR="00476253" w:rsidRPr="00AF5EA1">
        <w:rPr>
          <w:rStyle w:val="libAieChar"/>
          <w:rFonts w:hint="cs"/>
          <w:rtl/>
        </w:rPr>
        <w:t>ی</w:t>
      </w:r>
      <w:r w:rsidR="00476253" w:rsidRPr="00AF5EA1">
        <w:rPr>
          <w:rStyle w:val="libAieChar"/>
          <w:rFonts w:hint="eastAsia"/>
          <w:rtl/>
        </w:rPr>
        <w:t>وصَلَ</w:t>
      </w:r>
      <w:r w:rsidR="00476253" w:rsidRPr="00AF5EA1">
        <w:rPr>
          <w:rStyle w:val="libAieChar"/>
          <w:rtl/>
        </w:rPr>
        <w:t xml:space="preserve"> وَ</w:t>
      </w:r>
      <w:r w:rsidR="00476253" w:rsidRPr="00AF5EA1">
        <w:rPr>
          <w:rStyle w:val="libAieChar"/>
          <w:rFonts w:hint="cs"/>
          <w:rtl/>
        </w:rPr>
        <w:t>ی</w:t>
      </w:r>
      <w:r w:rsidR="00476253" w:rsidRPr="00AF5EA1">
        <w:rPr>
          <w:rStyle w:val="libAieChar"/>
          <w:rFonts w:hint="eastAsia"/>
          <w:rtl/>
        </w:rPr>
        <w:t>فْسِدُونَ</w:t>
      </w:r>
      <w:r w:rsidR="00476253" w:rsidRPr="00AF5EA1">
        <w:rPr>
          <w:rStyle w:val="libAieChar"/>
          <w:rtl/>
        </w:rPr>
        <w:t xml:space="preserve"> فِ</w:t>
      </w:r>
      <w:r w:rsidR="00476253" w:rsidRPr="00AF5EA1">
        <w:rPr>
          <w:rStyle w:val="libAieChar"/>
          <w:rFonts w:hint="cs"/>
          <w:rtl/>
        </w:rPr>
        <w:t>ی</w:t>
      </w:r>
      <w:r w:rsidR="00476253" w:rsidRPr="00AF5EA1">
        <w:rPr>
          <w:rStyle w:val="libAieChar"/>
          <w:rtl/>
        </w:rPr>
        <w:t xml:space="preserve"> الْ</w:t>
      </w:r>
      <w:r w:rsidR="00BA0B7F">
        <w:rPr>
          <w:rStyle w:val="libAieChar"/>
          <w:rtl/>
        </w:rPr>
        <w:t>ا</w:t>
      </w:r>
      <w:r w:rsidR="00476253" w:rsidRPr="00AF5EA1">
        <w:rPr>
          <w:rStyle w:val="libAieChar"/>
          <w:rFonts w:hint="eastAsia"/>
          <w:rtl/>
        </w:rPr>
        <w:t>رْضِ</w:t>
      </w:r>
      <w:r w:rsidR="00476253" w:rsidRPr="00AF5EA1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AF5EA1">
        <w:rPr>
          <w:rStyle w:val="libAieChar"/>
          <w:rFonts w:hint="eastAsia"/>
          <w:rtl/>
        </w:rPr>
        <w:t>وْلَئِكَ</w:t>
      </w:r>
      <w:r w:rsidR="00476253" w:rsidRPr="00AF5EA1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AF5EA1">
        <w:rPr>
          <w:rStyle w:val="libAieChar"/>
          <w:rFonts w:hint="cs"/>
          <w:rtl/>
        </w:rPr>
        <w:t>م</w:t>
      </w:r>
      <w:r w:rsidR="00476253" w:rsidRPr="00AF5EA1">
        <w:rPr>
          <w:rStyle w:val="libAieChar"/>
          <w:rtl/>
        </w:rPr>
        <w:t xml:space="preserve"> </w:t>
      </w:r>
      <w:r w:rsidR="00476253" w:rsidRPr="00AF5EA1">
        <w:rPr>
          <w:rStyle w:val="libAieChar"/>
          <w:rFonts w:hint="cs"/>
          <w:rtl/>
        </w:rPr>
        <w:t>الْخَاسِرُونَ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(371)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”جو</w:t>
      </w:r>
      <w:r w:rsidR="00476253">
        <w:rPr>
          <w:rtl/>
          <w:lang w:bidi="ur-PK"/>
        </w:rPr>
        <w:t xml:space="preserve"> خدا کے ساتھ مضبوط عہد کرنے کے بعد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اسے توڑ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تے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جسے خدا نے جوڑ نے کا حکم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اسے کاٹ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تے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زم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فساد برپا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وہ لوگ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جو حق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قتاً</w:t>
      </w:r>
      <w:r w:rsidR="00476253">
        <w:rPr>
          <w:rtl/>
          <w:lang w:bidi="ur-PK"/>
        </w:rPr>
        <w:t xml:space="preserve"> خسارہ والے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رشتہ</w:t>
      </w:r>
      <w:r>
        <w:rPr>
          <w:rtl/>
          <w:lang w:bidi="ur-PK"/>
        </w:rPr>
        <w:t xml:space="preserve"> داروں سے قطع تعلق کرنا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اگرچہ انھوںنے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رنج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خاطر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رشتہ</w:t>
      </w:r>
      <w:r>
        <w:rPr>
          <w:rtl/>
          <w:lang w:bidi="ur-PK"/>
        </w:rPr>
        <w:t xml:space="preserve"> داروں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آمد و رفت،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خداپسند عمل اور اخلاق حسنہ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اگر</w:t>
      </w:r>
      <w:r>
        <w:rPr>
          <w:rtl/>
          <w:lang w:bidi="ur-PK"/>
        </w:rPr>
        <w:t xml:space="preserve"> چہ انسان کے بعض رشتہ دار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دور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اور حق و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کے مخالف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نجات کے لئے قدم اٹھانا چاہئے اور امر بالمعروف و 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 کے لئے ان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رفت و آمد کرنا چاہئے۔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رحم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اھم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اور ائمہ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کے حک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مانہ</w:t>
      </w:r>
      <w:r>
        <w:rPr>
          <w:rtl/>
          <w:lang w:bidi="ur-PK"/>
        </w:rPr>
        <w:t xml:space="preserve"> مطالب پر توجہ کرنا ھر مومن پر لازم و واجب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اھم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صلہ رحم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نقل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جو واقعاً بھت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اھم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AF5EA1">
        <w:rPr>
          <w:rStyle w:val="libArabicChar"/>
          <w:rFonts w:hint="eastAsia"/>
          <w:rtl/>
        </w:rPr>
        <w:t>اِنَّ</w:t>
      </w:r>
      <w:r w:rsidRPr="00AF5EA1">
        <w:rPr>
          <w:rStyle w:val="libArabicChar"/>
          <w:rtl/>
        </w:rPr>
        <w:t xml:space="preserve"> اَعْجَلَ الْخَ</w:t>
      </w:r>
      <w:r w:rsidRPr="00AF5EA1">
        <w:rPr>
          <w:rStyle w:val="libArabicChar"/>
          <w:rFonts w:hint="cs"/>
          <w:rtl/>
        </w:rPr>
        <w:t>ی</w:t>
      </w:r>
      <w:r w:rsidRPr="00AF5EA1">
        <w:rPr>
          <w:rStyle w:val="libArabicChar"/>
          <w:rFonts w:hint="eastAsia"/>
          <w:rtl/>
        </w:rPr>
        <w:t>رِ</w:t>
      </w:r>
      <w:r w:rsidRPr="00AF5EA1">
        <w:rPr>
          <w:rStyle w:val="libArabicChar"/>
          <w:rtl/>
        </w:rPr>
        <w:t xml:space="preserve"> ثَواباً صِلَةُ الرَّحِمِ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”بے</w:t>
      </w:r>
      <w:r>
        <w:rPr>
          <w:rtl/>
          <w:lang w:bidi="ur-PK"/>
        </w:rPr>
        <w:t xml:space="preserve"> شک ثواب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جانے والا کار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صلہ رحم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AF5EA1">
        <w:rPr>
          <w:rStyle w:val="libArabicChar"/>
          <w:rFonts w:hint="eastAsia"/>
          <w:rtl/>
        </w:rPr>
        <w:t>صِلَةُ</w:t>
      </w:r>
      <w:r w:rsidRPr="00AF5EA1">
        <w:rPr>
          <w:rStyle w:val="libArabicChar"/>
          <w:rtl/>
        </w:rPr>
        <w:t xml:space="preserve"> الرَّحِمِ تُ</w:t>
      </w:r>
      <w:r w:rsidR="00705CD5" w:rsidRPr="00163EB1">
        <w:rPr>
          <w:rStyle w:val="libArabicChar"/>
          <w:rFonts w:hint="cs"/>
          <w:rtl/>
        </w:rPr>
        <w:t>ه</w:t>
      </w:r>
      <w:r w:rsidRPr="00AF5EA1">
        <w:rPr>
          <w:rStyle w:val="libArabicChar"/>
          <w:rFonts w:hint="cs"/>
          <w:rtl/>
        </w:rPr>
        <w:t>َوِّنُ</w:t>
      </w:r>
      <w:r w:rsidRPr="00AF5EA1">
        <w:rPr>
          <w:rStyle w:val="libArabicChar"/>
          <w:rtl/>
        </w:rPr>
        <w:t xml:space="preserve"> </w:t>
      </w:r>
      <w:r w:rsidRPr="00AF5EA1">
        <w:rPr>
          <w:rStyle w:val="libArabicChar"/>
          <w:rFonts w:hint="cs"/>
          <w:rtl/>
        </w:rPr>
        <w:t>الْحِسابَ،</w:t>
      </w:r>
      <w:r w:rsidRPr="00AF5EA1">
        <w:rPr>
          <w:rStyle w:val="libArabicChar"/>
          <w:rtl/>
        </w:rPr>
        <w:t xml:space="preserve"> </w:t>
      </w:r>
      <w:r w:rsidRPr="00AF5EA1">
        <w:rPr>
          <w:rStyle w:val="libArabicChar"/>
          <w:rFonts w:hint="cs"/>
          <w:rtl/>
        </w:rPr>
        <w:t>وَتَقی</w:t>
      </w:r>
      <w:r w:rsidRPr="00AF5EA1">
        <w:rPr>
          <w:rStyle w:val="libArabicChar"/>
          <w:rtl/>
        </w:rPr>
        <w:t xml:space="preserve"> م</w:t>
      </w:r>
      <w:r w:rsidRPr="00AF5EA1">
        <w:rPr>
          <w:rStyle w:val="libArabicChar"/>
          <w:rFonts w:hint="cs"/>
          <w:rtl/>
        </w:rPr>
        <w:t>ی</w:t>
      </w:r>
      <w:r w:rsidRPr="00AF5EA1">
        <w:rPr>
          <w:rStyle w:val="libArabicChar"/>
          <w:rFonts w:hint="eastAsia"/>
          <w:rtl/>
        </w:rPr>
        <w:t>تَةَ</w:t>
      </w:r>
      <w:r w:rsidRPr="00AF5EA1">
        <w:rPr>
          <w:rStyle w:val="libArabicChar"/>
          <w:rtl/>
        </w:rPr>
        <w:t xml:space="preserve"> السُّوءِ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”صلہ</w:t>
      </w:r>
      <w:r>
        <w:rPr>
          <w:rtl/>
          <w:lang w:bidi="ur-PK"/>
        </w:rPr>
        <w:t xml:space="preserve"> رحم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کا حساب آسان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بُر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سے محفوظ رھتا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AF5EA1">
        <w:rPr>
          <w:rStyle w:val="libArabicChar"/>
          <w:rFonts w:hint="eastAsia"/>
          <w:rtl/>
        </w:rPr>
        <w:t>صِلُوا</w:t>
      </w:r>
      <w:r w:rsidRPr="00AF5EA1">
        <w:rPr>
          <w:rStyle w:val="libArabicChar"/>
          <w:rtl/>
        </w:rPr>
        <w:t xml:space="preserve"> اَرْحَامَكُمْ فِ</w:t>
      </w:r>
      <w:r w:rsidRPr="00AF5EA1">
        <w:rPr>
          <w:rStyle w:val="libArabicChar"/>
          <w:rFonts w:hint="cs"/>
          <w:rtl/>
        </w:rPr>
        <w:t>ی</w:t>
      </w:r>
      <w:r w:rsidRPr="00AF5EA1">
        <w:rPr>
          <w:rStyle w:val="libArabicChar"/>
          <w:rtl/>
        </w:rPr>
        <w:t xml:space="preserve"> الدُّنْ</w:t>
      </w:r>
      <w:r w:rsidRPr="00AF5EA1">
        <w:rPr>
          <w:rStyle w:val="libArabicChar"/>
          <w:rFonts w:hint="cs"/>
          <w:rtl/>
        </w:rPr>
        <w:t>ی</w:t>
      </w:r>
      <w:r w:rsidRPr="00AF5EA1">
        <w:rPr>
          <w:rStyle w:val="libArabicChar"/>
          <w:rFonts w:hint="eastAsia"/>
          <w:rtl/>
        </w:rPr>
        <w:t>ا</w:t>
      </w:r>
      <w:r w:rsidRPr="00AF5EA1">
        <w:rPr>
          <w:rStyle w:val="libArabicChar"/>
          <w:rtl/>
        </w:rPr>
        <w:t xml:space="preserve"> وَلَوْ بِسَلامٍ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صلہ رحم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کرو اگرچہ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سلام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AF5EA1">
        <w:rPr>
          <w:rStyle w:val="libArabicChar"/>
          <w:rFonts w:hint="eastAsia"/>
          <w:rtl/>
        </w:rPr>
        <w:t>صِلْ</w:t>
      </w:r>
      <w:r w:rsidRPr="00AF5EA1">
        <w:rPr>
          <w:rStyle w:val="libArabicChar"/>
          <w:rtl/>
        </w:rPr>
        <w:t xml:space="preserve"> مَنْ قَطَعَكَ، وَاَحْسِنْ اِليٰ مَنْ اَساءَ اِلَ</w:t>
      </w:r>
      <w:r w:rsidRPr="00AF5EA1">
        <w:rPr>
          <w:rStyle w:val="libArabicChar"/>
          <w:rFonts w:hint="cs"/>
          <w:rtl/>
        </w:rPr>
        <w:t>ی</w:t>
      </w:r>
      <w:r w:rsidRPr="00AF5EA1">
        <w:rPr>
          <w:rStyle w:val="libArabicChar"/>
          <w:rFonts w:hint="eastAsia"/>
          <w:rtl/>
        </w:rPr>
        <w:t>كَ،</w:t>
      </w:r>
      <w:r w:rsidRPr="00AF5EA1">
        <w:rPr>
          <w:rStyle w:val="libArabicChar"/>
          <w:rtl/>
        </w:rPr>
        <w:t xml:space="preserve"> وَقُلِ الْحَقَّ وَلَوْعَليٰ نَفْسِكَ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”جن</w:t>
      </w:r>
      <w:r>
        <w:rPr>
          <w:rtl/>
          <w:lang w:bidi="ur-PK"/>
        </w:rPr>
        <w:t xml:space="preserve"> رشتہ داروں نے تجھ سے قطع تعلق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کے ساتھ صلہ رحم کرو، اور جس نے تمھارے ساتھ بد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سچ بات کھو چاھے تمھارے نقصان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تمام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AF5EA1">
        <w:rPr>
          <w:rStyle w:val="libArabicChar"/>
          <w:rFonts w:hint="eastAsia"/>
          <w:rtl/>
        </w:rPr>
        <w:t>اِنَّ</w:t>
      </w:r>
      <w:r w:rsidRPr="00AF5EA1">
        <w:rPr>
          <w:rStyle w:val="libArabicChar"/>
          <w:rtl/>
        </w:rPr>
        <w:t xml:space="preserve"> الرَّجُلَ لَ</w:t>
      </w:r>
      <w:r w:rsidRPr="00AF5EA1">
        <w:rPr>
          <w:rStyle w:val="libArabicChar"/>
          <w:rFonts w:hint="cs"/>
          <w:rtl/>
        </w:rPr>
        <w:t>ی</w:t>
      </w:r>
      <w:r w:rsidRPr="00AF5EA1">
        <w:rPr>
          <w:rStyle w:val="libArabicChar"/>
          <w:rFonts w:hint="eastAsia"/>
          <w:rtl/>
        </w:rPr>
        <w:t>صِلُ</w:t>
      </w:r>
      <w:r w:rsidRPr="00AF5EA1">
        <w:rPr>
          <w:rStyle w:val="libArabicChar"/>
          <w:rtl/>
        </w:rPr>
        <w:t xml:space="preserve"> رَحِمَ</w:t>
      </w:r>
      <w:r w:rsidR="00705CD5" w:rsidRPr="00163EB1">
        <w:rPr>
          <w:rStyle w:val="libArabicChar"/>
          <w:rFonts w:hint="cs"/>
          <w:rtl/>
        </w:rPr>
        <w:t>ه</w:t>
      </w:r>
      <w:r w:rsidRPr="00AF5EA1">
        <w:rPr>
          <w:rStyle w:val="libArabicChar"/>
          <w:rFonts w:hint="cs"/>
          <w:rtl/>
        </w:rPr>
        <w:t>ُ</w:t>
      </w:r>
      <w:r w:rsidRPr="00AF5EA1">
        <w:rPr>
          <w:rStyle w:val="libArabicChar"/>
          <w:rtl/>
        </w:rPr>
        <w:t xml:space="preserve"> </w:t>
      </w:r>
      <w:r w:rsidRPr="00AF5EA1">
        <w:rPr>
          <w:rStyle w:val="libArabicChar"/>
          <w:rFonts w:hint="cs"/>
          <w:rtl/>
        </w:rPr>
        <w:t>وَقَدْ</w:t>
      </w:r>
      <w:r w:rsidRPr="00AF5EA1">
        <w:rPr>
          <w:rStyle w:val="libArabicChar"/>
          <w:rtl/>
        </w:rPr>
        <w:t xml:space="preserve"> </w:t>
      </w:r>
      <w:r w:rsidRPr="00AF5EA1">
        <w:rPr>
          <w:rStyle w:val="libArabicChar"/>
          <w:rFonts w:hint="cs"/>
          <w:rtl/>
        </w:rPr>
        <w:t>بَقِی</w:t>
      </w:r>
      <w:r w:rsidRPr="00AF5EA1">
        <w:rPr>
          <w:rStyle w:val="libArabicChar"/>
          <w:rtl/>
        </w:rPr>
        <w:t xml:space="preserve"> مِنْ عُمُرِ</w:t>
      </w:r>
      <w:r w:rsidR="00705CD5" w:rsidRPr="00163EB1">
        <w:rPr>
          <w:rStyle w:val="libArabicChar"/>
          <w:rFonts w:hint="cs"/>
          <w:rtl/>
        </w:rPr>
        <w:t>ه</w:t>
      </w:r>
      <w:r w:rsidRPr="00AF5EA1">
        <w:rPr>
          <w:rStyle w:val="libArabicChar"/>
          <w:rFonts w:hint="cs"/>
          <w:rtl/>
        </w:rPr>
        <w:t>ِ</w:t>
      </w:r>
      <w:r w:rsidRPr="00AF5EA1">
        <w:rPr>
          <w:rStyle w:val="libArabicChar"/>
          <w:rtl/>
        </w:rPr>
        <w:t xml:space="preserve"> </w:t>
      </w:r>
      <w:r w:rsidRPr="00AF5EA1">
        <w:rPr>
          <w:rStyle w:val="libArabicChar"/>
          <w:rFonts w:hint="cs"/>
          <w:rtl/>
        </w:rPr>
        <w:t>ثَلاثُ</w:t>
      </w:r>
      <w:r w:rsidRPr="00AF5EA1">
        <w:rPr>
          <w:rStyle w:val="libArabicChar"/>
          <w:rtl/>
        </w:rPr>
        <w:t xml:space="preserve"> </w:t>
      </w:r>
      <w:r w:rsidRPr="00AF5EA1">
        <w:rPr>
          <w:rStyle w:val="libArabicChar"/>
          <w:rFonts w:hint="cs"/>
          <w:rtl/>
        </w:rPr>
        <w:t>سِنی</w:t>
      </w:r>
      <w:r w:rsidRPr="00AF5EA1">
        <w:rPr>
          <w:rStyle w:val="libArabicChar"/>
          <w:rFonts w:hint="eastAsia"/>
          <w:rtl/>
        </w:rPr>
        <w:t>نَ</w:t>
      </w:r>
      <w:r w:rsidRPr="00AF5EA1">
        <w:rPr>
          <w:rStyle w:val="libArabicChar"/>
          <w:rtl/>
        </w:rPr>
        <w:t xml:space="preserve"> فَ</w:t>
      </w:r>
      <w:r w:rsidRPr="00AF5EA1">
        <w:rPr>
          <w:rStyle w:val="libArabicChar"/>
          <w:rFonts w:hint="cs"/>
          <w:rtl/>
        </w:rPr>
        <w:t>ی</w:t>
      </w:r>
      <w:r w:rsidRPr="00AF5EA1">
        <w:rPr>
          <w:rStyle w:val="libArabicChar"/>
          <w:rFonts w:hint="eastAsia"/>
          <w:rtl/>
        </w:rPr>
        <w:t>صَ</w:t>
      </w:r>
      <w:r w:rsidRPr="00AF5EA1">
        <w:rPr>
          <w:rStyle w:val="libArabicChar"/>
          <w:rFonts w:hint="cs"/>
          <w:rtl/>
        </w:rPr>
        <w:t>ی</w:t>
      </w:r>
      <w:r w:rsidRPr="00AF5EA1">
        <w:rPr>
          <w:rStyle w:val="libArabicChar"/>
          <w:rFonts w:hint="eastAsia"/>
          <w:rtl/>
        </w:rPr>
        <w:t>رُ</w:t>
      </w:r>
      <w:r w:rsidR="00705CD5" w:rsidRPr="00163EB1">
        <w:rPr>
          <w:rStyle w:val="libArabicChar"/>
          <w:rFonts w:hint="cs"/>
          <w:rtl/>
        </w:rPr>
        <w:t>ه</w:t>
      </w:r>
      <w:r w:rsidRPr="00AF5EA1">
        <w:rPr>
          <w:rStyle w:val="libArabicChar"/>
          <w:rFonts w:hint="cs"/>
          <w:rtl/>
        </w:rPr>
        <w:t>َا</w:t>
      </w:r>
      <w:r w:rsidRPr="00AF5EA1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AF5EA1">
        <w:rPr>
          <w:rStyle w:val="libArabicChar"/>
          <w:rFonts w:hint="cs"/>
          <w:rtl/>
        </w:rPr>
        <w:t>ُ</w:t>
      </w:r>
      <w:r w:rsidRPr="00AF5EA1">
        <w:rPr>
          <w:rStyle w:val="libArabicChar"/>
          <w:rtl/>
        </w:rPr>
        <w:t xml:space="preserve"> </w:t>
      </w:r>
      <w:r w:rsidRPr="00AF5EA1">
        <w:rPr>
          <w:rStyle w:val="libArabicChar"/>
          <w:rFonts w:hint="cs"/>
          <w:rtl/>
        </w:rPr>
        <w:t>عَزَّ</w:t>
      </w:r>
      <w:r w:rsidRPr="00AF5EA1">
        <w:rPr>
          <w:rStyle w:val="libArabicChar"/>
          <w:rtl/>
        </w:rPr>
        <w:t xml:space="preserve"> </w:t>
      </w:r>
      <w:r w:rsidRPr="00AF5EA1">
        <w:rPr>
          <w:rStyle w:val="libArabicChar"/>
          <w:rFonts w:hint="cs"/>
          <w:rtl/>
        </w:rPr>
        <w:t>وَجَلَّ</w:t>
      </w:r>
      <w:r w:rsidRPr="00AF5EA1">
        <w:rPr>
          <w:rStyle w:val="libArabicChar"/>
          <w:rtl/>
        </w:rPr>
        <w:t xml:space="preserve"> </w:t>
      </w:r>
      <w:r w:rsidRPr="00AF5EA1">
        <w:rPr>
          <w:rStyle w:val="libArabicChar"/>
          <w:rFonts w:hint="cs"/>
          <w:rtl/>
        </w:rPr>
        <w:t>ثَلاثی</w:t>
      </w:r>
      <w:r w:rsidRPr="00AF5EA1">
        <w:rPr>
          <w:rStyle w:val="libArabicChar"/>
          <w:rFonts w:hint="eastAsia"/>
          <w:rtl/>
        </w:rPr>
        <w:t>نَ</w:t>
      </w:r>
      <w:r w:rsidRPr="00AF5EA1">
        <w:rPr>
          <w:rStyle w:val="libArabicChar"/>
          <w:rtl/>
        </w:rPr>
        <w:t xml:space="preserve"> سَنَةً، وَ</w:t>
      </w:r>
      <w:r w:rsidRPr="00AF5EA1">
        <w:rPr>
          <w:rStyle w:val="libArabicChar"/>
          <w:rFonts w:hint="cs"/>
          <w:rtl/>
        </w:rPr>
        <w:t>ی</w:t>
      </w:r>
      <w:r w:rsidRPr="00AF5EA1">
        <w:rPr>
          <w:rStyle w:val="libArabicChar"/>
          <w:rFonts w:hint="eastAsia"/>
          <w:rtl/>
        </w:rPr>
        <w:t>قْطَعُ</w:t>
      </w:r>
      <w:r w:rsidR="00705CD5" w:rsidRPr="00163EB1">
        <w:rPr>
          <w:rStyle w:val="libArabicChar"/>
          <w:rFonts w:hint="cs"/>
          <w:rtl/>
        </w:rPr>
        <w:t>ه</w:t>
      </w:r>
      <w:r w:rsidRPr="00AF5EA1">
        <w:rPr>
          <w:rStyle w:val="libArabicChar"/>
          <w:rFonts w:hint="cs"/>
          <w:rtl/>
        </w:rPr>
        <w:t>ا</w:t>
      </w:r>
      <w:r w:rsidRPr="00AF5EA1">
        <w:rPr>
          <w:rStyle w:val="libArabicChar"/>
          <w:rtl/>
        </w:rPr>
        <w:t xml:space="preserve"> وَقَدْ بَقِ</w:t>
      </w:r>
      <w:r w:rsidRPr="00AF5EA1">
        <w:rPr>
          <w:rStyle w:val="libArabicChar"/>
          <w:rFonts w:hint="cs"/>
          <w:rtl/>
        </w:rPr>
        <w:t>ی</w:t>
      </w:r>
      <w:r w:rsidRPr="00AF5EA1">
        <w:rPr>
          <w:rStyle w:val="libArabicChar"/>
          <w:rtl/>
        </w:rPr>
        <w:t xml:space="preserve"> مِنْ عُمُرِ</w:t>
      </w:r>
      <w:r w:rsidR="00705CD5" w:rsidRPr="00163EB1">
        <w:rPr>
          <w:rStyle w:val="libArabicChar"/>
          <w:rFonts w:hint="cs"/>
          <w:rtl/>
        </w:rPr>
        <w:t>ه</w:t>
      </w:r>
      <w:r w:rsidRPr="00AF5EA1">
        <w:rPr>
          <w:rStyle w:val="libArabicChar"/>
          <w:rFonts w:hint="cs"/>
          <w:rtl/>
        </w:rPr>
        <w:t>ِ</w:t>
      </w:r>
      <w:r w:rsidRPr="00AF5EA1">
        <w:rPr>
          <w:rStyle w:val="libArabicChar"/>
          <w:rtl/>
        </w:rPr>
        <w:t xml:space="preserve"> </w:t>
      </w:r>
      <w:r w:rsidRPr="00AF5EA1">
        <w:rPr>
          <w:rStyle w:val="libArabicChar"/>
          <w:rFonts w:hint="cs"/>
          <w:rtl/>
        </w:rPr>
        <w:t>ثَلاثُو</w:t>
      </w:r>
      <w:r w:rsidRPr="00AF5EA1">
        <w:rPr>
          <w:rStyle w:val="libArabicChar"/>
          <w:rtl/>
        </w:rPr>
        <w:t>نَ سَنَةً فَ</w:t>
      </w:r>
      <w:r w:rsidRPr="00AF5EA1">
        <w:rPr>
          <w:rStyle w:val="libArabicChar"/>
          <w:rFonts w:hint="cs"/>
          <w:rtl/>
        </w:rPr>
        <w:t>ی</w:t>
      </w:r>
      <w:r w:rsidRPr="00AF5EA1">
        <w:rPr>
          <w:rStyle w:val="libArabicChar"/>
          <w:rFonts w:hint="eastAsia"/>
          <w:rtl/>
        </w:rPr>
        <w:t>صَ</w:t>
      </w:r>
      <w:r w:rsidRPr="00AF5EA1">
        <w:rPr>
          <w:rStyle w:val="libArabicChar"/>
          <w:rFonts w:hint="cs"/>
          <w:rtl/>
        </w:rPr>
        <w:t>ی</w:t>
      </w:r>
      <w:r w:rsidRPr="00AF5EA1">
        <w:rPr>
          <w:rStyle w:val="libArabicChar"/>
          <w:rFonts w:hint="eastAsia"/>
          <w:rtl/>
        </w:rPr>
        <w:t>رُ</w:t>
      </w:r>
      <w:r w:rsidR="00705CD5" w:rsidRPr="00163EB1">
        <w:rPr>
          <w:rStyle w:val="libArabicChar"/>
          <w:rFonts w:hint="cs"/>
          <w:rtl/>
        </w:rPr>
        <w:t>ه</w:t>
      </w:r>
      <w:r w:rsidRPr="00AF5EA1">
        <w:rPr>
          <w:rStyle w:val="libArabicChar"/>
          <w:rFonts w:hint="cs"/>
          <w:rtl/>
        </w:rPr>
        <w:t>َا</w:t>
      </w:r>
      <w:r w:rsidRPr="00AF5EA1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AF5EA1">
        <w:rPr>
          <w:rStyle w:val="libArabicChar"/>
          <w:rFonts w:hint="cs"/>
          <w:rtl/>
        </w:rPr>
        <w:t>ُ</w:t>
      </w:r>
      <w:r w:rsidRPr="00AF5EA1">
        <w:rPr>
          <w:rStyle w:val="libArabicChar"/>
          <w:rtl/>
        </w:rPr>
        <w:t xml:space="preserve"> </w:t>
      </w:r>
      <w:r w:rsidRPr="00AF5EA1">
        <w:rPr>
          <w:rStyle w:val="libArabicChar"/>
          <w:rFonts w:hint="cs"/>
          <w:rtl/>
        </w:rPr>
        <w:t>ثَلاثَ</w:t>
      </w:r>
      <w:r w:rsidRPr="00AF5EA1">
        <w:rPr>
          <w:rStyle w:val="libArabicChar"/>
          <w:rtl/>
        </w:rPr>
        <w:t xml:space="preserve"> </w:t>
      </w:r>
      <w:r w:rsidRPr="00AF5EA1">
        <w:rPr>
          <w:rStyle w:val="libArabicChar"/>
          <w:rFonts w:hint="cs"/>
          <w:rtl/>
        </w:rPr>
        <w:t>سِنی</w:t>
      </w:r>
      <w:r w:rsidRPr="00AF5EA1">
        <w:rPr>
          <w:rStyle w:val="libArabicChar"/>
          <w:rFonts w:hint="eastAsia"/>
          <w:rtl/>
        </w:rPr>
        <w:t>نَ</w:t>
      </w:r>
      <w:r w:rsidRPr="00AF5EA1">
        <w:rPr>
          <w:rStyle w:val="libArabicChar"/>
          <w:rtl/>
        </w:rPr>
        <w:t xml:space="preserve"> [124]ثُمَّ تَلا</w:t>
      </w:r>
      <w:r>
        <w:rPr>
          <w:rtl/>
          <w:lang w:bidi="ur-PK"/>
        </w:rPr>
        <w:t>:</w:t>
      </w:r>
      <w:r w:rsidR="0005211C">
        <w:rPr>
          <w:rStyle w:val="libAlaemChar"/>
          <w:rtl/>
        </w:rPr>
        <w:t>(</w:t>
      </w:r>
      <w:r w:rsidRPr="00AF5EA1">
        <w:rPr>
          <w:rStyle w:val="libAieChar"/>
          <w:rFonts w:hint="cs"/>
          <w:rtl/>
        </w:rPr>
        <w:t>ی</w:t>
      </w:r>
      <w:r w:rsidRPr="00AF5EA1">
        <w:rPr>
          <w:rStyle w:val="libAieChar"/>
          <w:rFonts w:hint="eastAsia"/>
          <w:rtl/>
        </w:rPr>
        <w:t>مْحُوا</w:t>
      </w:r>
      <w:r w:rsidRPr="00AF5EA1">
        <w:rPr>
          <w:rStyle w:val="libAieChar"/>
          <w:rtl/>
        </w:rPr>
        <w:t xml:space="preserve"> اللهُ مَا </w:t>
      </w:r>
      <w:r w:rsidRPr="00AF5EA1">
        <w:rPr>
          <w:rStyle w:val="libAieChar"/>
          <w:rFonts w:hint="cs"/>
          <w:rtl/>
        </w:rPr>
        <w:t>ی</w:t>
      </w:r>
      <w:r w:rsidRPr="00AF5EA1">
        <w:rPr>
          <w:rStyle w:val="libAieChar"/>
          <w:rFonts w:hint="eastAsia"/>
          <w:rtl/>
        </w:rPr>
        <w:t>شَاءُ</w:t>
      </w:r>
      <w:r w:rsidRPr="00AF5EA1">
        <w:rPr>
          <w:rStyle w:val="libAieChar"/>
          <w:rtl/>
        </w:rPr>
        <w:t xml:space="preserve"> وَ</w:t>
      </w:r>
      <w:r w:rsidRPr="00AF5EA1">
        <w:rPr>
          <w:rStyle w:val="libAieChar"/>
          <w:rFonts w:hint="cs"/>
          <w:rtl/>
        </w:rPr>
        <w:t>ی</w:t>
      </w:r>
      <w:r w:rsidRPr="00AF5EA1">
        <w:rPr>
          <w:rStyle w:val="libAieChar"/>
          <w:rFonts w:hint="eastAsia"/>
          <w:rtl/>
        </w:rPr>
        <w:t>ثْبِتُ</w:t>
      </w:r>
      <w:r w:rsidRPr="00AF5EA1">
        <w:rPr>
          <w:rStyle w:val="libAieChar"/>
          <w:rtl/>
        </w:rPr>
        <w:t xml:space="preserve"> وَعِنْدَ</w:t>
      </w:r>
      <w:r w:rsidR="00705CD5" w:rsidRPr="00705CD5">
        <w:rPr>
          <w:rStyle w:val="libAieChar"/>
          <w:rFonts w:hint="cs"/>
          <w:rtl/>
        </w:rPr>
        <w:t>ه</w:t>
      </w:r>
      <w:r w:rsidRPr="00AF5EA1">
        <w:rPr>
          <w:rStyle w:val="libAieChar"/>
          <w:rFonts w:hint="cs"/>
          <w:rtl/>
        </w:rPr>
        <w:t>ُ</w:t>
      </w:r>
      <w:r w:rsidRPr="00AF5EA1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Pr="00AF5EA1">
        <w:rPr>
          <w:rStyle w:val="libAieChar"/>
          <w:rFonts w:hint="eastAsia"/>
          <w:rtl/>
        </w:rPr>
        <w:t>مُّ</w:t>
      </w:r>
      <w:r w:rsidRPr="00AF5EA1">
        <w:rPr>
          <w:rStyle w:val="libAieChar"/>
          <w:rtl/>
        </w:rPr>
        <w:t xml:space="preserve"> الْكِتَابِ</w:t>
      </w:r>
      <w:r w:rsidR="006F6A7F" w:rsidRPr="006F6A7F">
        <w:rPr>
          <w:rStyle w:val="libAlaemChar"/>
          <w:rtl/>
        </w:rPr>
        <w:t>)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(372)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”بے</w:t>
      </w:r>
      <w:r>
        <w:rPr>
          <w:rtl/>
          <w:lang w:bidi="ur-PK"/>
        </w:rPr>
        <w:t xml:space="preserve"> شک جب انسان صلہ رحم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اگرچہ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کے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سال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 گئے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تو خداوندعالم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بڑھاد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جو شخص رشتہ داروں سے قطع تعلق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اگرچہ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سال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 گئ</w:t>
      </w:r>
      <w:r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خداوندعالم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سال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اس کے </w:t>
      </w:r>
      <w:r>
        <w:rPr>
          <w:rFonts w:hint="eastAsia"/>
          <w:rtl/>
          <w:lang w:bidi="ur-PK"/>
        </w:rPr>
        <w:t>بعد</w:t>
      </w:r>
      <w:r>
        <w:rPr>
          <w:rtl/>
          <w:lang w:bidi="ur-PK"/>
        </w:rPr>
        <w:t xml:space="preserve"> (امام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نے) مذکورہ بالا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: </w:t>
      </w:r>
      <w:r w:rsidR="0005211C">
        <w:rPr>
          <w:rStyle w:val="libAlaemChar"/>
          <w:rtl/>
        </w:rPr>
        <w:t>(</w:t>
      </w:r>
      <w:r>
        <w:rPr>
          <w:rtl/>
          <w:lang w:bidi="ur-PK"/>
        </w:rPr>
        <w:t>خداوندعالم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چاھے مٹادے اور جس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چاھے لکھ دے</w:t>
      </w:r>
      <w:r w:rsidR="006F6A7F" w:rsidRPr="006F6A7F">
        <w:rPr>
          <w:rStyle w:val="libAlaemChar"/>
          <w:rtl/>
        </w:rPr>
        <w:t>)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</w:t>
      </w:r>
      <w:r w:rsidRPr="00AF5EA1">
        <w:rPr>
          <w:rStyle w:val="libArabicChar"/>
          <w:rFonts w:hint="eastAsia"/>
          <w:rtl/>
        </w:rPr>
        <w:t>وَ</w:t>
      </w:r>
      <w:r w:rsidR="00BA0B7F">
        <w:rPr>
          <w:rStyle w:val="libArabicChar"/>
          <w:rFonts w:hint="eastAsia"/>
          <w:rtl/>
        </w:rPr>
        <w:t>ا</w:t>
      </w:r>
      <w:r w:rsidRPr="00AF5EA1">
        <w:rPr>
          <w:rStyle w:val="libArabicChar"/>
          <w:rFonts w:hint="eastAsia"/>
          <w:rtl/>
        </w:rPr>
        <w:t>كْرِمْ</w:t>
      </w:r>
      <w:r w:rsidRPr="00AF5EA1">
        <w:rPr>
          <w:rStyle w:val="libArabicChar"/>
          <w:rtl/>
        </w:rPr>
        <w:t xml:space="preserve"> عَشِ</w:t>
      </w:r>
      <w:r w:rsidRPr="00AF5EA1">
        <w:rPr>
          <w:rStyle w:val="libArabicChar"/>
          <w:rFonts w:hint="cs"/>
          <w:rtl/>
        </w:rPr>
        <w:t>ی</w:t>
      </w:r>
      <w:r w:rsidRPr="00AF5EA1">
        <w:rPr>
          <w:rStyle w:val="libArabicChar"/>
          <w:rFonts w:hint="eastAsia"/>
          <w:rtl/>
        </w:rPr>
        <w:t>رَتَكَ</w:t>
      </w:r>
      <w:r w:rsidRPr="00AF5EA1">
        <w:rPr>
          <w:rStyle w:val="libArabicChar"/>
          <w:rtl/>
        </w:rPr>
        <w:t xml:space="preserve"> فَاِنَّ</w:t>
      </w:r>
      <w:r w:rsidR="00705CD5" w:rsidRPr="00163EB1">
        <w:rPr>
          <w:rStyle w:val="libArabicChar"/>
          <w:rFonts w:hint="cs"/>
          <w:rtl/>
        </w:rPr>
        <w:t>ه</w:t>
      </w:r>
      <w:r w:rsidRPr="00AF5EA1">
        <w:rPr>
          <w:rStyle w:val="libArabicChar"/>
          <w:rFonts w:hint="cs"/>
          <w:rtl/>
        </w:rPr>
        <w:t>ُمْ</w:t>
      </w:r>
      <w:r w:rsidRPr="00AF5EA1">
        <w:rPr>
          <w:rStyle w:val="libArabicChar"/>
          <w:rtl/>
        </w:rPr>
        <w:t xml:space="preserve"> </w:t>
      </w:r>
      <w:r w:rsidRPr="00AF5EA1">
        <w:rPr>
          <w:rStyle w:val="libArabicChar"/>
          <w:rFonts w:hint="cs"/>
          <w:rtl/>
        </w:rPr>
        <w:t>جَناحُكَ</w:t>
      </w:r>
      <w:r w:rsidRPr="00AF5EA1">
        <w:rPr>
          <w:rStyle w:val="libArabicChar"/>
          <w:rtl/>
        </w:rPr>
        <w:t xml:space="preserve"> </w:t>
      </w:r>
      <w:r w:rsidRPr="00AF5EA1">
        <w:rPr>
          <w:rStyle w:val="libArabicChar"/>
          <w:rFonts w:hint="cs"/>
          <w:rtl/>
        </w:rPr>
        <w:t>الَّذِی</w:t>
      </w:r>
      <w:r w:rsidRPr="00AF5EA1">
        <w:rPr>
          <w:rStyle w:val="libArabicChar"/>
          <w:rtl/>
        </w:rPr>
        <w:t xml:space="preserve"> بِ</w:t>
      </w:r>
      <w:r w:rsidR="00705CD5" w:rsidRPr="00163EB1">
        <w:rPr>
          <w:rStyle w:val="libArabicChar"/>
          <w:rFonts w:hint="cs"/>
          <w:rtl/>
        </w:rPr>
        <w:t>ه</w:t>
      </w:r>
      <w:r w:rsidRPr="00AF5EA1">
        <w:rPr>
          <w:rStyle w:val="libArabicChar"/>
          <w:rFonts w:hint="cs"/>
          <w:rtl/>
        </w:rPr>
        <w:t>ِ</w:t>
      </w:r>
      <w:r w:rsidRPr="00AF5EA1">
        <w:rPr>
          <w:rStyle w:val="libArabicChar"/>
          <w:rtl/>
        </w:rPr>
        <w:t xml:space="preserve"> </w:t>
      </w:r>
      <w:r w:rsidRPr="00AF5EA1">
        <w:rPr>
          <w:rStyle w:val="libArabicChar"/>
          <w:rFonts w:hint="cs"/>
          <w:rtl/>
        </w:rPr>
        <w:t>تطی</w:t>
      </w:r>
      <w:r w:rsidRPr="00AF5EA1">
        <w:rPr>
          <w:rStyle w:val="libArabicChar"/>
          <w:rFonts w:hint="eastAsia"/>
          <w:rtl/>
        </w:rPr>
        <w:t>ر،</w:t>
      </w:r>
      <w:r w:rsidRPr="00AF5EA1">
        <w:rPr>
          <w:rStyle w:val="libArabicChar"/>
          <w:rtl/>
        </w:rPr>
        <w:t xml:space="preserve"> وَاَصْلُكَ الَّذِ</w:t>
      </w:r>
      <w:r w:rsidRPr="00AF5EA1">
        <w:rPr>
          <w:rStyle w:val="libArabicChar"/>
          <w:rFonts w:hint="cs"/>
          <w:rtl/>
        </w:rPr>
        <w:t>ی</w:t>
      </w:r>
      <w:r w:rsidRPr="00AF5EA1">
        <w:rPr>
          <w:rStyle w:val="libArabicChar"/>
          <w:rtl/>
        </w:rPr>
        <w:t xml:space="preserve"> اِلَ</w:t>
      </w:r>
      <w:r w:rsidRPr="00AF5EA1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AF5EA1">
        <w:rPr>
          <w:rStyle w:val="libArabicChar"/>
          <w:rFonts w:hint="cs"/>
          <w:rtl/>
        </w:rPr>
        <w:t>ِ</w:t>
      </w:r>
      <w:r w:rsidRPr="00AF5EA1">
        <w:rPr>
          <w:rStyle w:val="libArabicChar"/>
          <w:rtl/>
        </w:rPr>
        <w:t xml:space="preserve"> تَص</w:t>
      </w:r>
      <w:r w:rsidRPr="00AF5EA1">
        <w:rPr>
          <w:rStyle w:val="libArabicChar"/>
          <w:rFonts w:hint="cs"/>
          <w:rtl/>
        </w:rPr>
        <w:t>ی</w:t>
      </w:r>
      <w:r w:rsidRPr="00AF5EA1">
        <w:rPr>
          <w:rStyle w:val="libArabicChar"/>
          <w:rFonts w:hint="eastAsia"/>
          <w:rtl/>
        </w:rPr>
        <w:t>رُ،</w:t>
      </w:r>
      <w:r w:rsidRPr="00AF5EA1">
        <w:rPr>
          <w:rStyle w:val="libArabicChar"/>
          <w:rtl/>
        </w:rPr>
        <w:t xml:space="preserve"> وَ</w:t>
      </w:r>
      <w:r w:rsidRPr="00AF5EA1">
        <w:rPr>
          <w:rStyle w:val="libArabicChar"/>
          <w:rFonts w:hint="cs"/>
          <w:rtl/>
        </w:rPr>
        <w:t>ی</w:t>
      </w:r>
      <w:r w:rsidRPr="00AF5EA1">
        <w:rPr>
          <w:rStyle w:val="libArabicChar"/>
          <w:rFonts w:hint="eastAsia"/>
          <w:rtl/>
        </w:rPr>
        <w:t>دُكَ</w:t>
      </w:r>
      <w:r w:rsidRPr="00AF5EA1">
        <w:rPr>
          <w:rStyle w:val="libArabicChar"/>
          <w:rtl/>
        </w:rPr>
        <w:t xml:space="preserve"> الَّذِ</w:t>
      </w:r>
      <w:r w:rsidRPr="00AF5EA1">
        <w:rPr>
          <w:rStyle w:val="libArabicChar"/>
          <w:rFonts w:hint="cs"/>
          <w:rtl/>
        </w:rPr>
        <w:t>ی</w:t>
      </w:r>
      <w:r w:rsidRPr="00AF5EA1">
        <w:rPr>
          <w:rStyle w:val="libArabicChar"/>
          <w:rtl/>
        </w:rPr>
        <w:t xml:space="preserve"> بِ</w:t>
      </w:r>
      <w:r w:rsidR="00705CD5" w:rsidRPr="00163EB1">
        <w:rPr>
          <w:rStyle w:val="libArabicChar"/>
          <w:rFonts w:hint="cs"/>
          <w:rtl/>
        </w:rPr>
        <w:t>ه</w:t>
      </w:r>
      <w:r w:rsidRPr="00AF5EA1">
        <w:rPr>
          <w:rStyle w:val="libArabicChar"/>
          <w:rFonts w:hint="cs"/>
          <w:rtl/>
        </w:rPr>
        <w:t>ا</w:t>
      </w:r>
      <w:r w:rsidRPr="00AF5EA1">
        <w:rPr>
          <w:rStyle w:val="libArabicChar"/>
          <w:rtl/>
        </w:rPr>
        <w:t xml:space="preserve"> </w:t>
      </w:r>
      <w:r w:rsidRPr="00AF5EA1">
        <w:rPr>
          <w:rStyle w:val="libArabicChar"/>
          <w:rFonts w:hint="cs"/>
          <w:rtl/>
        </w:rPr>
        <w:t>تَصولُ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(373)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”اپنے</w:t>
      </w:r>
      <w:r>
        <w:rPr>
          <w:rtl/>
          <w:lang w:bidi="ur-PK"/>
        </w:rPr>
        <w:t xml:space="preserve"> رشتہ داروں کے ساتھ لطف و کرم کرو، وہ تمھارے بال و پر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تم پرواز کرسکتے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اور وھ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پلٹ جانا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اپنے دشمنوں پر حملہ کرسکتے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جناب موسيٰ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AF5EA1">
        <w:rPr>
          <w:rStyle w:val="libArabicChar"/>
          <w:rFonts w:hint="eastAsia"/>
          <w:rtl/>
        </w:rPr>
        <w:t>فَما</w:t>
      </w:r>
      <w:r w:rsidRPr="00AF5EA1">
        <w:rPr>
          <w:rStyle w:val="libArabicChar"/>
          <w:rtl/>
        </w:rPr>
        <w:t xml:space="preserve"> جَزاءُ مَنْ وَصَلَ رَحِمَ</w:t>
      </w:r>
      <w:r w:rsidR="00705CD5" w:rsidRPr="00163EB1">
        <w:rPr>
          <w:rStyle w:val="libArabicChar"/>
          <w:rFonts w:hint="cs"/>
          <w:rtl/>
        </w:rPr>
        <w:t>ه</w:t>
      </w:r>
      <w:r w:rsidRPr="00AF5EA1">
        <w:rPr>
          <w:rStyle w:val="libArabicChar"/>
          <w:rFonts w:hint="cs"/>
          <w:rtl/>
        </w:rPr>
        <w:t>ُ</w:t>
      </w:r>
      <w:r w:rsidRPr="00AF5EA1">
        <w:rPr>
          <w:rStyle w:val="libArabicChar"/>
          <w:rtl/>
        </w:rPr>
        <w:t xml:space="preserve"> </w:t>
      </w:r>
      <w:r w:rsidRPr="00AF5EA1">
        <w:rPr>
          <w:rStyle w:val="libArabicChar"/>
          <w:rFonts w:hint="cs"/>
          <w:rtl/>
        </w:rPr>
        <w:t>قَالَ</w:t>
      </w:r>
      <w:r w:rsidRPr="00AF5EA1">
        <w:rPr>
          <w:rStyle w:val="libArabicChar"/>
          <w:rtl/>
        </w:rPr>
        <w:t>:</w:t>
      </w:r>
      <w:r w:rsidRPr="00AF5EA1">
        <w:rPr>
          <w:rStyle w:val="libArabicChar"/>
          <w:rFonts w:hint="cs"/>
          <w:rtl/>
        </w:rPr>
        <w:t>ی</w:t>
      </w:r>
      <w:r w:rsidRPr="00AF5EA1">
        <w:rPr>
          <w:rStyle w:val="libArabicChar"/>
          <w:rFonts w:hint="eastAsia"/>
          <w:rtl/>
        </w:rPr>
        <w:t>ا</w:t>
      </w:r>
      <w:r w:rsidRPr="00AF5EA1">
        <w:rPr>
          <w:rStyle w:val="libArabicChar"/>
          <w:rtl/>
        </w:rPr>
        <w:t xml:space="preserve"> مُوسيٰ اُنْسِ</w:t>
      </w:r>
      <w:r w:rsidRPr="00AF5EA1">
        <w:rPr>
          <w:rStyle w:val="libArabicChar"/>
          <w:rFonts w:hint="cs"/>
          <w:rtl/>
        </w:rPr>
        <w:t>ی</w:t>
      </w:r>
      <w:r w:rsidRPr="00AF5EA1">
        <w:rPr>
          <w:rStyle w:val="libArabicChar"/>
          <w:rtl/>
        </w:rPr>
        <w:t xml:space="preserve"> ءُ لَ</w:t>
      </w:r>
      <w:r w:rsidR="00705CD5" w:rsidRPr="00163EB1">
        <w:rPr>
          <w:rStyle w:val="libArabicChar"/>
          <w:rFonts w:hint="cs"/>
          <w:rtl/>
        </w:rPr>
        <w:t>ه</w:t>
      </w:r>
      <w:r w:rsidRPr="00AF5EA1">
        <w:rPr>
          <w:rStyle w:val="libArabicChar"/>
          <w:rFonts w:hint="cs"/>
          <w:rtl/>
        </w:rPr>
        <w:t>ُ</w:t>
      </w:r>
      <w:r w:rsidRPr="00AF5EA1">
        <w:rPr>
          <w:rStyle w:val="libArabicChar"/>
          <w:rtl/>
        </w:rPr>
        <w:t xml:space="preserve"> </w:t>
      </w:r>
      <w:r w:rsidRPr="00AF5EA1">
        <w:rPr>
          <w:rStyle w:val="libArabicChar"/>
          <w:rFonts w:hint="cs"/>
          <w:rtl/>
        </w:rPr>
        <w:t>اَجَلَ</w:t>
      </w:r>
      <w:r w:rsidR="00705CD5" w:rsidRPr="00163EB1">
        <w:rPr>
          <w:rStyle w:val="libArabicChar"/>
          <w:rFonts w:hint="cs"/>
          <w:rtl/>
        </w:rPr>
        <w:t>ه</w:t>
      </w:r>
      <w:r w:rsidRPr="00AF5EA1">
        <w:rPr>
          <w:rStyle w:val="libArabicChar"/>
          <w:rFonts w:hint="cs"/>
          <w:rtl/>
        </w:rPr>
        <w:t>ُ،</w:t>
      </w:r>
      <w:r w:rsidRPr="00AF5EA1">
        <w:rPr>
          <w:rStyle w:val="libArabicChar"/>
          <w:rtl/>
        </w:rPr>
        <w:t xml:space="preserve"> </w:t>
      </w:r>
      <w:r w:rsidRPr="00AF5EA1">
        <w:rPr>
          <w:rStyle w:val="libArabicChar"/>
          <w:rFonts w:hint="cs"/>
          <w:rtl/>
        </w:rPr>
        <w:t>وَاُ</w:t>
      </w:r>
      <w:r w:rsidR="00705CD5" w:rsidRPr="00163EB1">
        <w:rPr>
          <w:rStyle w:val="libArabicChar"/>
          <w:rFonts w:hint="cs"/>
          <w:rtl/>
        </w:rPr>
        <w:t>ه</w:t>
      </w:r>
      <w:r w:rsidRPr="00AF5EA1">
        <w:rPr>
          <w:rStyle w:val="libArabicChar"/>
          <w:rFonts w:hint="cs"/>
          <w:rtl/>
        </w:rPr>
        <w:t>َوِّنَ</w:t>
      </w:r>
      <w:r w:rsidRPr="00AF5EA1">
        <w:rPr>
          <w:rStyle w:val="libArabicChar"/>
          <w:rtl/>
        </w:rPr>
        <w:t xml:space="preserve"> </w:t>
      </w:r>
      <w:r w:rsidRPr="00AF5EA1">
        <w:rPr>
          <w:rStyle w:val="libArabicChar"/>
          <w:rFonts w:hint="cs"/>
          <w:rtl/>
        </w:rPr>
        <w:t>عَلَی</w:t>
      </w:r>
      <w:r w:rsidR="00705CD5" w:rsidRPr="00163EB1">
        <w:rPr>
          <w:rStyle w:val="libArabicChar"/>
          <w:rFonts w:hint="cs"/>
          <w:rtl/>
        </w:rPr>
        <w:t>ه</w:t>
      </w:r>
      <w:r w:rsidRPr="00AF5EA1">
        <w:rPr>
          <w:rStyle w:val="libArabicChar"/>
          <w:rFonts w:hint="cs"/>
          <w:rtl/>
        </w:rPr>
        <w:t>ِ</w:t>
      </w:r>
      <w:r w:rsidRPr="00AF5EA1">
        <w:rPr>
          <w:rStyle w:val="libArabicChar"/>
          <w:rtl/>
        </w:rPr>
        <w:t xml:space="preserve"> سَكَراتِ الْمَوْتِ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(374)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”خداوندا</w:t>
      </w:r>
      <w:r>
        <w:rPr>
          <w:rtl/>
          <w:lang w:bidi="ur-PK"/>
        </w:rPr>
        <w:t>! صلہ رحم کرنے والے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جزا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جواب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جوں</w:t>
      </w:r>
      <w:r>
        <w:rPr>
          <w:rtl/>
          <w:lang w:bidi="ur-PK"/>
        </w:rPr>
        <w:t xml:space="preserve"> گا، اور اس کے لئے موت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آسان کردوں گا“۔ </w:t>
      </w:r>
    </w:p>
    <w:p w:rsidR="00476253" w:rsidRPr="00AA04E3" w:rsidRDefault="00CB7E8E" w:rsidP="00AA04E3">
      <w:pPr>
        <w:pStyle w:val="libLine"/>
        <w:rPr>
          <w:rtl/>
        </w:rPr>
      </w:pPr>
      <w:r w:rsidRPr="00AA04E3">
        <w:rPr>
          <w:rFonts w:hint="cs"/>
          <w:rtl/>
        </w:rPr>
        <w:t>__</w:t>
      </w:r>
      <w:r>
        <w:rPr>
          <w:rFonts w:hint="cs"/>
          <w:rtl/>
          <w:lang w:bidi="ur-PK"/>
        </w:rPr>
        <w:t>__________________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264. سور</w:t>
      </w:r>
      <w:r w:rsidR="00BA0B7F">
        <w:rPr>
          <w:rtl/>
        </w:rPr>
        <w:t>ہ</w:t>
      </w:r>
      <w:r>
        <w:rPr>
          <w:rtl/>
        </w:rPr>
        <w:t xml:space="preserve">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54۔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265. سور</w:t>
      </w:r>
      <w:r w:rsidR="00BA0B7F">
        <w:rPr>
          <w:rtl/>
        </w:rPr>
        <w:t>ہ</w:t>
      </w:r>
      <w:r>
        <w:rPr>
          <w:rtl/>
        </w:rPr>
        <w:t xml:space="preserve">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54۔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266. سور</w:t>
      </w:r>
      <w:r w:rsidR="00BA0B7F">
        <w:rPr>
          <w:rtl/>
        </w:rPr>
        <w:t>ہ</w:t>
      </w:r>
      <w:r>
        <w:rPr>
          <w:rtl/>
        </w:rPr>
        <w:t xml:space="preserve"> بقرہ،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3۔5۔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267. سور</w:t>
      </w:r>
      <w:r w:rsidR="00BA0B7F">
        <w:rPr>
          <w:rtl/>
        </w:rPr>
        <w:t>ہ</w:t>
      </w:r>
      <w:r>
        <w:rPr>
          <w:rtl/>
        </w:rPr>
        <w:t xml:space="preserve">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268. سور</w:t>
      </w:r>
      <w:r w:rsidR="00BA0B7F">
        <w:rPr>
          <w:rtl/>
        </w:rPr>
        <w:t>ہ</w:t>
      </w:r>
      <w:r>
        <w:rPr>
          <w:rtl/>
        </w:rPr>
        <w:t xml:space="preserve"> بقرہ،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21۔22۔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269. سور</w:t>
      </w:r>
      <w:r w:rsidR="00BA0B7F">
        <w:rPr>
          <w:rtl/>
        </w:rPr>
        <w:t>ہ</w:t>
      </w:r>
      <w:r>
        <w:rPr>
          <w:rtl/>
        </w:rPr>
        <w:t xml:space="preserve"> بقرہ،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21۔ </w:t>
      </w:r>
    </w:p>
    <w:p w:rsidR="00476253" w:rsidRDefault="00476253" w:rsidP="00705CD5">
      <w:pPr>
        <w:pStyle w:val="libFootnote"/>
        <w:rPr>
          <w:rtl/>
        </w:rPr>
      </w:pPr>
      <w:r>
        <w:rPr>
          <w:rtl/>
        </w:rPr>
        <w:t>270.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مفضل :39؛بحارالانوار، ج3، ص57، باب 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1۔8. </w:t>
      </w:r>
      <w:r w:rsidRPr="00AF5EA1">
        <w:rPr>
          <w:rStyle w:val="libFootNoteArabicChar"/>
          <w:rtl/>
        </w:rPr>
        <w:t>جاء اعراب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tl/>
        </w:rPr>
        <w:t xml:space="preserve"> ال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tl/>
        </w:rPr>
        <w:t xml:space="preserve"> النب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tl/>
        </w:rPr>
        <w:t xml:space="preserve"> صل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tl/>
        </w:rPr>
        <w:t xml:space="preserve"> الل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علی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و آل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و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سلم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فقال</w:t>
      </w:r>
      <w:r w:rsidRPr="00AF5EA1">
        <w:rPr>
          <w:rStyle w:val="libFootNoteArabicChar"/>
          <w:rtl/>
        </w:rPr>
        <w:t>: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ا</w:t>
      </w:r>
      <w:r w:rsidRPr="00AF5EA1">
        <w:rPr>
          <w:rStyle w:val="libFootNoteArabicChar"/>
          <w:rtl/>
        </w:rPr>
        <w:t xml:space="preserve"> رسول الل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!</w:t>
      </w:r>
      <w:r w:rsidRPr="00AF5EA1">
        <w:rPr>
          <w:rStyle w:val="libFootNoteArabicChar"/>
          <w:rFonts w:hint="cs"/>
          <w:rtl/>
        </w:rPr>
        <w:t>علمنی</w:t>
      </w:r>
      <w:r w:rsidRPr="00AF5EA1">
        <w:rPr>
          <w:rStyle w:val="libFootNoteArabicChar"/>
          <w:rtl/>
        </w:rPr>
        <w:t xml:space="preserve"> من غرائب العلم</w:t>
      </w:r>
      <w:r w:rsidRPr="00AF5EA1">
        <w:rPr>
          <w:rStyle w:val="libFootNoteArabicChar"/>
          <w:rFonts w:hint="cs"/>
          <w:rtl/>
        </w:rPr>
        <w:t>قال</w:t>
      </w:r>
      <w:r w:rsidRPr="00AF5EA1">
        <w:rPr>
          <w:rStyle w:val="libFootNoteArabicChar"/>
          <w:rtl/>
        </w:rPr>
        <w:t>:</w:t>
      </w:r>
      <w:r w:rsidRPr="00AF5EA1">
        <w:rPr>
          <w:rStyle w:val="libFootNoteArabicChar"/>
          <w:rFonts w:hint="cs"/>
          <w:rtl/>
        </w:rPr>
        <w:t>ما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صنعت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فی</w:t>
      </w:r>
      <w:r w:rsidRPr="00AF5EA1">
        <w:rPr>
          <w:rStyle w:val="libFootNoteArabicChar"/>
          <w:rtl/>
        </w:rPr>
        <w:t xml:space="preserve"> راس العلم حت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tl/>
        </w:rPr>
        <w:t xml:space="preserve"> تسال عن غرائب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Fonts w:hint="cs"/>
          <w:rtl/>
        </w:rPr>
        <w:t>قال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الرجل</w:t>
      </w:r>
      <w:r w:rsidRPr="00AF5EA1">
        <w:rPr>
          <w:rStyle w:val="libFootNoteArabicChar"/>
          <w:rtl/>
        </w:rPr>
        <w:t xml:space="preserve"> :</w:t>
      </w:r>
      <w:r w:rsidRPr="00AF5EA1">
        <w:rPr>
          <w:rStyle w:val="libFootNoteArabicChar"/>
          <w:rFonts w:hint="cs"/>
          <w:rtl/>
        </w:rPr>
        <w:t>ما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راس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العم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ا</w:t>
      </w:r>
      <w:r w:rsidRPr="00AF5EA1">
        <w:rPr>
          <w:rStyle w:val="libFootNoteArabicChar"/>
          <w:rtl/>
        </w:rPr>
        <w:t xml:space="preserve"> رسول الل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؟قال</w:t>
      </w:r>
      <w:r w:rsidRPr="00AF5EA1">
        <w:rPr>
          <w:rStyle w:val="libFootNoteArabicChar"/>
          <w:rtl/>
        </w:rPr>
        <w:t>:</w:t>
      </w:r>
      <w:r w:rsidRPr="00AF5EA1">
        <w:rPr>
          <w:rStyle w:val="libFootNoteArabicChar"/>
          <w:rFonts w:hint="cs"/>
          <w:rtl/>
        </w:rPr>
        <w:t>معرفة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الل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حق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معرفت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قال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eastAsia"/>
          <w:rtl/>
        </w:rPr>
        <w:t>الاعراب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tl/>
        </w:rPr>
        <w:t>:وما معرفة الل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حق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معرفت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Fonts w:hint="cs"/>
          <w:rtl/>
        </w:rPr>
        <w:t>؟قال</w:t>
      </w:r>
      <w:r w:rsidRPr="00AF5EA1">
        <w:rPr>
          <w:rStyle w:val="libFootNoteArabicChar"/>
          <w:rtl/>
        </w:rPr>
        <w:t>:</w:t>
      </w:r>
      <w:r w:rsidRPr="00AF5EA1">
        <w:rPr>
          <w:rStyle w:val="libFootNoteArabicChar"/>
          <w:rFonts w:hint="cs"/>
          <w:rtl/>
        </w:rPr>
        <w:t>تعرف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بلا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مثل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و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لاشب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ولاند،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وان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واحد</w:t>
      </w:r>
      <w:r w:rsidRPr="00AF5EA1">
        <w:rPr>
          <w:rStyle w:val="libFootNoteArabicChar"/>
          <w:rtl/>
        </w:rPr>
        <w:t xml:space="preserve"> </w:t>
      </w:r>
      <w:r w:rsidR="00BA0B7F">
        <w:rPr>
          <w:rStyle w:val="libFootNoteArabicChar"/>
          <w:rFonts w:hint="cs"/>
          <w:rtl/>
        </w:rPr>
        <w:t>ا</w:t>
      </w:r>
      <w:r w:rsidRPr="00AF5EA1">
        <w:rPr>
          <w:rStyle w:val="libFootNoteArabicChar"/>
          <w:rFonts w:hint="eastAsia"/>
          <w:rtl/>
        </w:rPr>
        <w:t>حد</w:t>
      </w:r>
      <w:r w:rsidRPr="00AF5EA1">
        <w:rPr>
          <w:rStyle w:val="libFootNoteArabicChar"/>
          <w:rtl/>
        </w:rPr>
        <w:t xml:space="preserve"> ظا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Fonts w:hint="cs"/>
          <w:rtl/>
        </w:rPr>
        <w:t>ر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باطن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ا</w:t>
      </w:r>
      <w:r w:rsidRPr="00AF5EA1">
        <w:rPr>
          <w:rStyle w:val="libFootNoteArabicChar"/>
          <w:rtl/>
        </w:rPr>
        <w:t>ول آخرلاکفو ل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ولا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نظی</w:t>
      </w:r>
      <w:r w:rsidRPr="00AF5EA1">
        <w:rPr>
          <w:rStyle w:val="libFootNoteArabicChar"/>
          <w:rFonts w:hint="eastAsia"/>
          <w:rtl/>
        </w:rPr>
        <w:t>ر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فذلک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حق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معرفت</w:t>
      </w:r>
      <w:r w:rsidR="00705CD5" w:rsidRPr="00163EB1">
        <w:rPr>
          <w:rStyle w:val="libFootNoteArabicChar"/>
          <w:rFonts w:hint="cs"/>
          <w:rtl/>
        </w:rPr>
        <w:t>ه</w:t>
      </w:r>
      <w:r>
        <w:rPr>
          <w:rtl/>
        </w:rPr>
        <w:t xml:space="preserve">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271. سور</w:t>
      </w:r>
      <w:r w:rsidR="00BA0B7F">
        <w:rPr>
          <w:rtl/>
        </w:rPr>
        <w:t>ہ</w:t>
      </w:r>
      <w:r>
        <w:rPr>
          <w:rtl/>
        </w:rPr>
        <w:t xml:space="preserve"> طہ،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111۔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272. سور</w:t>
      </w:r>
      <w:r w:rsidR="00BA0B7F">
        <w:rPr>
          <w:rtl/>
        </w:rPr>
        <w:t>ہ</w:t>
      </w:r>
      <w:r>
        <w:rPr>
          <w:rtl/>
        </w:rPr>
        <w:t xml:space="preserve"> بقرہ،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163۔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273. سور</w:t>
      </w:r>
      <w:r w:rsidR="00BA0B7F">
        <w:rPr>
          <w:rtl/>
        </w:rPr>
        <w:t>ہ</w:t>
      </w:r>
      <w:r>
        <w:rPr>
          <w:rtl/>
        </w:rPr>
        <w:t xml:space="preserve"> بقرہ،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98۔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274. سور</w:t>
      </w:r>
      <w:r w:rsidR="00BA0B7F">
        <w:rPr>
          <w:rtl/>
        </w:rPr>
        <w:t>ہ</w:t>
      </w:r>
      <w:r>
        <w:rPr>
          <w:rtl/>
        </w:rPr>
        <w:t xml:space="preserve"> نساء،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136۔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275. نہج البلاغہ، ترجمہ علامہ جواد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الرحمہ، ص 31۔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276. سور</w:t>
      </w:r>
      <w:r w:rsidR="00BA0B7F">
        <w:rPr>
          <w:rtl/>
        </w:rPr>
        <w:t>ہ</w:t>
      </w:r>
      <w:r>
        <w:rPr>
          <w:rtl/>
        </w:rPr>
        <w:t xml:space="preserve"> مومنون،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99۔100۔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lastRenderedPageBreak/>
        <w:t>277. آل 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169۔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279. سور</w:t>
      </w:r>
      <w:r w:rsidR="00BA0B7F">
        <w:rPr>
          <w:rtl/>
        </w:rPr>
        <w:t>ہ</w:t>
      </w:r>
      <w:r>
        <w:rPr>
          <w:rtl/>
        </w:rPr>
        <w:t xml:space="preserve"> آل 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25۔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280. سور</w:t>
      </w:r>
      <w:r w:rsidR="00BA0B7F">
        <w:rPr>
          <w:rtl/>
        </w:rPr>
        <w:t>ہ</w:t>
      </w:r>
      <w:r>
        <w:rPr>
          <w:rtl/>
        </w:rPr>
        <w:t xml:space="preserve"> آل عمران،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158۔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281. سور</w:t>
      </w:r>
      <w:r w:rsidR="00BA0B7F">
        <w:rPr>
          <w:rtl/>
        </w:rPr>
        <w:t>ہ</w:t>
      </w:r>
      <w:r>
        <w:rPr>
          <w:rtl/>
        </w:rPr>
        <w:t xml:space="preserve"> مائدہ،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96۔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282. سور</w:t>
      </w:r>
      <w:r w:rsidR="00BA0B7F">
        <w:rPr>
          <w:rtl/>
        </w:rPr>
        <w:t>ہ</w:t>
      </w:r>
      <w:r>
        <w:rPr>
          <w:rtl/>
        </w:rPr>
        <w:t xml:space="preserve">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12۔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283. سور</w:t>
      </w:r>
      <w:r w:rsidR="00BA0B7F">
        <w:rPr>
          <w:rtl/>
        </w:rPr>
        <w:t>ہ</w:t>
      </w:r>
      <w:r>
        <w:rPr>
          <w:rtl/>
        </w:rPr>
        <w:t xml:space="preserve"> انعام،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36۔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284. سور</w:t>
      </w:r>
      <w:r w:rsidR="00BA0B7F">
        <w:rPr>
          <w:rtl/>
        </w:rPr>
        <w:t>ہ</w:t>
      </w:r>
      <w:r>
        <w:rPr>
          <w:rtl/>
        </w:rPr>
        <w:t xml:space="preserve">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94۔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285. سور</w:t>
      </w:r>
      <w:r w:rsidR="00BA0B7F">
        <w:rPr>
          <w:rtl/>
        </w:rPr>
        <w:t>ہ</w:t>
      </w:r>
      <w:r>
        <w:rPr>
          <w:rtl/>
        </w:rPr>
        <w:t xml:space="preserve"> م</w:t>
      </w:r>
      <w:r w:rsidR="00AA04E3">
        <w:rPr>
          <w:rtl/>
        </w:rPr>
        <w:t>و</w:t>
      </w:r>
      <w:r>
        <w:rPr>
          <w:rFonts w:hint="eastAsia"/>
          <w:rtl/>
        </w:rPr>
        <w:t>منون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15۔16۔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286. سور</w:t>
      </w:r>
      <w:r w:rsidR="00BA0B7F">
        <w:rPr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1۔4۔ </w:t>
      </w:r>
    </w:p>
    <w:p w:rsidR="00476253" w:rsidRDefault="00476253" w:rsidP="00705CD5">
      <w:pPr>
        <w:pStyle w:val="libFootnote"/>
        <w:rPr>
          <w:rtl/>
        </w:rPr>
      </w:pPr>
      <w:r>
        <w:rPr>
          <w:rtl/>
        </w:rPr>
        <w:t>287.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قم</w:t>
      </w:r>
      <w:r>
        <w:rPr>
          <w:rFonts w:hint="cs"/>
          <w:rtl/>
        </w:rPr>
        <w:t>ی</w:t>
      </w:r>
      <w:r>
        <w:rPr>
          <w:rtl/>
        </w:rPr>
        <w:t xml:space="preserve"> ج2، ص253،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نفخ الصور؛بحار الانوار ج7، ص39، باب 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8۔32. </w:t>
      </w:r>
      <w:r w:rsidRPr="00AF5EA1">
        <w:rPr>
          <w:rStyle w:val="libFootNoteArabicChar"/>
          <w:rtl/>
        </w:rPr>
        <w:t>عن اب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tl/>
        </w:rPr>
        <w:t xml:space="preserve"> جعفر عل</w:t>
      </w:r>
      <w:r w:rsidRPr="00AF5EA1">
        <w:rPr>
          <w:rStyle w:val="libFootNoteArabicChar"/>
          <w:rFonts w:hint="cs"/>
          <w:rtl/>
        </w:rPr>
        <w:t>ی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السلام قال:کان ف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ما</w:t>
      </w:r>
      <w:r w:rsidRPr="00AF5EA1">
        <w:rPr>
          <w:rStyle w:val="libFootNoteArabicChar"/>
          <w:rtl/>
        </w:rPr>
        <w:t xml:space="preserve"> وعظ ب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لقمان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علی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السلام ابن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="00BA0B7F">
        <w:rPr>
          <w:rStyle w:val="libFootNoteArabicChar"/>
          <w:rFonts w:hint="cs"/>
          <w:rtl/>
        </w:rPr>
        <w:t>ا</w:t>
      </w:r>
      <w:r w:rsidRPr="00AF5EA1">
        <w:rPr>
          <w:rStyle w:val="libFootNoteArabicChar"/>
          <w:rFonts w:hint="eastAsia"/>
          <w:rtl/>
        </w:rPr>
        <w:t>ن</w:t>
      </w:r>
      <w:r w:rsidRPr="00AF5EA1">
        <w:rPr>
          <w:rStyle w:val="libFootNoteArabicChar"/>
          <w:rtl/>
        </w:rPr>
        <w:t xml:space="preserve"> قال :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ا</w:t>
      </w:r>
      <w:r w:rsidRPr="00AF5EA1">
        <w:rPr>
          <w:rStyle w:val="libFootNoteArabicChar"/>
          <w:rtl/>
        </w:rPr>
        <w:t xml:space="preserve"> بن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tl/>
        </w:rPr>
        <w:t>!ان تک ف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tl/>
        </w:rPr>
        <w:t xml:space="preserve"> شک من الموت فارفع عن نفسک النوم، ولن تستط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ع</w:t>
      </w:r>
      <w:r w:rsidRPr="00AF5EA1">
        <w:rPr>
          <w:rStyle w:val="libFootNoteArabicChar"/>
          <w:rtl/>
        </w:rPr>
        <w:t xml:space="preserve"> ذلک، وان کنت ف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tl/>
        </w:rPr>
        <w:t xml:space="preserve"> شک من البعث فارفع عن نفس</w:t>
      </w:r>
      <w:r w:rsidRPr="00AF5EA1">
        <w:rPr>
          <w:rStyle w:val="libFootNoteArabicChar"/>
          <w:rFonts w:hint="eastAsia"/>
          <w:rtl/>
        </w:rPr>
        <w:t>ک</w:t>
      </w:r>
      <w:r w:rsidRPr="00AF5EA1">
        <w:rPr>
          <w:rStyle w:val="libFootNoteArabicChar"/>
          <w:rtl/>
        </w:rPr>
        <w:t xml:space="preserve"> الانتبا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Fonts w:hint="cs"/>
          <w:rtl/>
        </w:rPr>
        <w:t>،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ولن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تستطی</w:t>
      </w:r>
      <w:r w:rsidRPr="00AF5EA1">
        <w:rPr>
          <w:rStyle w:val="libFootNoteArabicChar"/>
          <w:rFonts w:hint="eastAsia"/>
          <w:rtl/>
        </w:rPr>
        <w:t>ع</w:t>
      </w:r>
      <w:r w:rsidRPr="00AF5EA1">
        <w:rPr>
          <w:rStyle w:val="libFootNoteArabicChar"/>
          <w:rtl/>
        </w:rPr>
        <w:t xml:space="preserve"> ذلک</w:t>
      </w:r>
      <w:r w:rsidRPr="00AF5EA1">
        <w:rPr>
          <w:rStyle w:val="libFootNoteArabicChar"/>
          <w:rFonts w:hint="cs"/>
          <w:rtl/>
        </w:rPr>
        <w:t>فانک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اذا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فکرت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فی</w:t>
      </w:r>
      <w:r w:rsidRPr="00AF5EA1">
        <w:rPr>
          <w:rStyle w:val="libFootNoteArabicChar"/>
          <w:rtl/>
        </w:rPr>
        <w:t xml:space="preserve"> 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Fonts w:hint="cs"/>
          <w:rtl/>
        </w:rPr>
        <w:t>ذا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علمت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ان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نفسک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بی</w:t>
      </w:r>
      <w:r w:rsidRPr="00AF5EA1">
        <w:rPr>
          <w:rStyle w:val="libFootNoteArabicChar"/>
          <w:rFonts w:hint="eastAsia"/>
          <w:rtl/>
        </w:rPr>
        <w:t>د</w:t>
      </w:r>
      <w:r w:rsidRPr="00AF5EA1">
        <w:rPr>
          <w:rStyle w:val="libFootNoteArabicChar"/>
          <w:rtl/>
        </w:rPr>
        <w:t xml:space="preserve"> غ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رک،</w:t>
      </w:r>
      <w:r w:rsidRPr="00AF5EA1">
        <w:rPr>
          <w:rStyle w:val="libFootNoteArabicChar"/>
          <w:rtl/>
        </w:rPr>
        <w:t xml:space="preserve"> وانما النوم بمنزلة الموت، وانما ال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قظة</w:t>
      </w:r>
      <w:r w:rsidRPr="00AF5EA1">
        <w:rPr>
          <w:rStyle w:val="libFootNoteArabicChar"/>
          <w:rtl/>
        </w:rPr>
        <w:t xml:space="preserve"> بعد النوم بمنزلة البعث بعد الموت</w:t>
      </w:r>
      <w:r>
        <w:rPr>
          <w:rtl/>
        </w:rPr>
        <w:t xml:space="preserve">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288.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 : 19۔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289. سور</w:t>
      </w:r>
      <w:r w:rsidR="00BA0B7F">
        <w:rPr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77۔79۔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290. سور</w:t>
      </w:r>
      <w:r w:rsidR="00BA0B7F">
        <w:rPr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79۔(</w:t>
      </w:r>
      <w:r w:rsidR="0005211C">
        <w:rPr>
          <w:rtl/>
        </w:rPr>
        <w:t>(</w:t>
      </w:r>
      <w:r w:rsidRPr="00AF5EA1">
        <w:rPr>
          <w:rStyle w:val="libFootnoteAieChar"/>
          <w:rtl/>
        </w:rPr>
        <w:t xml:space="preserve">قُلْ </w:t>
      </w:r>
      <w:r w:rsidRPr="00AF5EA1">
        <w:rPr>
          <w:rStyle w:val="libFootnoteAieChar"/>
          <w:rFonts w:hint="cs"/>
          <w:rtl/>
        </w:rPr>
        <w:t>ی</w:t>
      </w:r>
      <w:r w:rsidRPr="00AF5EA1">
        <w:rPr>
          <w:rStyle w:val="libFootnoteAieChar"/>
          <w:rFonts w:hint="eastAsia"/>
          <w:rtl/>
        </w:rPr>
        <w:t>حْ</w:t>
      </w:r>
      <w:r w:rsidRPr="00AF5EA1">
        <w:rPr>
          <w:rStyle w:val="libFootnoteAieChar"/>
          <w:rFonts w:hint="cs"/>
          <w:rtl/>
        </w:rPr>
        <w:t>یی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ا</w:t>
      </w:r>
      <w:r w:rsidRPr="00AF5EA1">
        <w:rPr>
          <w:rStyle w:val="libFootnoteAieChar"/>
          <w:rtl/>
        </w:rPr>
        <w:t xml:space="preserve"> الَّذِ</w:t>
      </w:r>
      <w:r w:rsidRPr="00AF5EA1">
        <w:rPr>
          <w:rStyle w:val="libFootnoteAieChar"/>
          <w:rFonts w:hint="cs"/>
          <w:rtl/>
        </w:rPr>
        <w:t>ی</w:t>
      </w:r>
      <w:r w:rsidRPr="00AF5EA1">
        <w:rPr>
          <w:rStyle w:val="libFootnoteAieChar"/>
          <w:rtl/>
        </w:rPr>
        <w:t xml:space="preserve"> </w:t>
      </w:r>
      <w:r w:rsidR="00BA0B7F">
        <w:rPr>
          <w:rStyle w:val="libFootnoteAieChar"/>
          <w:rtl/>
        </w:rPr>
        <w:t>ا</w:t>
      </w:r>
      <w:r w:rsidRPr="00AF5EA1">
        <w:rPr>
          <w:rStyle w:val="libFootnoteAieChar"/>
          <w:rFonts w:hint="eastAsia"/>
          <w:rtl/>
        </w:rPr>
        <w:t>نشَ</w:t>
      </w:r>
      <w:r w:rsidR="00BA0B7F">
        <w:rPr>
          <w:rStyle w:val="libFootnoteAieChar"/>
          <w:rFonts w:hint="eastAsia"/>
          <w:rtl/>
        </w:rPr>
        <w:t>ا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ا</w:t>
      </w:r>
      <w:r w:rsidRPr="00AF5EA1">
        <w:rPr>
          <w:rStyle w:val="libFootnoteAieChar"/>
          <w:rtl/>
        </w:rPr>
        <w:t xml:space="preserve"> </w:t>
      </w:r>
      <w:r w:rsidR="00BA0B7F">
        <w:rPr>
          <w:rStyle w:val="libFootnoteAieChar"/>
          <w:rtl/>
        </w:rPr>
        <w:t>ا</w:t>
      </w:r>
      <w:r w:rsidRPr="00AF5EA1">
        <w:rPr>
          <w:rStyle w:val="libFootnoteAieChar"/>
          <w:rFonts w:hint="eastAsia"/>
          <w:rtl/>
        </w:rPr>
        <w:t>وَّلَ</w:t>
      </w:r>
      <w:r w:rsidRPr="00AF5EA1">
        <w:rPr>
          <w:rStyle w:val="libFootnoteAieChar"/>
          <w:rtl/>
        </w:rPr>
        <w:t xml:space="preserve"> مَرَّةٍ وَ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cs"/>
          <w:rtl/>
        </w:rPr>
        <w:t>ُوَ</w:t>
      </w:r>
      <w:r w:rsidRPr="00AF5EA1">
        <w:rPr>
          <w:rStyle w:val="libFootnoteAieChar"/>
          <w:rtl/>
        </w:rPr>
        <w:t xml:space="preserve"> </w:t>
      </w:r>
      <w:r w:rsidRPr="00163EB1">
        <w:rPr>
          <w:rStyle w:val="libFootnoteAieChar"/>
          <w:rFonts w:hint="cs"/>
          <w:rtl/>
        </w:rPr>
        <w:t>ب</w:t>
      </w:r>
      <w:r w:rsidRPr="00AF5EA1">
        <w:rPr>
          <w:rStyle w:val="libFootnoteAieChar"/>
          <w:rtl/>
        </w:rPr>
        <w:t>ِكُلِّ خَلْقٍ عَلِ</w:t>
      </w:r>
      <w:r w:rsidRPr="00AF5EA1">
        <w:rPr>
          <w:rStyle w:val="libFootnoteAieChar"/>
          <w:rFonts w:hint="cs"/>
          <w:rtl/>
        </w:rPr>
        <w:t>ی</w:t>
      </w:r>
      <w:r w:rsidRPr="00AF5EA1">
        <w:rPr>
          <w:rStyle w:val="libFootnoteAieChar"/>
          <w:rFonts w:hint="eastAsia"/>
          <w:rtl/>
        </w:rPr>
        <w:t>مٌ</w:t>
      </w:r>
      <w:r>
        <w:rPr>
          <w:rtl/>
        </w:rPr>
        <w:t xml:space="preserve">))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291.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284۔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292. سور</w:t>
      </w:r>
      <w:r w:rsidR="00BA0B7F">
        <w:rPr>
          <w:rtl/>
        </w:rPr>
        <w:t>ہ</w:t>
      </w:r>
      <w:r>
        <w:rPr>
          <w:rtl/>
        </w:rPr>
        <w:t xml:space="preserve"> طہ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52۔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293.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نمونہ ج18، ص456۔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294.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201۔202۔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295. سور</w:t>
      </w:r>
      <w:r w:rsidR="00BA0B7F">
        <w:rPr>
          <w:rtl/>
        </w:rPr>
        <w:t>ہ</w:t>
      </w:r>
      <w:r>
        <w:rPr>
          <w:rtl/>
        </w:rPr>
        <w:t xml:space="preserve">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62۔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296. سور</w:t>
      </w:r>
      <w:r w:rsidR="00BA0B7F">
        <w:rPr>
          <w:rtl/>
        </w:rPr>
        <w:t>ہ</w:t>
      </w:r>
      <w:r>
        <w:rPr>
          <w:rtl/>
        </w:rPr>
        <w:t xml:space="preserve"> انشقاق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7۔8۔ </w:t>
      </w:r>
    </w:p>
    <w:p w:rsidR="00476253" w:rsidRDefault="00476253" w:rsidP="00705CD5">
      <w:pPr>
        <w:pStyle w:val="libFootnote"/>
        <w:rPr>
          <w:rtl/>
        </w:rPr>
      </w:pPr>
      <w:r>
        <w:rPr>
          <w:rtl/>
        </w:rPr>
        <w:t>297. اما ل</w:t>
      </w:r>
      <w:r>
        <w:rPr>
          <w:rFonts w:hint="cs"/>
          <w:rtl/>
        </w:rPr>
        <w:t>ی</w:t>
      </w:r>
      <w:r>
        <w:rPr>
          <w:rtl/>
        </w:rPr>
        <w:t xml:space="preserve"> صدوق :39، مجلس 10،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9؛بحار الانوار ج7، ص258، باب 11،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1۔43. </w:t>
      </w:r>
      <w:r w:rsidRPr="00AF5EA1">
        <w:rPr>
          <w:rStyle w:val="libFootNoteArabicChar"/>
          <w:rtl/>
        </w:rPr>
        <w:t>عن اب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tl/>
        </w:rPr>
        <w:t xml:space="preserve"> جعفر عل</w:t>
      </w:r>
      <w:r w:rsidRPr="00AF5EA1">
        <w:rPr>
          <w:rStyle w:val="libFootNoteArabicChar"/>
          <w:rFonts w:hint="cs"/>
          <w:rtl/>
        </w:rPr>
        <w:t>ی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السلام قال :قلت ل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: 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اابن</w:t>
      </w:r>
      <w:r w:rsidRPr="00AF5EA1">
        <w:rPr>
          <w:rStyle w:val="libFootNoteArabicChar"/>
          <w:rtl/>
        </w:rPr>
        <w:t xml:space="preserve"> رسول الل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ان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لی</w:t>
      </w:r>
      <w:r w:rsidRPr="00AF5EA1">
        <w:rPr>
          <w:rStyle w:val="libFootNoteArabicChar"/>
          <w:rtl/>
        </w:rPr>
        <w:t xml:space="preserve"> حاجة، فقال:تلقان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tl/>
        </w:rPr>
        <w:t xml:space="preserve"> بمکة</w:t>
      </w:r>
      <w:r w:rsidRPr="00AF5EA1">
        <w:rPr>
          <w:rStyle w:val="libFootNoteArabicChar"/>
          <w:rFonts w:hint="cs"/>
          <w:rtl/>
        </w:rPr>
        <w:t>فلقت</w:t>
      </w:r>
      <w:r w:rsidRPr="00AF5EA1">
        <w:rPr>
          <w:rStyle w:val="libFootNoteArabicChar"/>
          <w:rtl/>
        </w:rPr>
        <w:t xml:space="preserve"> :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ا</w:t>
      </w:r>
      <w:r w:rsidRPr="00AF5EA1">
        <w:rPr>
          <w:rStyle w:val="libFootNoteArabicChar"/>
          <w:rtl/>
        </w:rPr>
        <w:t xml:space="preserve"> ابن رسول الل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>!</w:t>
      </w:r>
      <w:r w:rsidRPr="00AF5EA1">
        <w:rPr>
          <w:rStyle w:val="libFootNoteArabicChar"/>
          <w:rFonts w:hint="cs"/>
          <w:rtl/>
        </w:rPr>
        <w:t>ان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لی</w:t>
      </w:r>
      <w:r w:rsidRPr="00AF5EA1">
        <w:rPr>
          <w:rStyle w:val="libFootNoteArabicChar"/>
          <w:rtl/>
        </w:rPr>
        <w:t xml:space="preserve"> حاجة فقال تلقان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tl/>
        </w:rPr>
        <w:t xml:space="preserve"> بمن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،</w:t>
      </w:r>
      <w:r w:rsidRPr="00AF5EA1">
        <w:rPr>
          <w:rStyle w:val="libFootNoteArabicChar"/>
          <w:rtl/>
        </w:rPr>
        <w:t xml:space="preserve"> فقلت :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ا</w:t>
      </w:r>
      <w:r w:rsidRPr="00AF5EA1">
        <w:rPr>
          <w:rStyle w:val="libFootNoteArabicChar"/>
          <w:rtl/>
        </w:rPr>
        <w:t xml:space="preserve"> ابن رسول الل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!</w:t>
      </w:r>
      <w:r w:rsidRPr="00AF5EA1">
        <w:rPr>
          <w:rStyle w:val="libFootNoteArabicChar"/>
          <w:rFonts w:hint="cs"/>
          <w:rtl/>
        </w:rPr>
        <w:t>ان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لی</w:t>
      </w:r>
      <w:r w:rsidRPr="00AF5EA1">
        <w:rPr>
          <w:rStyle w:val="libFootNoteArabicChar"/>
          <w:rtl/>
        </w:rPr>
        <w:t xml:space="preserve"> حاجة </w:t>
      </w:r>
      <w:r w:rsidRPr="00AF5EA1">
        <w:rPr>
          <w:rStyle w:val="libFootNoteArabicChar"/>
          <w:rFonts w:hint="cs"/>
          <w:rtl/>
        </w:rPr>
        <w:t>فقال</w:t>
      </w:r>
      <w:r w:rsidRPr="00AF5EA1">
        <w:rPr>
          <w:rStyle w:val="libFootNoteArabicChar"/>
          <w:rtl/>
        </w:rPr>
        <w:t>: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Fonts w:hint="eastAsia"/>
          <w:rtl/>
        </w:rPr>
        <w:t>ات</w:t>
      </w:r>
      <w:r w:rsidRPr="00AF5EA1">
        <w:rPr>
          <w:rStyle w:val="libFootNoteArabicChar"/>
          <w:rtl/>
        </w:rPr>
        <w:t xml:space="preserve"> حاجتک </w:t>
      </w:r>
      <w:r w:rsidRPr="00AF5EA1">
        <w:rPr>
          <w:rStyle w:val="libFootNoteArabicChar"/>
          <w:rFonts w:hint="cs"/>
          <w:rtl/>
        </w:rPr>
        <w:t>فقلت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اابن</w:t>
      </w:r>
      <w:r w:rsidRPr="00AF5EA1">
        <w:rPr>
          <w:rStyle w:val="libFootNoteArabicChar"/>
          <w:rtl/>
        </w:rPr>
        <w:t xml:space="preserve"> رسول الل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!</w:t>
      </w:r>
      <w:r w:rsidRPr="00AF5EA1">
        <w:rPr>
          <w:rStyle w:val="libFootNoteArabicChar"/>
          <w:rFonts w:hint="cs"/>
          <w:rtl/>
        </w:rPr>
        <w:t>انی</w:t>
      </w:r>
      <w:r w:rsidRPr="00AF5EA1">
        <w:rPr>
          <w:rStyle w:val="libFootNoteArabicChar"/>
          <w:rtl/>
        </w:rPr>
        <w:t xml:space="preserve"> اذنبت ذنبا </w:t>
      </w:r>
      <w:r w:rsidRPr="00AF5EA1">
        <w:rPr>
          <w:rStyle w:val="libFootNoteArabicChar"/>
          <w:rtl/>
        </w:rPr>
        <w:lastRenderedPageBreak/>
        <w:t>ب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ن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tl/>
        </w:rPr>
        <w:t xml:space="preserve"> وب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ن</w:t>
      </w:r>
      <w:r w:rsidRPr="00AF5EA1">
        <w:rPr>
          <w:rStyle w:val="libFootNoteArabicChar"/>
          <w:rtl/>
        </w:rPr>
        <w:t xml:space="preserve"> الل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لم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طلع</w:t>
      </w:r>
      <w:r w:rsidRPr="00AF5EA1">
        <w:rPr>
          <w:rStyle w:val="libFootNoteArabicChar"/>
          <w:rtl/>
        </w:rPr>
        <w:t xml:space="preserve"> عل</w:t>
      </w:r>
      <w:r w:rsidRPr="00AF5EA1">
        <w:rPr>
          <w:rStyle w:val="libFootNoteArabicChar"/>
          <w:rFonts w:hint="cs"/>
          <w:rtl/>
        </w:rPr>
        <w:t>ی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احد فعظم عل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tl/>
        </w:rPr>
        <w:t xml:space="preserve"> و</w:t>
      </w:r>
      <w:r w:rsidR="00BA0B7F">
        <w:rPr>
          <w:rStyle w:val="libFootNoteArabicChar"/>
          <w:rtl/>
        </w:rPr>
        <w:t>ا</w:t>
      </w:r>
      <w:r w:rsidRPr="00AF5EA1">
        <w:rPr>
          <w:rStyle w:val="libFootNoteArabicChar"/>
          <w:rFonts w:hint="eastAsia"/>
          <w:rtl/>
        </w:rPr>
        <w:t>جلک</w:t>
      </w:r>
      <w:r w:rsidRPr="00AF5EA1">
        <w:rPr>
          <w:rStyle w:val="libFootNoteArabicChar"/>
          <w:rtl/>
        </w:rPr>
        <w:t xml:space="preserve"> </w:t>
      </w:r>
      <w:r w:rsidR="00BA0B7F">
        <w:rPr>
          <w:rStyle w:val="libFootNoteArabicChar"/>
          <w:rtl/>
        </w:rPr>
        <w:t>ا</w:t>
      </w:r>
      <w:r w:rsidRPr="00AF5EA1">
        <w:rPr>
          <w:rStyle w:val="libFootNoteArabicChar"/>
          <w:rFonts w:hint="eastAsia"/>
          <w:rtl/>
        </w:rPr>
        <w:t>ن</w:t>
      </w:r>
      <w:r w:rsidRPr="00AF5EA1">
        <w:rPr>
          <w:rStyle w:val="libFootNoteArabicChar"/>
          <w:rtl/>
        </w:rPr>
        <w:t xml:space="preserve"> </w:t>
      </w:r>
      <w:r w:rsidR="00BA0B7F">
        <w:rPr>
          <w:rStyle w:val="libFootNoteArabicChar"/>
          <w:rtl/>
        </w:rPr>
        <w:t>ا</w:t>
      </w:r>
      <w:r w:rsidRPr="00AF5EA1">
        <w:rPr>
          <w:rStyle w:val="libFootNoteArabicChar"/>
          <w:rFonts w:hint="eastAsia"/>
          <w:rtl/>
        </w:rPr>
        <w:t>ستقبلک</w:t>
      </w:r>
      <w:r w:rsidRPr="00AF5EA1">
        <w:rPr>
          <w:rStyle w:val="libFootNoteArabicChar"/>
          <w:rtl/>
        </w:rPr>
        <w:t xml:space="preserve"> ب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Fonts w:hint="cs"/>
          <w:rtl/>
        </w:rPr>
        <w:t>فقال</w:t>
      </w:r>
      <w:r w:rsidRPr="00AF5EA1">
        <w:rPr>
          <w:rStyle w:val="libFootNoteArabicChar"/>
          <w:rtl/>
        </w:rPr>
        <w:t>:</w:t>
      </w:r>
      <w:r w:rsidRPr="00AF5EA1">
        <w:rPr>
          <w:rStyle w:val="libFootNoteArabicChar"/>
          <w:rFonts w:hint="cs"/>
          <w:rtl/>
        </w:rPr>
        <w:t>ان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اذاکان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وم</w:t>
      </w:r>
      <w:r w:rsidRPr="00AF5EA1">
        <w:rPr>
          <w:rStyle w:val="libFootNoteArabicChar"/>
          <w:rtl/>
        </w:rPr>
        <w:t xml:space="preserve"> الق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امة</w:t>
      </w:r>
      <w:r w:rsidRPr="00AF5EA1">
        <w:rPr>
          <w:rStyle w:val="libFootNoteArabicChar"/>
          <w:rtl/>
        </w:rPr>
        <w:t xml:space="preserve"> وحاسب الل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عبد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الم</w:t>
      </w:r>
      <w:r w:rsidR="00AA04E3">
        <w:rPr>
          <w:rStyle w:val="libFootNoteArabicChar"/>
          <w:rFonts w:hint="cs"/>
          <w:rtl/>
        </w:rPr>
        <w:t>و</w:t>
      </w:r>
      <w:r w:rsidRPr="00AF5EA1">
        <w:rPr>
          <w:rStyle w:val="libFootNoteArabicChar"/>
          <w:rFonts w:hint="eastAsia"/>
          <w:rtl/>
        </w:rPr>
        <w:t>من</w:t>
      </w:r>
      <w:r w:rsidRPr="00AF5EA1">
        <w:rPr>
          <w:rStyle w:val="libFootNoteArabicChar"/>
          <w:rtl/>
        </w:rPr>
        <w:t xml:space="preserve"> </w:t>
      </w:r>
      <w:r w:rsidR="00BA0B7F">
        <w:rPr>
          <w:rStyle w:val="libFootNoteArabicChar"/>
          <w:rtl/>
        </w:rPr>
        <w:t>ا</w:t>
      </w:r>
      <w:r w:rsidRPr="00AF5EA1">
        <w:rPr>
          <w:rStyle w:val="libFootNoteArabicChar"/>
          <w:rFonts w:hint="eastAsia"/>
          <w:rtl/>
        </w:rPr>
        <w:t>وقف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عل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tl/>
        </w:rPr>
        <w:t xml:space="preserve"> ذنوب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ذنبا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ذنبا،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ثم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غفر</w:t>
      </w:r>
      <w:r w:rsidRPr="00AF5EA1">
        <w:rPr>
          <w:rStyle w:val="libFootNoteArabicChar"/>
          <w:rtl/>
        </w:rPr>
        <w:t xml:space="preserve"> 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Fonts w:hint="cs"/>
          <w:rtl/>
        </w:rPr>
        <w:t>ا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ل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لا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طلع</w:t>
      </w:r>
      <w:r w:rsidRPr="00AF5EA1">
        <w:rPr>
          <w:rStyle w:val="libFootNoteArabicChar"/>
          <w:rtl/>
        </w:rPr>
        <w:t xml:space="preserve"> عل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tl/>
        </w:rPr>
        <w:t xml:space="preserve"> ذلک ملکا مقربا ولا نب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ا</w:t>
      </w:r>
      <w:r w:rsidRPr="00AF5EA1">
        <w:rPr>
          <w:rStyle w:val="libFootNoteArabicChar"/>
          <w:rtl/>
        </w:rPr>
        <w:t xml:space="preserve"> مرسلا</w:t>
      </w:r>
      <w:r>
        <w:rPr>
          <w:rtl/>
        </w:rPr>
        <w:t xml:space="preserve">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298.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ص212، مجلس 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369؛بحار الانوار ج7، ص262، باب 11،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14۔ </w:t>
      </w:r>
    </w:p>
    <w:p w:rsidR="00476253" w:rsidRDefault="00476253" w:rsidP="00705CD5">
      <w:pPr>
        <w:pStyle w:val="libFootnote"/>
        <w:rPr>
          <w:rtl/>
        </w:rPr>
      </w:pPr>
      <w:r>
        <w:rPr>
          <w:rtl/>
        </w:rPr>
        <w:t xml:space="preserve">299. </w:t>
      </w:r>
      <w:r w:rsidRPr="00AF5EA1">
        <w:rPr>
          <w:rStyle w:val="libFootNoteArabicChar"/>
          <w:rtl/>
        </w:rPr>
        <w:t xml:space="preserve">عن 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ونس</w:t>
      </w:r>
      <w:r w:rsidRPr="00AF5EA1">
        <w:rPr>
          <w:rStyle w:val="libFootNoteArabicChar"/>
          <w:rtl/>
        </w:rPr>
        <w:t xml:space="preserve"> بن عمار، قال:قال ابو عبد الل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علی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السلام :ان الدواو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ن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وم</w:t>
      </w:r>
      <w:r w:rsidRPr="00AF5EA1">
        <w:rPr>
          <w:rStyle w:val="libFootNoteArabicChar"/>
          <w:rtl/>
        </w:rPr>
        <w:t xml:space="preserve"> الق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امة</w:t>
      </w:r>
      <w:r w:rsidRPr="00AF5EA1">
        <w:rPr>
          <w:rStyle w:val="libFootNoteArabicChar"/>
          <w:rtl/>
        </w:rPr>
        <w:t xml:space="preserve"> د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وان</w:t>
      </w:r>
      <w:r w:rsidRPr="00AF5EA1">
        <w:rPr>
          <w:rStyle w:val="libFootNoteArabicChar"/>
          <w:rtl/>
        </w:rPr>
        <w:t xml:space="preserve"> ف</w:t>
      </w:r>
      <w:r w:rsidRPr="00AF5EA1">
        <w:rPr>
          <w:rStyle w:val="libFootNoteArabicChar"/>
          <w:rFonts w:hint="cs"/>
          <w:rtl/>
        </w:rPr>
        <w:t>ی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النعم ود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وان</w:t>
      </w:r>
      <w:r w:rsidRPr="00AF5EA1">
        <w:rPr>
          <w:rStyle w:val="libFootNoteArabicChar"/>
          <w:rtl/>
        </w:rPr>
        <w:t xml:space="preserve"> ف</w:t>
      </w:r>
      <w:r w:rsidRPr="00AF5EA1">
        <w:rPr>
          <w:rStyle w:val="libFootNoteArabicChar"/>
          <w:rFonts w:hint="cs"/>
          <w:rtl/>
        </w:rPr>
        <w:t>ی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الحسنات، ود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وان</w:t>
      </w:r>
      <w:r w:rsidRPr="00AF5EA1">
        <w:rPr>
          <w:rStyle w:val="libFootNoteArabicChar"/>
          <w:rtl/>
        </w:rPr>
        <w:t xml:space="preserve"> ف</w:t>
      </w:r>
      <w:r w:rsidRPr="00AF5EA1">
        <w:rPr>
          <w:rStyle w:val="libFootNoteArabicChar"/>
          <w:rFonts w:hint="cs"/>
          <w:rtl/>
        </w:rPr>
        <w:t>ی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الس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ئات،</w:t>
      </w:r>
      <w:r w:rsidRPr="00AF5EA1">
        <w:rPr>
          <w:rStyle w:val="libFootNoteArabicChar"/>
          <w:rtl/>
        </w:rPr>
        <w:t xml:space="preserve"> ف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قابل</w:t>
      </w:r>
      <w:r w:rsidRPr="00AF5EA1">
        <w:rPr>
          <w:rStyle w:val="libFootNoteArabicChar"/>
          <w:rtl/>
        </w:rPr>
        <w:t xml:space="preserve"> ب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ن</w:t>
      </w:r>
      <w:r w:rsidRPr="00AF5EA1">
        <w:rPr>
          <w:rStyle w:val="libFootNoteArabicChar"/>
          <w:rtl/>
        </w:rPr>
        <w:t xml:space="preserve"> د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وان</w:t>
      </w:r>
      <w:r w:rsidRPr="00AF5EA1">
        <w:rPr>
          <w:rStyle w:val="libFootNoteArabicChar"/>
          <w:rtl/>
        </w:rPr>
        <w:t xml:space="preserve"> النعم ود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وان</w:t>
      </w:r>
      <w:r w:rsidRPr="00AF5EA1">
        <w:rPr>
          <w:rStyle w:val="libFootNoteArabicChar"/>
          <w:rtl/>
        </w:rPr>
        <w:t xml:space="preserve"> الحسنات، فتسغرق النعم د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وان</w:t>
      </w:r>
      <w:r w:rsidRPr="00AF5EA1">
        <w:rPr>
          <w:rStyle w:val="libFootNoteArabicChar"/>
          <w:rtl/>
        </w:rPr>
        <w:t xml:space="preserve"> الحسنات و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بق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tl/>
        </w:rPr>
        <w:t xml:space="preserve"> د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وان</w:t>
      </w:r>
      <w:r w:rsidRPr="00AF5EA1">
        <w:rPr>
          <w:rStyle w:val="libFootNoteArabicChar"/>
          <w:rtl/>
        </w:rPr>
        <w:t xml:space="preserve"> الس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ئات،</w:t>
      </w:r>
      <w:r w:rsidRPr="00AF5EA1">
        <w:rPr>
          <w:rStyle w:val="libFootNoteArabicChar"/>
          <w:rtl/>
        </w:rPr>
        <w:t xml:space="preserve"> ف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دعا</w:t>
      </w:r>
      <w:r w:rsidRPr="00AF5EA1">
        <w:rPr>
          <w:rStyle w:val="libFootNoteArabicChar"/>
          <w:rtl/>
        </w:rPr>
        <w:t xml:space="preserve"> ابن آدم الم</w:t>
      </w:r>
      <w:r w:rsidR="00AA04E3">
        <w:rPr>
          <w:rStyle w:val="libFootNoteArabicChar"/>
          <w:rtl/>
        </w:rPr>
        <w:t>و</w:t>
      </w:r>
      <w:r w:rsidRPr="00AF5EA1">
        <w:rPr>
          <w:rStyle w:val="libFootNoteArabicChar"/>
          <w:rFonts w:hint="eastAsia"/>
          <w:rtl/>
        </w:rPr>
        <w:t>من</w:t>
      </w:r>
      <w:r w:rsidRPr="00AF5EA1">
        <w:rPr>
          <w:rStyle w:val="libFootNoteArabicChar"/>
          <w:rtl/>
        </w:rPr>
        <w:t xml:space="preserve"> للحساب ف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تقدم</w:t>
      </w:r>
      <w:r w:rsidRPr="00AF5EA1">
        <w:rPr>
          <w:rStyle w:val="libFootNoteArabicChar"/>
          <w:rtl/>
        </w:rPr>
        <w:t xml:space="preserve"> القرآن </w:t>
      </w:r>
      <w:r w:rsidR="00BA0B7F">
        <w:rPr>
          <w:rStyle w:val="libFootNoteArabicChar"/>
          <w:rtl/>
        </w:rPr>
        <w:t>ا</w:t>
      </w:r>
      <w:r w:rsidRPr="00AF5EA1">
        <w:rPr>
          <w:rStyle w:val="libFootNoteArabicChar"/>
          <w:rFonts w:hint="eastAsia"/>
          <w:rtl/>
        </w:rPr>
        <w:t>مام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ف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tl/>
        </w:rPr>
        <w:t xml:space="preserve"> احسن صورة ف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قول</w:t>
      </w:r>
      <w:r w:rsidRPr="00AF5EA1">
        <w:rPr>
          <w:rStyle w:val="libFootNoteArabicChar"/>
          <w:rtl/>
        </w:rPr>
        <w:t>: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ارب</w:t>
      </w:r>
      <w:r w:rsidRPr="00AF5EA1">
        <w:rPr>
          <w:rStyle w:val="libFootNoteArabicChar"/>
          <w:rtl/>
        </w:rPr>
        <w:t xml:space="preserve"> !</w:t>
      </w:r>
      <w:r w:rsidR="00BA0B7F">
        <w:rPr>
          <w:rStyle w:val="libFootNoteArabicChar"/>
          <w:rtl/>
        </w:rPr>
        <w:t>ا</w:t>
      </w:r>
      <w:r w:rsidRPr="00AF5EA1">
        <w:rPr>
          <w:rStyle w:val="libFootNoteArabicChar"/>
          <w:rFonts w:hint="eastAsia"/>
          <w:rtl/>
        </w:rPr>
        <w:t>نا</w:t>
      </w:r>
      <w:r w:rsidRPr="00AF5EA1">
        <w:rPr>
          <w:rStyle w:val="libFootNoteArabicChar"/>
          <w:rtl/>
        </w:rPr>
        <w:t xml:space="preserve"> القرآن و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Fonts w:hint="cs"/>
          <w:rtl/>
        </w:rPr>
        <w:t>ذا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عبدک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الم</w:t>
      </w:r>
      <w:r w:rsidR="00AA04E3">
        <w:rPr>
          <w:rStyle w:val="libFootNoteArabicChar"/>
          <w:rFonts w:hint="cs"/>
          <w:rtl/>
        </w:rPr>
        <w:t>و</w:t>
      </w:r>
      <w:r w:rsidRPr="00AF5EA1">
        <w:rPr>
          <w:rStyle w:val="libFootNoteArabicChar"/>
          <w:rFonts w:hint="eastAsia"/>
          <w:rtl/>
        </w:rPr>
        <w:t>من</w:t>
      </w:r>
      <w:r w:rsidRPr="00AF5EA1">
        <w:rPr>
          <w:rStyle w:val="libFootNoteArabicChar"/>
          <w:rtl/>
        </w:rPr>
        <w:t xml:space="preserve"> قدکان 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تعب</w:t>
      </w:r>
      <w:r w:rsidRPr="00AF5EA1">
        <w:rPr>
          <w:rStyle w:val="libFootNoteArabicChar"/>
          <w:rtl/>
        </w:rPr>
        <w:t xml:space="preserve"> نفس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بتلاوتی</w:t>
      </w:r>
      <w:r w:rsidRPr="00AF5EA1">
        <w:rPr>
          <w:rStyle w:val="libFootNoteArabicChar"/>
          <w:rFonts w:hint="eastAsia"/>
          <w:rtl/>
        </w:rPr>
        <w:t>،</w:t>
      </w:r>
      <w:r w:rsidRPr="00AF5EA1">
        <w:rPr>
          <w:rStyle w:val="libFootNoteArabicChar"/>
          <w:rtl/>
        </w:rPr>
        <w:t xml:space="preserve"> و 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ط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ل</w:t>
      </w:r>
      <w:r w:rsidRPr="00AF5EA1">
        <w:rPr>
          <w:rStyle w:val="libFootNoteArabicChar"/>
          <w:rtl/>
        </w:rPr>
        <w:t xml:space="preserve"> ل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ل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بترت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ل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،</w:t>
      </w:r>
      <w:r w:rsidRPr="00AF5EA1">
        <w:rPr>
          <w:rStyle w:val="libFootNoteArabicChar"/>
          <w:rtl/>
        </w:rPr>
        <w:t xml:space="preserve"> و تف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ض</w:t>
      </w:r>
      <w:r w:rsidRPr="00AF5EA1">
        <w:rPr>
          <w:rStyle w:val="libFootNoteArabicChar"/>
          <w:rtl/>
        </w:rPr>
        <w:t xml:space="preserve"> ع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نا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اذا ت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Fonts w:hint="cs"/>
          <w:rtl/>
        </w:rPr>
        <w:t>جد،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ف</w:t>
      </w:r>
      <w:r w:rsidR="00BA0B7F">
        <w:rPr>
          <w:rStyle w:val="libFootNoteArabicChar"/>
          <w:rFonts w:hint="cs"/>
          <w:rtl/>
        </w:rPr>
        <w:t>ا</w:t>
      </w:r>
      <w:r w:rsidRPr="00AF5EA1">
        <w:rPr>
          <w:rStyle w:val="libFootNoteArabicChar"/>
          <w:rFonts w:hint="eastAsia"/>
          <w:rtl/>
        </w:rPr>
        <w:t>رض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کما </w:t>
      </w:r>
      <w:r w:rsidR="00BA0B7F">
        <w:rPr>
          <w:rStyle w:val="libFootNoteArabicChar"/>
          <w:rtl/>
        </w:rPr>
        <w:t>ا</w:t>
      </w:r>
      <w:r w:rsidRPr="00AF5EA1">
        <w:rPr>
          <w:rStyle w:val="libFootNoteArabicChar"/>
          <w:rFonts w:hint="eastAsia"/>
          <w:rtl/>
        </w:rPr>
        <w:t>رضان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،</w:t>
      </w:r>
      <w:r w:rsidRPr="00AF5EA1">
        <w:rPr>
          <w:rStyle w:val="libFootNoteArabicChar"/>
          <w:rtl/>
        </w:rPr>
        <w:t xml:space="preserve"> قال:ف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قول</w:t>
      </w:r>
      <w:r w:rsidRPr="00AF5EA1">
        <w:rPr>
          <w:rStyle w:val="libFootNoteArabicChar"/>
          <w:rtl/>
        </w:rPr>
        <w:t xml:space="preserve"> العز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ز</w:t>
      </w:r>
      <w:r w:rsidRPr="00AF5EA1">
        <w:rPr>
          <w:rStyle w:val="libFootNoteArabicChar"/>
          <w:rtl/>
        </w:rPr>
        <w:t xml:space="preserve"> الجبار:ابسط 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م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نک</w:t>
      </w:r>
      <w:r w:rsidRPr="00AF5EA1">
        <w:rPr>
          <w:rStyle w:val="libFootNoteArabicChar"/>
          <w:rtl/>
        </w:rPr>
        <w:t xml:space="preserve"> ف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مل</w:t>
      </w:r>
      <w:r w:rsidR="00AA04E3">
        <w:rPr>
          <w:rStyle w:val="libFootNoteArabicChar"/>
          <w:rFonts w:hint="eastAsia"/>
          <w:rtl/>
        </w:rPr>
        <w:t>و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Fonts w:hint="cs"/>
          <w:rtl/>
        </w:rPr>
        <w:t>ا</w:t>
      </w:r>
      <w:r w:rsidRPr="00AF5EA1">
        <w:rPr>
          <w:rStyle w:val="libFootNoteArabicChar"/>
          <w:rtl/>
        </w:rPr>
        <w:t xml:space="preserve"> من رضوان الل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العزی</w:t>
      </w:r>
      <w:r w:rsidRPr="00AF5EA1">
        <w:rPr>
          <w:rStyle w:val="libFootNoteArabicChar"/>
          <w:rFonts w:hint="eastAsia"/>
          <w:rtl/>
        </w:rPr>
        <w:t>ز</w:t>
      </w:r>
      <w:r w:rsidRPr="00AF5EA1">
        <w:rPr>
          <w:rStyle w:val="libFootNoteArabicChar"/>
          <w:rtl/>
        </w:rPr>
        <w:t xml:space="preserve"> الجبار، و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ملا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ٴ</w:t>
      </w:r>
      <w:r w:rsidRPr="00AF5EA1">
        <w:rPr>
          <w:rStyle w:val="libFootNoteArabicChar"/>
          <w:rFonts w:hint="eastAsia"/>
          <w:rtl/>
        </w:rPr>
        <w:t>شمال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من رحم</w:t>
      </w:r>
      <w:r w:rsidRPr="00AF5EA1">
        <w:rPr>
          <w:rStyle w:val="libFootNoteArabicChar"/>
          <w:rFonts w:hint="eastAsia"/>
          <w:rtl/>
        </w:rPr>
        <w:t>ة</w:t>
      </w:r>
      <w:r w:rsidRPr="00AF5EA1">
        <w:rPr>
          <w:rStyle w:val="libFootNoteArabicChar"/>
          <w:rtl/>
        </w:rPr>
        <w:t xml:space="preserve"> الل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ثم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قال</w:t>
      </w:r>
      <w:r w:rsidRPr="00AF5EA1">
        <w:rPr>
          <w:rStyle w:val="libFootNoteArabicChar"/>
          <w:rtl/>
        </w:rPr>
        <w:t>: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Fonts w:hint="cs"/>
          <w:rtl/>
        </w:rPr>
        <w:t>ذ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الجنة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مباحة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لک،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فاقر</w:t>
      </w:r>
      <w:r w:rsidR="00BA0B7F">
        <w:rPr>
          <w:rStyle w:val="libFootNoteArabicChar"/>
          <w:rFonts w:hint="cs"/>
          <w:rtl/>
        </w:rPr>
        <w:t>ا</w:t>
      </w:r>
      <w:r w:rsidRPr="00AF5EA1">
        <w:rPr>
          <w:rStyle w:val="libFootNoteArabicChar"/>
          <w:rtl/>
        </w:rPr>
        <w:t xml:space="preserve"> واصعد </w:t>
      </w:r>
      <w:r w:rsidRPr="00AF5EA1">
        <w:rPr>
          <w:rStyle w:val="libFootNoteArabicChar"/>
          <w:rFonts w:hint="cs"/>
          <w:rtl/>
        </w:rPr>
        <w:t>فاذا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قر</w:t>
      </w:r>
      <w:r w:rsidR="00BA0B7F">
        <w:rPr>
          <w:rStyle w:val="libFootNoteArabicChar"/>
          <w:rFonts w:hint="cs"/>
          <w:rtl/>
        </w:rPr>
        <w:t>ا</w:t>
      </w:r>
      <w:r w:rsidRPr="00AF5EA1">
        <w:rPr>
          <w:rStyle w:val="libFootNoteArabicChar"/>
          <w:rtl/>
        </w:rPr>
        <w:t xml:space="preserve"> آ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ة</w:t>
      </w:r>
      <w:r w:rsidRPr="00AF5EA1">
        <w:rPr>
          <w:rStyle w:val="libFootNoteArabicChar"/>
          <w:rtl/>
        </w:rPr>
        <w:t xml:space="preserve"> صعد درجة</w:t>
      </w:r>
      <w:r>
        <w:rPr>
          <w:rtl/>
        </w:rPr>
        <w:t xml:space="preserve">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300. سور</w:t>
      </w:r>
      <w:r w:rsidR="00BA0B7F">
        <w:rPr>
          <w:rtl/>
        </w:rPr>
        <w:t>ہ</w:t>
      </w:r>
      <w:r>
        <w:rPr>
          <w:rtl/>
        </w:rPr>
        <w:t xml:space="preserve"> آل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19۔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301. سور</w:t>
      </w:r>
      <w:r w:rsidR="00BA0B7F">
        <w:rPr>
          <w:rtl/>
        </w:rPr>
        <w:t>ہ</w:t>
      </w:r>
      <w:r>
        <w:rPr>
          <w:rtl/>
        </w:rPr>
        <w:t xml:space="preserve"> رعد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18۔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302. سور</w:t>
      </w:r>
      <w:r w:rsidR="00BA0B7F">
        <w:rPr>
          <w:rtl/>
        </w:rPr>
        <w:t>ہ</w:t>
      </w:r>
      <w:r>
        <w:rPr>
          <w:rtl/>
        </w:rPr>
        <w:t xml:space="preserve"> طلاق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8۔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303. سور</w:t>
      </w:r>
      <w:r w:rsidR="00BA0B7F">
        <w:rPr>
          <w:rtl/>
        </w:rPr>
        <w:t>ہ</w:t>
      </w:r>
      <w:r>
        <w:rPr>
          <w:rtl/>
        </w:rPr>
        <w:t xml:space="preserve"> غاش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23۔26۔ </w:t>
      </w:r>
    </w:p>
    <w:p w:rsidR="00476253" w:rsidRDefault="00476253" w:rsidP="00125F42">
      <w:pPr>
        <w:pStyle w:val="libFootnote"/>
        <w:rPr>
          <w:rtl/>
        </w:rPr>
      </w:pPr>
      <w:r>
        <w:rPr>
          <w:rtl/>
        </w:rPr>
        <w:t>304. سور</w:t>
      </w:r>
      <w:r w:rsidR="00BA0B7F">
        <w:rPr>
          <w:rtl/>
        </w:rPr>
        <w:t>ہ</w:t>
      </w:r>
      <w:r>
        <w:rPr>
          <w:rtl/>
        </w:rPr>
        <w:t xml:space="preserve"> اسراء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36۔(ترجمہ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:”سماعت، بصارت اور قوت قلب سب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گا۔“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305.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ج2، ص292،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75؛بحار الانوار ج7، ص267، باب 11،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30۔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306. کاف</w:t>
      </w:r>
      <w:r>
        <w:rPr>
          <w:rFonts w:hint="cs"/>
          <w:rtl/>
        </w:rPr>
        <w:t>ی</w:t>
      </w:r>
      <w:r>
        <w:rPr>
          <w:rtl/>
        </w:rPr>
        <w:t xml:space="preserve"> ج8، ص104،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 المر</w:t>
      </w:r>
      <w:r w:rsidR="00BA0B7F">
        <w:rPr>
          <w:rtl/>
        </w:rPr>
        <w:t>ا</w:t>
      </w:r>
      <w:r>
        <w:rPr>
          <w:rFonts w:hint="eastAsia"/>
          <w:rtl/>
        </w:rPr>
        <w:t>ة،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79؛بحار الانوار ج7، ص270، باب11،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35۔ </w:t>
      </w:r>
    </w:p>
    <w:p w:rsidR="00476253" w:rsidRDefault="00476253" w:rsidP="00705CD5">
      <w:pPr>
        <w:pStyle w:val="libFootnote"/>
        <w:rPr>
          <w:rtl/>
        </w:rPr>
      </w:pPr>
      <w:r>
        <w:rPr>
          <w:rtl/>
        </w:rPr>
        <w:t>307. سور</w:t>
      </w:r>
      <w:r w:rsidR="00BA0B7F">
        <w:rPr>
          <w:rtl/>
        </w:rPr>
        <w:t>ہ</w:t>
      </w:r>
      <w:r>
        <w:rPr>
          <w:rtl/>
        </w:rPr>
        <w:t xml:space="preserve">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48۔54. </w:t>
      </w:r>
      <w:r w:rsidRPr="00AF5EA1">
        <w:rPr>
          <w:rStyle w:val="libFootNoteArabicChar"/>
          <w:rtl/>
        </w:rPr>
        <w:t xml:space="preserve">الا وان الظلم ثلاثة :فظلم لا 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غفر،</w:t>
      </w:r>
      <w:r w:rsidRPr="00AF5EA1">
        <w:rPr>
          <w:rStyle w:val="libFootNoteArabicChar"/>
          <w:rtl/>
        </w:rPr>
        <w:t xml:space="preserve"> وطلم لا 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ترک،</w:t>
      </w:r>
      <w:r w:rsidRPr="00AF5EA1">
        <w:rPr>
          <w:rStyle w:val="libFootNoteArabicChar"/>
          <w:rtl/>
        </w:rPr>
        <w:t xml:space="preserve"> و ظلم مغفور لا 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طلب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فاما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الظلم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الذی</w:t>
      </w:r>
      <w:r w:rsidRPr="00AF5EA1">
        <w:rPr>
          <w:rStyle w:val="libFootNoteArabicChar"/>
          <w:rtl/>
        </w:rPr>
        <w:t xml:space="preserve"> لا 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غفر</w:t>
      </w:r>
      <w:r w:rsidRPr="00AF5EA1">
        <w:rPr>
          <w:rStyle w:val="libFootNoteArabicChar"/>
          <w:rtl/>
        </w:rPr>
        <w:t xml:space="preserve"> :فالشرک بالل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قال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الل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سبحان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="006F6A7F" w:rsidRPr="006F6A7F">
        <w:rPr>
          <w:rStyle w:val="libAlaemChar"/>
          <w:rtl/>
        </w:rPr>
        <w:t>(</w:t>
      </w:r>
      <w:r w:rsidRPr="00AF5EA1">
        <w:rPr>
          <w:rStyle w:val="libFootNoteArabicChar"/>
          <w:rFonts w:hint="cs"/>
          <w:rtl/>
        </w:rPr>
        <w:t>إ</w:t>
      </w:r>
      <w:r w:rsidRPr="00AF5EA1">
        <w:rPr>
          <w:rStyle w:val="libFootnoteAieChar"/>
          <w:rtl/>
        </w:rPr>
        <w:t>ِنَّ اللهَ لاَ</w:t>
      </w:r>
      <w:r w:rsidRPr="00AF5EA1">
        <w:rPr>
          <w:rStyle w:val="libFootnoteAieChar"/>
          <w:rFonts w:hint="cs"/>
          <w:rtl/>
        </w:rPr>
        <w:t>ی</w:t>
      </w:r>
      <w:r w:rsidRPr="00AF5EA1">
        <w:rPr>
          <w:rStyle w:val="libFootnoteAieChar"/>
          <w:rFonts w:hint="eastAsia"/>
          <w:rtl/>
        </w:rPr>
        <w:t>غْفِرُ</w:t>
      </w:r>
      <w:r w:rsidRPr="00AF5EA1">
        <w:rPr>
          <w:rStyle w:val="libFootnoteAieChar"/>
          <w:rtl/>
        </w:rPr>
        <w:t xml:space="preserve"> </w:t>
      </w:r>
      <w:r w:rsidR="00BA0B7F">
        <w:rPr>
          <w:rStyle w:val="libFootnoteAieChar"/>
          <w:rtl/>
        </w:rPr>
        <w:t>ا</w:t>
      </w:r>
      <w:r w:rsidRPr="00AF5EA1">
        <w:rPr>
          <w:rStyle w:val="libFootnoteAieChar"/>
          <w:rFonts w:hint="eastAsia"/>
          <w:rtl/>
        </w:rPr>
        <w:t>نْ</w:t>
      </w:r>
      <w:r w:rsidRPr="00AF5EA1">
        <w:rPr>
          <w:rStyle w:val="libFootnoteAieChar"/>
          <w:rtl/>
        </w:rPr>
        <w:t xml:space="preserve"> </w:t>
      </w:r>
      <w:r w:rsidRPr="00AF5EA1">
        <w:rPr>
          <w:rStyle w:val="libFootnoteAieChar"/>
          <w:rFonts w:hint="cs"/>
          <w:rtl/>
        </w:rPr>
        <w:t>ی</w:t>
      </w:r>
      <w:r w:rsidRPr="00AF5EA1">
        <w:rPr>
          <w:rStyle w:val="libFootnoteAieChar"/>
          <w:rFonts w:hint="eastAsia"/>
          <w:rtl/>
        </w:rPr>
        <w:t>شْرَكَ</w:t>
      </w:r>
      <w:r w:rsidRPr="00AF5EA1">
        <w:rPr>
          <w:rStyle w:val="libFootnoteAieChar"/>
          <w:rtl/>
        </w:rPr>
        <w:t xml:space="preserve"> بِ</w:t>
      </w:r>
      <w:r w:rsidR="00705CD5" w:rsidRPr="00163EB1">
        <w:rPr>
          <w:rStyle w:val="libFootnoteAieChar"/>
          <w:rFonts w:hint="cs"/>
          <w:rtl/>
        </w:rPr>
        <w:t>ه</w:t>
      </w:r>
      <w:r w:rsidR="006F6A7F" w:rsidRPr="006F6A7F">
        <w:rPr>
          <w:rStyle w:val="libAlaemChar"/>
          <w:rtl/>
        </w:rPr>
        <w:t>)</w:t>
      </w:r>
      <w:r w:rsidRPr="00AF5EA1">
        <w:rPr>
          <w:rStyle w:val="libFootNoteArabicChar"/>
          <w:rFonts w:hint="cs"/>
          <w:rtl/>
        </w:rPr>
        <w:t>و</w:t>
      </w:r>
      <w:r w:rsidR="00BA0B7F">
        <w:rPr>
          <w:rStyle w:val="libFootNoteArabicChar"/>
          <w:rFonts w:hint="cs"/>
          <w:rtl/>
        </w:rPr>
        <w:t>ا</w:t>
      </w:r>
      <w:r w:rsidRPr="00AF5EA1">
        <w:rPr>
          <w:rStyle w:val="libFootNoteArabicChar"/>
          <w:rFonts w:hint="eastAsia"/>
          <w:rtl/>
        </w:rPr>
        <w:t>ما</w:t>
      </w:r>
      <w:r w:rsidRPr="00AF5EA1">
        <w:rPr>
          <w:rStyle w:val="libFootNoteArabicChar"/>
          <w:rtl/>
        </w:rPr>
        <w:t xml:space="preserve"> الظلم الذ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غفر</w:t>
      </w:r>
      <w:r w:rsidRPr="00AF5EA1">
        <w:rPr>
          <w:rStyle w:val="libFootNoteArabicChar"/>
          <w:rtl/>
        </w:rPr>
        <w:t>:فظلم العبد نفس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عند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بعض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ال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Fonts w:hint="cs"/>
          <w:rtl/>
        </w:rPr>
        <w:t>ناتو</w:t>
      </w:r>
      <w:r w:rsidR="00BA0B7F">
        <w:rPr>
          <w:rStyle w:val="libFootNoteArabicChar"/>
          <w:rFonts w:hint="cs"/>
          <w:rtl/>
        </w:rPr>
        <w:t>ا</w:t>
      </w:r>
      <w:r w:rsidRPr="00AF5EA1">
        <w:rPr>
          <w:rStyle w:val="libFootNoteArabicChar"/>
          <w:rtl/>
        </w:rPr>
        <w:t xml:space="preserve"> م</w:t>
      </w:r>
      <w:r w:rsidRPr="00AF5EA1">
        <w:rPr>
          <w:rStyle w:val="libFootNoteArabicChar"/>
          <w:rFonts w:hint="eastAsia"/>
          <w:rtl/>
        </w:rPr>
        <w:t>ا</w:t>
      </w:r>
      <w:r w:rsidRPr="00AF5EA1">
        <w:rPr>
          <w:rStyle w:val="libFootNoteArabicChar"/>
          <w:rtl/>
        </w:rPr>
        <w:t xml:space="preserve"> الظلم الذ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tl/>
        </w:rPr>
        <w:t xml:space="preserve"> لا 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ترک</w:t>
      </w:r>
      <w:r w:rsidRPr="00AF5EA1">
        <w:rPr>
          <w:rStyle w:val="libFootNoteArabicChar"/>
          <w:rtl/>
        </w:rPr>
        <w:t xml:space="preserve"> :فظلم العباد بعض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Fonts w:hint="cs"/>
          <w:rtl/>
        </w:rPr>
        <w:t>م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بعضا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القصاص</w:t>
      </w:r>
      <w:r w:rsidRPr="00AF5EA1">
        <w:rPr>
          <w:rStyle w:val="libFootNoteArabicChar"/>
          <w:rtl/>
        </w:rPr>
        <w:t xml:space="preserve"> 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Fonts w:hint="cs"/>
          <w:rtl/>
        </w:rPr>
        <w:t>ناک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شدی</w:t>
      </w:r>
      <w:r w:rsidRPr="00AF5EA1">
        <w:rPr>
          <w:rStyle w:val="libFootNoteArabicChar"/>
          <w:rFonts w:hint="eastAsia"/>
          <w:rtl/>
        </w:rPr>
        <w:t>د</w:t>
      </w:r>
      <w:r w:rsidRPr="00AF5EA1">
        <w:rPr>
          <w:rStyle w:val="libFootNoteArabicChar"/>
          <w:rtl/>
        </w:rPr>
        <w:t xml:space="preserve"> ال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س</w:t>
      </w:r>
      <w:r w:rsidRPr="00AF5EA1">
        <w:rPr>
          <w:rStyle w:val="libFootNoteArabicChar"/>
          <w:rtl/>
        </w:rPr>
        <w:t xml:space="preserve"> 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Fonts w:hint="cs"/>
          <w:rtl/>
        </w:rPr>
        <w:t>و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جرحا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بالمدی</w:t>
      </w:r>
      <w:r w:rsidRPr="00AF5EA1">
        <w:rPr>
          <w:rStyle w:val="libFootNoteArabicChar"/>
          <w:rtl/>
        </w:rPr>
        <w:t xml:space="preserve"> ولا ضربا بالس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اط</w:t>
      </w:r>
      <w:r w:rsidRPr="00AF5EA1">
        <w:rPr>
          <w:rStyle w:val="libFootNoteArabicChar"/>
          <w:rtl/>
        </w:rPr>
        <w:t xml:space="preserve"> ولکن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ما</w:t>
      </w:r>
      <w:r w:rsidRPr="00AF5EA1">
        <w:rPr>
          <w:rStyle w:val="libFootNoteArabicChar"/>
          <w:rtl/>
        </w:rPr>
        <w:t xml:space="preserve"> </w:t>
      </w:r>
      <w:r w:rsidRPr="00AF5EA1">
        <w:rPr>
          <w:rStyle w:val="libFootNoteArabicChar"/>
          <w:rFonts w:hint="cs"/>
          <w:rtl/>
        </w:rPr>
        <w:t>ی</w:t>
      </w:r>
      <w:r w:rsidRPr="00AF5EA1">
        <w:rPr>
          <w:rStyle w:val="libFootNoteArabicChar"/>
          <w:rFonts w:hint="eastAsia"/>
          <w:rtl/>
        </w:rPr>
        <w:t>ستصغر</w:t>
      </w:r>
      <w:r w:rsidRPr="00AF5EA1">
        <w:rPr>
          <w:rStyle w:val="libFootNoteArabicChar"/>
          <w:rtl/>
        </w:rPr>
        <w:t xml:space="preserve"> ذلک مع</w:t>
      </w:r>
      <w:r w:rsidR="00705CD5" w:rsidRPr="00163EB1">
        <w:rPr>
          <w:rStyle w:val="libFootNoteArabicChar"/>
          <w:rFonts w:hint="cs"/>
          <w:rtl/>
        </w:rPr>
        <w:t>ه</w:t>
      </w:r>
      <w:r w:rsidRPr="00AF5EA1">
        <w:rPr>
          <w:rStyle w:val="libFootNoteArabicChar"/>
          <w:rtl/>
        </w:rPr>
        <w:t xml:space="preserve"> </w:t>
      </w:r>
      <w:r>
        <w:rPr>
          <w:rtl/>
        </w:rPr>
        <w:t xml:space="preserve">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308.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ج2، ص528، باب 312،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6؛بحار الانوارج7، ص274، باب11،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46۔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309. سور</w:t>
      </w:r>
      <w:r w:rsidR="00BA0B7F">
        <w:rPr>
          <w:rtl/>
        </w:rPr>
        <w:t>ہ</w:t>
      </w:r>
      <w:r>
        <w:rPr>
          <w:rtl/>
        </w:rPr>
        <w:t xml:space="preserve">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8۔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310. سور</w:t>
      </w:r>
      <w:r w:rsidR="00BA0B7F">
        <w:rPr>
          <w:rtl/>
        </w:rPr>
        <w:t>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47۔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311. معان</w:t>
      </w:r>
      <w:r>
        <w:rPr>
          <w:rFonts w:hint="cs"/>
          <w:rtl/>
        </w:rPr>
        <w:t>ی</w:t>
      </w:r>
      <w:r>
        <w:rPr>
          <w:rtl/>
        </w:rPr>
        <w:t xml:space="preserve"> الاخبار ص31،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1؛بحار الانوار ج7، ص249، باب 10،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6۔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312. سور</w:t>
      </w:r>
      <w:r w:rsidR="00BA0B7F">
        <w:rPr>
          <w:rtl/>
        </w:rPr>
        <w:t>ہ</w:t>
      </w:r>
      <w:r>
        <w:rPr>
          <w:rtl/>
        </w:rPr>
        <w:t xml:space="preserve">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8۔9۔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313. سور</w:t>
      </w:r>
      <w:r w:rsidR="00BA0B7F">
        <w:rPr>
          <w:rtl/>
        </w:rPr>
        <w:t>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47۔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314. سور</w:t>
      </w:r>
      <w:r w:rsidR="00BA0B7F">
        <w:rPr>
          <w:rtl/>
        </w:rPr>
        <w:t>ہ</w:t>
      </w:r>
      <w:r>
        <w:rPr>
          <w:rtl/>
        </w:rPr>
        <w:t xml:space="preserve"> قارعہ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6۔11۔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lastRenderedPageBreak/>
        <w:t>315. اما ل</w:t>
      </w:r>
      <w:r>
        <w:rPr>
          <w:rFonts w:hint="cs"/>
          <w:rtl/>
        </w:rPr>
        <w:t>ی</w:t>
      </w:r>
      <w:r>
        <w:rPr>
          <w:rtl/>
        </w:rPr>
        <w:t xml:space="preserve"> صدوق :10، مجلس 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3؛خصال ج2، ص360،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49؛بحار الانوار ج7، ص248، باب 10،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316. کاف</w:t>
      </w:r>
      <w:r>
        <w:rPr>
          <w:rFonts w:hint="cs"/>
          <w:rtl/>
        </w:rPr>
        <w:t>ی</w:t>
      </w:r>
      <w:r>
        <w:rPr>
          <w:rtl/>
        </w:rPr>
        <w:t xml:space="preserve"> ج2، ص99، باب حسن الخلق،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2؛بحار الانوار ج7، ص249، باب10،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7۔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317.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ج2، ص125، باب 35،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1؛بحار الانوار ج7، ص249، باب10،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5۔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318. سور</w:t>
      </w:r>
      <w:r w:rsidR="00BA0B7F">
        <w:rPr>
          <w:rtl/>
        </w:rPr>
        <w:t>ہ</w:t>
      </w:r>
      <w:r>
        <w:rPr>
          <w:rtl/>
        </w:rPr>
        <w:t xml:space="preserve">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119۔ </w:t>
      </w:r>
    </w:p>
    <w:p w:rsidR="00476253" w:rsidRDefault="00476253" w:rsidP="00705CD5">
      <w:pPr>
        <w:pStyle w:val="libFootNoteArabic"/>
        <w:rPr>
          <w:rtl/>
        </w:rPr>
      </w:pPr>
      <w:r>
        <w:rPr>
          <w:rtl/>
        </w:rPr>
        <w:t>319. سور</w:t>
      </w:r>
      <w:r w:rsidR="00705CD5" w:rsidRPr="00163EB1">
        <w:rPr>
          <w:rFonts w:hint="cs"/>
          <w:rtl/>
        </w:rPr>
        <w:t>ه</w:t>
      </w:r>
      <w:r w:rsidRPr="00163EB1">
        <w:rPr>
          <w:rFonts w:hint="cs"/>
          <w:rtl/>
        </w:rPr>
        <w:t>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2767.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>
        <w:rPr>
          <w:rFonts w:hint="cs"/>
          <w:rtl/>
        </w:rPr>
        <w:t>ابی</w:t>
      </w:r>
      <w:r>
        <w:rPr>
          <w:rtl/>
        </w:rPr>
        <w:t xml:space="preserve"> جعفر عل</w:t>
      </w:r>
      <w:r>
        <w:rPr>
          <w:rFonts w:hint="cs"/>
          <w:rtl/>
        </w:rPr>
        <w:t>ی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السلام قال:اذا کان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امر الل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تبارک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تعالی</w:t>
      </w:r>
      <w:r>
        <w:rPr>
          <w:rtl/>
        </w:rPr>
        <w:t xml:space="preserve"> مناد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 w:rsidR="00705CD5" w:rsidRPr="00163EB1">
        <w:rPr>
          <w:rFonts w:hint="cs"/>
          <w:rtl/>
        </w:rPr>
        <w:t>ه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الفقراء ؟ف</w:t>
      </w:r>
      <w:r>
        <w:rPr>
          <w:rFonts w:hint="cs"/>
          <w:rtl/>
        </w:rPr>
        <w:t>ی</w:t>
      </w:r>
      <w:r>
        <w:rPr>
          <w:rFonts w:hint="eastAsia"/>
          <w:rtl/>
        </w:rPr>
        <w:t>قوم</w:t>
      </w:r>
      <w:r>
        <w:rPr>
          <w:rtl/>
        </w:rPr>
        <w:t xml:space="preserve"> عنق من الناس کث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قول</w:t>
      </w:r>
      <w:r>
        <w:rPr>
          <w:rtl/>
        </w:rPr>
        <w:t>: عباد</w:t>
      </w:r>
      <w:r>
        <w:rPr>
          <w:rFonts w:hint="cs"/>
          <w:rtl/>
        </w:rPr>
        <w:t>یفی</w:t>
      </w:r>
      <w:r>
        <w:rPr>
          <w:rFonts w:hint="eastAsia"/>
          <w:rtl/>
        </w:rPr>
        <w:t>قولون</w:t>
      </w:r>
      <w:r>
        <w:rPr>
          <w:rtl/>
        </w:rPr>
        <w:t xml:space="preserve"> :لب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ربنا</w:t>
      </w:r>
      <w:r>
        <w:rPr>
          <w:rFonts w:hint="cs"/>
          <w:rtl/>
        </w:rPr>
        <w:t>فی</w:t>
      </w:r>
      <w:r>
        <w:rPr>
          <w:rFonts w:hint="eastAsia"/>
          <w:rtl/>
        </w:rPr>
        <w:t>قول</w:t>
      </w:r>
      <w:r>
        <w:rPr>
          <w:rtl/>
        </w:rPr>
        <w:t>:ان</w:t>
      </w:r>
      <w:r>
        <w:rPr>
          <w:rFonts w:hint="cs"/>
          <w:rtl/>
        </w:rPr>
        <w:t>ی</w:t>
      </w:r>
      <w:r>
        <w:rPr>
          <w:rtl/>
        </w:rPr>
        <w:t xml:space="preserve"> لم افقرکم ل</w:t>
      </w:r>
      <w:r w:rsidR="00705CD5" w:rsidRPr="00163EB1">
        <w:rPr>
          <w:rFonts w:hint="cs"/>
          <w:rtl/>
        </w:rPr>
        <w:t>ه</w:t>
      </w:r>
      <w:r>
        <w:rPr>
          <w:rFonts w:hint="cs"/>
          <w:rtl/>
        </w:rPr>
        <w:t>وان</w:t>
      </w:r>
      <w:r>
        <w:rPr>
          <w:rtl/>
        </w:rPr>
        <w:t xml:space="preserve"> </w:t>
      </w:r>
      <w:r>
        <w:rPr>
          <w:rFonts w:hint="cs"/>
          <w:rtl/>
        </w:rPr>
        <w:t>بکم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Fonts w:hint="eastAsia"/>
          <w:rtl/>
        </w:rPr>
        <w:t>،</w:t>
      </w:r>
      <w:r>
        <w:rPr>
          <w:rtl/>
        </w:rPr>
        <w:t xml:space="preserve"> ولکن انما اخترکم لمثل </w:t>
      </w:r>
      <w:r w:rsidR="00705CD5" w:rsidRPr="00163EB1">
        <w:rPr>
          <w:rFonts w:hint="cs"/>
          <w:rtl/>
        </w:rPr>
        <w:t>ه</w:t>
      </w:r>
      <w:r>
        <w:rPr>
          <w:rFonts w:hint="cs"/>
          <w:rtl/>
        </w:rPr>
        <w:t>ذا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Fonts w:hint="eastAsia"/>
          <w:rtl/>
        </w:rPr>
        <w:t>وم</w:t>
      </w:r>
      <w:r>
        <w:rPr>
          <w:rtl/>
        </w:rPr>
        <w:t xml:space="preserve"> تصفحوا وجو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الناس،</w:t>
      </w:r>
      <w:r>
        <w:rPr>
          <w:rtl/>
        </w:rPr>
        <w:t xml:space="preserve"> </w:t>
      </w:r>
      <w:r>
        <w:rPr>
          <w:rFonts w:hint="cs"/>
          <w:rtl/>
        </w:rPr>
        <w:t>فمن</w:t>
      </w:r>
      <w:r>
        <w:rPr>
          <w:rtl/>
        </w:rPr>
        <w:t xml:space="preserve"> </w:t>
      </w:r>
      <w:r>
        <w:rPr>
          <w:rFonts w:hint="cs"/>
          <w:rtl/>
        </w:rPr>
        <w:t>صنع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Fonts w:hint="eastAsia"/>
          <w:rtl/>
        </w:rPr>
        <w:t>کم</w:t>
      </w:r>
      <w:r>
        <w:rPr>
          <w:rtl/>
        </w:rPr>
        <w:t xml:space="preserve"> معروفا لم </w:t>
      </w:r>
      <w:r>
        <w:rPr>
          <w:rFonts w:hint="cs"/>
          <w:rtl/>
        </w:rPr>
        <w:t>ی</w:t>
      </w:r>
      <w:r>
        <w:rPr>
          <w:rFonts w:hint="eastAsia"/>
          <w:rtl/>
        </w:rPr>
        <w:t>صنع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الا ف</w:t>
      </w:r>
      <w:r>
        <w:rPr>
          <w:rFonts w:hint="cs"/>
          <w:rtl/>
        </w:rPr>
        <w:t>ی</w:t>
      </w:r>
      <w:r>
        <w:rPr>
          <w:rtl/>
        </w:rPr>
        <w:t xml:space="preserve"> فکافو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عنی</w:t>
      </w:r>
      <w:r>
        <w:rPr>
          <w:rtl/>
        </w:rPr>
        <w:t xml:space="preserve"> بالجنة </w:t>
      </w:r>
    </w:p>
    <w:p w:rsidR="00476253" w:rsidRDefault="00476253" w:rsidP="00705CD5">
      <w:pPr>
        <w:pStyle w:val="libFootNoteArabic"/>
        <w:rPr>
          <w:rtl/>
        </w:rPr>
      </w:pPr>
      <w:r>
        <w:rPr>
          <w:rtl/>
        </w:rPr>
        <w:t>320. عن اب</w:t>
      </w:r>
      <w:r>
        <w:rPr>
          <w:rFonts w:hint="cs"/>
          <w:rtl/>
        </w:rPr>
        <w:t>ی</w:t>
      </w:r>
      <w:r>
        <w:rPr>
          <w:rtl/>
        </w:rPr>
        <w:t xml:space="preserve"> عبدالل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السلام قال:ا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م</w:t>
      </w:r>
      <w:r w:rsidR="00AA04E3">
        <w:rPr>
          <w:rtl/>
        </w:rPr>
        <w:t>و</w:t>
      </w:r>
      <w:r>
        <w:rPr>
          <w:rFonts w:hint="eastAsia"/>
          <w:rtl/>
        </w:rPr>
        <w:t>من</w:t>
      </w:r>
      <w:r>
        <w:rPr>
          <w:rtl/>
        </w:rPr>
        <w:t xml:space="preserve"> منع م</w:t>
      </w:r>
      <w:r w:rsidR="00AA04E3">
        <w:rPr>
          <w:rtl/>
        </w:rPr>
        <w:t>و</w:t>
      </w:r>
      <w:r>
        <w:rPr>
          <w:rFonts w:hint="eastAsia"/>
          <w:rtl/>
        </w:rPr>
        <w:t>منا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مما </w:t>
      </w:r>
      <w:r>
        <w:rPr>
          <w:rFonts w:hint="cs"/>
          <w:rtl/>
        </w:rPr>
        <w:t>ی</w:t>
      </w:r>
      <w:r>
        <w:rPr>
          <w:rFonts w:hint="eastAsia"/>
          <w:rtl/>
        </w:rPr>
        <w:t>حتاج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و</w:t>
      </w:r>
      <w:r w:rsidR="00705CD5" w:rsidRPr="00163EB1">
        <w:rPr>
          <w:rFonts w:hint="cs"/>
          <w:rtl/>
        </w:rPr>
        <w:t>ه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قدر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من عند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اومن</w:t>
      </w:r>
      <w:r>
        <w:rPr>
          <w:rtl/>
        </w:rPr>
        <w:t xml:space="preserve"> </w:t>
      </w:r>
      <w:r>
        <w:rPr>
          <w:rFonts w:hint="cs"/>
          <w:rtl/>
        </w:rPr>
        <w:t>عند</w:t>
      </w:r>
      <w:r>
        <w:rPr>
          <w:rtl/>
        </w:rPr>
        <w:t xml:space="preserve"> </w:t>
      </w:r>
      <w:r>
        <w:rPr>
          <w:rFonts w:hint="cs"/>
          <w:rtl/>
        </w:rPr>
        <w:t>غی</w:t>
      </w:r>
      <w:r>
        <w:rPr>
          <w:rFonts w:hint="eastAsia"/>
          <w:rtl/>
        </w:rPr>
        <w:t>ر</w:t>
      </w:r>
      <w:r w:rsidR="00705CD5" w:rsidRPr="00163EB1">
        <w:rPr>
          <w:rFonts w:hint="cs"/>
          <w:rtl/>
        </w:rPr>
        <w:t>ه</w:t>
      </w:r>
      <w:r>
        <w:rPr>
          <w:rFonts w:hint="cs"/>
          <w:rtl/>
        </w:rPr>
        <w:t>،</w:t>
      </w:r>
      <w:r>
        <w:rPr>
          <w:rtl/>
        </w:rPr>
        <w:t xml:space="preserve"> اقام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الل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القی</w:t>
      </w:r>
      <w:r>
        <w:rPr>
          <w:rFonts w:hint="eastAsia"/>
          <w:rtl/>
        </w:rPr>
        <w:t>امة</w:t>
      </w:r>
      <w:r>
        <w:rPr>
          <w:rtl/>
        </w:rPr>
        <w:t xml:space="preserve"> مسودا وج</w:t>
      </w:r>
      <w:r w:rsidR="00705CD5" w:rsidRPr="00163EB1">
        <w:rPr>
          <w:rFonts w:hint="cs"/>
          <w:rtl/>
        </w:rPr>
        <w:t>هه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مزرقة</w:t>
      </w:r>
      <w:r>
        <w:rPr>
          <w:rtl/>
        </w:rPr>
        <w:t xml:space="preserve"> </w:t>
      </w:r>
      <w:r>
        <w:rPr>
          <w:rFonts w:hint="cs"/>
          <w:rtl/>
        </w:rPr>
        <w:t>عی</w:t>
      </w:r>
      <w:r>
        <w:rPr>
          <w:rFonts w:hint="eastAsia"/>
          <w:rtl/>
        </w:rPr>
        <w:t>نا</w:t>
      </w:r>
      <w:r w:rsidR="00705CD5" w:rsidRPr="00163EB1">
        <w:rPr>
          <w:rFonts w:hint="cs"/>
          <w:rtl/>
        </w:rPr>
        <w:t>ه</w:t>
      </w:r>
      <w:r>
        <w:rPr>
          <w:rFonts w:hint="cs"/>
          <w:rtl/>
        </w:rPr>
        <w:t>،</w:t>
      </w:r>
      <w:r>
        <w:rPr>
          <w:rtl/>
        </w:rPr>
        <w:t xml:space="preserve"> مغلولة 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عنق</w:t>
      </w:r>
      <w:r w:rsidR="00705CD5" w:rsidRPr="00163EB1">
        <w:rPr>
          <w:rFonts w:hint="cs"/>
          <w:rtl/>
        </w:rPr>
        <w:t>ه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فی</w:t>
      </w:r>
      <w:r>
        <w:rPr>
          <w:rFonts w:hint="eastAsia"/>
          <w:rtl/>
        </w:rPr>
        <w:t>قال</w:t>
      </w:r>
      <w:r>
        <w:rPr>
          <w:rtl/>
        </w:rPr>
        <w:t>:</w:t>
      </w:r>
      <w:r w:rsidR="00705CD5" w:rsidRPr="00163EB1">
        <w:rPr>
          <w:rFonts w:hint="cs"/>
          <w:rtl/>
        </w:rPr>
        <w:t>ه</w:t>
      </w:r>
      <w:r>
        <w:rPr>
          <w:rFonts w:hint="cs"/>
          <w:rtl/>
        </w:rPr>
        <w:t>ذا</w:t>
      </w:r>
      <w:r>
        <w:rPr>
          <w:rtl/>
        </w:rPr>
        <w:t xml:space="preserve"> </w:t>
      </w:r>
      <w:r>
        <w:rPr>
          <w:rFonts w:hint="cs"/>
          <w:rtl/>
        </w:rPr>
        <w:t>الخائن</w:t>
      </w:r>
      <w:r>
        <w:rPr>
          <w:rtl/>
        </w:rPr>
        <w:t xml:space="preserve"> </w:t>
      </w:r>
      <w:r>
        <w:rPr>
          <w:rFonts w:hint="cs"/>
          <w:rtl/>
        </w:rPr>
        <w:t>الذی</w:t>
      </w:r>
      <w:r>
        <w:rPr>
          <w:rFonts w:hint="eastAsia"/>
          <w:rtl/>
        </w:rPr>
        <w:t>ن</w:t>
      </w:r>
      <w:r>
        <w:rPr>
          <w:rtl/>
        </w:rPr>
        <w:t xml:space="preserve"> خان الل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ورسول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ثم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 w:rsidR="00AA04E3">
        <w:rPr>
          <w:rFonts w:hint="eastAsia"/>
          <w:rtl/>
        </w:rPr>
        <w:t>و</w:t>
      </w:r>
      <w:r>
        <w:rPr>
          <w:rFonts w:hint="eastAsia"/>
          <w:rtl/>
        </w:rPr>
        <w:t>مر</w:t>
      </w:r>
      <w:r>
        <w:rPr>
          <w:rtl/>
        </w:rPr>
        <w:t xml:space="preserve"> ب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الی</w:t>
      </w:r>
      <w:r>
        <w:rPr>
          <w:rtl/>
        </w:rPr>
        <w:t xml:space="preserve"> النار</w:t>
      </w:r>
      <w:r>
        <w:rPr>
          <w:rFonts w:hint="cs"/>
          <w:rtl/>
        </w:rPr>
        <w:t>کافی</w:t>
      </w:r>
      <w:r>
        <w:rPr>
          <w:rtl/>
        </w:rPr>
        <w:t xml:space="preserve"> ج2، ص367، باب من منع م</w:t>
      </w:r>
      <w:r w:rsidR="00AA04E3">
        <w:rPr>
          <w:rtl/>
        </w:rPr>
        <w:t>و</w:t>
      </w:r>
      <w:r>
        <w:rPr>
          <w:rFonts w:hint="eastAsia"/>
          <w:rtl/>
        </w:rPr>
        <w:t>منا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ئا،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1؛بحا الانوار ج7، ص201، باب8،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024CEF" w:rsidRPr="00F078A6">
        <w:rPr>
          <w:rStyle w:val="libFootnoteChar"/>
          <w:rtl/>
        </w:rPr>
        <w:t>(84)</w:t>
      </w:r>
      <w:r w:rsidR="00024CEF">
        <w:rPr>
          <w:rtl/>
        </w:rPr>
        <w:t xml:space="preserve"> </w:t>
      </w:r>
      <w:r w:rsidR="00024CEF">
        <w:rPr>
          <w:rtl/>
        </w:rPr>
        <w:cr/>
      </w:r>
      <w:r>
        <w:rPr>
          <w:rtl/>
        </w:rPr>
        <w:t>321. عن عبد الل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بن</w:t>
      </w:r>
      <w:r>
        <w:rPr>
          <w:rtl/>
        </w:rPr>
        <w:t xml:space="preserve"> </w:t>
      </w:r>
      <w:r>
        <w:rPr>
          <w:rFonts w:hint="cs"/>
          <w:rtl/>
        </w:rPr>
        <w:t>الحسی</w:t>
      </w:r>
      <w:r>
        <w:rPr>
          <w:rFonts w:hint="eastAsia"/>
          <w:rtl/>
        </w:rPr>
        <w:t>ن</w:t>
      </w:r>
      <w:r>
        <w:rPr>
          <w:rtl/>
        </w:rPr>
        <w:t xml:space="preserve"> عن </w:t>
      </w:r>
      <w:r w:rsidR="00BA0B7F">
        <w:rPr>
          <w:rtl/>
        </w:rPr>
        <w:t>ا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عن جد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عن</w:t>
      </w:r>
      <w:r>
        <w:rPr>
          <w:rtl/>
        </w:rPr>
        <w:t xml:space="preserve"> </w:t>
      </w:r>
      <w:r w:rsidR="00BA0B7F">
        <w:rPr>
          <w:rFonts w:hint="cs"/>
          <w:rtl/>
        </w:rPr>
        <w:t>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</w:t>
      </w:r>
      <w:r w:rsidR="00AA04E3">
        <w:rPr>
          <w:rFonts w:hint="eastAsia"/>
          <w:rtl/>
        </w:rPr>
        <w:t>و</w:t>
      </w:r>
      <w:r>
        <w:rPr>
          <w:rFonts w:hint="eastAsia"/>
          <w:rtl/>
        </w:rPr>
        <w:t>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</w:t>
      </w:r>
      <w:r w:rsidR="00BA0B7F">
        <w:rPr>
          <w:rtl/>
        </w:rPr>
        <w:t>ا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طالب عل</w:t>
      </w:r>
      <w:r>
        <w:rPr>
          <w:rFonts w:hint="cs"/>
          <w:rtl/>
        </w:rPr>
        <w:t>ی</w:t>
      </w:r>
      <w:r w:rsidR="00705CD5" w:rsidRPr="00163EB1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السلام قال:قال رسول الل</w:t>
      </w:r>
      <w:r w:rsidR="00705CD5" w:rsidRPr="00163EB1">
        <w:rPr>
          <w:rFonts w:hint="cs"/>
          <w:rtl/>
        </w:rPr>
        <w:t>ه</w:t>
      </w:r>
      <w:r>
        <w:rPr>
          <w:rtl/>
        </w:rPr>
        <w:t>(</w:t>
      </w:r>
      <w:r>
        <w:rPr>
          <w:rFonts w:hint="cs"/>
          <w:rtl/>
        </w:rPr>
        <w:t>ص</w:t>
      </w:r>
      <w:r>
        <w:rPr>
          <w:rtl/>
        </w:rPr>
        <w:t xml:space="preserve">) :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! کذب من زعم </w:t>
      </w:r>
      <w:r w:rsidR="00BA0B7F">
        <w:rPr>
          <w:rtl/>
        </w:rPr>
        <w:t>ا</w:t>
      </w:r>
      <w:r>
        <w:rPr>
          <w:rFonts w:hint="eastAsia"/>
          <w:rtl/>
        </w:rPr>
        <w:t>ن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حبن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بغضک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!ان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اذا</w:t>
      </w:r>
      <w:r>
        <w:rPr>
          <w:rtl/>
        </w:rPr>
        <w:t xml:space="preserve"> </w:t>
      </w:r>
      <w:r>
        <w:rPr>
          <w:rFonts w:hint="cs"/>
          <w:rtl/>
        </w:rPr>
        <w:t>کان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الق</w:t>
      </w:r>
      <w:r>
        <w:rPr>
          <w:rFonts w:hint="cs"/>
          <w:rtl/>
        </w:rPr>
        <w:t>ی</w:t>
      </w:r>
      <w:r>
        <w:rPr>
          <w:rFonts w:hint="eastAsia"/>
          <w:rtl/>
        </w:rPr>
        <w:t>امة</w:t>
      </w:r>
      <w:r>
        <w:rPr>
          <w:rtl/>
        </w:rPr>
        <w:t xml:space="preserve"> ناد</w:t>
      </w:r>
      <w:r>
        <w:rPr>
          <w:rFonts w:hint="cs"/>
          <w:rtl/>
        </w:rPr>
        <w:t>ی</w:t>
      </w:r>
      <w:r>
        <w:rPr>
          <w:rtl/>
        </w:rPr>
        <w:t xml:space="preserve"> مناد من بطنان العرش :</w:t>
      </w:r>
      <w:r w:rsidR="00BA0B7F"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محبو عل</w:t>
      </w:r>
      <w:r>
        <w:rPr>
          <w:rFonts w:hint="cs"/>
          <w:rtl/>
        </w:rPr>
        <w:t>ی</w:t>
      </w:r>
      <w:r>
        <w:rPr>
          <w:rtl/>
        </w:rPr>
        <w:t xml:space="preserve"> و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 w:rsidR="00705CD5" w:rsidRPr="00163EB1">
        <w:rPr>
          <w:rFonts w:hint="cs"/>
          <w:rtl/>
        </w:rPr>
        <w:t>ه</w:t>
      </w:r>
      <w:r>
        <w:rPr>
          <w:rFonts w:hint="cs"/>
          <w:rtl/>
        </w:rPr>
        <w:t>؟</w:t>
      </w:r>
      <w:r w:rsidR="00BA0B7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محبوا عل</w:t>
      </w:r>
      <w:r>
        <w:rPr>
          <w:rFonts w:hint="cs"/>
          <w:rtl/>
        </w:rPr>
        <w:t>ی</w:t>
      </w:r>
      <w:r>
        <w:rPr>
          <w:rtl/>
        </w:rPr>
        <w:t xml:space="preserve"> و من </w:t>
      </w:r>
      <w:r>
        <w:rPr>
          <w:rFonts w:hint="cs"/>
          <w:rtl/>
        </w:rPr>
        <w:t>ی</w:t>
      </w:r>
      <w:r>
        <w:rPr>
          <w:rFonts w:hint="eastAsia"/>
          <w:rtl/>
        </w:rPr>
        <w:t>حب</w:t>
      </w:r>
      <w:r w:rsidR="00705CD5" w:rsidRPr="00163EB1">
        <w:rPr>
          <w:rFonts w:hint="cs"/>
          <w:rtl/>
        </w:rPr>
        <w:t>ه</w:t>
      </w:r>
      <w:r>
        <w:rPr>
          <w:rFonts w:hint="cs"/>
          <w:rtl/>
        </w:rPr>
        <w:t>؟</w:t>
      </w:r>
      <w:r w:rsidR="00BA0B7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المتحابون ف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705CD5" w:rsidRPr="00163EB1">
        <w:rPr>
          <w:rFonts w:hint="cs"/>
          <w:rtl/>
        </w:rPr>
        <w:t>ه</w:t>
      </w:r>
      <w:r>
        <w:rPr>
          <w:rFonts w:hint="cs"/>
          <w:rtl/>
        </w:rPr>
        <w:t>؟</w:t>
      </w:r>
      <w:r w:rsidR="00BA0B7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المتباذلون ف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؟</w:t>
      </w:r>
      <w:r w:rsidR="00BA0B7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</w:t>
      </w:r>
      <w:r w:rsidR="00AA04E3">
        <w:rPr>
          <w:rtl/>
        </w:rPr>
        <w:t>و</w:t>
      </w:r>
      <w:r>
        <w:rPr>
          <w:rFonts w:hint="eastAsia"/>
          <w:rtl/>
        </w:rPr>
        <w:t>ثرون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انفس</w:t>
      </w:r>
      <w:r w:rsidR="00705CD5" w:rsidRPr="00163EB1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</w:t>
      </w:r>
      <w:r>
        <w:rPr>
          <w:rFonts w:hint="cs"/>
          <w:rtl/>
        </w:rPr>
        <w:t>؟</w:t>
      </w:r>
      <w:r w:rsidR="00BA0B7F">
        <w:rPr>
          <w:rFonts w:hint="cs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جفت </w:t>
      </w:r>
      <w:r w:rsidR="00BA0B7F">
        <w:rPr>
          <w:rtl/>
        </w:rPr>
        <w:t>ا</w:t>
      </w:r>
      <w:r>
        <w:rPr>
          <w:rFonts w:hint="eastAsia"/>
          <w:rtl/>
        </w:rPr>
        <w:t>لستن</w:t>
      </w:r>
      <w:r w:rsidR="00705CD5" w:rsidRPr="00163EB1">
        <w:rPr>
          <w:rFonts w:hint="cs"/>
          <w:rtl/>
        </w:rPr>
        <w:t>ه</w:t>
      </w:r>
      <w:r>
        <w:rPr>
          <w:rFonts w:hint="cs"/>
          <w:rtl/>
        </w:rPr>
        <w:t>م</w:t>
      </w:r>
      <w:r>
        <w:rPr>
          <w:rtl/>
        </w:rPr>
        <w:t xml:space="preserve"> من العطش ؟</w:t>
      </w:r>
      <w:r w:rsidR="00BA0B7F"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صلون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والناس </w:t>
      </w:r>
      <w:r w:rsidR="00BA0B7F"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الذ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بکون</w:t>
      </w:r>
      <w:r>
        <w:rPr>
          <w:rtl/>
        </w:rPr>
        <w:t xml:space="preserve"> من خش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الل</w:t>
      </w:r>
      <w:r w:rsidR="00705CD5" w:rsidRPr="00163EB1">
        <w:rPr>
          <w:rFonts w:hint="cs"/>
          <w:rtl/>
        </w:rPr>
        <w:t>ه</w:t>
      </w:r>
      <w:r>
        <w:rPr>
          <w:rFonts w:hint="cs"/>
          <w:rtl/>
        </w:rPr>
        <w:t>؟لا</w:t>
      </w:r>
      <w:r>
        <w:rPr>
          <w:rtl/>
        </w:rPr>
        <w:t xml:space="preserve"> </w:t>
      </w:r>
      <w:r>
        <w:rPr>
          <w:rFonts w:hint="cs"/>
          <w:rtl/>
        </w:rPr>
        <w:t>خوف</w:t>
      </w:r>
      <w:r>
        <w:rPr>
          <w:rtl/>
        </w:rPr>
        <w:t xml:space="preserve"> </w:t>
      </w:r>
      <w:r>
        <w:rPr>
          <w:rFonts w:hint="cs"/>
          <w:rtl/>
        </w:rPr>
        <w:t>علی</w:t>
      </w:r>
      <w:r>
        <w:rPr>
          <w:rFonts w:hint="eastAsia"/>
          <w:rtl/>
        </w:rPr>
        <w:t>کم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ولا؛انتم تحزنون </w:t>
      </w:r>
      <w:r w:rsidR="00BA0B7F">
        <w:rPr>
          <w:rtl/>
        </w:rPr>
        <w:t>ا</w:t>
      </w:r>
      <w:r>
        <w:rPr>
          <w:rFonts w:hint="eastAsia"/>
          <w:rtl/>
        </w:rPr>
        <w:t>نتم</w:t>
      </w:r>
      <w:r>
        <w:rPr>
          <w:rtl/>
        </w:rPr>
        <w:t xml:space="preserve"> رفقاء محمد صل</w:t>
      </w:r>
      <w:r>
        <w:rPr>
          <w:rFonts w:hint="cs"/>
          <w:rtl/>
        </w:rPr>
        <w:t>ی</w:t>
      </w:r>
      <w:r>
        <w:rPr>
          <w:rtl/>
        </w:rPr>
        <w:t xml:space="preserve"> الل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ع</w:t>
      </w:r>
      <w:r>
        <w:rPr>
          <w:rtl/>
        </w:rPr>
        <w:t>ل</w:t>
      </w:r>
      <w:r>
        <w:rPr>
          <w:rFonts w:hint="cs"/>
          <w:rtl/>
        </w:rPr>
        <w:t>ی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و آل</w:t>
      </w:r>
      <w:r w:rsidR="00705CD5" w:rsidRPr="00163EB1">
        <w:rPr>
          <w:rFonts w:hint="cs"/>
          <w:rtl/>
        </w:rPr>
        <w:t>ه</w:t>
      </w:r>
      <w:r>
        <w:rPr>
          <w:rtl/>
        </w:rPr>
        <w:t xml:space="preserve"> </w:t>
      </w:r>
      <w:r>
        <w:rPr>
          <w:rFonts w:hint="cs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سلم</w:t>
      </w:r>
      <w:r>
        <w:rPr>
          <w:rtl/>
        </w:rPr>
        <w:t xml:space="preserve"> </w:t>
      </w:r>
      <w:r>
        <w:rPr>
          <w:rFonts w:hint="cs"/>
          <w:rtl/>
        </w:rPr>
        <w:t>قروا</w:t>
      </w:r>
      <w:r>
        <w:rPr>
          <w:rtl/>
        </w:rPr>
        <w:t xml:space="preserve"> </w:t>
      </w:r>
      <w:r>
        <w:rPr>
          <w:rFonts w:hint="cs"/>
          <w:rtl/>
        </w:rPr>
        <w:t>عی</w:t>
      </w:r>
      <w:r>
        <w:rPr>
          <w:rFonts w:hint="eastAsia"/>
          <w:rtl/>
        </w:rPr>
        <w:t>نا</w:t>
      </w:r>
      <w:r>
        <w:rPr>
          <w:rtl/>
        </w:rPr>
        <w:t xml:space="preserve"> ادخلوا الجنة </w:t>
      </w:r>
      <w:r w:rsidR="00BA0B7F">
        <w:rPr>
          <w:rtl/>
        </w:rPr>
        <w:t>ا</w:t>
      </w:r>
      <w:r>
        <w:rPr>
          <w:rFonts w:hint="eastAsia"/>
          <w:rtl/>
        </w:rPr>
        <w:t>نتم</w:t>
      </w:r>
      <w:r>
        <w:rPr>
          <w:rtl/>
        </w:rPr>
        <w:t xml:space="preserve"> وازواجکم تحبرون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322.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3۔، ”جو لوگ 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رکھتے </w:t>
      </w:r>
      <w:r w:rsidR="00AA04E3">
        <w:rPr>
          <w:rtl/>
        </w:rPr>
        <w:t xml:space="preserve"> ہیں </w:t>
      </w:r>
      <w:r>
        <w:rPr>
          <w:rtl/>
        </w:rPr>
        <w:t xml:space="preserve">-۔“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324. سور</w:t>
      </w:r>
      <w:r w:rsidR="00BA0B7F">
        <w:rPr>
          <w:rtl/>
        </w:rPr>
        <w:t>ہ</w:t>
      </w:r>
      <w:r>
        <w:rPr>
          <w:rtl/>
        </w:rPr>
        <w:t xml:space="preserve"> اسراء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88۔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325.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110۔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326.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45۔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327. سور</w:t>
      </w:r>
      <w:r w:rsidR="00BA0B7F">
        <w:rPr>
          <w:rtl/>
        </w:rPr>
        <w:t>ہ</w:t>
      </w:r>
      <w:r>
        <w:rPr>
          <w:rtl/>
        </w:rPr>
        <w:t xml:space="preserve"> انفال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2۔3۔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328. سور</w:t>
      </w:r>
      <w:r w:rsidR="00BA0B7F">
        <w:rPr>
          <w:rtl/>
        </w:rPr>
        <w:t>ہ</w:t>
      </w:r>
      <w:r>
        <w:rPr>
          <w:rtl/>
        </w:rPr>
        <w:t xml:space="preserve">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43۔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329. سور</w:t>
      </w:r>
      <w:r w:rsidR="00BA0B7F">
        <w:rPr>
          <w:rtl/>
        </w:rPr>
        <w:t>ہ</w:t>
      </w:r>
      <w:r>
        <w:rPr>
          <w:rtl/>
        </w:rPr>
        <w:t xml:space="preserve"> مر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55۔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330. سور</w:t>
      </w:r>
      <w:r w:rsidR="00BA0B7F">
        <w:rPr>
          <w:rtl/>
        </w:rPr>
        <w:t>ہ</w:t>
      </w:r>
      <w:r>
        <w:rPr>
          <w:rtl/>
        </w:rPr>
        <w:t xml:space="preserve"> عنکبوت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45۔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331. سور</w:t>
      </w:r>
      <w:r w:rsidR="00BA0B7F">
        <w:rPr>
          <w:rtl/>
        </w:rPr>
        <w:t>ہ</w:t>
      </w:r>
      <w:r>
        <w:rPr>
          <w:rtl/>
        </w:rPr>
        <w:t xml:space="preserve"> مدثر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43۔46۔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332. سور</w:t>
      </w:r>
      <w:r w:rsidR="00BA0B7F">
        <w:rPr>
          <w:rtl/>
        </w:rPr>
        <w:t>ہ</w:t>
      </w:r>
      <w:r>
        <w:rPr>
          <w:rtl/>
        </w:rPr>
        <w:t xml:space="preserve"> ماعون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4۔6۔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 xml:space="preserve">333.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ج1، ص206، باب فرض الصلاة،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617؛علل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ج2، ص356، باب 70،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1؛بحار الانوار ج80، ص9، باب 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3۔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lastRenderedPageBreak/>
        <w:t>334. امال</w:t>
      </w:r>
      <w:r>
        <w:rPr>
          <w:rFonts w:hint="cs"/>
          <w:rtl/>
        </w:rPr>
        <w:t>ی</w:t>
      </w:r>
      <w:r>
        <w:rPr>
          <w:rtl/>
        </w:rPr>
        <w:t xml:space="preserve"> صدوق ص207، مجلس 37،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8؛بحا ر الانوار ج80، ص9، باب6،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6۔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335. مشکاة الانوار، 53، الفصل الرابع عشر ف</w:t>
      </w:r>
      <w:r>
        <w:rPr>
          <w:rFonts w:hint="cs"/>
          <w:rtl/>
        </w:rPr>
        <w:t>ی</w:t>
      </w:r>
      <w:r>
        <w:rPr>
          <w:rtl/>
        </w:rPr>
        <w:t xml:space="preserve"> اداء الامانة ؛بحار الانوار ج80، ص11، باب6،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10۔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336. خصال ج1، ص163،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213؛وسائل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ج4، ص112، باب 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4651۔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337.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ج2، ص31، باب31،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46؛بحار الانوار ج80، ص14، باب 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23۔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338. محاسن ج1، ص254، باب 30،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281؛بحار الانوار ج80، ص20، باب 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36؛مستدرک الوسائل ج3، ص96، باب1،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3106۔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340.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341.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195۔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342.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254۔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343. سورہ تغابن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16۔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344.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261۔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345.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274۔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346. سور</w:t>
      </w:r>
      <w:r w:rsidR="00BA0B7F">
        <w:rPr>
          <w:rtl/>
        </w:rPr>
        <w:t>ہ</w:t>
      </w:r>
      <w:r>
        <w:rPr>
          <w:rtl/>
        </w:rPr>
        <w:t xml:space="preserve"> فاطر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29۔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347. مصباح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:15، باب الثان</w:t>
      </w:r>
      <w:r>
        <w:rPr>
          <w:rFonts w:hint="cs"/>
          <w:rtl/>
        </w:rPr>
        <w:t>ی</w:t>
      </w:r>
      <w:r>
        <w:rPr>
          <w:rtl/>
        </w:rPr>
        <w:t xml:space="preserve"> والعشرون ف</w:t>
      </w:r>
      <w:r>
        <w:rPr>
          <w:rFonts w:hint="cs"/>
          <w:rtl/>
        </w:rPr>
        <w:t>ی</w:t>
      </w:r>
      <w:r>
        <w:rPr>
          <w:rtl/>
        </w:rPr>
        <w:t xml:space="preserve"> الزکاة؛بحار الانوار ج93، ص7، باب 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1۔ </w:t>
      </w:r>
    </w:p>
    <w:p w:rsidR="00476253" w:rsidRDefault="00476253" w:rsidP="00705CD5">
      <w:pPr>
        <w:pStyle w:val="libFootnote"/>
        <w:rPr>
          <w:rtl/>
        </w:rPr>
      </w:pPr>
      <w:r>
        <w:rPr>
          <w:rtl/>
        </w:rPr>
        <w:t xml:space="preserve">348. </w:t>
      </w:r>
      <w:r w:rsidRPr="007D3C88">
        <w:rPr>
          <w:rStyle w:val="libFootNoteArabicChar"/>
          <w:rtl/>
        </w:rPr>
        <w:t>قول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عزوجل</w:t>
      </w:r>
      <w:r w:rsidRPr="007D3C88">
        <w:rPr>
          <w:rStyle w:val="libFootNoteArabicChar"/>
          <w:rtl/>
        </w:rPr>
        <w:t>:</w:t>
      </w:r>
      <w:r w:rsidR="0005211C">
        <w:rPr>
          <w:rStyle w:val="libAlaemChar"/>
          <w:rtl/>
        </w:rPr>
        <w:t>(</w:t>
      </w:r>
      <w:r w:rsidRPr="007D3C88">
        <w:rPr>
          <w:rStyle w:val="libFootNoteArabicChar"/>
          <w:rFonts w:hint="cs"/>
          <w:rtl/>
        </w:rPr>
        <w:t>وَآ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تُوا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الزَّکوٰةَ</w:t>
      </w:r>
      <w:r w:rsidR="006F6A7F" w:rsidRPr="006F6A7F">
        <w:rPr>
          <w:rStyle w:val="libAlaemChar"/>
          <w:rtl/>
        </w:rPr>
        <w:t>)</w:t>
      </w:r>
      <w:r w:rsidRPr="007D3C88">
        <w:rPr>
          <w:rStyle w:val="libFootNoteArabicChar"/>
          <w:rFonts w:hint="cs"/>
          <w:rtl/>
        </w:rPr>
        <w:t>من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المال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والجا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وقوة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البدنفمن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الما</w:t>
      </w:r>
      <w:r w:rsidRPr="007D3C88">
        <w:rPr>
          <w:rStyle w:val="libFootNoteArabicChar"/>
          <w:rtl/>
        </w:rPr>
        <w:t>ل:مواساة اخوانکم الم</w:t>
      </w:r>
      <w:r w:rsidR="00AA04E3">
        <w:rPr>
          <w:rStyle w:val="libFootNoteArabicChar"/>
          <w:rtl/>
        </w:rPr>
        <w:t>و</w:t>
      </w:r>
      <w:r w:rsidRPr="007D3C88">
        <w:rPr>
          <w:rStyle w:val="libFootNoteArabicChar"/>
          <w:rFonts w:hint="eastAsia"/>
          <w:rtl/>
        </w:rPr>
        <w:t>من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ن؛</w:t>
      </w:r>
      <w:r w:rsidRPr="007D3C88">
        <w:rPr>
          <w:rStyle w:val="libFootNoteArabicChar"/>
          <w:rtl/>
        </w:rPr>
        <w:t xml:space="preserve"> ومن الجا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tl/>
        </w:rPr>
        <w:t>:</w:t>
      </w:r>
      <w:r w:rsidRPr="007D3C88">
        <w:rPr>
          <w:rStyle w:val="libFootNoteArabicChar"/>
          <w:rFonts w:hint="cs"/>
          <w:rtl/>
        </w:rPr>
        <w:t>ای</w:t>
      </w:r>
      <w:r w:rsidRPr="007D3C88">
        <w:rPr>
          <w:rStyle w:val="libFootNoteArabicChar"/>
          <w:rFonts w:hint="eastAsia"/>
          <w:rtl/>
        </w:rPr>
        <w:t>صال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Fonts w:hint="cs"/>
          <w:rtl/>
        </w:rPr>
        <w:t>م</w:t>
      </w:r>
      <w:r w:rsidRPr="007D3C88">
        <w:rPr>
          <w:rStyle w:val="libFootNoteArabicChar"/>
          <w:rtl/>
        </w:rPr>
        <w:t xml:space="preserve"> ال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tl/>
        </w:rPr>
        <w:t xml:space="preserve"> ما 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تقا</w:t>
      </w:r>
      <w:r w:rsidRPr="007D3C88">
        <w:rPr>
          <w:rStyle w:val="libFootNoteArabicChar"/>
          <w:rtl/>
        </w:rPr>
        <w:t xml:space="preserve"> عسو ن عن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لضعف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Fonts w:hint="cs"/>
          <w:rtl/>
        </w:rPr>
        <w:t>م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عن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حوائج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Fonts w:hint="cs"/>
          <w:rtl/>
        </w:rPr>
        <w:t>م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المترددة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فی</w:t>
      </w:r>
      <w:r w:rsidRPr="007D3C88">
        <w:rPr>
          <w:rStyle w:val="libFootNoteArabicChar"/>
          <w:rtl/>
        </w:rPr>
        <w:t xml:space="preserve"> صدور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Fonts w:hint="cs"/>
          <w:rtl/>
        </w:rPr>
        <w:t>م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؛وبالقوة</w:t>
      </w:r>
      <w:r w:rsidRPr="007D3C88">
        <w:rPr>
          <w:rStyle w:val="libFootNoteArabicChar"/>
          <w:rtl/>
        </w:rPr>
        <w:t>:</w:t>
      </w:r>
      <w:r w:rsidRPr="007D3C88">
        <w:rPr>
          <w:rStyle w:val="libFootNoteArabicChar"/>
          <w:rFonts w:hint="cs"/>
          <w:rtl/>
        </w:rPr>
        <w:t>معونة</w:t>
      </w:r>
      <w:r w:rsidRPr="007D3C88">
        <w:rPr>
          <w:rStyle w:val="libFootNoteArabicChar"/>
          <w:rtl/>
        </w:rPr>
        <w:t xml:space="preserve"> </w:t>
      </w:r>
      <w:r w:rsidR="00BA0B7F">
        <w:rPr>
          <w:rStyle w:val="libFootNoteArabicChar"/>
          <w:rFonts w:hint="cs"/>
          <w:rtl/>
        </w:rPr>
        <w:t>ا</w:t>
      </w:r>
      <w:r w:rsidRPr="007D3C88">
        <w:rPr>
          <w:rStyle w:val="libFootNoteArabicChar"/>
          <w:rFonts w:hint="eastAsia"/>
          <w:rtl/>
        </w:rPr>
        <w:t>خ</w:t>
      </w:r>
      <w:r w:rsidRPr="007D3C88">
        <w:rPr>
          <w:rStyle w:val="libFootNoteArabicChar"/>
          <w:rtl/>
        </w:rPr>
        <w:t xml:space="preserve"> لک قد سقط حمار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tl/>
        </w:rPr>
        <w:t xml:space="preserve"> </w:t>
      </w:r>
      <w:r w:rsidR="00BA0B7F">
        <w:rPr>
          <w:rStyle w:val="libFootNoteArabicChar"/>
          <w:rFonts w:hint="cs"/>
          <w:rtl/>
        </w:rPr>
        <w:t>ا</w:t>
      </w:r>
      <w:r w:rsidRPr="007D3C88">
        <w:rPr>
          <w:rStyle w:val="libFootNoteArabicChar"/>
          <w:rFonts w:hint="eastAsia"/>
          <w:rtl/>
        </w:rPr>
        <w:t>و</w:t>
      </w:r>
      <w:r w:rsidRPr="007D3C88">
        <w:rPr>
          <w:rStyle w:val="libFootNoteArabicChar"/>
          <w:rtl/>
        </w:rPr>
        <w:t xml:space="preserve"> جمل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فی</w:t>
      </w:r>
      <w:r w:rsidRPr="007D3C88">
        <w:rPr>
          <w:rStyle w:val="libFootNoteArabicChar"/>
          <w:rtl/>
        </w:rPr>
        <w:t xml:space="preserve"> صحراء </w:t>
      </w:r>
      <w:r w:rsidR="00BA0B7F">
        <w:rPr>
          <w:rStyle w:val="libFootNoteArabicChar"/>
          <w:rtl/>
        </w:rPr>
        <w:t>ا</w:t>
      </w:r>
      <w:r w:rsidRPr="007D3C88">
        <w:rPr>
          <w:rStyle w:val="libFootNoteArabicChar"/>
          <w:rFonts w:hint="eastAsia"/>
          <w:rtl/>
        </w:rPr>
        <w:t>و</w:t>
      </w:r>
      <w:r w:rsidRPr="007D3C88">
        <w:rPr>
          <w:rStyle w:val="libFootNoteArabicChar"/>
          <w:rtl/>
        </w:rPr>
        <w:t xml:space="preserve"> طر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ق،</w:t>
      </w:r>
      <w:r w:rsidRPr="007D3C88">
        <w:rPr>
          <w:rStyle w:val="libFootNoteArabicChar"/>
          <w:rtl/>
        </w:rPr>
        <w:t xml:space="preserve"> و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Fonts w:hint="cs"/>
          <w:rtl/>
        </w:rPr>
        <w:t>و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ستغ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ث</w:t>
      </w:r>
      <w:r w:rsidRPr="007D3C88">
        <w:rPr>
          <w:rStyle w:val="libFootNoteArabicChar"/>
          <w:rtl/>
        </w:rPr>
        <w:t xml:space="preserve"> ف</w:t>
      </w:r>
      <w:r w:rsidRPr="007D3C88">
        <w:rPr>
          <w:rStyle w:val="libFootNoteArabicChar"/>
          <w:rFonts w:hint="eastAsia"/>
          <w:rtl/>
        </w:rPr>
        <w:t>لا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غاث</w:t>
      </w:r>
      <w:r w:rsidRPr="007D3C88">
        <w:rPr>
          <w:rStyle w:val="libFootNoteArabicChar"/>
          <w:rtl/>
        </w:rPr>
        <w:t xml:space="preserve"> تع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ن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Fonts w:hint="cs"/>
          <w:rtl/>
        </w:rPr>
        <w:t>،</w:t>
      </w:r>
      <w:r w:rsidRPr="007D3C88">
        <w:rPr>
          <w:rStyle w:val="libFootNoteArabicChar"/>
          <w:rtl/>
        </w:rPr>
        <w:t xml:space="preserve"> حت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حمل</w:t>
      </w:r>
      <w:r w:rsidRPr="007D3C88">
        <w:rPr>
          <w:rStyle w:val="libFootNoteArabicChar"/>
          <w:rtl/>
        </w:rPr>
        <w:t xml:space="preserve"> عل</w:t>
      </w:r>
      <w:r w:rsidRPr="007D3C88">
        <w:rPr>
          <w:rStyle w:val="libFootNoteArabicChar"/>
          <w:rFonts w:hint="cs"/>
          <w:rtl/>
        </w:rPr>
        <w:t>ی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tl/>
        </w:rPr>
        <w:t xml:space="preserve"> متاع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Fonts w:hint="cs"/>
          <w:rtl/>
        </w:rPr>
        <w:t>،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وترکب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tl/>
        </w:rPr>
        <w:t xml:space="preserve"> (</w:t>
      </w:r>
      <w:r w:rsidRPr="007D3C88">
        <w:rPr>
          <w:rStyle w:val="libFootNoteArabicChar"/>
          <w:rFonts w:hint="cs"/>
          <w:rtl/>
        </w:rPr>
        <w:t>علی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tl/>
        </w:rPr>
        <w:t>)و تن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Fonts w:hint="cs"/>
          <w:rtl/>
        </w:rPr>
        <w:t>ض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حتی</w:t>
      </w:r>
      <w:r w:rsidRPr="007D3C88">
        <w:rPr>
          <w:rStyle w:val="libFootNoteArabicChar"/>
          <w:rtl/>
        </w:rPr>
        <w:t xml:space="preserve"> تلحق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القافل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Fonts w:hint="cs"/>
          <w:rtl/>
        </w:rPr>
        <w:t>،</w:t>
      </w:r>
      <w:r w:rsidRPr="007D3C88">
        <w:rPr>
          <w:rStyle w:val="libFootNoteArabicChar"/>
          <w:rtl/>
        </w:rPr>
        <w:t xml:space="preserve"> و</w:t>
      </w:r>
      <w:r w:rsidR="00BA0B7F">
        <w:rPr>
          <w:rStyle w:val="libFootNoteArabicChar"/>
          <w:rtl/>
        </w:rPr>
        <w:t>ا</w:t>
      </w:r>
      <w:r w:rsidRPr="007D3C88">
        <w:rPr>
          <w:rStyle w:val="libFootNoteArabicChar"/>
          <w:rFonts w:hint="eastAsia"/>
          <w:rtl/>
        </w:rPr>
        <w:t>نت</w:t>
      </w:r>
      <w:r w:rsidRPr="007D3C88">
        <w:rPr>
          <w:rStyle w:val="libFootNoteArabicChar"/>
          <w:rtl/>
        </w:rPr>
        <w:t xml:space="preserve"> ف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tl/>
        </w:rPr>
        <w:t xml:space="preserve"> ذلک کل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معتقد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لموالاة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محمد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وآل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الطی</w:t>
      </w:r>
      <w:r w:rsidRPr="007D3C88">
        <w:rPr>
          <w:rStyle w:val="libFootNoteArabicChar"/>
          <w:rFonts w:hint="eastAsia"/>
          <w:rtl/>
        </w:rPr>
        <w:t>ب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ن،</w:t>
      </w:r>
      <w:r w:rsidRPr="007D3C88">
        <w:rPr>
          <w:rStyle w:val="libFootNoteArabicChar"/>
          <w:rtl/>
        </w:rPr>
        <w:t xml:space="preserve"> فان الل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زک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tl/>
        </w:rPr>
        <w:t xml:space="preserve"> اعمالک و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ضاعف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Fonts w:hint="cs"/>
          <w:rtl/>
        </w:rPr>
        <w:t>ا</w:t>
      </w:r>
      <w:r w:rsidRPr="007D3C88">
        <w:rPr>
          <w:rStyle w:val="libFootNoteArabicChar"/>
          <w:rtl/>
        </w:rPr>
        <w:t xml:space="preserve"> بموالاتک ل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Fonts w:hint="cs"/>
          <w:rtl/>
        </w:rPr>
        <w:t>م،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وبراء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تک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من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اعدائ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Fonts w:hint="cs"/>
          <w:rtl/>
        </w:rPr>
        <w:t>م</w:t>
      </w:r>
      <w:r>
        <w:rPr>
          <w:rtl/>
        </w:rPr>
        <w:t xml:space="preserve">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349. بصائر الدرجات ص11،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4؛بحار الانوار ج93، ص114، باب14،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2۔ </w:t>
      </w:r>
    </w:p>
    <w:p w:rsidR="00476253" w:rsidRDefault="00476253" w:rsidP="00CB7E8E">
      <w:pPr>
        <w:pStyle w:val="libFootnote"/>
        <w:rPr>
          <w:rtl/>
        </w:rPr>
      </w:pPr>
      <w:r w:rsidRPr="007D3C88">
        <w:rPr>
          <w:rStyle w:val="libFootNoteArabicChar"/>
          <w:rtl/>
        </w:rPr>
        <w:t>350. ز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د</w:t>
      </w:r>
      <w:r w:rsidRPr="007D3C88">
        <w:rPr>
          <w:rStyle w:val="libFootNoteArabicChar"/>
          <w:rtl/>
        </w:rPr>
        <w:t xml:space="preserve"> بن عل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tl/>
        </w:rPr>
        <w:t xml:space="preserve"> عن اب</w:t>
      </w:r>
      <w:r w:rsidRPr="007D3C88">
        <w:rPr>
          <w:rStyle w:val="libFootNoteArabicChar"/>
          <w:rFonts w:hint="cs"/>
          <w:rtl/>
        </w:rPr>
        <w:t>ی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tl/>
        </w:rPr>
        <w:t xml:space="preserve"> عن جد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علی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Fonts w:hint="cs"/>
          <w:rtl/>
        </w:rPr>
        <w:t>م</w:t>
      </w:r>
      <w:r w:rsidRPr="007D3C88">
        <w:rPr>
          <w:rStyle w:val="libFootNoteArabicChar"/>
          <w:rtl/>
        </w:rPr>
        <w:t xml:space="preserve"> السلام قال:قال </w:t>
      </w:r>
      <w:r w:rsidR="00BA0B7F">
        <w:rPr>
          <w:rStyle w:val="libFootNoteArabicChar"/>
          <w:rtl/>
        </w:rPr>
        <w:t>ا</w:t>
      </w:r>
      <w:r w:rsidRPr="007D3C88">
        <w:rPr>
          <w:rStyle w:val="libFootNoteArabicChar"/>
          <w:rFonts w:hint="eastAsia"/>
          <w:rtl/>
        </w:rPr>
        <w:t>م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ر</w:t>
      </w:r>
      <w:r w:rsidRPr="007D3C88">
        <w:rPr>
          <w:rStyle w:val="libFootNoteArabicChar"/>
          <w:rtl/>
        </w:rPr>
        <w:t xml:space="preserve"> الم</w:t>
      </w:r>
      <w:r w:rsidR="00AA04E3">
        <w:rPr>
          <w:rStyle w:val="libFootNoteArabicChar"/>
          <w:rtl/>
        </w:rPr>
        <w:t>و</w:t>
      </w:r>
      <w:r w:rsidRPr="007D3C88">
        <w:rPr>
          <w:rStyle w:val="libFootNoteArabicChar"/>
          <w:rFonts w:hint="eastAsia"/>
          <w:rtl/>
        </w:rPr>
        <w:t>من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ن</w:t>
      </w:r>
      <w:r w:rsidRPr="007D3C88">
        <w:rPr>
          <w:rStyle w:val="libFootNoteArabicChar"/>
          <w:rtl/>
        </w:rPr>
        <w:t xml:space="preserve"> عل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tl/>
        </w:rPr>
        <w:t xml:space="preserve"> ابن اب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tl/>
        </w:rPr>
        <w:t xml:space="preserve"> طالب عل</w:t>
      </w:r>
      <w:r w:rsidRPr="007D3C88">
        <w:rPr>
          <w:rStyle w:val="libFootNoteArabicChar"/>
          <w:rFonts w:hint="cs"/>
          <w:rtl/>
        </w:rPr>
        <w:t>ی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tl/>
        </w:rPr>
        <w:t xml:space="preserve"> السلام :ان ف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tl/>
        </w:rPr>
        <w:t xml:space="preserve"> الجنة لشجرة 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خرج</w:t>
      </w:r>
      <w:r w:rsidRPr="007D3C88">
        <w:rPr>
          <w:rStyle w:val="libFootNoteArabicChar"/>
          <w:rtl/>
        </w:rPr>
        <w:t xml:space="preserve"> من </w:t>
      </w:r>
      <w:r w:rsidR="00BA0B7F">
        <w:rPr>
          <w:rStyle w:val="libFootNoteArabicChar"/>
          <w:rtl/>
        </w:rPr>
        <w:t>ا</w:t>
      </w:r>
      <w:r w:rsidRPr="007D3C88">
        <w:rPr>
          <w:rStyle w:val="libFootNoteArabicChar"/>
          <w:rFonts w:hint="eastAsia"/>
          <w:rtl/>
        </w:rPr>
        <w:t>علا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Fonts w:hint="cs"/>
          <w:rtl/>
        </w:rPr>
        <w:t>ا</w:t>
      </w:r>
      <w:r w:rsidRPr="007D3C88">
        <w:rPr>
          <w:rStyle w:val="libFootNoteArabicChar"/>
          <w:rtl/>
        </w:rPr>
        <w:t xml:space="preserve"> الحلل ومن اسفل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Fonts w:hint="cs"/>
          <w:rtl/>
        </w:rPr>
        <w:t>ا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خی</w:t>
      </w:r>
      <w:r w:rsidRPr="007D3C88">
        <w:rPr>
          <w:rStyle w:val="libFootNoteArabicChar"/>
          <w:rFonts w:hint="eastAsia"/>
          <w:rtl/>
        </w:rPr>
        <w:t>ل</w:t>
      </w:r>
      <w:r w:rsidRPr="007D3C88">
        <w:rPr>
          <w:rStyle w:val="libFootNoteArabicChar"/>
          <w:rtl/>
        </w:rPr>
        <w:t xml:space="preserve"> بلق مسرجة ملجمة ذوات </w:t>
      </w:r>
      <w:r w:rsidR="00BA0B7F">
        <w:rPr>
          <w:rStyle w:val="libFootNoteArabicChar"/>
          <w:rtl/>
        </w:rPr>
        <w:t>ا</w:t>
      </w:r>
      <w:r w:rsidRPr="007D3C88">
        <w:rPr>
          <w:rStyle w:val="libFootNoteArabicChar"/>
          <w:rFonts w:hint="eastAsia"/>
          <w:rtl/>
        </w:rPr>
        <w:t>جنحة</w:t>
      </w:r>
      <w:r w:rsidRPr="007D3C88">
        <w:rPr>
          <w:rStyle w:val="libFootNoteArabicChar"/>
          <w:rtl/>
        </w:rPr>
        <w:t xml:space="preserve"> لا تروث ولا تبول، ف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رکب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Fonts w:hint="cs"/>
          <w:rtl/>
        </w:rPr>
        <w:t>ا</w:t>
      </w:r>
      <w:r w:rsidRPr="007D3C88">
        <w:rPr>
          <w:rStyle w:val="libFootNoteArabicChar"/>
          <w:rtl/>
        </w:rPr>
        <w:t xml:space="preserve"> </w:t>
      </w:r>
      <w:r w:rsidR="00BA0B7F">
        <w:rPr>
          <w:rStyle w:val="libFootNoteArabicChar"/>
          <w:rtl/>
        </w:rPr>
        <w:t>ا</w:t>
      </w:r>
      <w:r w:rsidRPr="007D3C88">
        <w:rPr>
          <w:rStyle w:val="libFootNoteArabicChar"/>
          <w:rFonts w:hint="eastAsia"/>
          <w:rtl/>
        </w:rPr>
        <w:t>ول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اء</w:t>
      </w:r>
      <w:r w:rsidRPr="007D3C88">
        <w:rPr>
          <w:rStyle w:val="libFootNoteArabicChar"/>
          <w:rtl/>
        </w:rPr>
        <w:t xml:space="preserve"> الل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فتطی</w:t>
      </w:r>
      <w:r w:rsidRPr="007D3C88">
        <w:rPr>
          <w:rStyle w:val="libFootNoteArabicChar"/>
          <w:rFonts w:hint="eastAsia"/>
          <w:rtl/>
        </w:rPr>
        <w:t>ر</w:t>
      </w:r>
      <w:r w:rsidRPr="007D3C88">
        <w:rPr>
          <w:rStyle w:val="libFootNoteArabicChar"/>
          <w:rtl/>
        </w:rPr>
        <w:t xml:space="preserve"> ب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Fonts w:hint="cs"/>
          <w:rtl/>
        </w:rPr>
        <w:t>م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فی</w:t>
      </w:r>
      <w:r w:rsidRPr="007D3C88">
        <w:rPr>
          <w:rStyle w:val="libFootNoteArabicChar"/>
          <w:rtl/>
        </w:rPr>
        <w:t xml:space="preserve"> الجنة ح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ث</w:t>
      </w:r>
      <w:r w:rsidRPr="007D3C88">
        <w:rPr>
          <w:rStyle w:val="libFootNoteArabicChar"/>
          <w:rtl/>
        </w:rPr>
        <w:t xml:space="preserve"> شاء وا، ف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قول</w:t>
      </w:r>
      <w:r w:rsidRPr="007D3C88">
        <w:rPr>
          <w:rStyle w:val="libFootNoteArabicChar"/>
          <w:rtl/>
        </w:rPr>
        <w:t xml:space="preserve"> الذ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ن</w:t>
      </w:r>
      <w:r w:rsidRPr="007D3C88">
        <w:rPr>
          <w:rStyle w:val="libFootNoteArabicChar"/>
          <w:rtl/>
        </w:rPr>
        <w:t xml:space="preserve"> اسفل من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Fonts w:hint="cs"/>
          <w:rtl/>
        </w:rPr>
        <w:t>م</w:t>
      </w:r>
      <w:r w:rsidRPr="007D3C88">
        <w:rPr>
          <w:rStyle w:val="libFootNoteArabicChar"/>
          <w:rtl/>
        </w:rPr>
        <w:t>: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ا</w:t>
      </w:r>
      <w:r w:rsidRPr="007D3C88">
        <w:rPr>
          <w:rStyle w:val="libFootNoteArabicChar"/>
          <w:rtl/>
        </w:rPr>
        <w:t xml:space="preserve"> ربنا !ما بلغ بعبادک 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Fonts w:hint="cs"/>
          <w:rtl/>
        </w:rPr>
        <w:t>ذ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الکرامة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؟فی</w:t>
      </w:r>
      <w:r w:rsidRPr="007D3C88">
        <w:rPr>
          <w:rStyle w:val="libFootNoteArabicChar"/>
          <w:rFonts w:hint="eastAsia"/>
          <w:rtl/>
        </w:rPr>
        <w:t>قول</w:t>
      </w:r>
      <w:r w:rsidRPr="007D3C88">
        <w:rPr>
          <w:rStyle w:val="libFootNoteArabicChar"/>
          <w:rtl/>
        </w:rPr>
        <w:t xml:space="preserve"> الل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جل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جل</w:t>
      </w:r>
      <w:r w:rsidRPr="007D3C88">
        <w:rPr>
          <w:rStyle w:val="libFootNoteArabicChar"/>
          <w:rtl/>
        </w:rPr>
        <w:t>ال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tl/>
        </w:rPr>
        <w:t xml:space="preserve"> :</w:t>
      </w:r>
      <w:r w:rsidRPr="007D3C88">
        <w:rPr>
          <w:rStyle w:val="libFootNoteArabicChar"/>
          <w:rFonts w:hint="cs"/>
          <w:rtl/>
        </w:rPr>
        <w:t>ان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Fonts w:hint="cs"/>
          <w:rtl/>
        </w:rPr>
        <w:t>م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کانوا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قومون</w:t>
      </w:r>
      <w:r w:rsidRPr="007D3C88">
        <w:rPr>
          <w:rStyle w:val="libFootNoteArabicChar"/>
          <w:rtl/>
        </w:rPr>
        <w:t xml:space="preserve"> الل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ل</w:t>
      </w:r>
      <w:r w:rsidRPr="007D3C88">
        <w:rPr>
          <w:rStyle w:val="libFootNoteArabicChar"/>
          <w:rtl/>
        </w:rPr>
        <w:t xml:space="preserve"> ولا 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نامون،</w:t>
      </w:r>
      <w:r w:rsidRPr="007D3C88">
        <w:rPr>
          <w:rStyle w:val="libFootNoteArabicChar"/>
          <w:rtl/>
        </w:rPr>
        <w:t xml:space="preserve"> و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صومون</w:t>
      </w:r>
      <w:r w:rsidRPr="007D3C88">
        <w:rPr>
          <w:rStyle w:val="libFootNoteArabicChar"/>
          <w:rtl/>
        </w:rPr>
        <w:t xml:space="preserve"> الن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Fonts w:hint="cs"/>
          <w:rtl/>
        </w:rPr>
        <w:t>ار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ولا</w:t>
      </w:r>
      <w:r w:rsidRPr="007D3C88">
        <w:rPr>
          <w:rStyle w:val="libFootNoteArabicChar"/>
          <w:rtl/>
        </w:rPr>
        <w:t xml:space="preserve"> </w:t>
      </w:r>
      <w:r w:rsidRPr="007D3C88">
        <w:rPr>
          <w:rStyle w:val="libFootNoteArabicChar"/>
          <w:rFonts w:hint="cs"/>
          <w:rtl/>
        </w:rPr>
        <w:t>ی</w:t>
      </w:r>
      <w:r w:rsidR="00BA0B7F">
        <w:rPr>
          <w:rStyle w:val="libFootNoteArabicChar"/>
          <w:rFonts w:hint="eastAsia"/>
          <w:rtl/>
        </w:rPr>
        <w:t>ا</w:t>
      </w:r>
      <w:r w:rsidRPr="007D3C88">
        <w:rPr>
          <w:rStyle w:val="libFootNoteArabicChar"/>
          <w:rFonts w:hint="eastAsia"/>
          <w:rtl/>
        </w:rPr>
        <w:t>کلون</w:t>
      </w:r>
      <w:r w:rsidRPr="007D3C88">
        <w:rPr>
          <w:rStyle w:val="libFootNoteArabicChar"/>
          <w:rtl/>
        </w:rPr>
        <w:t xml:space="preserve"> و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جا</w:t>
      </w:r>
      <w:r w:rsidR="00705CD5" w:rsidRPr="00163EB1">
        <w:rPr>
          <w:rStyle w:val="libFootNoteArabicChar"/>
          <w:rFonts w:hint="cs"/>
          <w:rtl/>
        </w:rPr>
        <w:t>ه</w:t>
      </w:r>
      <w:r w:rsidRPr="007D3C88">
        <w:rPr>
          <w:rStyle w:val="libFootNoteArabicChar"/>
          <w:rFonts w:hint="cs"/>
          <w:rtl/>
        </w:rPr>
        <w:t>دون</w:t>
      </w:r>
      <w:r w:rsidRPr="007D3C88">
        <w:rPr>
          <w:rStyle w:val="libFootNoteArabicChar"/>
          <w:rtl/>
        </w:rPr>
        <w:t xml:space="preserve"> العدوا ولا 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جبنون،</w:t>
      </w:r>
      <w:r w:rsidRPr="007D3C88">
        <w:rPr>
          <w:rStyle w:val="libFootNoteArabicChar"/>
          <w:rtl/>
        </w:rPr>
        <w:t xml:space="preserve"> و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تصدقون</w:t>
      </w:r>
      <w:r w:rsidRPr="007D3C88">
        <w:rPr>
          <w:rStyle w:val="libFootNoteArabicChar"/>
          <w:rtl/>
        </w:rPr>
        <w:t xml:space="preserve"> ولا </w:t>
      </w:r>
      <w:r w:rsidRPr="007D3C88">
        <w:rPr>
          <w:rStyle w:val="libFootNoteArabicChar"/>
          <w:rFonts w:hint="cs"/>
          <w:rtl/>
        </w:rPr>
        <w:t>ی</w:t>
      </w:r>
      <w:r w:rsidRPr="007D3C88">
        <w:rPr>
          <w:rStyle w:val="libFootNoteArabicChar"/>
          <w:rFonts w:hint="eastAsia"/>
          <w:rtl/>
        </w:rPr>
        <w:t>بخلون</w:t>
      </w:r>
      <w:r>
        <w:rPr>
          <w:rtl/>
        </w:rPr>
        <w:t xml:space="preserve">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351.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ج4، ص 17، باب ذکر جمل من مناھ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4968؛بحار الانوار ج93، ص115، باب 14،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5۔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352. کاف</w:t>
      </w:r>
      <w:r>
        <w:rPr>
          <w:rFonts w:hint="cs"/>
          <w:rtl/>
        </w:rPr>
        <w:t>ی</w:t>
      </w:r>
      <w:r>
        <w:rPr>
          <w:rtl/>
        </w:rPr>
        <w:t xml:space="preserve"> ج4، ص27، باب فضل المعروف،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4؛بحار الانوار ج93، ص119، باب 14،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20۔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353.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ج2، ص4، باب 30،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9؛وسائل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ج9، ص390، باب10،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12309؛ بحارالانوار ج93، ص120، باب 14،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23۔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lastRenderedPageBreak/>
        <w:t>354. کاف</w:t>
      </w:r>
      <w:r>
        <w:rPr>
          <w:rFonts w:hint="cs"/>
          <w:rtl/>
        </w:rPr>
        <w:t>ی</w:t>
      </w:r>
      <w:r>
        <w:rPr>
          <w:rtl/>
        </w:rPr>
        <w:t xml:space="preserve"> ج4، ص43، باب الانفاق،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5؛ع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الرضاج2، ص8، باب 30،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20؛بحار الانوار ج93، ص121، باب14،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24۔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355.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05211C" w:rsidRPr="00F078A6">
        <w:rPr>
          <w:rtl/>
        </w:rPr>
        <w:t>(262)</w:t>
      </w:r>
      <w:r w:rsidR="0005211C">
        <w:rPr>
          <w:rtl/>
        </w:rPr>
        <w:t xml:space="preserve"> </w:t>
      </w:r>
      <w:r w:rsidR="0005211C">
        <w:rPr>
          <w:rtl/>
        </w:rPr>
        <w:cr/>
      </w:r>
      <w:r>
        <w:rPr>
          <w:rtl/>
        </w:rPr>
        <w:t>356.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264۔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357.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358. سور</w:t>
      </w:r>
      <w:r w:rsidR="00BA0B7F">
        <w:rPr>
          <w:rtl/>
        </w:rPr>
        <w:t>ہ</w:t>
      </w:r>
      <w:r>
        <w:rPr>
          <w:rtl/>
        </w:rPr>
        <w:t xml:space="preserve"> فرقان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70۔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359. سور</w:t>
      </w:r>
      <w:r w:rsidR="00BA0B7F">
        <w:rPr>
          <w:rtl/>
        </w:rPr>
        <w:t xml:space="preserve">ہ </w:t>
      </w:r>
      <w:r>
        <w:rPr>
          <w:rtl/>
        </w:rPr>
        <w:t>بقر 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83۔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360. سور</w:t>
      </w:r>
      <w:r w:rsidR="00BA0B7F">
        <w:rPr>
          <w:rtl/>
        </w:rPr>
        <w:t>ہ</w:t>
      </w:r>
      <w:r>
        <w:rPr>
          <w:rtl/>
        </w:rPr>
        <w:t xml:space="preserve">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36۔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361. سور</w:t>
      </w:r>
      <w:r w:rsidR="00BA0B7F">
        <w:rPr>
          <w:rtl/>
        </w:rPr>
        <w:t>ہ</w:t>
      </w:r>
      <w:r>
        <w:rPr>
          <w:rtl/>
        </w:rPr>
        <w:t xml:space="preserve"> اسراء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23۔24۔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362. سور</w:t>
      </w:r>
      <w:r w:rsidR="00BA0B7F">
        <w:rPr>
          <w:rtl/>
        </w:rPr>
        <w:t>ہ</w:t>
      </w:r>
      <w:r>
        <w:rPr>
          <w:rtl/>
        </w:rPr>
        <w:t xml:space="preserve"> آل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92۔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363. کاف</w:t>
      </w:r>
      <w:r>
        <w:rPr>
          <w:rFonts w:hint="cs"/>
          <w:rtl/>
        </w:rPr>
        <w:t>ی</w:t>
      </w:r>
      <w:r>
        <w:rPr>
          <w:rtl/>
        </w:rPr>
        <w:t xml:space="preserve"> ج2، ص157، باب البر بالوالد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1؛بحارالانوار ج71، ص39، باب 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364. عن 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عن اب</w:t>
      </w:r>
      <w:r>
        <w:rPr>
          <w:rFonts w:hint="cs"/>
          <w:rtl/>
        </w:rPr>
        <w:t>ی</w:t>
      </w:r>
      <w:r>
        <w:rPr>
          <w:rtl/>
        </w:rPr>
        <w:t xml:space="preserve"> عبد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قال </w:t>
      </w:r>
      <w:r w:rsidR="00BA0B7F">
        <w:rPr>
          <w:rtl/>
        </w:rPr>
        <w:t>ا</w:t>
      </w:r>
      <w:r>
        <w:rPr>
          <w:rFonts w:hint="eastAsia"/>
          <w:rtl/>
        </w:rPr>
        <w:t>دن</w:t>
      </w:r>
      <w:r>
        <w:rPr>
          <w:rFonts w:hint="cs"/>
          <w:rtl/>
        </w:rPr>
        <w:t>ی</w:t>
      </w:r>
      <w:r>
        <w:rPr>
          <w:rtl/>
        </w:rPr>
        <w:t xml:space="preserve"> العقوق </w:t>
      </w:r>
      <w:r w:rsidR="00BA0B7F">
        <w:rPr>
          <w:rtl/>
        </w:rPr>
        <w:t>ا</w:t>
      </w:r>
      <w:r>
        <w:rPr>
          <w:rFonts w:hint="eastAsia"/>
          <w:rtl/>
        </w:rPr>
        <w:t>ف</w:t>
      </w:r>
      <w:r>
        <w:rPr>
          <w:rtl/>
        </w:rPr>
        <w:t xml:space="preserve"> ولو علم اللہ عز وجل ش</w:t>
      </w:r>
      <w:r>
        <w:rPr>
          <w:rFonts w:hint="cs"/>
          <w:rtl/>
        </w:rPr>
        <w:t>ی</w:t>
      </w:r>
      <w:r>
        <w:rPr>
          <w:rFonts w:hint="eastAsia"/>
          <w:rtl/>
        </w:rPr>
        <w:t>ئا</w:t>
      </w:r>
      <w:r>
        <w:rPr>
          <w:rtl/>
        </w:rPr>
        <w:t xml:space="preserve"> </w:t>
      </w:r>
      <w:r w:rsidR="00BA0B7F">
        <w:rPr>
          <w:rtl/>
        </w:rPr>
        <w:t>ا</w:t>
      </w:r>
      <w:r>
        <w:rPr>
          <w:rFonts w:hint="eastAsia"/>
          <w:rtl/>
        </w:rPr>
        <w:t>ھون</w:t>
      </w:r>
      <w:r>
        <w:rPr>
          <w:rtl/>
        </w:rPr>
        <w:t xml:space="preserve"> منہ لنھ</w:t>
      </w:r>
      <w:r>
        <w:rPr>
          <w:rFonts w:hint="cs"/>
          <w:rtl/>
        </w:rPr>
        <w:t>ی</w:t>
      </w:r>
      <w:r>
        <w:rPr>
          <w:rtl/>
        </w:rPr>
        <w:t xml:space="preserve"> عنہ۔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365. کاف</w:t>
      </w:r>
      <w:r>
        <w:rPr>
          <w:rFonts w:hint="cs"/>
          <w:rtl/>
        </w:rPr>
        <w:t>ی</w:t>
      </w:r>
      <w:r>
        <w:rPr>
          <w:rtl/>
        </w:rPr>
        <w:t xml:space="preserve"> ج2، ص349، باب العقوق،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7۔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366. کاف</w:t>
      </w:r>
      <w:r>
        <w:rPr>
          <w:rFonts w:hint="cs"/>
          <w:rtl/>
        </w:rPr>
        <w:t>ی</w:t>
      </w:r>
      <w:r>
        <w:rPr>
          <w:rtl/>
        </w:rPr>
        <w:t xml:space="preserve"> ج2، ص158، باب البر بالوالد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5؛بحار الانوار ج71، ص45، باب2،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6۔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367.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ج3، ص185،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سور</w:t>
      </w:r>
      <w:r w:rsidR="00BA0B7F">
        <w:rPr>
          <w:rtl/>
        </w:rPr>
        <w:t>ہ</w:t>
      </w:r>
      <w:r>
        <w:rPr>
          <w:rtl/>
        </w:rPr>
        <w:t xml:space="preserve"> اسراء،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24۔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368.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ج3، ص186،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سور</w:t>
      </w:r>
      <w:r w:rsidR="00BA0B7F">
        <w:rPr>
          <w:rtl/>
        </w:rPr>
        <w:t>ہ</w:t>
      </w:r>
      <w:r>
        <w:rPr>
          <w:rtl/>
        </w:rPr>
        <w:t xml:space="preserve"> اسراء،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24 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369.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ص330،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189،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سور</w:t>
      </w:r>
      <w:r w:rsidR="00BA0B7F">
        <w:rPr>
          <w:rtl/>
        </w:rPr>
        <w:t>ہ</w:t>
      </w:r>
      <w:r>
        <w:rPr>
          <w:rtl/>
        </w:rPr>
        <w:t xml:space="preserve"> اسرائآ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24 ؛بحار الانوار ج23، ص259، باب15،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8۔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370.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ج1، ص150،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سور</w:t>
      </w:r>
      <w:r w:rsidR="00BA0B7F">
        <w:rPr>
          <w:rtl/>
        </w:rPr>
        <w:t>ہ</w:t>
      </w:r>
      <w:r>
        <w:rPr>
          <w:rtl/>
        </w:rPr>
        <w:t xml:space="preserve"> اسرائآ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83،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ص330،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190؛بحار الانوار ج23، ص259، باب 15،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8۔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371.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27۔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372. سور</w:t>
      </w:r>
      <w:r w:rsidR="00BA0B7F">
        <w:rPr>
          <w:rtl/>
        </w:rPr>
        <w:t>ہ</w:t>
      </w:r>
      <w:r>
        <w:rPr>
          <w:rtl/>
        </w:rPr>
        <w:t xml:space="preserve"> رعد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39۔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373. نہج البلاغہ ص642، نامہ 31، ف</w:t>
      </w:r>
      <w:r>
        <w:rPr>
          <w:rFonts w:hint="cs"/>
          <w:rtl/>
        </w:rPr>
        <w:t>ی</w:t>
      </w:r>
      <w:r>
        <w:rPr>
          <w:rtl/>
        </w:rPr>
        <w:t xml:space="preserve"> الر</w:t>
      </w:r>
      <w:r w:rsidR="00BA0B7F">
        <w:rPr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المر</w:t>
      </w:r>
      <w:r w:rsidR="00BA0B7F">
        <w:rPr>
          <w:rtl/>
        </w:rPr>
        <w:t>ا</w:t>
      </w:r>
      <w:r>
        <w:rPr>
          <w:rFonts w:hint="eastAsia"/>
          <w:rtl/>
        </w:rPr>
        <w:t>ة</w:t>
      </w:r>
      <w:r>
        <w:rPr>
          <w:rtl/>
        </w:rPr>
        <w:t xml:space="preserve"> ؛بحار الانوار ج71، ص105، باب3،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67۔ </w:t>
      </w:r>
    </w:p>
    <w:p w:rsidR="00476253" w:rsidRDefault="00476253" w:rsidP="00CB7E8E">
      <w:pPr>
        <w:pStyle w:val="libFootnote"/>
        <w:rPr>
          <w:rtl/>
        </w:rPr>
      </w:pPr>
      <w:r>
        <w:rPr>
          <w:rtl/>
        </w:rPr>
        <w:t>374. امال</w:t>
      </w:r>
      <w:r>
        <w:rPr>
          <w:rFonts w:hint="cs"/>
          <w:rtl/>
        </w:rPr>
        <w:t>ی</w:t>
      </w:r>
      <w:r>
        <w:rPr>
          <w:rtl/>
        </w:rPr>
        <w:t xml:space="preserve"> صدوق ص207، مجلس 37،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8؛بحار الانوار ج66، ص383، باب38،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46۔ </w:t>
      </w:r>
    </w:p>
    <w:p w:rsidR="00CB7E8E" w:rsidRDefault="00CB7E8E" w:rsidP="006F6A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CB7E8E">
      <w:pPr>
        <w:pStyle w:val="Heading2Center"/>
        <w:rPr>
          <w:rtl/>
          <w:lang w:bidi="ur-PK"/>
        </w:rPr>
      </w:pPr>
      <w:bookmarkStart w:id="112" w:name="_Toc520984049"/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اور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کرنا (2)</w:t>
      </w:r>
      <w:bookmarkEnd w:id="112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8C2EF1">
      <w:pPr>
        <w:pStyle w:val="Heading2Center"/>
        <w:rPr>
          <w:rtl/>
          <w:lang w:bidi="ur-PK"/>
        </w:rPr>
      </w:pPr>
      <w:bookmarkStart w:id="113" w:name="_Toc520984050"/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موں</w:t>
      </w:r>
      <w:r>
        <w:rPr>
          <w:rtl/>
          <w:lang w:bidi="ur-PK"/>
        </w:rPr>
        <w:t xml:space="preserve"> پر احسان</w:t>
      </w:r>
      <w:bookmarkEnd w:id="113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تقر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باً</w:t>
      </w:r>
      <w:r>
        <w:rPr>
          <w:rtl/>
          <w:lang w:bidi="ur-PK"/>
        </w:rPr>
        <w:t xml:space="preserve"> 18 مقامات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سے محبت اور اس کے 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ترب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ترق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سفارش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024CEF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0813B1">
        <w:rPr>
          <w:rStyle w:val="libAieChar"/>
          <w:rFonts w:hint="cs"/>
          <w:rtl/>
        </w:rPr>
        <w:t>وَی</w:t>
      </w:r>
      <w:r w:rsidR="00476253" w:rsidRPr="000813B1">
        <w:rPr>
          <w:rStyle w:val="libAieChar"/>
          <w:rFonts w:hint="eastAsia"/>
          <w:rtl/>
        </w:rPr>
        <w:t>سْ</w:t>
      </w:r>
      <w:r w:rsidR="00BA0B7F">
        <w:rPr>
          <w:rStyle w:val="libAieChar"/>
          <w:rFonts w:hint="eastAsia"/>
          <w:rtl/>
        </w:rPr>
        <w:t>ا</w:t>
      </w:r>
      <w:r w:rsidR="00476253" w:rsidRPr="000813B1">
        <w:rPr>
          <w:rStyle w:val="libAieChar"/>
          <w:rFonts w:hint="eastAsia"/>
          <w:rtl/>
        </w:rPr>
        <w:t>لُونَكَ</w:t>
      </w:r>
      <w:r w:rsidR="00476253" w:rsidRPr="000813B1">
        <w:rPr>
          <w:rStyle w:val="libAieChar"/>
          <w:rtl/>
        </w:rPr>
        <w:t xml:space="preserve"> عَنْ الْ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تَامَ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tl/>
        </w:rPr>
        <w:t xml:space="preserve"> قُلْ إِصْلاَحٌ 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0813B1">
        <w:rPr>
          <w:rStyle w:val="libAieChar"/>
          <w:rFonts w:hint="cs"/>
          <w:rtl/>
        </w:rPr>
        <w:t>م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خَی</w:t>
      </w:r>
      <w:r w:rsidR="00476253" w:rsidRPr="000813B1">
        <w:rPr>
          <w:rStyle w:val="libAieChar"/>
          <w:rFonts w:hint="eastAsia"/>
          <w:rtl/>
        </w:rPr>
        <w:t>رٌ</w:t>
      </w:r>
      <w:r w:rsidR="00476253" w:rsidRPr="000813B1">
        <w:rPr>
          <w:rStyle w:val="libAieChar"/>
          <w:rtl/>
        </w:rPr>
        <w:t xml:space="preserve"> وَإِنْ تُخَالِطُو</w:t>
      </w:r>
      <w:r w:rsidR="00705CD5" w:rsidRPr="00705CD5">
        <w:rPr>
          <w:rStyle w:val="libAieChar"/>
          <w:rFonts w:hint="cs"/>
          <w:rtl/>
        </w:rPr>
        <w:t>ه</w:t>
      </w:r>
      <w:r w:rsidR="00476253" w:rsidRPr="000813B1">
        <w:rPr>
          <w:rStyle w:val="libAieChar"/>
          <w:rFonts w:hint="cs"/>
          <w:rtl/>
        </w:rPr>
        <w:t>م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فَإِخْوَانُكُمْ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وَاللهُ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عْلَمُ</w:t>
      </w:r>
      <w:r w:rsidR="00476253" w:rsidRPr="000813B1">
        <w:rPr>
          <w:rStyle w:val="libAieChar"/>
          <w:rtl/>
        </w:rPr>
        <w:t xml:space="preserve"> الْمُفْسِدَ مِنْ الْمُصْلِحِ وَلَوْ شَاءَ اللهُ لَ</w:t>
      </w:r>
      <w:r w:rsidR="00BA0B7F">
        <w:rPr>
          <w:rStyle w:val="libAieChar"/>
          <w:rtl/>
        </w:rPr>
        <w:t>ا</w:t>
      </w:r>
      <w:r w:rsidR="00476253" w:rsidRPr="000813B1">
        <w:rPr>
          <w:rStyle w:val="libAieChar"/>
          <w:rFonts w:hint="eastAsia"/>
          <w:rtl/>
        </w:rPr>
        <w:t>عْنَتَكُمْ</w:t>
      </w:r>
      <w:r w:rsidR="00476253" w:rsidRPr="000813B1">
        <w:rPr>
          <w:rStyle w:val="libAieChar"/>
          <w:rtl/>
        </w:rPr>
        <w:t xml:space="preserve"> إِنَّ اللهَ عَزِ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زٌ</w:t>
      </w:r>
      <w:r w:rsidR="00476253" w:rsidRPr="000813B1">
        <w:rPr>
          <w:rStyle w:val="libAieChar"/>
          <w:rtl/>
        </w:rPr>
        <w:t xml:space="preserve"> حَكِ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مٌ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(375)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لوگ تم سے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موں</w:t>
      </w:r>
      <w:r w:rsidR="00476253">
        <w:rPr>
          <w:rtl/>
          <w:lang w:bidi="ur-PK"/>
        </w:rPr>
        <w:t xml:space="preserve"> کے بارے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سوال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تو کہہ دوکہ ان کے حال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اصلاح بھتر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بات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اگر ان سے مل جل کر رھو تو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تمھارے بھائ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اللہ بھتر جانتا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کہ مصلح کون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مفسد کون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اگر وہ چاھتا تو تم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مص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بت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ڈال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تا</w:t>
      </w:r>
      <w:r w:rsidR="00476253">
        <w:rPr>
          <w:rtl/>
          <w:lang w:bidi="ur-PK"/>
        </w:rPr>
        <w:t xml:space="preserve"> 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کن</w:t>
      </w:r>
      <w:r w:rsidR="00476253">
        <w:rPr>
          <w:rtl/>
          <w:lang w:bidi="ur-PK"/>
        </w:rPr>
        <w:t xml:space="preserve"> وہ صاح</w:t>
      </w:r>
      <w:r w:rsidR="00476253">
        <w:rPr>
          <w:rFonts w:hint="eastAsia"/>
          <w:rtl/>
          <w:lang w:bidi="ur-PK"/>
        </w:rPr>
        <w:t>ب</w:t>
      </w:r>
      <w:r w:rsidR="00476253">
        <w:rPr>
          <w:rtl/>
          <w:lang w:bidi="ur-PK"/>
        </w:rPr>
        <w:t xml:space="preserve"> عزت بھ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صاحب حکمت بھ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0813B1">
        <w:rPr>
          <w:rStyle w:val="libAieChar"/>
          <w:rtl/>
        </w:rPr>
        <w:t>وَآتُوا الْ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تَامَ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0813B1">
        <w:rPr>
          <w:rStyle w:val="libAieChar"/>
          <w:rFonts w:hint="eastAsia"/>
          <w:rtl/>
        </w:rPr>
        <w:t>مْوَالَ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0813B1">
        <w:rPr>
          <w:rStyle w:val="libAieChar"/>
          <w:rFonts w:hint="cs"/>
          <w:rtl/>
        </w:rPr>
        <w:t>م</w:t>
      </w:r>
      <w:r w:rsidR="00476253" w:rsidRPr="000813B1">
        <w:rPr>
          <w:rStyle w:val="libAieChar"/>
          <w:rtl/>
        </w:rPr>
        <w:t xml:space="preserve"> وَلاَتَتَبَدَّلُوا الْخَبِ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ثَ</w:t>
      </w:r>
      <w:r w:rsidR="00476253" w:rsidRPr="000813B1">
        <w:rPr>
          <w:rStyle w:val="libAieChar"/>
          <w:rtl/>
        </w:rPr>
        <w:t xml:space="preserve"> بِالطَّ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بِ</w:t>
      </w:r>
      <w:r w:rsidR="00476253" w:rsidRPr="000813B1">
        <w:rPr>
          <w:rStyle w:val="libAieChar"/>
          <w:rtl/>
        </w:rPr>
        <w:t xml:space="preserve"> وَلاَتَ</w:t>
      </w:r>
      <w:r w:rsidR="00BA0B7F">
        <w:rPr>
          <w:rStyle w:val="libAieChar"/>
          <w:rtl/>
        </w:rPr>
        <w:t>ا</w:t>
      </w:r>
      <w:r w:rsidR="00476253" w:rsidRPr="000813B1">
        <w:rPr>
          <w:rStyle w:val="libAieChar"/>
          <w:rFonts w:hint="eastAsia"/>
          <w:rtl/>
        </w:rPr>
        <w:t>كُلُوا</w:t>
      </w:r>
      <w:r w:rsidR="00476253" w:rsidRPr="000813B1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0813B1">
        <w:rPr>
          <w:rStyle w:val="libAieChar"/>
          <w:rFonts w:hint="eastAsia"/>
          <w:rtl/>
        </w:rPr>
        <w:t>مْوَالَ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0813B1">
        <w:rPr>
          <w:rStyle w:val="libAieChar"/>
          <w:rFonts w:hint="cs"/>
          <w:rtl/>
        </w:rPr>
        <w:t>م</w:t>
      </w:r>
      <w:r w:rsidR="00476253" w:rsidRPr="000813B1">
        <w:rPr>
          <w:rStyle w:val="libAieChar"/>
          <w:rtl/>
        </w:rPr>
        <w:t xml:space="preserve"> إِلَ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0813B1">
        <w:rPr>
          <w:rStyle w:val="libAieChar"/>
          <w:rFonts w:hint="eastAsia"/>
          <w:rtl/>
        </w:rPr>
        <w:t>مْوَالِكُمْ</w:t>
      </w:r>
      <w:r w:rsidR="00476253" w:rsidRPr="000813B1">
        <w:rPr>
          <w:rStyle w:val="libAieChar"/>
          <w:rtl/>
        </w:rPr>
        <w:t xml:space="preserve"> إِنَّ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0813B1">
        <w:rPr>
          <w:rStyle w:val="libAieChar"/>
          <w:rFonts w:hint="cs"/>
          <w:rtl/>
        </w:rPr>
        <w:t>ُ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كَانَ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حُوبًا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كَبِی</w:t>
      </w:r>
      <w:r w:rsidR="00476253" w:rsidRPr="000813B1">
        <w:rPr>
          <w:rStyle w:val="libAieChar"/>
          <w:rFonts w:hint="eastAsia"/>
          <w:rtl/>
        </w:rPr>
        <w:t>رًا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(376)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موں</w:t>
      </w:r>
      <w:r w:rsidR="00476253">
        <w:rPr>
          <w:rtl/>
          <w:lang w:bidi="ur-PK"/>
        </w:rPr>
        <w:t xml:space="preserve"> کو ان کامال دےدو اور ان کے مال کو اپنے مال سے نہ بدلو اور ان کے مال کو اپنے مال کے ساتھ ملا کر نہ کھاجا</w:t>
      </w:r>
      <w:r w:rsidR="00AA04E3">
        <w:rPr>
          <w:rtl/>
          <w:lang w:bidi="ur-PK"/>
        </w:rPr>
        <w:t>و</w:t>
      </w:r>
      <w:r w:rsidR="00476253">
        <w:rPr>
          <w:rtl/>
          <w:lang w:bidi="ur-PK"/>
        </w:rPr>
        <w:t xml:space="preserve"> کہ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گناہ کب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رہ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0813B1">
        <w:rPr>
          <w:rStyle w:val="libAieChar"/>
          <w:rtl/>
        </w:rPr>
        <w:t>إِنَّ الَّذِ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نَ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ی</w:t>
      </w:r>
      <w:r w:rsidR="00BA0B7F">
        <w:rPr>
          <w:rStyle w:val="libAieChar"/>
          <w:rFonts w:hint="eastAsia"/>
          <w:rtl/>
        </w:rPr>
        <w:t>ا</w:t>
      </w:r>
      <w:r w:rsidR="00476253" w:rsidRPr="000813B1">
        <w:rPr>
          <w:rStyle w:val="libAieChar"/>
          <w:rFonts w:hint="eastAsia"/>
          <w:rtl/>
        </w:rPr>
        <w:t>كُلُونَ</w:t>
      </w:r>
      <w:r w:rsidR="00476253" w:rsidRPr="000813B1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0813B1">
        <w:rPr>
          <w:rStyle w:val="libAieChar"/>
          <w:rFonts w:hint="eastAsia"/>
          <w:rtl/>
        </w:rPr>
        <w:t>مْوَالَ</w:t>
      </w:r>
      <w:r w:rsidR="00476253" w:rsidRPr="000813B1">
        <w:rPr>
          <w:rStyle w:val="libAieChar"/>
          <w:rtl/>
        </w:rPr>
        <w:t xml:space="preserve"> الْ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تَامَ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tl/>
        </w:rPr>
        <w:t xml:space="preserve"> ظُلْمًا إِنَّمَا </w:t>
      </w:r>
      <w:r w:rsidR="00476253" w:rsidRPr="000813B1">
        <w:rPr>
          <w:rStyle w:val="libAieChar"/>
          <w:rFonts w:hint="cs"/>
          <w:rtl/>
        </w:rPr>
        <w:t>ی</w:t>
      </w:r>
      <w:r w:rsidR="00BA0B7F">
        <w:rPr>
          <w:rStyle w:val="libAieChar"/>
          <w:rFonts w:hint="eastAsia"/>
          <w:rtl/>
        </w:rPr>
        <w:t>ا</w:t>
      </w:r>
      <w:r w:rsidR="00476253" w:rsidRPr="000813B1">
        <w:rPr>
          <w:rStyle w:val="libAieChar"/>
          <w:rFonts w:hint="eastAsia"/>
          <w:rtl/>
        </w:rPr>
        <w:t>كُلُونَ</w:t>
      </w:r>
      <w:r w:rsidR="00476253" w:rsidRPr="000813B1">
        <w:rPr>
          <w:rStyle w:val="libAieChar"/>
          <w:rtl/>
        </w:rPr>
        <w:t xml:space="preserve"> فِ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tl/>
        </w:rPr>
        <w:t xml:space="preserve"> بُطُونِ</w:t>
      </w:r>
      <w:r w:rsidR="00705CD5" w:rsidRPr="00705CD5">
        <w:rPr>
          <w:rStyle w:val="libAieChar"/>
          <w:rFonts w:hint="cs"/>
          <w:rtl/>
        </w:rPr>
        <w:t>ه</w:t>
      </w:r>
      <w:r w:rsidR="00476253" w:rsidRPr="000813B1">
        <w:rPr>
          <w:rStyle w:val="libAieChar"/>
          <w:rFonts w:hint="cs"/>
          <w:rtl/>
        </w:rPr>
        <w:t>م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نَارًا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وَسَی</w:t>
      </w:r>
      <w:r w:rsidR="00476253" w:rsidRPr="000813B1">
        <w:rPr>
          <w:rStyle w:val="libAieChar"/>
          <w:rFonts w:hint="eastAsia"/>
          <w:rtl/>
        </w:rPr>
        <w:t>صْلَوْنَ</w:t>
      </w:r>
      <w:r w:rsidR="00476253" w:rsidRPr="000813B1">
        <w:rPr>
          <w:rStyle w:val="libAieChar"/>
          <w:rtl/>
        </w:rPr>
        <w:t xml:space="preserve"> سَعِ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رًا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(377)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”جو</w:t>
      </w:r>
      <w:r w:rsidR="00476253">
        <w:rPr>
          <w:rtl/>
          <w:lang w:bidi="ur-PK"/>
        </w:rPr>
        <w:t xml:space="preserve"> لوگ ظالمانہ انداز سے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موں</w:t>
      </w:r>
      <w:r w:rsidR="00476253">
        <w:rPr>
          <w:rtl/>
          <w:lang w:bidi="ur-PK"/>
        </w:rPr>
        <w:t xml:space="preserve"> کا مال کھا جاتے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وہ درحق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قت</w:t>
      </w:r>
      <w:r w:rsidR="00476253">
        <w:rPr>
          <w:rtl/>
          <w:lang w:bidi="ur-PK"/>
        </w:rPr>
        <w:t xml:space="preserve"> اپنے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ٹ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آگ بھر </w:t>
      </w:r>
      <w:r w:rsidR="00AA04E3">
        <w:rPr>
          <w:rtl/>
          <w:lang w:bidi="ur-PK"/>
        </w:rPr>
        <w:t xml:space="preserve">رہے 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عنقر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</w:t>
      </w:r>
      <w:r w:rsidR="00476253">
        <w:rPr>
          <w:rtl/>
          <w:lang w:bidi="ur-PK"/>
        </w:rPr>
        <w:t xml:space="preserve"> واصل جہنم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ں گے“۔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0813B1">
        <w:rPr>
          <w:rStyle w:val="libAieChar"/>
          <w:rFonts w:hint="cs"/>
          <w:rtl/>
        </w:rPr>
        <w:t>وَ</w:t>
      </w:r>
      <w:r w:rsidR="00BA0B7F">
        <w:rPr>
          <w:rStyle w:val="libAieChar"/>
          <w:rFonts w:hint="cs"/>
          <w:rtl/>
        </w:rPr>
        <w:t>ا</w:t>
      </w:r>
      <w:r w:rsidR="00476253" w:rsidRPr="000813B1">
        <w:rPr>
          <w:rStyle w:val="libAieChar"/>
          <w:rFonts w:hint="eastAsia"/>
          <w:rtl/>
        </w:rPr>
        <w:t>نْ</w:t>
      </w:r>
      <w:r w:rsidR="00476253" w:rsidRPr="000813B1">
        <w:rPr>
          <w:rStyle w:val="libAieChar"/>
          <w:rtl/>
        </w:rPr>
        <w:t xml:space="preserve"> تَقُومُوا لِلْ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تَامَ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tl/>
        </w:rPr>
        <w:t xml:space="preserve"> بِالْقِسْطِ وَمَا تَفْعَلُوا مِنْ خَ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رٍ</w:t>
      </w:r>
      <w:r w:rsidR="00476253" w:rsidRPr="000813B1">
        <w:rPr>
          <w:rStyle w:val="libAieChar"/>
          <w:rtl/>
        </w:rPr>
        <w:t xml:space="preserve"> فَإِنَّ اللهَ كَانَ 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0813B1">
        <w:rPr>
          <w:rStyle w:val="libAieChar"/>
          <w:rFonts w:hint="cs"/>
          <w:rtl/>
        </w:rPr>
        <w:t>ِ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عَلِی</w:t>
      </w:r>
      <w:r w:rsidR="00476253" w:rsidRPr="000813B1">
        <w:rPr>
          <w:rStyle w:val="libAieChar"/>
          <w:rFonts w:hint="eastAsia"/>
          <w:rtl/>
        </w:rPr>
        <w:t>مًا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(378)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اور ان کمزور بچوں کے بارے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انصاف کے ساتھ 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ام</w:t>
      </w:r>
      <w:r w:rsidR="00476253">
        <w:rPr>
          <w:rtl/>
          <w:lang w:bidi="ur-PK"/>
        </w:rPr>
        <w:t xml:space="preserve"> کرو اور جو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تم کا ر خ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</w:t>
      </w:r>
      <w:r w:rsidR="00476253">
        <w:rPr>
          <w:rtl/>
          <w:lang w:bidi="ur-PK"/>
        </w:rPr>
        <w:t xml:space="preserve"> کروگے خدا س کا بخوب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جاننے والا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6F6A7F" w:rsidP="00125F42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0813B1">
        <w:rPr>
          <w:rStyle w:val="libAieChar"/>
          <w:rtl/>
        </w:rPr>
        <w:t>وَلاَتَقْرَبُوا مَالَ الْ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تِ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مِ</w:t>
      </w:r>
      <w:r w:rsidR="00476253" w:rsidRPr="000813B1">
        <w:rPr>
          <w:rStyle w:val="libAieChar"/>
          <w:rtl/>
        </w:rPr>
        <w:t xml:space="preserve"> إِلاَّ بِالَّتِ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0813B1">
        <w:rPr>
          <w:rStyle w:val="libAieChar"/>
          <w:rFonts w:hint="cs"/>
          <w:rtl/>
        </w:rPr>
        <w:t>ِی</w:t>
      </w:r>
      <w:r w:rsidR="00476253" w:rsidRPr="000813B1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0813B1">
        <w:rPr>
          <w:rStyle w:val="libAieChar"/>
          <w:rFonts w:hint="eastAsia"/>
          <w:rtl/>
        </w:rPr>
        <w:t>حْسَنُ</w:t>
      </w:r>
      <w:r w:rsidR="00476253" w:rsidRPr="000813B1">
        <w:rPr>
          <w:rStyle w:val="libAieChar"/>
          <w:rtl/>
        </w:rPr>
        <w:t xml:space="preserve"> حَتَّ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بْلُغَ</w:t>
      </w:r>
      <w:r w:rsidR="00476253" w:rsidRPr="000813B1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0813B1">
        <w:rPr>
          <w:rStyle w:val="libAieChar"/>
          <w:rFonts w:hint="eastAsia"/>
          <w:rtl/>
        </w:rPr>
        <w:t>شُدَّ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0813B1">
        <w:rPr>
          <w:rStyle w:val="libAieChar"/>
          <w:rFonts w:hint="cs"/>
          <w:rtl/>
        </w:rPr>
        <w:t>ُ</w:t>
      </w:r>
      <w:r w:rsidRPr="006F6A7F">
        <w:rPr>
          <w:rStyle w:val="libAlaemChar"/>
          <w:rtl/>
        </w:rPr>
        <w:t>)</w:t>
      </w:r>
      <w:r w:rsidR="00125F42" w:rsidRPr="00125F42">
        <w:rPr>
          <w:rStyle w:val="libFootnotenumChar"/>
          <w:rtl/>
          <w:lang w:bidi="ur-PK"/>
        </w:rPr>
        <w:t>(379)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خبردار مال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</w:t>
      </w:r>
      <w:r w:rsidR="00476253">
        <w:rPr>
          <w:rtl/>
          <w:lang w:bidi="ur-PK"/>
        </w:rPr>
        <w:t xml:space="preserve"> کے قر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</w:t>
      </w:r>
      <w:r w:rsidR="00476253">
        <w:rPr>
          <w:rtl/>
          <w:lang w:bidi="ur-PK"/>
        </w:rPr>
        <w:t xml:space="preserve">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نہ جانا مگر اس طر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قہ</w:t>
      </w:r>
      <w:r w:rsidR="00476253">
        <w:rPr>
          <w:rtl/>
          <w:lang w:bidi="ur-PK"/>
        </w:rPr>
        <w:t xml:space="preserve"> سے جو بھتر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طر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قہ</w:t>
      </w:r>
      <w:r w:rsidR="00EC52B0">
        <w:rPr>
          <w:rtl/>
          <w:lang w:bidi="ur-PK"/>
        </w:rPr>
        <w:t xml:space="preserve"> ہو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ھاں</w:t>
      </w:r>
      <w:r w:rsidR="00476253">
        <w:rPr>
          <w:rtl/>
          <w:lang w:bidi="ur-PK"/>
        </w:rPr>
        <w:t xml:space="preserve"> تک کہ وہ توانائ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عمر تک پہنچ جائ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</w:t>
      </w:r>
      <w:r w:rsidRPr="000813B1">
        <w:rPr>
          <w:rStyle w:val="libArabicChar"/>
          <w:rFonts w:hint="eastAsia"/>
          <w:rtl/>
        </w:rPr>
        <w:t>مَنْ</w:t>
      </w:r>
      <w:r w:rsidRPr="000813B1">
        <w:rPr>
          <w:rStyle w:val="libArabicChar"/>
          <w:rtl/>
        </w:rPr>
        <w:t xml:space="preserve"> قَبَضَ 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ت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ماً</w:t>
      </w:r>
      <w:r w:rsidRPr="000813B1">
        <w:rPr>
          <w:rStyle w:val="libArabicChar"/>
          <w:rtl/>
        </w:rPr>
        <w:t xml:space="preserve"> مِنْ بَ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نِ</w:t>
      </w:r>
      <w:r w:rsidRPr="000813B1">
        <w:rPr>
          <w:rStyle w:val="libArabicChar"/>
          <w:rtl/>
        </w:rPr>
        <w:t xml:space="preserve"> الْمُسْلِم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نَ</w:t>
      </w:r>
      <w:r w:rsidRPr="000813B1">
        <w:rPr>
          <w:rStyle w:val="libArabicChar"/>
          <w:rtl/>
        </w:rPr>
        <w:t xml:space="preserve"> اِليٰ طَعامِ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ِ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وَشَرابِ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ِ،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اَدْخَلَ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ُ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ُ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الْجَنَّةَ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اَلْبَتَّةَ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اِلا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اَنْ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عْمَلَ</w:t>
      </w:r>
      <w:r w:rsidRPr="000813B1">
        <w:rPr>
          <w:rStyle w:val="libArabicChar"/>
          <w:rtl/>
        </w:rPr>
        <w:t xml:space="preserve"> ذَنْباً لَا 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غْفَرُ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(380)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بچہ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پرورش اور خرچ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لے لے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خداوندعالم اس پر جنت واجب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قابل بخشش گناہ کا مرتکب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جائے“۔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813B1">
        <w:rPr>
          <w:rStyle w:val="libArabicChar"/>
          <w:rFonts w:hint="eastAsia"/>
          <w:rtl/>
        </w:rPr>
        <w:t>اِنَّ</w:t>
      </w:r>
      <w:r w:rsidRPr="000813B1">
        <w:rPr>
          <w:rStyle w:val="libArabicChar"/>
          <w:rtl/>
        </w:rPr>
        <w:t xml:space="preserve"> فِ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tl/>
        </w:rPr>
        <w:t xml:space="preserve"> الْجَنَّةِ داراً 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قالُ</w:t>
      </w:r>
      <w:r w:rsidRPr="000813B1">
        <w:rPr>
          <w:rStyle w:val="libArabicChar"/>
          <w:rtl/>
        </w:rPr>
        <w:t xml:space="preserve"> لَ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ا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دارُ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الْفَرَحِ،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لَا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دْخُلُ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ا</w:t>
      </w:r>
      <w:r w:rsidRPr="000813B1">
        <w:rPr>
          <w:rStyle w:val="libArabicChar"/>
          <w:rtl/>
        </w:rPr>
        <w:t xml:space="preserve"> اِلاَّ مَنْ فَرَّحَ 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تامَ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tl/>
        </w:rPr>
        <w:t xml:space="preserve"> الْمُ</w:t>
      </w:r>
      <w:r w:rsidR="00AA04E3">
        <w:rPr>
          <w:rStyle w:val="libArabicChar"/>
          <w:rtl/>
        </w:rPr>
        <w:t>و</w:t>
      </w:r>
      <w:r w:rsidRPr="000813B1">
        <w:rPr>
          <w:rStyle w:val="libArabicChar"/>
          <w:rFonts w:hint="eastAsia"/>
          <w:rtl/>
        </w:rPr>
        <w:t>مِن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نَ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(381)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”بے</w:t>
      </w:r>
      <w:r>
        <w:rPr>
          <w:rtl/>
          <w:lang w:bidi="ur-PK"/>
        </w:rPr>
        <w:t xml:space="preserve"> شک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مکان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کو ”دار الفرح“ 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گھر) کھا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وھ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مومن داخل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سکتے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جنھوں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مومن بچوں کو خوشحال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813B1">
        <w:rPr>
          <w:rStyle w:val="libArabicChar"/>
          <w:rFonts w:hint="eastAsia"/>
          <w:rtl/>
        </w:rPr>
        <w:t>اَتَ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tl/>
        </w:rPr>
        <w:t xml:space="preserve"> النَّبِ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tl/>
        </w:rPr>
        <w:t xml:space="preserve"> رَجُلٌ 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شْكُو</w:t>
      </w:r>
      <w:r w:rsidRPr="000813B1">
        <w:rPr>
          <w:rStyle w:val="libArabicChar"/>
          <w:rtl/>
        </w:rPr>
        <w:t xml:space="preserve"> قَسْوَةَ قَلْبِ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ِ،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قالَ</w:t>
      </w:r>
      <w:r w:rsidRPr="000813B1">
        <w:rPr>
          <w:rStyle w:val="libArabicChar"/>
          <w:rtl/>
        </w:rPr>
        <w:t>:</w:t>
      </w:r>
      <w:r w:rsidRPr="000813B1">
        <w:rPr>
          <w:rStyle w:val="libArabicChar"/>
          <w:rFonts w:hint="cs"/>
          <w:rtl/>
        </w:rPr>
        <w:t>اَتُحِبُّ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اَنْ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ل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نَ</w:t>
      </w:r>
      <w:r w:rsidRPr="000813B1">
        <w:rPr>
          <w:rStyle w:val="libArabicChar"/>
          <w:rtl/>
        </w:rPr>
        <w:t xml:space="preserve"> قَلْبُكَ وَتُدْرِكَ حاجَتَكَ؟اِرْحَمِ الْ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ت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مَ،</w:t>
      </w:r>
      <w:r w:rsidRPr="000813B1">
        <w:rPr>
          <w:rStyle w:val="libArabicChar"/>
          <w:rtl/>
        </w:rPr>
        <w:t xml:space="preserve"> وَامْسَحْ رَ</w:t>
      </w:r>
      <w:r w:rsidR="00BA0B7F">
        <w:rPr>
          <w:rStyle w:val="libArabicChar"/>
          <w:rtl/>
        </w:rPr>
        <w:t>ا</w:t>
      </w:r>
      <w:r w:rsidRPr="000813B1">
        <w:rPr>
          <w:rStyle w:val="libArabicChar"/>
          <w:rFonts w:hint="eastAsia"/>
          <w:rtl/>
        </w:rPr>
        <w:t>سَ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ُ،</w:t>
      </w:r>
      <w:r w:rsidRPr="000813B1">
        <w:rPr>
          <w:rStyle w:val="libArabicChar"/>
          <w:rtl/>
        </w:rPr>
        <w:t xml:space="preserve"> وَاَطْعِمْ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ُ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مِنْ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طَعامِكَ،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لِنْ</w:t>
      </w:r>
      <w:r w:rsidRPr="000813B1">
        <w:rPr>
          <w:rStyle w:val="libArabicChar"/>
          <w:rtl/>
        </w:rPr>
        <w:t xml:space="preserve"> قَلْبُكَ، وَتُدْرِكَ حاجَتَكَ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(382)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ا،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سنگدل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اگرتم چاھتے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کہ تمھارا دل نرم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جائے،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مراد حاصل کرلو؟ تم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بچوں پر مھربان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کرو، ان کے سرپر دست شفقت </w:t>
      </w:r>
      <w:r>
        <w:rPr>
          <w:rFonts w:hint="eastAsia"/>
          <w:rtl/>
          <w:lang w:bidi="ur-PK"/>
        </w:rPr>
        <w:t>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رو،</w:t>
      </w:r>
      <w:r>
        <w:rPr>
          <w:rtl/>
          <w:lang w:bidi="ur-PK"/>
        </w:rPr>
        <w:t xml:space="preserve"> ان کو کھانا کھلاؤ، تو تمھارا دل نرم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گااور تم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 جائےں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813B1">
        <w:rPr>
          <w:rStyle w:val="libArabicChar"/>
          <w:rFonts w:hint="eastAsia"/>
          <w:rtl/>
        </w:rPr>
        <w:t>مامِنْ</w:t>
      </w:r>
      <w:r w:rsidRPr="000813B1">
        <w:rPr>
          <w:rStyle w:val="libArabicChar"/>
          <w:rtl/>
        </w:rPr>
        <w:t xml:space="preserve"> مُ</w:t>
      </w:r>
      <w:r w:rsidR="00AA04E3">
        <w:rPr>
          <w:rStyle w:val="libArabicChar"/>
          <w:rtl/>
        </w:rPr>
        <w:t>و</w:t>
      </w:r>
      <w:r w:rsidRPr="000813B1">
        <w:rPr>
          <w:rStyle w:val="libArabicChar"/>
          <w:rFonts w:hint="eastAsia"/>
          <w:rtl/>
        </w:rPr>
        <w:t>مِنٍ</w:t>
      </w:r>
      <w:r w:rsidRPr="000813B1">
        <w:rPr>
          <w:rStyle w:val="libArabicChar"/>
          <w:rtl/>
        </w:rPr>
        <w:t xml:space="preserve"> وَلَا مُ</w:t>
      </w:r>
      <w:r w:rsidR="00AA04E3">
        <w:rPr>
          <w:rStyle w:val="libArabicChar"/>
          <w:rtl/>
        </w:rPr>
        <w:t>و</w:t>
      </w:r>
      <w:r w:rsidRPr="000813B1">
        <w:rPr>
          <w:rStyle w:val="libArabicChar"/>
          <w:rFonts w:hint="eastAsia"/>
          <w:rtl/>
        </w:rPr>
        <w:t>مِنَةٍ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ضَعُ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دَ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ُ</w:t>
      </w:r>
      <w:r w:rsidRPr="000813B1">
        <w:rPr>
          <w:rStyle w:val="libArabicChar"/>
          <w:rtl/>
        </w:rPr>
        <w:t xml:space="preserve"> عَليٰ رَ</w:t>
      </w:r>
      <w:r w:rsidR="00BA0B7F">
        <w:rPr>
          <w:rStyle w:val="libArabicChar"/>
          <w:rtl/>
        </w:rPr>
        <w:t>ا</w:t>
      </w:r>
      <w:r w:rsidRPr="000813B1">
        <w:rPr>
          <w:rStyle w:val="libArabicChar"/>
          <w:rFonts w:hint="eastAsia"/>
          <w:rtl/>
        </w:rPr>
        <w:t>سِ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ت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مٍ</w:t>
      </w:r>
      <w:r w:rsidRPr="000813B1">
        <w:rPr>
          <w:rStyle w:val="libArabicChar"/>
          <w:rtl/>
        </w:rPr>
        <w:t xml:space="preserve"> تَرَحُّماً لَ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ُ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اِلّا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كَتَبَ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ُ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لَ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ُ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بِكُلِّ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شَعْرَةٍ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مَرَّتْ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دُ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ُ</w:t>
      </w:r>
      <w:r w:rsidRPr="000813B1">
        <w:rPr>
          <w:rStyle w:val="libArabicChar"/>
          <w:rtl/>
        </w:rPr>
        <w:t xml:space="preserve"> عَلَ</w:t>
      </w:r>
      <w:r w:rsidRPr="000813B1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َا</w:t>
      </w:r>
      <w:r w:rsidRPr="000813B1">
        <w:rPr>
          <w:rStyle w:val="libArabicChar"/>
          <w:rtl/>
        </w:rPr>
        <w:t xml:space="preserve"> حَسَنَةً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(383)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”جب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مومن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سر پر دست نوازش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خداوندعالم اس کے ھاتھ کے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>
        <w:rPr>
          <w:rtl/>
          <w:lang w:bidi="ur-PK"/>
        </w:rPr>
        <w:t xml:space="preserve"> گزرنے والے ھر بال کے بدلہ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حسنہ لکھ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0813B1" w:rsidRDefault="000813B1" w:rsidP="00476253">
      <w:pPr>
        <w:pStyle w:val="libNormal"/>
        <w:rPr>
          <w:rtl/>
          <w:lang w:bidi="ur-PK"/>
        </w:rPr>
      </w:pPr>
    </w:p>
    <w:p w:rsidR="000813B1" w:rsidRDefault="000813B1" w:rsidP="00476253">
      <w:pPr>
        <w:pStyle w:val="libNormal"/>
        <w:rPr>
          <w:rtl/>
          <w:lang w:bidi="ur-PK"/>
        </w:rPr>
      </w:pPr>
    </w:p>
    <w:p w:rsidR="00476253" w:rsidRDefault="00476253" w:rsidP="008C2EF1">
      <w:pPr>
        <w:pStyle w:val="Heading2Center"/>
        <w:rPr>
          <w:rtl/>
          <w:lang w:bidi="ur-PK"/>
        </w:rPr>
      </w:pPr>
      <w:bookmarkStart w:id="114" w:name="_Toc520984051"/>
      <w:r>
        <w:rPr>
          <w:rFonts w:hint="eastAsia"/>
          <w:rtl/>
          <w:lang w:bidi="ur-PK"/>
        </w:rPr>
        <w:t>مسک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پر احسان کرنا</w:t>
      </w:r>
      <w:bookmarkEnd w:id="114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شخص جو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راورلاچار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اور تھ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غربت کا شکار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جس کے لئے درآمد کا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رہ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ھر</w:t>
      </w:r>
      <w:r>
        <w:rPr>
          <w:rtl/>
          <w:lang w:bidi="ur-PK"/>
        </w:rPr>
        <w:t xml:space="preserve"> مومن پر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ذمہ 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وظ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اپنے مال سے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کرے،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کو محفوظ رکھتے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کو دور کرنے کوشش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مساک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توجہ کو واجب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مشکلات کو دور کرنے کو عبادت خدا شمار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خداوندعالم مساک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خاص توجہ، اور ان کے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سکون کا راستہ ھموار کئے جانے کو پسند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مساک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لاپرواھ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بھت بُرا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فرمان کے مطابق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شخص عذاب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گا۔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0813B1">
        <w:rPr>
          <w:rStyle w:val="libAieChar"/>
          <w:rtl/>
        </w:rPr>
        <w:t>وَآتِ ذَا الْقُرْبَ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tl/>
        </w:rPr>
        <w:t xml:space="preserve"> حَقَّ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0813B1">
        <w:rPr>
          <w:rStyle w:val="libAieChar"/>
          <w:rFonts w:hint="cs"/>
          <w:rtl/>
        </w:rPr>
        <w:t>ُ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وَالْمِسْكِی</w:t>
      </w:r>
      <w:r w:rsidR="00476253" w:rsidRPr="000813B1">
        <w:rPr>
          <w:rStyle w:val="libAieChar"/>
          <w:rFonts w:hint="eastAsia"/>
          <w:rtl/>
        </w:rPr>
        <w:t>نَ</w:t>
      </w:r>
      <w:r w:rsidR="00476253" w:rsidRPr="000813B1">
        <w:rPr>
          <w:rStyle w:val="libAieChar"/>
          <w:rtl/>
        </w:rPr>
        <w:t xml:space="preserve"> وَابْنَ السَّبِ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لِ</w:t>
      </w:r>
      <w:r w:rsidR="00476253" w:rsidRPr="000813B1">
        <w:rPr>
          <w:rStyle w:val="libAieChar"/>
          <w:rtl/>
        </w:rPr>
        <w:t xml:space="preserve"> وَلاَتُبَذِّرْ تَبْذِ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رًا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(384)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کھو</w:t>
      </w:r>
      <w:r w:rsidR="00476253">
        <w:rPr>
          <w:rtl/>
          <w:lang w:bidi="ur-PK"/>
        </w:rPr>
        <w:t xml:space="preserve"> قرابتداروں، مسک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اور غربت زدہ مسافر کو اس کاحق دےدو اور خبردار اسراف سے کام نہ 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نا“</w:t>
      </w:r>
      <w:r w:rsidR="00476253">
        <w:rPr>
          <w:rtl/>
          <w:lang w:bidi="ur-PK"/>
        </w:rPr>
        <w:t xml:space="preserve">۔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0813B1">
        <w:rPr>
          <w:rStyle w:val="libAieChar"/>
          <w:rFonts w:hint="cs"/>
          <w:rtl/>
        </w:rPr>
        <w:t>وَآتَی</w:t>
      </w:r>
      <w:r w:rsidR="00476253" w:rsidRPr="000813B1">
        <w:rPr>
          <w:rStyle w:val="libAieChar"/>
          <w:rtl/>
        </w:rPr>
        <w:t xml:space="preserve"> الْمَالَ عَلَ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tl/>
        </w:rPr>
        <w:t xml:space="preserve"> حُبِّ</w:t>
      </w:r>
      <w:r w:rsidR="00705CD5" w:rsidRPr="00705CD5">
        <w:rPr>
          <w:rStyle w:val="libAieChar"/>
          <w:rFonts w:hint="cs"/>
          <w:rtl/>
        </w:rPr>
        <w:t>ه</w:t>
      </w:r>
      <w:r w:rsidR="00476253" w:rsidRPr="000813B1">
        <w:rPr>
          <w:rStyle w:val="libAieChar"/>
          <w:rFonts w:hint="cs"/>
          <w:rtl/>
        </w:rPr>
        <w:t>ِ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ذَوِی</w:t>
      </w:r>
      <w:r w:rsidR="00476253" w:rsidRPr="000813B1">
        <w:rPr>
          <w:rStyle w:val="libAieChar"/>
          <w:rtl/>
        </w:rPr>
        <w:t xml:space="preserve"> الْقُرْبَ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tl/>
        </w:rPr>
        <w:t xml:space="preserve"> وَالْ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تَامَ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tl/>
        </w:rPr>
        <w:t xml:space="preserve"> وَالْمَسَاكِ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نَ</w:t>
      </w:r>
      <w:r w:rsidR="00476253" w:rsidRPr="000813B1">
        <w:rPr>
          <w:rStyle w:val="libAieChar"/>
          <w:rtl/>
        </w:rPr>
        <w:t xml:space="preserve"> وَابْنَ السَّبِ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لِ</w:t>
      </w:r>
      <w:r w:rsidR="00476253" w:rsidRPr="000813B1">
        <w:rPr>
          <w:rStyle w:val="libAieChar"/>
          <w:rtl/>
        </w:rPr>
        <w:t xml:space="preserve"> وَالسَّائِلِ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نَ</w:t>
      </w:r>
      <w:r w:rsidR="00476253" w:rsidRPr="000813B1">
        <w:rPr>
          <w:rStyle w:val="libAieChar"/>
          <w:rtl/>
        </w:rPr>
        <w:t xml:space="preserve"> وَفِ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tl/>
        </w:rPr>
        <w:t xml:space="preserve"> الرِّقَابِ</w:t>
      </w:r>
      <w:r w:rsidR="006F6A7F" w:rsidRPr="006F6A7F">
        <w:rPr>
          <w:rStyle w:val="libAlaemChar"/>
          <w:rtl/>
        </w:rPr>
        <w:t>)</w:t>
      </w:r>
      <w:r w:rsidR="00125F42" w:rsidRPr="00125F42">
        <w:rPr>
          <w:rStyle w:val="libFootnotenumChar"/>
          <w:rtl/>
          <w:lang w:bidi="ur-PK"/>
        </w:rPr>
        <w:t>(385)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اور محبت خدا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قرابتداروں،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موں،</w:t>
      </w:r>
      <w:r w:rsidR="00476253">
        <w:rPr>
          <w:rtl/>
          <w:lang w:bidi="ur-PK"/>
        </w:rPr>
        <w:t xml:space="preserve"> مسک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نوں،</w:t>
      </w:r>
      <w:r w:rsidR="00476253">
        <w:rPr>
          <w:rtl/>
          <w:lang w:bidi="ur-PK"/>
        </w:rPr>
        <w:t xml:space="preserve"> غربت زدہ مسافروں، سوال کرنے والوں اور غلاموں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آزاد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کے لئے مال دے“۔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0813B1">
        <w:rPr>
          <w:rStyle w:val="libAieChar"/>
          <w:rtl/>
        </w:rPr>
        <w:t>إِنَّمَا الصَّدَقَاتُ لِلْفُقَرَاءِ وَالْمَسَاكِ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نِ</w:t>
      </w:r>
      <w:r w:rsidR="00476253" w:rsidRPr="000813B1">
        <w:rPr>
          <w:rStyle w:val="libAieChar"/>
          <w:rtl/>
        </w:rPr>
        <w:t xml:space="preserve"> وَالْعَامِلِ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نَ</w:t>
      </w:r>
      <w:r w:rsidR="00476253" w:rsidRPr="000813B1">
        <w:rPr>
          <w:rStyle w:val="libAieChar"/>
          <w:rtl/>
        </w:rPr>
        <w:t xml:space="preserve"> عَلَ</w:t>
      </w:r>
      <w:r w:rsidR="00476253" w:rsidRPr="000813B1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0813B1">
        <w:rPr>
          <w:rStyle w:val="libAieChar"/>
          <w:rFonts w:hint="cs"/>
          <w:rtl/>
        </w:rPr>
        <w:t>ا</w:t>
      </w:r>
      <w:r w:rsidR="00476253" w:rsidRPr="000813B1">
        <w:rPr>
          <w:rStyle w:val="libAieChar"/>
          <w:rtl/>
        </w:rPr>
        <w:t xml:space="preserve"> وَالْمُؤَلَّفَةِ قُلُوبُ</w:t>
      </w:r>
      <w:r w:rsidR="00705CD5" w:rsidRPr="00705CD5">
        <w:rPr>
          <w:rStyle w:val="libAieChar"/>
          <w:rFonts w:hint="cs"/>
          <w:rtl/>
        </w:rPr>
        <w:t>ه</w:t>
      </w:r>
      <w:r w:rsidR="00476253" w:rsidRPr="000813B1">
        <w:rPr>
          <w:rStyle w:val="libAieChar"/>
          <w:rFonts w:hint="cs"/>
          <w:rtl/>
        </w:rPr>
        <w:t>م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وَفِی</w:t>
      </w:r>
      <w:r w:rsidR="00476253" w:rsidRPr="000813B1">
        <w:rPr>
          <w:rStyle w:val="libAieChar"/>
          <w:rtl/>
        </w:rPr>
        <w:t xml:space="preserve"> الرِّقَابِ وَالْغَارِمِ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نَ</w:t>
      </w:r>
      <w:r w:rsidR="00476253" w:rsidRPr="000813B1">
        <w:rPr>
          <w:rStyle w:val="libAieChar"/>
          <w:rtl/>
        </w:rPr>
        <w:t xml:space="preserve"> وَفِ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tl/>
        </w:rPr>
        <w:t xml:space="preserve"> سَبِ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لِ</w:t>
      </w:r>
      <w:r w:rsidR="00476253" w:rsidRPr="000813B1">
        <w:rPr>
          <w:rStyle w:val="libAieChar"/>
          <w:rtl/>
        </w:rPr>
        <w:t xml:space="preserve"> اللهِ وَاِبْنِ السَّبِ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لِ</w:t>
      </w:r>
      <w:r w:rsidR="00476253" w:rsidRPr="000813B1">
        <w:rPr>
          <w:rStyle w:val="libAieChar"/>
          <w:rtl/>
        </w:rPr>
        <w:t xml:space="preserve"> فَرِ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ضَةً</w:t>
      </w:r>
      <w:r w:rsidR="00476253" w:rsidRPr="000813B1">
        <w:rPr>
          <w:rStyle w:val="libAieChar"/>
          <w:rtl/>
        </w:rPr>
        <w:t xml:space="preserve"> مِنْ اللهِ وَاللهُ عَلِ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مٌ</w:t>
      </w:r>
      <w:r w:rsidR="00476253" w:rsidRPr="000813B1">
        <w:rPr>
          <w:rStyle w:val="libAieChar"/>
          <w:rtl/>
        </w:rPr>
        <w:t xml:space="preserve"> حَكِ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مٌ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(386)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”صدقات</w:t>
      </w:r>
      <w:r w:rsidR="00476253">
        <w:rPr>
          <w:rtl/>
          <w:lang w:bidi="ur-PK"/>
        </w:rPr>
        <w:t xml:space="preserve"> و خ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رات</w:t>
      </w:r>
      <w:r w:rsidR="00476253">
        <w:rPr>
          <w:rtl/>
          <w:lang w:bidi="ur-PK"/>
        </w:rPr>
        <w:t xml:space="preserve"> بس فقراء، مساک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اور ان کے کام کرنے والے اور جن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تال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ف</w:t>
      </w:r>
      <w:r w:rsidR="00476253">
        <w:rPr>
          <w:rtl/>
          <w:lang w:bidi="ur-PK"/>
        </w:rPr>
        <w:t xml:space="preserve"> قلب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جات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غلاموں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گردن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آزاد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اور قرضداروں کے لئے راہ خدا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اور غربت زدہ مسافروں کے لئے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اللہ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طرف سے فر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ضہ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اللہ خوب جاننے والاھے اور صاحب حکمت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مساک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بے توجھ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نہ کرنا نہ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آخرت کے عذاب کا باعث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بلکہ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برے آثار ظاھر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خداوندعالم</w:t>
      </w:r>
      <w:r>
        <w:rPr>
          <w:rtl/>
          <w:lang w:bidi="ur-PK"/>
        </w:rPr>
        <w:t xml:space="preserve"> نے سورہ ”ن و القلم“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17 تا 33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داستان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جن کو 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بھت بڑا اور پھل دار باغ ملا،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انھوں نے اپنے باپ کے برخلاف عمل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ان کا باپ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غرباء کا بھت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رکھتا تھا، انھوں نے باپ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</w:t>
      </w:r>
      <w:r>
        <w:rPr>
          <w:rtl/>
          <w:lang w:bidi="ur-PK"/>
        </w:rPr>
        <w:t xml:space="preserve"> ملتے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ٹنگ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طے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کل صبح جب باغ کے پھلوں کو اتارا جائے گا تو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مسک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باغ کے دروازہ کو بند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تاکہ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مسک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آنے نہ پائے،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پل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فکر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بحکم خدا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رات بجل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پھلوں سے لدے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تمام باغ کو جلا ڈالا، اور اس سرسبز علاقے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باغ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مٹھ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راکھ کے علاوہ کچھ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بچا۔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وہ لوگ صبح صبح اپنے منصوبہ کے مطابق پھل اتارنے کے لئے باغ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پہنچے تو باغ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حالت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کو ملامت کرنے لگے، اور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بلند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کہ افسوس !!ھمارے اوپر کہ ھم نے احکام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اس کے حدود سے تجاوز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اھل طغ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و تجاوز</w:t>
      </w:r>
      <w:r w:rsidR="003264F6">
        <w:rPr>
          <w:rtl/>
          <w:lang w:bidi="ur-PK"/>
        </w:rPr>
        <w:t xml:space="preserve"> ہو</w:t>
      </w:r>
      <w:r>
        <w:rPr>
          <w:rFonts w:hint="eastAsia"/>
          <w:rtl/>
          <w:lang w:bidi="ur-PK"/>
        </w:rPr>
        <w:t>گئے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مشکلات نازل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اورفقر و تنگدست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کا باعث مساک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نہ کرنے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0813B1">
        <w:rPr>
          <w:rStyle w:val="libAieChar"/>
          <w:rtl/>
        </w:rPr>
        <w:t>وَ</w:t>
      </w:r>
      <w:r w:rsidR="00BA0B7F">
        <w:rPr>
          <w:rStyle w:val="libAieChar"/>
          <w:rtl/>
        </w:rPr>
        <w:t>ا</w:t>
      </w:r>
      <w:r w:rsidR="00476253" w:rsidRPr="000813B1">
        <w:rPr>
          <w:rStyle w:val="libAieChar"/>
          <w:rFonts w:hint="eastAsia"/>
          <w:rtl/>
        </w:rPr>
        <w:t>مَّا</w:t>
      </w:r>
      <w:r w:rsidR="00476253" w:rsidRPr="000813B1">
        <w:rPr>
          <w:rStyle w:val="libAieChar"/>
          <w:rtl/>
        </w:rPr>
        <w:t xml:space="preserve"> اِذَا مَا ابْتَلَا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0813B1">
        <w:rPr>
          <w:rStyle w:val="libAieChar"/>
          <w:rFonts w:hint="cs"/>
          <w:rtl/>
        </w:rPr>
        <w:t>ُ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فَقَدَرَ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عَلَی</w:t>
      </w:r>
      <w:r w:rsidR="00705CD5" w:rsidRPr="00705CD5">
        <w:rPr>
          <w:rStyle w:val="libAieChar"/>
          <w:rFonts w:hint="cs"/>
          <w:rtl/>
        </w:rPr>
        <w:t>ه</w:t>
      </w:r>
      <w:r w:rsidR="00476253" w:rsidRPr="000813B1">
        <w:rPr>
          <w:rStyle w:val="libAieChar"/>
          <w:rFonts w:hint="cs"/>
          <w:rtl/>
        </w:rPr>
        <w:t>ِ</w:t>
      </w:r>
      <w:r w:rsidR="00476253" w:rsidRPr="000813B1">
        <w:rPr>
          <w:rStyle w:val="libAieChar"/>
          <w:rtl/>
        </w:rPr>
        <w:t xml:space="preserve"> رِزْقَ</w:t>
      </w:r>
      <w:r w:rsidR="00705CD5" w:rsidRPr="00705CD5">
        <w:rPr>
          <w:rStyle w:val="libAieChar"/>
          <w:rFonts w:hint="cs"/>
          <w:rtl/>
        </w:rPr>
        <w:t>ه</w:t>
      </w:r>
      <w:r w:rsidR="00476253" w:rsidRPr="000813B1">
        <w:rPr>
          <w:rStyle w:val="libAieChar"/>
          <w:rFonts w:hint="cs"/>
          <w:rtl/>
        </w:rPr>
        <w:t>ُ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فَی</w:t>
      </w:r>
      <w:r w:rsidR="00476253" w:rsidRPr="000813B1">
        <w:rPr>
          <w:rStyle w:val="libAieChar"/>
          <w:rFonts w:hint="eastAsia"/>
          <w:rtl/>
        </w:rPr>
        <w:t>قُولُ</w:t>
      </w:r>
      <w:r w:rsidR="00476253" w:rsidRPr="000813B1">
        <w:rPr>
          <w:rStyle w:val="libAieChar"/>
          <w:rtl/>
        </w:rPr>
        <w:t xml:space="preserve"> رَبِّ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705CD5" w:rsidRPr="00705CD5">
        <w:rPr>
          <w:rStyle w:val="libAieChar"/>
          <w:rFonts w:hint="cs"/>
          <w:rtl/>
        </w:rPr>
        <w:t>ه</w:t>
      </w:r>
      <w:r w:rsidR="00476253" w:rsidRPr="000813B1">
        <w:rPr>
          <w:rStyle w:val="libAieChar"/>
          <w:rFonts w:hint="cs"/>
          <w:rtl/>
        </w:rPr>
        <w:t>َانَنِ</w:t>
      </w:r>
      <w:r w:rsidR="00476253" w:rsidRPr="000813B1">
        <w:rPr>
          <w:rStyle w:val="libAieChar"/>
          <w:rtl/>
        </w:rPr>
        <w:t xml:space="preserve">  </w:t>
      </w:r>
      <w:r w:rsidR="00476253" w:rsidRPr="000813B1">
        <w:rPr>
          <w:rStyle w:val="libAieChar"/>
          <w:rFonts w:hint="cs"/>
          <w:rtl/>
        </w:rPr>
        <w:t>كَلَّابَلْ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لَا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تُكْرِمُونَ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الْی</w:t>
      </w:r>
      <w:r w:rsidR="00476253" w:rsidRPr="000813B1">
        <w:rPr>
          <w:rStyle w:val="libAieChar"/>
          <w:rFonts w:hint="eastAsia"/>
          <w:rtl/>
        </w:rPr>
        <w:t>تِ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مَ</w:t>
      </w:r>
      <w:r w:rsidR="00476253" w:rsidRPr="000813B1">
        <w:rPr>
          <w:rStyle w:val="libAieChar"/>
          <w:rFonts w:hint="cs"/>
          <w:rtl/>
        </w:rPr>
        <w:t>وَلَا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تَحَاضُّونَ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عَلَيٰ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طَعَامِ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الْمِسْكِی</w:t>
      </w:r>
      <w:r w:rsidR="00476253" w:rsidRPr="000813B1">
        <w:rPr>
          <w:rStyle w:val="libAieChar"/>
          <w:rFonts w:hint="eastAsia"/>
          <w:rtl/>
        </w:rPr>
        <w:t>نِ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وَتَ</w:t>
      </w:r>
      <w:r w:rsidR="00BA0B7F">
        <w:rPr>
          <w:rStyle w:val="libAieChar"/>
          <w:rFonts w:hint="cs"/>
          <w:rtl/>
        </w:rPr>
        <w:t>ا</w:t>
      </w:r>
      <w:r w:rsidR="00476253" w:rsidRPr="000813B1">
        <w:rPr>
          <w:rStyle w:val="libAieChar"/>
          <w:rFonts w:hint="eastAsia"/>
          <w:rtl/>
        </w:rPr>
        <w:t>كُلُونَ</w:t>
      </w:r>
      <w:r w:rsidR="00476253" w:rsidRPr="000813B1">
        <w:rPr>
          <w:rStyle w:val="libAieChar"/>
          <w:rtl/>
        </w:rPr>
        <w:t xml:space="preserve"> التُّرَاثَ </w:t>
      </w:r>
      <w:r w:rsidR="00BA0B7F">
        <w:rPr>
          <w:rStyle w:val="libAieChar"/>
          <w:rtl/>
        </w:rPr>
        <w:t>ا</w:t>
      </w:r>
      <w:r w:rsidR="00476253" w:rsidRPr="000813B1">
        <w:rPr>
          <w:rStyle w:val="libAieChar"/>
          <w:rFonts w:hint="eastAsia"/>
          <w:rtl/>
        </w:rPr>
        <w:t>كْلاً</w:t>
      </w:r>
      <w:r w:rsidR="00476253" w:rsidRPr="000813B1">
        <w:rPr>
          <w:rStyle w:val="libAieChar"/>
          <w:rtl/>
        </w:rPr>
        <w:t xml:space="preserve"> لَّماً وَتُحِبُّونَ الّمَالَ حُبًّا جَمّاً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(387)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”اورجب</w:t>
      </w:r>
      <w:r w:rsidR="00476253">
        <w:rPr>
          <w:rtl/>
          <w:lang w:bidi="ur-PK"/>
        </w:rPr>
        <w:t xml:space="preserve"> آزمائش کے لئے روز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کو تنگ کرد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توکہنے لگا کہ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رے</w:t>
      </w:r>
      <w:r w:rsidR="00476253">
        <w:rPr>
          <w:rtl/>
          <w:lang w:bidi="ur-PK"/>
        </w:rPr>
        <w:t xml:space="preserve"> پروردگار نے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توھ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۔ا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سا</w:t>
      </w:r>
      <w:r w:rsidR="00476253">
        <w:rPr>
          <w:rtl/>
          <w:lang w:bidi="ur-PK"/>
        </w:rPr>
        <w:t xml:space="preserve"> ھرگز ن</w:t>
      </w:r>
      <w:r w:rsidR="00AA04E3">
        <w:rPr>
          <w:rtl/>
          <w:lang w:bidi="ur-PK"/>
        </w:rPr>
        <w:t xml:space="preserve"> ہیں  ہے</w:t>
      </w:r>
      <w:r w:rsidR="00476253">
        <w:rPr>
          <w:rtl/>
          <w:lang w:bidi="ur-PK"/>
        </w:rPr>
        <w:t xml:space="preserve"> بلکہ تم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موں</w:t>
      </w:r>
      <w:r w:rsidR="00476253">
        <w:rPr>
          <w:rtl/>
          <w:lang w:bidi="ur-PK"/>
        </w:rPr>
        <w:t xml:space="preserve"> کا احترام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کرتے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۔اور لوگوں کو مسک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نوں</w:t>
      </w:r>
      <w:r w:rsidR="00476253">
        <w:rPr>
          <w:rtl/>
          <w:lang w:bidi="ur-PK"/>
        </w:rPr>
        <w:t xml:space="preserve"> کوکھانا کھانے پر آمادہ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کرتے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>اور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راث</w:t>
      </w:r>
      <w:r w:rsidR="00476253">
        <w:rPr>
          <w:rtl/>
          <w:lang w:bidi="ur-PK"/>
        </w:rPr>
        <w:t xml:space="preserve"> کے مال کو اکٹھا کر کے حلال وحرام سب کھاجاتے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۔اور مال دن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کو بھت دوست رکھتے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سورہ الحاقہ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گروہ کے لئے بھت سخت عذاب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جن کے عذاب کے دو سبب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کئے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1۔ خدا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نہ رکھنا۔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2۔ مساک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کھانے کھلانے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ںرغبت</w:t>
      </w:r>
      <w:r>
        <w:rPr>
          <w:rtl/>
          <w:lang w:bidi="ur-PK"/>
        </w:rPr>
        <w:t xml:space="preserve"> نہ رکھنا۔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کا ترجمہ اس طرح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جس کا نامہ اعمال 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ھاتھ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 وہ کھے گا: ”اے کاش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نامہ اعمال مجھے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جاتا۔ اور مجھے اپنا حساب نہ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تا۔ اے کاش اس موت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تا۔م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مال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کام نہ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۔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حکومت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برباد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اب اسے پکڑو اور </w:t>
      </w:r>
      <w:r>
        <w:rPr>
          <w:rFonts w:hint="eastAsia"/>
          <w:rtl/>
          <w:lang w:bidi="ur-PK"/>
        </w:rPr>
        <w:t>گرفتار</w:t>
      </w:r>
      <w:r>
        <w:rPr>
          <w:rtl/>
          <w:lang w:bidi="ur-PK"/>
        </w:rPr>
        <w:t xml:space="preserve"> کرلو۔ پھر اسے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جھونک دو۔ پھر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ستر گز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اسے جکڑ لو۔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خدائے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رکھتا تھا۔ اور لوگوں کو مسک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</w:t>
      </w:r>
      <w:r>
        <w:rPr>
          <w:rtl/>
          <w:lang w:bidi="ur-PK"/>
        </w:rPr>
        <w:t xml:space="preserve"> کے کھلانے پر آمادہ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کرتا تھا۔تو آج اس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غمخوار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۔ اور نہ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پ</w:t>
      </w:r>
      <w:r>
        <w:rPr>
          <w:rtl/>
          <w:lang w:bidi="ur-PK"/>
        </w:rPr>
        <w:t xml:space="preserve">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غذا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جسے گناھگاروں </w:t>
      </w:r>
      <w:r>
        <w:rPr>
          <w:rFonts w:hint="eastAsia"/>
          <w:rtl/>
          <w:lang w:bidi="ur-PK"/>
        </w:rPr>
        <w:t>کے</w:t>
      </w:r>
      <w:r>
        <w:rPr>
          <w:rtl/>
          <w:lang w:bidi="ur-PK"/>
        </w:rPr>
        <w:t xml:space="preserve">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کھاسکتا“</w:t>
      </w:r>
      <w:r w:rsidR="00125F42" w:rsidRPr="00125F42">
        <w:rPr>
          <w:rStyle w:val="libFootnotenumChar"/>
          <w:rtl/>
          <w:lang w:bidi="ur-PK"/>
        </w:rPr>
        <w:t>(388)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قارئ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کرام! واقعاً غرباء اورمساک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توجہ کرنا اتنااھم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جس سے غفلت کرنے والا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قابل نفرت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سخت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عذاب کا حقدار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گا۔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جناب</w:t>
      </w:r>
      <w:r>
        <w:rPr>
          <w:rtl/>
          <w:lang w:bidi="ur-PK"/>
        </w:rPr>
        <w:t xml:space="preserve"> جبرئ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سے نقل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813B1">
        <w:rPr>
          <w:rStyle w:val="libArabicChar"/>
          <w:rFonts w:hint="eastAsia"/>
          <w:rtl/>
        </w:rPr>
        <w:t>اَنا</w:t>
      </w:r>
      <w:r w:rsidRPr="000813B1">
        <w:rPr>
          <w:rStyle w:val="libArabicChar"/>
          <w:rtl/>
        </w:rPr>
        <w:t xml:space="preserve"> مِنَ الدُّنْ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ا</w:t>
      </w:r>
      <w:r w:rsidRPr="000813B1">
        <w:rPr>
          <w:rStyle w:val="libArabicChar"/>
          <w:rtl/>
        </w:rPr>
        <w:t xml:space="preserve"> اُحِبُّ ثَلاثَةَ اَشْ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اءَ</w:t>
      </w:r>
      <w:r w:rsidRPr="000813B1">
        <w:rPr>
          <w:rStyle w:val="libArabicChar"/>
          <w:rtl/>
        </w:rPr>
        <w:t>:اِرْشادَ الضّالِّ وَاِعانَةَ الْمَظْلومِ وَمَحَبَّةَ الْمَساكِ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نِ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(389)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دوست رکھتا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ں: راستہ بھٹکے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راہنمائ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مظلوم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اور مساک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ساتھ محبت“۔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F078A6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813B1">
        <w:rPr>
          <w:rStyle w:val="libArabicChar"/>
          <w:rFonts w:hint="eastAsia"/>
          <w:rtl/>
        </w:rPr>
        <w:t>فَمَنْ</w:t>
      </w:r>
      <w:r w:rsidRPr="000813B1">
        <w:rPr>
          <w:rStyle w:val="libArabicChar"/>
          <w:rtl/>
        </w:rPr>
        <w:t xml:space="preserve"> واسا 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ُمْ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بِحَواشِی</w:t>
      </w:r>
      <w:r w:rsidRPr="000813B1">
        <w:rPr>
          <w:rStyle w:val="libArabicChar"/>
          <w:rtl/>
        </w:rPr>
        <w:t xml:space="preserve"> مالِ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ِ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وَسَّعَ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ُ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عَلَی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ِ</w:t>
      </w:r>
      <w:r w:rsidRPr="000813B1">
        <w:rPr>
          <w:rStyle w:val="libArabicChar"/>
          <w:rtl/>
        </w:rPr>
        <w:t xml:space="preserve"> جِنانَ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ُ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وَاَنالَ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ُ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غُفْرانْ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ُ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وْرِضْوانَ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ُ</w:t>
      </w:r>
      <w:r w:rsidR="00F078A6" w:rsidRPr="00572206">
        <w:rPr>
          <w:rStyle w:val="libFootnotenumChar"/>
          <w:rtl/>
          <w:lang w:bidi="ur-PK"/>
        </w:rPr>
        <w:t xml:space="preserve"> </w:t>
      </w:r>
      <w:r w:rsidR="00572206" w:rsidRPr="00572206">
        <w:rPr>
          <w:rStyle w:val="libFootnotenumChar"/>
          <w:rtl/>
          <w:lang w:bidi="ur-PK"/>
        </w:rPr>
        <w:t>(</w:t>
      </w:r>
      <w:r w:rsidR="00F078A6" w:rsidRPr="00F078A6">
        <w:rPr>
          <w:rStyle w:val="libFootnotenumChar"/>
          <w:rtl/>
        </w:rPr>
        <w:t>3</w:t>
      </w:r>
      <w:r w:rsidR="00572206" w:rsidRPr="00572206">
        <w:rPr>
          <w:rStyle w:val="libFootnotenumChar"/>
          <w:rtl/>
          <w:lang w:bidi="ur-PK"/>
        </w:rPr>
        <w:t>90)</w:t>
      </w:r>
      <w:r w:rsidR="00572206">
        <w:rPr>
          <w:rtl/>
          <w:lang w:bidi="ur-PK"/>
        </w:rPr>
        <w:t xml:space="preserve"> </w:t>
      </w:r>
      <w:r w:rsidR="00572206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اپنے پاس جمع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مال سے مساک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کودور کرے، تو خداوندعالم اس کے لئے جنت کو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فرماد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و مغفرت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مومن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بھر کر کھانا کھلائے تو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جزاکو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جان سکتا، نہ مقرب فرشتے اور نہ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مرسل، سوائے خداوندعالم کے، کہ صرف وھ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شخص کے اجر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آگاہ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F078A6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بھوکے مسلمان کو کھانا کھلانا باعث مغفرت و بخشش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کے بعد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تلاوت فرمائ</w:t>
      </w:r>
      <w:r>
        <w:rPr>
          <w:rFonts w:hint="cs"/>
          <w:rtl/>
          <w:lang w:bidi="ur-PK"/>
        </w:rPr>
        <w:t>ی</w:t>
      </w:r>
      <w:r w:rsidR="00F078A6" w:rsidRPr="00F078A6">
        <w:rPr>
          <w:rStyle w:val="libFootnotenumChar"/>
          <w:rFonts w:hint="cs"/>
          <w:rtl/>
        </w:rPr>
        <w:t>(391)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0813B1">
        <w:rPr>
          <w:rStyle w:val="libAieChar"/>
          <w:rtl/>
        </w:rPr>
        <w:t>اَوْ اِطْعَامٌ فِ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وْمٍ</w:t>
      </w:r>
      <w:r w:rsidR="00476253" w:rsidRPr="000813B1">
        <w:rPr>
          <w:rStyle w:val="libAieChar"/>
          <w:rtl/>
        </w:rPr>
        <w:t xml:space="preserve"> ذِ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tl/>
        </w:rPr>
        <w:t xml:space="preserve"> مَسْغَبَةٍ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تِ</w:t>
      </w:r>
      <w:r w:rsidR="00476253" w:rsidRPr="000813B1">
        <w:rPr>
          <w:rStyle w:val="libAieChar"/>
          <w:rFonts w:hint="cs"/>
          <w:rtl/>
        </w:rPr>
        <w:t>ی</w:t>
      </w:r>
      <w:r w:rsidR="00476253" w:rsidRPr="000813B1">
        <w:rPr>
          <w:rStyle w:val="libAieChar"/>
          <w:rFonts w:hint="eastAsia"/>
          <w:rtl/>
        </w:rPr>
        <w:t>ماً</w:t>
      </w:r>
      <w:r w:rsidR="00476253" w:rsidRPr="000813B1">
        <w:rPr>
          <w:rStyle w:val="libAieChar"/>
          <w:rtl/>
        </w:rPr>
        <w:t xml:space="preserve"> ذَا مَقْرَبَةٍ</w:t>
      </w:r>
      <w:r w:rsidR="00476253" w:rsidRPr="000813B1">
        <w:rPr>
          <w:rStyle w:val="libAieChar"/>
          <w:rFonts w:hint="cs"/>
          <w:rtl/>
        </w:rPr>
        <w:t>اَوْ</w:t>
      </w:r>
      <w:r w:rsidR="00476253" w:rsidRPr="000813B1">
        <w:rPr>
          <w:rStyle w:val="libAieChar"/>
          <w:rtl/>
        </w:rPr>
        <w:t xml:space="preserve"> </w:t>
      </w:r>
      <w:r w:rsidR="00476253" w:rsidRPr="000813B1">
        <w:rPr>
          <w:rStyle w:val="libAieChar"/>
          <w:rFonts w:hint="cs"/>
          <w:rtl/>
        </w:rPr>
        <w:t>مِسْكِی</w:t>
      </w:r>
      <w:r w:rsidR="00476253" w:rsidRPr="000813B1">
        <w:rPr>
          <w:rStyle w:val="libAieChar"/>
          <w:rFonts w:hint="eastAsia"/>
          <w:rtl/>
        </w:rPr>
        <w:t>ناً</w:t>
      </w:r>
      <w:r w:rsidR="00476253" w:rsidRPr="000813B1">
        <w:rPr>
          <w:rStyle w:val="libAieChar"/>
          <w:rtl/>
        </w:rPr>
        <w:t xml:space="preserve"> ذَامَتْرَبَةٍ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(392)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بھوک کے دن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کھانا کھلانا ۔کس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قرابتدار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</w:t>
      </w:r>
      <w:r w:rsidR="00476253">
        <w:rPr>
          <w:rtl/>
          <w:lang w:bidi="ur-PK"/>
        </w:rPr>
        <w:t xml:space="preserve"> کو۔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خاکسار مسک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کو“۔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8C2EF1">
      <w:pPr>
        <w:pStyle w:val="Heading2Center"/>
        <w:rPr>
          <w:rtl/>
          <w:lang w:bidi="ur-PK"/>
        </w:rPr>
      </w:pPr>
      <w:bookmarkStart w:id="115" w:name="_Toc520984052"/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گفتار</w:t>
      </w:r>
      <w:bookmarkEnd w:id="115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متعدد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زبان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ںھونے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گفتگو، زبان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اور گوشت کے اس لوتھڑے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زبان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انسان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نجات پاتا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تباہ و برباد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زبان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انسان گھر اور معاشرہ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سکون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گھر اور معاشرہ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برباد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زبان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اصلاح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فساد برپا کرنے وال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و آبرو اور اسرار کو محفوظ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عزت و آبرو کو خاک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تمام انسانوں خصوصاً صاحبان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دوسروں کے ساتھ صرف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گفتار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کلام کرو۔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زبان</w:t>
      </w:r>
      <w:r>
        <w:rPr>
          <w:rtl/>
          <w:lang w:bidi="ur-PK"/>
        </w:rPr>
        <w:t xml:space="preserve">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کے علاوہ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اھم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اور ائمہ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اگر کتب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شدہ تمام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جگہ جمع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ضخ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کتاب بن سکت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813B1">
        <w:rPr>
          <w:rStyle w:val="libArabicChar"/>
          <w:rFonts w:hint="eastAsia"/>
          <w:rtl/>
        </w:rPr>
        <w:t>اِذا</w:t>
      </w:r>
      <w:r w:rsidRPr="000813B1">
        <w:rPr>
          <w:rStyle w:val="libArabicChar"/>
          <w:rtl/>
        </w:rPr>
        <w:t xml:space="preserve"> اَصْبَحَ ابْنُ آدَمَ اَصْبَحَتِ الْاَعْضاءُ كُلُّ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ا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تَسْتَكْفِی</w:t>
      </w:r>
      <w:r w:rsidRPr="000813B1">
        <w:rPr>
          <w:rStyle w:val="libArabicChar"/>
          <w:rtl/>
        </w:rPr>
        <w:t xml:space="preserve"> اللِّسانَ، اَ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tl/>
        </w:rPr>
        <w:t xml:space="preserve"> تَقولُ:اِتَّقِ اللّٰ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َ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فِی</w:t>
      </w:r>
      <w:r w:rsidRPr="000813B1">
        <w:rPr>
          <w:rStyle w:val="libArabicChar"/>
          <w:rFonts w:hint="eastAsia"/>
          <w:rtl/>
        </w:rPr>
        <w:t>نَا،</w:t>
      </w:r>
      <w:r w:rsidRPr="000813B1">
        <w:rPr>
          <w:rStyle w:val="libArabicChar"/>
          <w:rtl/>
        </w:rPr>
        <w:t xml:space="preserve"> فَاِنَّكَ اِنِ اسْتَقَمْتَ اسْتَقَمْنا، وَاِنِ اعْوَجَجْتَ اعْوَجَجْنا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(393)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”جس</w:t>
      </w:r>
      <w:r>
        <w:rPr>
          <w:rtl/>
          <w:lang w:bidi="ur-PK"/>
        </w:rPr>
        <w:t xml:space="preserve"> وقت انسان صبح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اس کے تمام اعضاء و جوارح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صبح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چنانچہ تمام اعضاء زبان سے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ھمارے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تقويٰ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کرنا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اگر تو راہ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پر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ھم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مستق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ر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گے اور اگر تو 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ڑھ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ھم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ڑھے</w:t>
      </w:r>
      <w:r>
        <w:rPr>
          <w:rtl/>
          <w:lang w:bidi="ur-PK"/>
        </w:rPr>
        <w:t xml:space="preserve"> پن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گرفتار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813B1">
        <w:rPr>
          <w:rStyle w:val="libArabicChar"/>
          <w:rFonts w:hint="eastAsia"/>
          <w:rtl/>
        </w:rPr>
        <w:t>اَللِّسانُ</w:t>
      </w:r>
      <w:r w:rsidRPr="000813B1">
        <w:rPr>
          <w:rStyle w:val="libArabicChar"/>
          <w:rtl/>
        </w:rPr>
        <w:t xml:space="preserve"> م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زانُ</w:t>
      </w:r>
      <w:r w:rsidRPr="000813B1">
        <w:rPr>
          <w:rStyle w:val="libArabicChar"/>
          <w:rtl/>
        </w:rPr>
        <w:t xml:space="preserve"> الْاِنْسانِ</w:t>
      </w:r>
      <w:r>
        <w:rPr>
          <w:rtl/>
          <w:lang w:bidi="ur-PK"/>
        </w:rPr>
        <w:t xml:space="preserve"> “</w:t>
      </w:r>
      <w:r w:rsidR="00125F42" w:rsidRPr="00125F42">
        <w:rPr>
          <w:rStyle w:val="libFootnotenumChar"/>
          <w:rtl/>
          <w:lang w:bidi="ur-PK"/>
        </w:rPr>
        <w:t>(394)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”زبان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r>
        <w:rPr>
          <w:rtl/>
          <w:lang w:bidi="ur-PK"/>
        </w:rPr>
        <w:t xml:space="preserve"> (اور ترازو)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شرافت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بزرگ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پست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سے سمجھ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)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”ٰ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عَذِّبُ</w:t>
      </w:r>
      <w:r w:rsidRPr="000813B1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ُ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اللِّ</w:t>
      </w:r>
      <w:r w:rsidRPr="000813B1">
        <w:rPr>
          <w:rStyle w:val="libArabicChar"/>
          <w:rtl/>
        </w:rPr>
        <w:t>سانَ بِعَذابٍ لَا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عَذِّبُ</w:t>
      </w:r>
      <w:r w:rsidRPr="000813B1">
        <w:rPr>
          <w:rStyle w:val="libArabicChar"/>
          <w:rtl/>
        </w:rPr>
        <w:t xml:space="preserve"> بِ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ِ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شَی</w:t>
      </w:r>
      <w:r w:rsidRPr="000813B1">
        <w:rPr>
          <w:rStyle w:val="libArabicChar"/>
          <w:rFonts w:hint="eastAsia"/>
          <w:rtl/>
        </w:rPr>
        <w:t>ئاً</w:t>
      </w:r>
      <w:r w:rsidRPr="000813B1">
        <w:rPr>
          <w:rStyle w:val="libArabicChar"/>
          <w:rtl/>
        </w:rPr>
        <w:t xml:space="preserve"> مِنَ الْجَوارِحِ فَ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قولُ</w:t>
      </w:r>
      <w:r w:rsidRPr="000813B1">
        <w:rPr>
          <w:rStyle w:val="libArabicChar"/>
          <w:rtl/>
        </w:rPr>
        <w:t>: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ارَبِّ</w:t>
      </w:r>
      <w:r w:rsidRPr="000813B1">
        <w:rPr>
          <w:rStyle w:val="libArabicChar"/>
          <w:rtl/>
        </w:rPr>
        <w:t xml:space="preserve"> عَذَّبْتَنِ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tl/>
        </w:rPr>
        <w:t xml:space="preserve"> بِعَذابٍ لَمْ تُعَذِّبْ بِ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ِ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شَی</w:t>
      </w:r>
      <w:r w:rsidRPr="000813B1">
        <w:rPr>
          <w:rStyle w:val="libArabicChar"/>
          <w:rFonts w:hint="eastAsia"/>
          <w:rtl/>
        </w:rPr>
        <w:t>ئاً</w:t>
      </w:r>
      <w:r w:rsidRPr="000813B1">
        <w:rPr>
          <w:rStyle w:val="libArabicChar"/>
          <w:rtl/>
        </w:rPr>
        <w:t xml:space="preserve"> مِنَ الْجَوارِحِ، فَ</w:t>
      </w:r>
      <w:r w:rsidRPr="000813B1">
        <w:rPr>
          <w:rStyle w:val="libArabicChar"/>
          <w:rFonts w:hint="cs"/>
          <w:rtl/>
        </w:rPr>
        <w:t>ی</w:t>
      </w:r>
      <w:r w:rsidRPr="000813B1">
        <w:rPr>
          <w:rStyle w:val="libArabicChar"/>
          <w:rFonts w:hint="eastAsia"/>
          <w:rtl/>
        </w:rPr>
        <w:t>قالُ</w:t>
      </w:r>
      <w:r w:rsidRPr="000813B1">
        <w:rPr>
          <w:rStyle w:val="libArabicChar"/>
          <w:rtl/>
        </w:rPr>
        <w:t xml:space="preserve"> لَ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ُ</w:t>
      </w:r>
      <w:r w:rsidRPr="000813B1">
        <w:rPr>
          <w:rStyle w:val="libArabicChar"/>
          <w:rtl/>
        </w:rPr>
        <w:t>:</w:t>
      </w:r>
      <w:r w:rsidRPr="000813B1">
        <w:rPr>
          <w:rStyle w:val="libArabicChar"/>
          <w:rFonts w:hint="cs"/>
          <w:rtl/>
        </w:rPr>
        <w:t>خَرَجَتْ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مِنْكَ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كَلِمَةٌ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فَبَلَغَتْ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مَشارِقَ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الْاَرْضِ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وَمَغارِبَ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ا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فَسُفِكَ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بِ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َ</w:t>
      </w:r>
      <w:r w:rsidRPr="000813B1">
        <w:rPr>
          <w:rStyle w:val="libArabicChar"/>
          <w:rFonts w:hint="eastAsia"/>
          <w:rtl/>
        </w:rPr>
        <w:t>ا</w:t>
      </w:r>
      <w:r w:rsidRPr="000813B1">
        <w:rPr>
          <w:rStyle w:val="libArabicChar"/>
          <w:rtl/>
        </w:rPr>
        <w:t xml:space="preserve"> الدَّمُ الْحَرامُ، وَانْتُ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ِبَ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بِ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ِ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الْمالُ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الْحَرامُ،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وَانْتُ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ِكَ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بِ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ِ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الْفَرْجُ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الْحَرامُ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(395)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”خداوندعالم</w:t>
      </w:r>
      <w:r>
        <w:rPr>
          <w:rtl/>
          <w:lang w:bidi="ur-PK"/>
        </w:rPr>
        <w:t xml:space="preserve"> زبان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عذاب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کرے گا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دوسرے حصہ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عذاب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کرے گا، اس وقت زبان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:خدا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! تو نے مجھے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عذاب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حصہ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ساعذاب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چنانچہ اس سے کھا جائے گا: تجھ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الفاظ نکلے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جو مشرق و </w:t>
      </w:r>
      <w:r>
        <w:rPr>
          <w:rFonts w:hint="eastAsia"/>
          <w:rtl/>
          <w:lang w:bidi="ur-PK"/>
        </w:rPr>
        <w:t>مغرب</w:t>
      </w:r>
      <w:r>
        <w:rPr>
          <w:rtl/>
          <w:lang w:bidi="ur-PK"/>
        </w:rPr>
        <w:t xml:space="preserve"> تک پہنچ گئے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بے گناہ کا خون بھا، بے گناہ کا مال غارت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اور بے گناہ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آبرو خاک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!“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813B1">
        <w:rPr>
          <w:rStyle w:val="libArabicChar"/>
          <w:rFonts w:hint="eastAsia"/>
          <w:rtl/>
        </w:rPr>
        <w:t>كَمْ</w:t>
      </w:r>
      <w:r w:rsidRPr="000813B1">
        <w:rPr>
          <w:rStyle w:val="libArabicChar"/>
          <w:rtl/>
        </w:rPr>
        <w:t xml:space="preserve"> مِنْ اِنْسانٍ اَ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ْلَكَ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tl/>
        </w:rPr>
        <w:t>ُ لِسانٌ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(396)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”کتنے</w:t>
      </w:r>
      <w:r>
        <w:rPr>
          <w:rtl/>
          <w:lang w:bidi="ur-PK"/>
        </w:rPr>
        <w:t xml:space="preserve"> لوگ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ھلاک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بھر</w:t>
      </w:r>
      <w:r>
        <w:rPr>
          <w:rtl/>
          <w:lang w:bidi="ur-PK"/>
        </w:rPr>
        <w:t xml:space="preserve"> حال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شب و روز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کرنا چاہئے، اور اس کو بولنے کے لئے آزاد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چھوڑد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چاہئے، کس جگہ، کس موقع پر، کس کے پاس اور کس موضوع پر گفتگو کرنے کے لئے غور و فکر کرنا ضرور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ھر حال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اور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پر توجہ رکھنا ضرور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نہ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کہ انسان زبان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گناہ 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</w:t>
      </w:r>
      <w:r>
        <w:rPr>
          <w:rtl/>
          <w:lang w:bidi="ur-PK"/>
        </w:rPr>
        <w:t xml:space="preserve"> کہ اس سے توبہ کرنا مشکل اور ان کے نقصان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محال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”مومن اور مخالف سے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گفتگو کرو،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 صرف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منطق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نا چاہئے“۔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خنداں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خوش روئ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گفتگو کرنا چاہئے، اور وہ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اچھائ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سے، اور مخالفوں (غ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>) سے اس طرح گفتگو کرو کہ ان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دائرہ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کا راستہ ھموار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جائے، اور اگر وہ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دائرے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سکے تو اس سے دوسر</w:t>
      </w:r>
      <w:r>
        <w:rPr>
          <w:rFonts w:hint="eastAsia"/>
          <w:rtl/>
          <w:lang w:bidi="ur-PK"/>
        </w:rPr>
        <w:t>ے</w:t>
      </w:r>
      <w:r>
        <w:rPr>
          <w:rtl/>
          <w:lang w:bidi="ur-PK"/>
        </w:rPr>
        <w:t xml:space="preserve">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حفظ و امان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کے بعد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دشمنان خدا کے ساتھ تواضع ومدارا ت سے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آنا، اپنے اور دوسرے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صدقہ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(397)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باقر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</w:t>
      </w:r>
      <w:r w:rsidR="0005211C">
        <w:rPr>
          <w:rStyle w:val="libAlaemChar"/>
          <w:rtl/>
        </w:rPr>
        <w:t>(</w:t>
      </w:r>
      <w:r w:rsidRPr="000813B1">
        <w:rPr>
          <w:rStyle w:val="libAieChar"/>
          <w:rtl/>
        </w:rPr>
        <w:t>وَ قولوا لِلنَّاسِ حُسناً</w:t>
      </w:r>
      <w:r w:rsidR="006F6A7F" w:rsidRPr="006F6A7F">
        <w:rPr>
          <w:rStyle w:val="libAlaemChar"/>
          <w:rtl/>
        </w:rPr>
        <w:t>)</w:t>
      </w:r>
      <w:r>
        <w:rPr>
          <w:rtl/>
          <w:lang w:bidi="ur-PK"/>
        </w:rPr>
        <w:t xml:space="preserve"> کے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لوگوں سے اس طرح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گفتار کرو جس طرح تم اپنے ساتھ گفتگو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جانا پسند کرتے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خداوندعالم مومن اور قابل احترام حضرات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بدگوئ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</w:t>
      </w:r>
      <w:r>
        <w:rPr>
          <w:rtl/>
          <w:lang w:bidi="ur-PK"/>
        </w:rPr>
        <w:t xml:space="preserve"> الفاظ پسند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کرتا 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برا بھلا کہنے والوں کو دوست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رکھتا) اور باح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بردبار، ضع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اور باتقويٰ لوگوں کو دوست رکھتا</w:t>
      </w:r>
      <w:r w:rsidR="00AA04E3">
        <w:rPr>
          <w:rtl/>
          <w:lang w:bidi="ur-PK"/>
        </w:rPr>
        <w:t xml:space="preserve"> ہے</w:t>
      </w:r>
      <w:r w:rsidR="00125F42" w:rsidRPr="00125F42">
        <w:rPr>
          <w:rStyle w:val="libFootnotenumChar"/>
          <w:rtl/>
          <w:lang w:bidi="ur-PK"/>
        </w:rPr>
        <w:t>(398)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813B1">
        <w:rPr>
          <w:rStyle w:val="libArabicChar"/>
          <w:rFonts w:hint="eastAsia"/>
          <w:rtl/>
        </w:rPr>
        <w:t>كَلامُ</w:t>
      </w:r>
      <w:r w:rsidRPr="000813B1">
        <w:rPr>
          <w:rStyle w:val="libArabicChar"/>
          <w:rtl/>
        </w:rPr>
        <w:t xml:space="preserve"> ابْنِ آدَمَ كُلُّ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ُ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عَلَی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ِ</w:t>
      </w:r>
      <w:r w:rsidRPr="000813B1">
        <w:rPr>
          <w:rStyle w:val="libArabicChar"/>
          <w:rtl/>
        </w:rPr>
        <w:t xml:space="preserve"> لَا لَ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ُ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اِلاَّ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اَمْرٌ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بِالْمَعْروفِ،</w:t>
      </w:r>
      <w:r w:rsidRPr="000813B1">
        <w:rPr>
          <w:rStyle w:val="libArabicChar"/>
          <w:rtl/>
        </w:rPr>
        <w:t xml:space="preserve"> </w:t>
      </w:r>
      <w:r w:rsidRPr="000813B1">
        <w:rPr>
          <w:rStyle w:val="libArabicChar"/>
          <w:rFonts w:hint="cs"/>
          <w:rtl/>
        </w:rPr>
        <w:t>وَنَ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ْی</w:t>
      </w:r>
      <w:r w:rsidRPr="000813B1">
        <w:rPr>
          <w:rStyle w:val="libArabicChar"/>
          <w:rtl/>
        </w:rPr>
        <w:t xml:space="preserve"> عَنِ الْمُنْكَرِ، اَوْ ذِكْرُ اللّٰ</w:t>
      </w:r>
      <w:r w:rsidR="00705CD5" w:rsidRPr="00163EB1">
        <w:rPr>
          <w:rStyle w:val="libArabicChar"/>
          <w:rFonts w:hint="cs"/>
          <w:rtl/>
        </w:rPr>
        <w:t>ه</w:t>
      </w:r>
      <w:r w:rsidRPr="000813B1">
        <w:rPr>
          <w:rStyle w:val="libArabicChar"/>
          <w:rFonts w:hint="cs"/>
          <w:rtl/>
        </w:rPr>
        <w:t>ِ</w:t>
      </w:r>
      <w:r>
        <w:rPr>
          <w:rtl/>
          <w:lang w:bidi="ur-PK"/>
        </w:rPr>
        <w:t xml:space="preserve"> “</w:t>
      </w:r>
      <w:r w:rsidR="00125F42" w:rsidRPr="00125F42">
        <w:rPr>
          <w:rStyle w:val="libFootnotenumChar"/>
          <w:rtl/>
          <w:lang w:bidi="ur-PK"/>
        </w:rPr>
        <w:t>(399)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”تمام</w:t>
      </w:r>
      <w:r>
        <w:rPr>
          <w:rtl/>
          <w:lang w:bidi="ur-PK"/>
        </w:rPr>
        <w:t xml:space="preserve">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گفتگو ان کے نقصان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سوائے امر بالمعروف، 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 اور ذکر خدا کے“۔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سورہ</w:t>
      </w:r>
      <w:r>
        <w:rPr>
          <w:rtl/>
          <w:lang w:bidi="ur-PK"/>
        </w:rPr>
        <w:t xml:space="preserve"> بقرہ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83 کے لحاظ سے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شرح گزشتہ صفحات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چک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ماں باپ، رشتہ داروں اورمساک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ساتھ احسان اور تمام لوگوں سے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گفتار اور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گناہ خصوصاً گناہ 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سے توبہ کرنے والے کے لئے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توبہ، عمل اور گفتار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کے لئے اس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مضمون پر پابند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ضرور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مذکورہ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شدہ اھم مسائل پر خوشحال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نشاط کے ساتھ عمل کرے تاکہ اس کے اندر موجود تمام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دُھل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 کے عمل، اخلاق اور گفتار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جائے۔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0813B1" w:rsidRDefault="000813B1" w:rsidP="00476253">
      <w:pPr>
        <w:pStyle w:val="libNormal"/>
        <w:rPr>
          <w:rtl/>
          <w:lang w:bidi="ur-PK"/>
        </w:rPr>
      </w:pPr>
    </w:p>
    <w:p w:rsidR="00476253" w:rsidRDefault="00476253" w:rsidP="008C2EF1">
      <w:pPr>
        <w:pStyle w:val="Heading2Center"/>
        <w:rPr>
          <w:rtl/>
          <w:lang w:bidi="ur-PK"/>
        </w:rPr>
      </w:pPr>
      <w:bookmarkStart w:id="116" w:name="_Toc520984053"/>
      <w:r>
        <w:rPr>
          <w:rFonts w:hint="eastAsia"/>
          <w:rtl/>
          <w:lang w:bidi="ur-PK"/>
        </w:rPr>
        <w:t>اخلاص</w:t>
      </w:r>
      <w:bookmarkEnd w:id="116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اخلاص</w:t>
      </w:r>
      <w:r>
        <w:rPr>
          <w:rtl/>
          <w:lang w:bidi="ur-PK"/>
        </w:rPr>
        <w:t xml:space="preserve"> اور خلوص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بھت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مسئلہ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پر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السلام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تازور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صرف</w:t>
      </w:r>
      <w:r>
        <w:rPr>
          <w:rtl/>
          <w:lang w:bidi="ur-PK"/>
        </w:rPr>
        <w:t xml:space="preserve"> مخلص افراد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فکر و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عمل اور اخلاق قابل اھم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صرف وھ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لوگ اجر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رضوان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مستحق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کوشش، اعمال اور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امور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خدا کے لئے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تو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اور خدا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اس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ثواب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شخص اپنے گناھوں سے توبہ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فرمان کے مطابق اس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اور گفتگو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کرنا چاہئے، اور تمام امور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پناہ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چلا جائے، اور اپنے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تمام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خلوص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رعا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کرے، اور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خودنمائ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کرے، اپنے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فرائض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صرف اور صرف خدا سے معاملہ کرے، تاکہ اھل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ھمراھ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جائے، اس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درج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قابل توجہ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F77424">
        <w:rPr>
          <w:rStyle w:val="libAieChar"/>
          <w:rtl/>
        </w:rPr>
        <w:t>إِلاَّ</w:t>
      </w:r>
      <w:r w:rsidR="00476253" w:rsidRPr="007C00AA">
        <w:rPr>
          <w:rStyle w:val="libAieChar"/>
          <w:rtl/>
        </w:rPr>
        <w:t xml:space="preserve"> الَّذِ</w:t>
      </w:r>
      <w:r w:rsidR="00476253" w:rsidRPr="007C00AA">
        <w:rPr>
          <w:rStyle w:val="libAieChar"/>
          <w:rFonts w:hint="cs"/>
          <w:rtl/>
        </w:rPr>
        <w:t>ی</w:t>
      </w:r>
      <w:r w:rsidR="00476253" w:rsidRPr="007C00AA">
        <w:rPr>
          <w:rStyle w:val="libAieChar"/>
          <w:rFonts w:hint="eastAsia"/>
          <w:rtl/>
        </w:rPr>
        <w:t>نَ</w:t>
      </w:r>
      <w:r w:rsidR="00476253" w:rsidRPr="007C00AA">
        <w:rPr>
          <w:rStyle w:val="libAieChar"/>
          <w:rtl/>
        </w:rPr>
        <w:t xml:space="preserve"> تَابُوا وَ</w:t>
      </w:r>
      <w:r w:rsidR="00BA0B7F">
        <w:rPr>
          <w:rStyle w:val="libAieChar"/>
          <w:rtl/>
        </w:rPr>
        <w:t>ا</w:t>
      </w:r>
      <w:r w:rsidR="00476253" w:rsidRPr="007C00AA">
        <w:rPr>
          <w:rStyle w:val="libAieChar"/>
          <w:rFonts w:hint="eastAsia"/>
          <w:rtl/>
        </w:rPr>
        <w:t>صْلَحُوا</w:t>
      </w:r>
      <w:r w:rsidR="00476253" w:rsidRPr="007C00AA">
        <w:rPr>
          <w:rStyle w:val="libAieChar"/>
          <w:rtl/>
        </w:rPr>
        <w:t xml:space="preserve"> وَاعْتَصَمُوا بِاللهِ وَ</w:t>
      </w:r>
      <w:r w:rsidR="00BA0B7F">
        <w:rPr>
          <w:rStyle w:val="libAieChar"/>
          <w:rtl/>
        </w:rPr>
        <w:t>ا</w:t>
      </w:r>
      <w:r w:rsidR="00476253" w:rsidRPr="007C00AA">
        <w:rPr>
          <w:rStyle w:val="libAieChar"/>
          <w:rFonts w:hint="eastAsia"/>
          <w:rtl/>
        </w:rPr>
        <w:t>خْلَصُوا</w:t>
      </w:r>
      <w:r w:rsidR="00476253" w:rsidRPr="007C00AA">
        <w:rPr>
          <w:rStyle w:val="libAieChar"/>
          <w:rtl/>
        </w:rPr>
        <w:t xml:space="preserve"> دِ</w:t>
      </w:r>
      <w:r w:rsidR="00476253" w:rsidRPr="007C00AA">
        <w:rPr>
          <w:rStyle w:val="libAieChar"/>
          <w:rFonts w:hint="cs"/>
          <w:rtl/>
        </w:rPr>
        <w:t>ی</w:t>
      </w:r>
      <w:r w:rsidR="00476253" w:rsidRPr="007C00AA">
        <w:rPr>
          <w:rStyle w:val="libAieChar"/>
          <w:rFonts w:hint="eastAsia"/>
          <w:rtl/>
        </w:rPr>
        <w:t>نَ</w:t>
      </w:r>
      <w:r w:rsidR="00705CD5" w:rsidRPr="00705CD5">
        <w:rPr>
          <w:rStyle w:val="libAieChar"/>
          <w:rFonts w:hint="cs"/>
          <w:rtl/>
        </w:rPr>
        <w:t>ه</w:t>
      </w:r>
      <w:r w:rsidR="00476253" w:rsidRPr="007C00AA">
        <w:rPr>
          <w:rStyle w:val="libAieChar"/>
          <w:rFonts w:hint="cs"/>
          <w:rtl/>
        </w:rPr>
        <w:t>م</w:t>
      </w:r>
      <w:r w:rsidR="00476253" w:rsidRPr="007C00AA">
        <w:rPr>
          <w:rStyle w:val="libAieChar"/>
          <w:rtl/>
        </w:rPr>
        <w:t xml:space="preserve"> لِلَّ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7C00AA">
        <w:rPr>
          <w:rStyle w:val="libAieChar"/>
          <w:rFonts w:hint="cs"/>
          <w:rtl/>
        </w:rPr>
        <w:t>ِ</w:t>
      </w:r>
      <w:r w:rsidR="00476253" w:rsidRPr="007C00AA">
        <w:rPr>
          <w:rStyle w:val="libAieChar"/>
          <w:rtl/>
        </w:rPr>
        <w:t xml:space="preserve"> </w:t>
      </w:r>
      <w:r w:rsidR="00476253" w:rsidRPr="007C00AA">
        <w:rPr>
          <w:rStyle w:val="libAieChar"/>
          <w:rFonts w:hint="cs"/>
          <w:rtl/>
        </w:rPr>
        <w:t>فَ</w:t>
      </w:r>
      <w:r w:rsidR="00BA0B7F">
        <w:rPr>
          <w:rStyle w:val="libAieChar"/>
          <w:rFonts w:hint="cs"/>
          <w:rtl/>
        </w:rPr>
        <w:t>ا</w:t>
      </w:r>
      <w:r w:rsidR="00476253" w:rsidRPr="007C00AA">
        <w:rPr>
          <w:rStyle w:val="libAieChar"/>
          <w:rFonts w:hint="eastAsia"/>
          <w:rtl/>
        </w:rPr>
        <w:t>وْلَئِكَ</w:t>
      </w:r>
      <w:r w:rsidR="00476253" w:rsidRPr="007C00AA">
        <w:rPr>
          <w:rStyle w:val="libAieChar"/>
          <w:rtl/>
        </w:rPr>
        <w:t xml:space="preserve"> مَعَ الْمُؤْمِنِ</w:t>
      </w:r>
      <w:r w:rsidR="00476253" w:rsidRPr="007C00AA">
        <w:rPr>
          <w:rStyle w:val="libAieChar"/>
          <w:rFonts w:hint="cs"/>
          <w:rtl/>
        </w:rPr>
        <w:t>ی</w:t>
      </w:r>
      <w:r w:rsidR="00476253" w:rsidRPr="007C00AA">
        <w:rPr>
          <w:rStyle w:val="libAieChar"/>
          <w:rFonts w:hint="eastAsia"/>
          <w:rtl/>
        </w:rPr>
        <w:t>نَ</w:t>
      </w:r>
      <w:r w:rsidR="00476253" w:rsidRPr="007C00AA">
        <w:rPr>
          <w:rStyle w:val="libAieChar"/>
          <w:rtl/>
        </w:rPr>
        <w:t xml:space="preserve"> وَسَوْفَ </w:t>
      </w:r>
      <w:r w:rsidR="00476253" w:rsidRPr="007C00AA">
        <w:rPr>
          <w:rStyle w:val="libAieChar"/>
          <w:rFonts w:hint="cs"/>
          <w:rtl/>
        </w:rPr>
        <w:t>ی</w:t>
      </w:r>
      <w:r w:rsidR="00476253" w:rsidRPr="007C00AA">
        <w:rPr>
          <w:rStyle w:val="libAieChar"/>
          <w:rFonts w:hint="eastAsia"/>
          <w:rtl/>
        </w:rPr>
        <w:t>ؤْتِ</w:t>
      </w:r>
      <w:r w:rsidR="00476253" w:rsidRPr="007C00AA">
        <w:rPr>
          <w:rStyle w:val="libAieChar"/>
          <w:rtl/>
        </w:rPr>
        <w:t xml:space="preserve"> اللهُ الْمُؤْمِنِ</w:t>
      </w:r>
      <w:r w:rsidR="00476253" w:rsidRPr="007C00AA">
        <w:rPr>
          <w:rStyle w:val="libAieChar"/>
          <w:rFonts w:hint="cs"/>
          <w:rtl/>
        </w:rPr>
        <w:t>ی</w:t>
      </w:r>
      <w:r w:rsidR="00476253" w:rsidRPr="007C00AA">
        <w:rPr>
          <w:rStyle w:val="libAieChar"/>
          <w:rFonts w:hint="eastAsia"/>
          <w:rtl/>
        </w:rPr>
        <w:t>نَ</w:t>
      </w:r>
      <w:r w:rsidR="00476253" w:rsidRPr="007C00AA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7C00AA">
        <w:rPr>
          <w:rStyle w:val="libAieChar"/>
          <w:rFonts w:hint="eastAsia"/>
          <w:rtl/>
        </w:rPr>
        <w:t>جْرًا</w:t>
      </w:r>
      <w:r w:rsidR="00476253" w:rsidRPr="007C00AA">
        <w:rPr>
          <w:rStyle w:val="libAieChar"/>
          <w:rtl/>
        </w:rPr>
        <w:t xml:space="preserve"> عَظِ</w:t>
      </w:r>
      <w:r w:rsidR="00476253" w:rsidRPr="007C00AA">
        <w:rPr>
          <w:rStyle w:val="libAieChar"/>
          <w:rFonts w:hint="cs"/>
          <w:rtl/>
        </w:rPr>
        <w:t>ی</w:t>
      </w:r>
      <w:r w:rsidR="00476253" w:rsidRPr="007C00AA">
        <w:rPr>
          <w:rStyle w:val="libAieChar"/>
          <w:rFonts w:hint="eastAsia"/>
          <w:rtl/>
        </w:rPr>
        <w:t>مًا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(400)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”علاوہ</w:t>
      </w:r>
      <w:r w:rsidR="00476253">
        <w:rPr>
          <w:rtl/>
          <w:lang w:bidi="ur-PK"/>
        </w:rPr>
        <w:t xml:space="preserve"> ان لوگوں کے کے جو توبہ کر 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اور اپن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اصلاح کر 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اور خدا سے وابستہ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جائ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اور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کو خالص اللہ کے لئے اخت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ار</w:t>
      </w:r>
      <w:r w:rsidR="00476253">
        <w:rPr>
          <w:rtl/>
          <w:lang w:bidi="ur-PK"/>
        </w:rPr>
        <w:t xml:space="preserve"> کر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تو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صاحبان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کے ساتھ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ں گے اور عنقر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</w:t>
      </w:r>
      <w:r w:rsidR="00476253">
        <w:rPr>
          <w:rtl/>
          <w:lang w:bidi="ur-PK"/>
        </w:rPr>
        <w:t xml:space="preserve"> اللہ ان صاحبان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کو اجر عظ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</w:t>
      </w:r>
      <w:r w:rsidR="00476253">
        <w:rPr>
          <w:rtl/>
          <w:lang w:bidi="ur-PK"/>
        </w:rPr>
        <w:t xml:space="preserve"> عطا کرے گا“۔ </w:t>
      </w:r>
    </w:p>
    <w:p w:rsidR="00476253" w:rsidRDefault="006F6A7F" w:rsidP="00125F42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BA0B7F">
        <w:rPr>
          <w:rStyle w:val="libAieChar"/>
          <w:rtl/>
        </w:rPr>
        <w:t>ا</w:t>
      </w:r>
      <w:r w:rsidR="00476253" w:rsidRPr="007C00AA">
        <w:rPr>
          <w:rStyle w:val="libAieChar"/>
          <w:rFonts w:hint="eastAsia"/>
          <w:rtl/>
        </w:rPr>
        <w:t>لاَلِلَّ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7C00AA">
        <w:rPr>
          <w:rStyle w:val="libAieChar"/>
          <w:rFonts w:hint="cs"/>
          <w:rtl/>
        </w:rPr>
        <w:t>ِ</w:t>
      </w:r>
      <w:r w:rsidR="00476253" w:rsidRPr="007C00AA">
        <w:rPr>
          <w:rStyle w:val="libAieChar"/>
          <w:rtl/>
        </w:rPr>
        <w:t xml:space="preserve"> الدِّ</w:t>
      </w:r>
      <w:r w:rsidR="00476253" w:rsidRPr="007C00AA">
        <w:rPr>
          <w:rStyle w:val="libAieChar"/>
          <w:rFonts w:hint="cs"/>
          <w:rtl/>
        </w:rPr>
        <w:t>ی</w:t>
      </w:r>
      <w:r w:rsidR="00476253" w:rsidRPr="007C00AA">
        <w:rPr>
          <w:rStyle w:val="libAieChar"/>
          <w:rFonts w:hint="eastAsia"/>
          <w:rtl/>
        </w:rPr>
        <w:t>نُ</w:t>
      </w:r>
      <w:r w:rsidR="00476253" w:rsidRPr="007C00AA">
        <w:rPr>
          <w:rStyle w:val="libAieChar"/>
          <w:rtl/>
        </w:rPr>
        <w:t xml:space="preserve"> الْخَالِصُ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(401)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”آگاہ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>جا</w:t>
      </w:r>
      <w:r w:rsidR="00AA04E3">
        <w:rPr>
          <w:rtl/>
          <w:lang w:bidi="ur-PK"/>
        </w:rPr>
        <w:t>و</w:t>
      </w:r>
      <w:r w:rsidR="00476253">
        <w:rPr>
          <w:rtl/>
          <w:lang w:bidi="ur-PK"/>
        </w:rPr>
        <w:t xml:space="preserve"> کے خالص بندگ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اللہ کے لئے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شخص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خود نمائ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شرک کا گرفتار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 بارگاہ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اس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سروکار ن</w:t>
      </w:r>
      <w:r w:rsidR="00AA04E3">
        <w:rPr>
          <w:rtl/>
          <w:lang w:bidi="ur-PK"/>
        </w:rPr>
        <w:t xml:space="preserve"> ہیں ہے</w:t>
      </w:r>
      <w:r>
        <w:rPr>
          <w:rtl/>
          <w:lang w:bidi="ur-PK"/>
        </w:rPr>
        <w:t xml:space="preserve">۔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7C00AA">
        <w:rPr>
          <w:rStyle w:val="libAieChar"/>
          <w:rFonts w:hint="cs"/>
          <w:rtl/>
        </w:rPr>
        <w:t>فَاعْبُدْ</w:t>
      </w:r>
      <w:r w:rsidR="00476253" w:rsidRPr="007C00AA">
        <w:rPr>
          <w:rStyle w:val="libAieChar"/>
          <w:rtl/>
        </w:rPr>
        <w:t xml:space="preserve"> </w:t>
      </w:r>
      <w:r w:rsidR="00476253" w:rsidRPr="007C00AA">
        <w:rPr>
          <w:rStyle w:val="libAieChar"/>
          <w:rFonts w:hint="cs"/>
          <w:rtl/>
        </w:rPr>
        <w:t>اللهَ</w:t>
      </w:r>
      <w:r w:rsidR="00476253" w:rsidRPr="007C00AA">
        <w:rPr>
          <w:rStyle w:val="libAieChar"/>
          <w:rtl/>
        </w:rPr>
        <w:t xml:space="preserve"> </w:t>
      </w:r>
      <w:r w:rsidR="00476253" w:rsidRPr="007C00AA">
        <w:rPr>
          <w:rStyle w:val="libAieChar"/>
          <w:rFonts w:hint="cs"/>
          <w:rtl/>
        </w:rPr>
        <w:t>مُخْلِصًا</w:t>
      </w:r>
      <w:r w:rsidR="00476253" w:rsidRPr="007C00AA">
        <w:rPr>
          <w:rStyle w:val="libAieChar"/>
          <w:rtl/>
        </w:rPr>
        <w:t xml:space="preserve"> </w:t>
      </w:r>
      <w:r w:rsidR="00476253" w:rsidRPr="007C00AA">
        <w:rPr>
          <w:rStyle w:val="libAieChar"/>
          <w:rFonts w:hint="cs"/>
          <w:rtl/>
        </w:rPr>
        <w:t>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7C00AA">
        <w:rPr>
          <w:rStyle w:val="libAieChar"/>
          <w:rFonts w:hint="cs"/>
          <w:rtl/>
        </w:rPr>
        <w:t>ُ</w:t>
      </w:r>
      <w:r w:rsidR="00476253" w:rsidRPr="007C00AA">
        <w:rPr>
          <w:rStyle w:val="libAieChar"/>
          <w:rtl/>
        </w:rPr>
        <w:t xml:space="preserve"> </w:t>
      </w:r>
      <w:r w:rsidR="00476253" w:rsidRPr="007C00AA">
        <w:rPr>
          <w:rStyle w:val="libAieChar"/>
          <w:rFonts w:hint="cs"/>
          <w:rtl/>
        </w:rPr>
        <w:t>الدِّی</w:t>
      </w:r>
      <w:r w:rsidR="00476253" w:rsidRPr="007C00AA">
        <w:rPr>
          <w:rStyle w:val="libAieChar"/>
          <w:rFonts w:hint="eastAsia"/>
          <w:rtl/>
        </w:rPr>
        <w:t>نَ</w:t>
      </w:r>
      <w:r w:rsidR="00476253" w:rsidRPr="007C00AA">
        <w:rPr>
          <w:rStyle w:val="libAieChar"/>
          <w:rtl/>
        </w:rPr>
        <w:t xml:space="preserve"> 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(402)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لہٰذا آپ (پ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غمبر</w:t>
      </w:r>
      <w:r w:rsidR="00476253">
        <w:rPr>
          <w:rtl/>
          <w:lang w:bidi="ur-PK"/>
        </w:rPr>
        <w:t xml:space="preserve"> اکرم) مکمل اخلاص کے ساتھ خدا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عبادت کر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</w:t>
      </w:r>
      <w:r>
        <w:rPr>
          <w:rtl/>
          <w:lang w:bidi="ur-PK"/>
        </w:rPr>
        <w:t xml:space="preserve"> لوگوں کے اعمال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اخلاص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ان کے اعمال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EC52B0">
        <w:rPr>
          <w:rtl/>
          <w:lang w:bidi="ur-PK"/>
        </w:rPr>
        <w:t xml:space="preserve"> ہی</w:t>
      </w:r>
      <w:r>
        <w:rPr>
          <w:rFonts w:hint="eastAsia"/>
          <w:rtl/>
          <w:lang w:bidi="ur-PK"/>
        </w:rPr>
        <w:t>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خلوص کے ساتھ اعمال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والوں کے اعمال کا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دار</w:t>
      </w:r>
      <w:r>
        <w:rPr>
          <w:rtl/>
          <w:lang w:bidi="ur-PK"/>
        </w:rPr>
        <w:t xml:space="preserve"> خداوندمھربان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7C00AA">
        <w:rPr>
          <w:rStyle w:val="libAieChar"/>
          <w:rFonts w:hint="cs"/>
          <w:rtl/>
        </w:rPr>
        <w:t>وَلَنَا</w:t>
      </w:r>
      <w:r w:rsidR="00476253" w:rsidRPr="007C00AA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7C00AA">
        <w:rPr>
          <w:rStyle w:val="libAieChar"/>
          <w:rFonts w:hint="eastAsia"/>
          <w:rtl/>
        </w:rPr>
        <w:t>عْمَالُنَا</w:t>
      </w:r>
      <w:r w:rsidR="00476253" w:rsidRPr="007C00AA">
        <w:rPr>
          <w:rStyle w:val="libAieChar"/>
          <w:rtl/>
        </w:rPr>
        <w:t xml:space="preserve"> وَلَكُمْ </w:t>
      </w:r>
      <w:r w:rsidR="00BA0B7F">
        <w:rPr>
          <w:rStyle w:val="libAieChar"/>
          <w:rtl/>
        </w:rPr>
        <w:t>ا</w:t>
      </w:r>
      <w:r w:rsidR="00476253" w:rsidRPr="007C00AA">
        <w:rPr>
          <w:rStyle w:val="libAieChar"/>
          <w:rFonts w:hint="eastAsia"/>
          <w:rtl/>
        </w:rPr>
        <w:t>عْمَالُكُمْ</w:t>
      </w:r>
      <w:r w:rsidR="00476253" w:rsidRPr="007C00AA">
        <w:rPr>
          <w:rStyle w:val="libAieChar"/>
          <w:rtl/>
        </w:rPr>
        <w:t xml:space="preserve"> وَنَحْنُ 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7C00AA">
        <w:rPr>
          <w:rStyle w:val="libAieChar"/>
          <w:rFonts w:hint="cs"/>
          <w:rtl/>
        </w:rPr>
        <w:t>ُ</w:t>
      </w:r>
      <w:r w:rsidR="00476253" w:rsidRPr="007C00AA">
        <w:rPr>
          <w:rStyle w:val="libAieChar"/>
          <w:rtl/>
        </w:rPr>
        <w:t xml:space="preserve"> </w:t>
      </w:r>
      <w:r w:rsidR="00476253" w:rsidRPr="007C00AA">
        <w:rPr>
          <w:rStyle w:val="libAieChar"/>
          <w:rFonts w:hint="cs"/>
          <w:rtl/>
        </w:rPr>
        <w:t>مُخْلِصُونَ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(403)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(اے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غمبر</w:t>
      </w:r>
      <w:r w:rsidR="00476253">
        <w:rPr>
          <w:rtl/>
          <w:lang w:bidi="ur-PK"/>
        </w:rPr>
        <w:t>! بدکار اور مشرک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سے کھو) ھمارے لئے ھمارے اعمال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تمھارے تمھارے لئے اعمال اور ھم تو صرف خدا کے مخلص بندے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عمل باطل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ختم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اخلاص سے عمل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اخلاص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جزائے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اورثواب ملنے والا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توبہ</w:t>
      </w:r>
      <w:r>
        <w:rPr>
          <w:rtl/>
          <w:lang w:bidi="ur-PK"/>
        </w:rPr>
        <w:t xml:space="preserve"> کرنے والے کے لئے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کرنا اور اپنے ارادہ کو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تابع قرار دےنالازم و ضرور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تاکہ توبہ کا درخت ثمر بخش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سکے۔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اخلاص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کرنے کا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خدا اور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پر توجہ اور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حالات پر غور و فکر کرنا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انسان اس بات کا معتقد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کہ جنت و جہنم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خدا کے علاوہ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پاس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اور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سعادت و شقاوت کا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دوسرے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تعلق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اخلاص کے فوائد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7C00AA">
        <w:rPr>
          <w:rStyle w:val="libArabicChar"/>
          <w:rFonts w:hint="eastAsia"/>
          <w:rtl/>
        </w:rPr>
        <w:t>مَا</w:t>
      </w:r>
      <w:r w:rsidRPr="007C00AA">
        <w:rPr>
          <w:rStyle w:val="libArabicChar"/>
          <w:rtl/>
        </w:rPr>
        <w:t xml:space="preserve"> اَخْلَصَ عَبْدٌلِلّٰ</w:t>
      </w:r>
      <w:r w:rsidR="00705CD5" w:rsidRPr="00163EB1">
        <w:rPr>
          <w:rStyle w:val="libArabicChar"/>
          <w:rFonts w:hint="cs"/>
          <w:rtl/>
        </w:rPr>
        <w:t>ه</w:t>
      </w:r>
      <w:r w:rsidRPr="007C00AA">
        <w:rPr>
          <w:rStyle w:val="libArabicChar"/>
          <w:rFonts w:hint="cs"/>
          <w:rtl/>
        </w:rPr>
        <w:t>ِ</w:t>
      </w:r>
      <w:r w:rsidRPr="007C00AA">
        <w:rPr>
          <w:rStyle w:val="libArabicChar"/>
          <w:rtl/>
        </w:rPr>
        <w:t xml:space="preserve"> </w:t>
      </w:r>
      <w:r w:rsidRPr="007C00AA">
        <w:rPr>
          <w:rStyle w:val="libArabicChar"/>
          <w:rFonts w:hint="cs"/>
          <w:rtl/>
        </w:rPr>
        <w:t>عَزَّ</w:t>
      </w:r>
      <w:r w:rsidRPr="007C00AA">
        <w:rPr>
          <w:rStyle w:val="libArabicChar"/>
          <w:rtl/>
        </w:rPr>
        <w:t xml:space="preserve"> </w:t>
      </w:r>
      <w:r w:rsidRPr="007C00AA">
        <w:rPr>
          <w:rStyle w:val="libArabicChar"/>
          <w:rFonts w:hint="cs"/>
          <w:rtl/>
        </w:rPr>
        <w:t>وَجَلَّ</w:t>
      </w:r>
      <w:r w:rsidRPr="007C00AA">
        <w:rPr>
          <w:rStyle w:val="libArabicChar"/>
          <w:rtl/>
        </w:rPr>
        <w:t xml:space="preserve"> </w:t>
      </w:r>
      <w:r w:rsidRPr="007C00AA">
        <w:rPr>
          <w:rStyle w:val="libArabicChar"/>
          <w:rFonts w:hint="cs"/>
          <w:rtl/>
        </w:rPr>
        <w:t>اَرْبَعِی</w:t>
      </w:r>
      <w:r w:rsidRPr="007C00AA">
        <w:rPr>
          <w:rStyle w:val="libArabicChar"/>
          <w:rFonts w:hint="eastAsia"/>
          <w:rtl/>
        </w:rPr>
        <w:t>نَ</w:t>
      </w:r>
      <w:r w:rsidRPr="007C00AA">
        <w:rPr>
          <w:rStyle w:val="libArabicChar"/>
          <w:rtl/>
        </w:rPr>
        <w:t xml:space="preserve"> صَباحاً اِلّا جَرَتْ </w:t>
      </w:r>
      <w:r w:rsidRPr="007C00AA">
        <w:rPr>
          <w:rStyle w:val="libArabicChar"/>
          <w:rFonts w:hint="cs"/>
          <w:rtl/>
        </w:rPr>
        <w:t>ی</w:t>
      </w:r>
      <w:r w:rsidRPr="007C00AA">
        <w:rPr>
          <w:rStyle w:val="libArabicChar"/>
          <w:rFonts w:hint="eastAsia"/>
          <w:rtl/>
        </w:rPr>
        <w:t>نابِ</w:t>
      </w:r>
      <w:r w:rsidRPr="007C00AA">
        <w:rPr>
          <w:rStyle w:val="libArabicChar"/>
          <w:rFonts w:hint="cs"/>
          <w:rtl/>
        </w:rPr>
        <w:t>ی</w:t>
      </w:r>
      <w:r w:rsidRPr="007C00AA">
        <w:rPr>
          <w:rStyle w:val="libArabicChar"/>
          <w:rFonts w:hint="eastAsia"/>
          <w:rtl/>
        </w:rPr>
        <w:t>عُ</w:t>
      </w:r>
      <w:r w:rsidRPr="007C00AA">
        <w:rPr>
          <w:rStyle w:val="libArabicChar"/>
          <w:rtl/>
        </w:rPr>
        <w:t xml:space="preserve"> الْحِكْمَةِ مِنْ قَلْبِ</w:t>
      </w:r>
      <w:r w:rsidR="00705CD5" w:rsidRPr="00163EB1">
        <w:rPr>
          <w:rStyle w:val="libArabicChar"/>
          <w:rFonts w:hint="cs"/>
          <w:rtl/>
        </w:rPr>
        <w:t>ه</w:t>
      </w:r>
      <w:r w:rsidRPr="007C00AA">
        <w:rPr>
          <w:rStyle w:val="libArabicChar"/>
          <w:rFonts w:hint="cs"/>
          <w:rtl/>
        </w:rPr>
        <w:t>ِ</w:t>
      </w:r>
      <w:r w:rsidRPr="007C00AA">
        <w:rPr>
          <w:rStyle w:val="libArabicChar"/>
          <w:rtl/>
        </w:rPr>
        <w:t xml:space="preserve"> </w:t>
      </w:r>
      <w:r w:rsidRPr="007C00AA">
        <w:rPr>
          <w:rStyle w:val="libArabicChar"/>
          <w:rFonts w:hint="cs"/>
          <w:rtl/>
        </w:rPr>
        <w:t>عَليٰ</w:t>
      </w:r>
      <w:r w:rsidRPr="007C00AA">
        <w:rPr>
          <w:rStyle w:val="libArabicChar"/>
          <w:rtl/>
        </w:rPr>
        <w:t xml:space="preserve"> </w:t>
      </w:r>
      <w:r w:rsidRPr="007C00AA">
        <w:rPr>
          <w:rStyle w:val="libArabicChar"/>
          <w:rFonts w:hint="cs"/>
          <w:rtl/>
        </w:rPr>
        <w:t>لِسانِ</w:t>
      </w:r>
      <w:r w:rsidR="00705CD5" w:rsidRPr="00163EB1">
        <w:rPr>
          <w:rStyle w:val="libArabicChar"/>
          <w:rFonts w:hint="cs"/>
          <w:rtl/>
        </w:rPr>
        <w:t>ه</w:t>
      </w:r>
      <w:r w:rsidRPr="007C00AA">
        <w:rPr>
          <w:rStyle w:val="libArabicChar"/>
          <w:rFonts w:hint="cs"/>
          <w:rtl/>
        </w:rPr>
        <w:t>ِ</w:t>
      </w:r>
      <w:r>
        <w:rPr>
          <w:rtl/>
          <w:lang w:bidi="ur-PK"/>
        </w:rPr>
        <w:t xml:space="preserve"> “</w:t>
      </w:r>
      <w:r w:rsidR="00125F42" w:rsidRPr="00125F42">
        <w:rPr>
          <w:rStyle w:val="libFootnotenumChar"/>
          <w:rtl/>
          <w:lang w:bidi="ur-PK"/>
        </w:rPr>
        <w:t>(404)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”جب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بندہ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دن تک خدا کے لئے اخلاص سے کام کرے تو خداوندمھربان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پر حکمت کا چشمہ جار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ارشادھے: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7C00AA">
        <w:rPr>
          <w:rStyle w:val="libArabicChar"/>
          <w:rFonts w:hint="eastAsia"/>
          <w:rtl/>
        </w:rPr>
        <w:t>اِنَّ</w:t>
      </w:r>
      <w:r w:rsidRPr="007C00AA">
        <w:rPr>
          <w:rStyle w:val="libArabicChar"/>
          <w:rtl/>
        </w:rPr>
        <w:t xml:space="preserve"> الْمُ</w:t>
      </w:r>
      <w:r w:rsidR="00AA04E3">
        <w:rPr>
          <w:rStyle w:val="libArabicChar"/>
          <w:rtl/>
        </w:rPr>
        <w:t>و</w:t>
      </w:r>
      <w:r w:rsidRPr="007C00AA">
        <w:rPr>
          <w:rStyle w:val="libArabicChar"/>
          <w:rFonts w:hint="eastAsia"/>
          <w:rtl/>
        </w:rPr>
        <w:t>مِنَ</w:t>
      </w:r>
      <w:r w:rsidRPr="007C00AA">
        <w:rPr>
          <w:rStyle w:val="libArabicChar"/>
          <w:rtl/>
        </w:rPr>
        <w:t xml:space="preserve"> لَ</w:t>
      </w:r>
      <w:r w:rsidRPr="007C00AA">
        <w:rPr>
          <w:rStyle w:val="libArabicChar"/>
          <w:rFonts w:hint="cs"/>
          <w:rtl/>
        </w:rPr>
        <w:t>ی</w:t>
      </w:r>
      <w:r w:rsidRPr="007C00AA">
        <w:rPr>
          <w:rStyle w:val="libArabicChar"/>
          <w:rFonts w:hint="eastAsia"/>
          <w:rtl/>
        </w:rPr>
        <w:t>خْشَعُ</w:t>
      </w:r>
      <w:r w:rsidRPr="007C00AA">
        <w:rPr>
          <w:rStyle w:val="libArabicChar"/>
          <w:rtl/>
        </w:rPr>
        <w:t xml:space="preserve"> لَ</w:t>
      </w:r>
      <w:r w:rsidR="00705CD5" w:rsidRPr="00163EB1">
        <w:rPr>
          <w:rStyle w:val="libArabicChar"/>
          <w:rFonts w:hint="cs"/>
          <w:rtl/>
        </w:rPr>
        <w:t>ه</w:t>
      </w:r>
      <w:r w:rsidRPr="007C00AA">
        <w:rPr>
          <w:rStyle w:val="libArabicChar"/>
          <w:rFonts w:hint="cs"/>
          <w:rtl/>
        </w:rPr>
        <w:t>ُ</w:t>
      </w:r>
      <w:r w:rsidRPr="007C00AA">
        <w:rPr>
          <w:rStyle w:val="libArabicChar"/>
          <w:rtl/>
        </w:rPr>
        <w:t xml:space="preserve"> </w:t>
      </w:r>
      <w:r w:rsidRPr="007C00AA">
        <w:rPr>
          <w:rStyle w:val="libArabicChar"/>
          <w:rFonts w:hint="cs"/>
          <w:rtl/>
        </w:rPr>
        <w:t>كُلُّ</w:t>
      </w:r>
      <w:r w:rsidRPr="007C00AA">
        <w:rPr>
          <w:rStyle w:val="libArabicChar"/>
          <w:rtl/>
        </w:rPr>
        <w:t xml:space="preserve"> </w:t>
      </w:r>
      <w:r w:rsidRPr="007C00AA">
        <w:rPr>
          <w:rStyle w:val="libArabicChar"/>
          <w:rFonts w:hint="cs"/>
          <w:rtl/>
        </w:rPr>
        <w:t>شَی</w:t>
      </w:r>
      <w:r w:rsidRPr="007C00AA">
        <w:rPr>
          <w:rStyle w:val="libArabicChar"/>
          <w:rFonts w:hint="eastAsia"/>
          <w:rtl/>
        </w:rPr>
        <w:t>ءٍ</w:t>
      </w:r>
      <w:r w:rsidRPr="007C00AA">
        <w:rPr>
          <w:rStyle w:val="libArabicChar"/>
          <w:rtl/>
        </w:rPr>
        <w:t xml:space="preserve"> وَ</w:t>
      </w:r>
      <w:r w:rsidRPr="007C00AA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7C00AA">
        <w:rPr>
          <w:rStyle w:val="libArabicChar"/>
          <w:rFonts w:hint="cs"/>
          <w:rtl/>
        </w:rPr>
        <w:t>ابُ</w:t>
      </w:r>
      <w:r w:rsidR="00705CD5" w:rsidRPr="00163EB1">
        <w:rPr>
          <w:rStyle w:val="libArabicChar"/>
          <w:rFonts w:hint="cs"/>
          <w:rtl/>
        </w:rPr>
        <w:t>ه</w:t>
      </w:r>
      <w:r w:rsidRPr="007C00AA">
        <w:rPr>
          <w:rStyle w:val="libArabicChar"/>
          <w:rFonts w:hint="cs"/>
          <w:rtl/>
        </w:rPr>
        <w:t>ُ</w:t>
      </w:r>
      <w:r w:rsidRPr="007C00AA">
        <w:rPr>
          <w:rStyle w:val="libArabicChar"/>
          <w:rtl/>
        </w:rPr>
        <w:t xml:space="preserve"> كُلُّ شَ</w:t>
      </w:r>
      <w:r w:rsidRPr="007C00AA">
        <w:rPr>
          <w:rStyle w:val="libArabicChar"/>
          <w:rFonts w:hint="cs"/>
          <w:rtl/>
        </w:rPr>
        <w:t>ی</w:t>
      </w:r>
      <w:r w:rsidRPr="007C00AA">
        <w:rPr>
          <w:rStyle w:val="libArabicChar"/>
          <w:rFonts w:hint="eastAsia"/>
          <w:rtl/>
        </w:rPr>
        <w:t>ءٍ</w:t>
      </w:r>
      <w:r w:rsidRPr="007C00AA">
        <w:rPr>
          <w:rStyle w:val="libArabicChar"/>
          <w:rtl/>
        </w:rPr>
        <w:t xml:space="preserve"> ثُمَّ قالَ:اِذاکانَ </w:t>
      </w:r>
      <w:r w:rsidRPr="007C00AA">
        <w:rPr>
          <w:rStyle w:val="libArabicChar"/>
          <w:rFonts w:hint="eastAsia"/>
          <w:rtl/>
        </w:rPr>
        <w:t>مُخْلِصاً</w:t>
      </w:r>
      <w:r w:rsidRPr="007C00AA">
        <w:rPr>
          <w:rStyle w:val="libArabicChar"/>
          <w:rtl/>
        </w:rPr>
        <w:t xml:space="preserve"> لِلّٰ</w:t>
      </w:r>
      <w:r w:rsidR="00705CD5" w:rsidRPr="00163EB1">
        <w:rPr>
          <w:rStyle w:val="libArabicChar"/>
          <w:rFonts w:hint="cs"/>
          <w:rtl/>
        </w:rPr>
        <w:t>ه</w:t>
      </w:r>
      <w:r w:rsidRPr="007C00AA">
        <w:rPr>
          <w:rStyle w:val="libArabicChar"/>
          <w:rFonts w:hint="cs"/>
          <w:rtl/>
        </w:rPr>
        <w:t>ِ</w:t>
      </w:r>
      <w:r w:rsidRPr="007C00AA">
        <w:rPr>
          <w:rStyle w:val="libArabicChar"/>
          <w:rtl/>
        </w:rPr>
        <w:t xml:space="preserve"> </w:t>
      </w:r>
      <w:r w:rsidRPr="007C00AA">
        <w:rPr>
          <w:rStyle w:val="libArabicChar"/>
          <w:rFonts w:hint="cs"/>
          <w:rtl/>
        </w:rPr>
        <w:t>اَخافَ</w:t>
      </w:r>
      <w:r w:rsidRPr="007C00AA">
        <w:rPr>
          <w:rStyle w:val="libArabicChar"/>
          <w:rtl/>
        </w:rPr>
        <w:t xml:space="preserve"> </w:t>
      </w:r>
      <w:r w:rsidRPr="007C00AA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7C00AA">
        <w:rPr>
          <w:rStyle w:val="libArabicChar"/>
          <w:rFonts w:hint="cs"/>
          <w:rtl/>
        </w:rPr>
        <w:t>ُ</w:t>
      </w:r>
      <w:r w:rsidRPr="007C00AA">
        <w:rPr>
          <w:rStyle w:val="libArabicChar"/>
          <w:rtl/>
        </w:rPr>
        <w:t xml:space="preserve"> </w:t>
      </w:r>
      <w:r w:rsidRPr="007C00AA">
        <w:rPr>
          <w:rStyle w:val="libArabicChar"/>
          <w:rFonts w:hint="cs"/>
          <w:rtl/>
        </w:rPr>
        <w:t>مِنْ</w:t>
      </w:r>
      <w:r w:rsidR="00705CD5" w:rsidRPr="00163EB1">
        <w:rPr>
          <w:rStyle w:val="libArabicChar"/>
          <w:rFonts w:hint="cs"/>
          <w:rtl/>
        </w:rPr>
        <w:t>ه</w:t>
      </w:r>
      <w:r w:rsidRPr="007C00AA">
        <w:rPr>
          <w:rStyle w:val="libArabicChar"/>
          <w:rFonts w:hint="cs"/>
          <w:rtl/>
        </w:rPr>
        <w:t>ُ</w:t>
      </w:r>
      <w:r w:rsidRPr="007C00AA">
        <w:rPr>
          <w:rStyle w:val="libArabicChar"/>
          <w:rtl/>
        </w:rPr>
        <w:t xml:space="preserve"> </w:t>
      </w:r>
      <w:r w:rsidRPr="007C00AA">
        <w:rPr>
          <w:rStyle w:val="libArabicChar"/>
          <w:rFonts w:hint="cs"/>
          <w:rtl/>
        </w:rPr>
        <w:t>كُلَّ</w:t>
      </w:r>
      <w:r w:rsidRPr="007C00AA">
        <w:rPr>
          <w:rStyle w:val="libArabicChar"/>
          <w:rtl/>
        </w:rPr>
        <w:t xml:space="preserve"> </w:t>
      </w:r>
      <w:r w:rsidRPr="007C00AA">
        <w:rPr>
          <w:rStyle w:val="libArabicChar"/>
          <w:rFonts w:hint="cs"/>
          <w:rtl/>
        </w:rPr>
        <w:t>شَی</w:t>
      </w:r>
      <w:r w:rsidRPr="007C00AA">
        <w:rPr>
          <w:rStyle w:val="libArabicChar"/>
          <w:rFonts w:hint="eastAsia"/>
          <w:rtl/>
        </w:rPr>
        <w:t>ءٍ</w:t>
      </w:r>
      <w:r w:rsidRPr="007C00AA">
        <w:rPr>
          <w:rStyle w:val="libArabicChar"/>
          <w:rtl/>
        </w:rPr>
        <w:t xml:space="preserve"> حَتّيٰ </w:t>
      </w:r>
      <w:r w:rsidR="00705CD5" w:rsidRPr="00163EB1">
        <w:rPr>
          <w:rStyle w:val="libArabicChar"/>
          <w:rFonts w:hint="cs"/>
          <w:rtl/>
        </w:rPr>
        <w:t>ه</w:t>
      </w:r>
      <w:r w:rsidRPr="007C00AA">
        <w:rPr>
          <w:rStyle w:val="libArabicChar"/>
          <w:rFonts w:hint="cs"/>
          <w:rtl/>
        </w:rPr>
        <w:t>َوامَّ</w:t>
      </w:r>
      <w:r w:rsidRPr="007C00AA">
        <w:rPr>
          <w:rStyle w:val="libArabicChar"/>
          <w:rtl/>
        </w:rPr>
        <w:t xml:space="preserve"> </w:t>
      </w:r>
      <w:r w:rsidRPr="007C00AA">
        <w:rPr>
          <w:rStyle w:val="libArabicChar"/>
          <w:rFonts w:hint="cs"/>
          <w:rtl/>
        </w:rPr>
        <w:t>الْاَرْضِ</w:t>
      </w:r>
      <w:r w:rsidRPr="007C00AA">
        <w:rPr>
          <w:rStyle w:val="libArabicChar"/>
          <w:rtl/>
        </w:rPr>
        <w:t xml:space="preserve"> وَ سِباعَ</w:t>
      </w:r>
      <w:r w:rsidR="00705CD5" w:rsidRPr="00163EB1">
        <w:rPr>
          <w:rStyle w:val="libArabicChar"/>
          <w:rFonts w:hint="cs"/>
          <w:rtl/>
        </w:rPr>
        <w:t>ه</w:t>
      </w:r>
      <w:r w:rsidRPr="007C00AA">
        <w:rPr>
          <w:rStyle w:val="libArabicChar"/>
          <w:rFonts w:hint="cs"/>
          <w:rtl/>
        </w:rPr>
        <w:t>ا</w:t>
      </w:r>
      <w:r w:rsidRPr="007C00AA">
        <w:rPr>
          <w:rStyle w:val="libArabicChar"/>
          <w:rtl/>
        </w:rPr>
        <w:t xml:space="preserve"> </w:t>
      </w:r>
      <w:r w:rsidRPr="007C00AA">
        <w:rPr>
          <w:rStyle w:val="libArabicChar"/>
          <w:rFonts w:hint="cs"/>
          <w:rtl/>
        </w:rPr>
        <w:t>وَ</w:t>
      </w:r>
      <w:r w:rsidRPr="007C00AA">
        <w:rPr>
          <w:rStyle w:val="libArabicChar"/>
          <w:rtl/>
        </w:rPr>
        <w:t xml:space="preserve"> </w:t>
      </w:r>
      <w:r w:rsidRPr="007C00AA">
        <w:rPr>
          <w:rStyle w:val="libArabicChar"/>
          <w:rFonts w:hint="cs"/>
          <w:rtl/>
        </w:rPr>
        <w:t>طَی</w:t>
      </w:r>
      <w:r w:rsidRPr="007C00AA">
        <w:rPr>
          <w:rStyle w:val="libArabicChar"/>
          <w:rFonts w:hint="eastAsia"/>
          <w:rtl/>
        </w:rPr>
        <w:t>رَ</w:t>
      </w:r>
      <w:r w:rsidRPr="007C00AA">
        <w:rPr>
          <w:rStyle w:val="libArabicChar"/>
          <w:rtl/>
        </w:rPr>
        <w:t xml:space="preserve"> السَّماءِ؛</w:t>
      </w:r>
      <w:r>
        <w:rPr>
          <w:rtl/>
          <w:lang w:bidi="ur-PK"/>
        </w:rPr>
        <w:t>“</w:t>
      </w:r>
      <w:r w:rsidR="0005211C" w:rsidRPr="00125F42">
        <w:rPr>
          <w:rStyle w:val="libFootnotenumChar"/>
          <w:rtl/>
          <w:lang w:bidi="ur-PK"/>
        </w:rPr>
        <w:t>(405)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”بے</w:t>
      </w:r>
      <w:r>
        <w:rPr>
          <w:rtl/>
          <w:lang w:bidi="ur-PK"/>
        </w:rPr>
        <w:t xml:space="preserve"> شک” مومن انسان “کے لئے ھر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خاشع و خاضع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سبھ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سے خوف زدہ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اس کے بعد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جس وقت مومن انسان خدا کا مخلص بندہ بن جاتاھے تو خداوندعالم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اور</w:t>
      </w:r>
      <w:r w:rsidR="00EC52B0">
        <w:rPr>
          <w:rtl/>
          <w:lang w:bidi="ur-PK"/>
        </w:rPr>
        <w:t xml:space="preserve"> ہی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کو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روئے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وحش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درندے اور آسما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اڑنے والے پرندے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عظمت کا اعتراف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90720E">
        <w:rPr>
          <w:rStyle w:val="libArabicChar"/>
          <w:rFonts w:hint="eastAsia"/>
          <w:rtl/>
        </w:rPr>
        <w:t>سَبَبُ</w:t>
      </w:r>
      <w:r w:rsidRPr="0090720E">
        <w:rPr>
          <w:rStyle w:val="libArabicChar"/>
          <w:rtl/>
        </w:rPr>
        <w:t xml:space="preserve"> الْاِخْلاصِ الْ</w:t>
      </w:r>
      <w:r w:rsidRPr="0090720E">
        <w:rPr>
          <w:rStyle w:val="libArabicChar"/>
          <w:rFonts w:hint="cs"/>
          <w:rtl/>
        </w:rPr>
        <w:t>ی</w:t>
      </w:r>
      <w:r w:rsidRPr="0090720E">
        <w:rPr>
          <w:rStyle w:val="libArabicChar"/>
          <w:rFonts w:hint="eastAsia"/>
          <w:rtl/>
        </w:rPr>
        <w:t>ق</w:t>
      </w:r>
      <w:r w:rsidRPr="0090720E">
        <w:rPr>
          <w:rStyle w:val="libArabicChar"/>
          <w:rFonts w:hint="cs"/>
          <w:rtl/>
        </w:rPr>
        <w:t>ی</w:t>
      </w:r>
      <w:r w:rsidRPr="0090720E">
        <w:rPr>
          <w:rStyle w:val="libArabicChar"/>
          <w:rFonts w:hint="eastAsia"/>
          <w:rtl/>
        </w:rPr>
        <w:t>نُ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(406)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اخلاص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90720E">
        <w:rPr>
          <w:rStyle w:val="libArabicChar"/>
          <w:rFonts w:hint="eastAsia"/>
          <w:rtl/>
        </w:rPr>
        <w:t>اَصْلُ</w:t>
      </w:r>
      <w:r w:rsidRPr="0090720E">
        <w:rPr>
          <w:rStyle w:val="libArabicChar"/>
          <w:rtl/>
        </w:rPr>
        <w:t xml:space="preserve"> الْاِخْلاصِ الْ</w:t>
      </w:r>
      <w:r w:rsidRPr="0090720E">
        <w:rPr>
          <w:rStyle w:val="libArabicChar"/>
          <w:rFonts w:hint="cs"/>
          <w:rtl/>
        </w:rPr>
        <w:t>ی</w:t>
      </w:r>
      <w:r w:rsidR="00BA0B7F">
        <w:rPr>
          <w:rStyle w:val="libArabicChar"/>
          <w:rFonts w:hint="eastAsia"/>
          <w:rtl/>
        </w:rPr>
        <w:t>ا</w:t>
      </w:r>
      <w:r w:rsidRPr="0090720E">
        <w:rPr>
          <w:rStyle w:val="libArabicChar"/>
          <w:rFonts w:hint="eastAsia"/>
          <w:rtl/>
        </w:rPr>
        <w:t>سُ</w:t>
      </w:r>
      <w:r w:rsidRPr="0090720E">
        <w:rPr>
          <w:rStyle w:val="libArabicChar"/>
          <w:rtl/>
        </w:rPr>
        <w:t xml:space="preserve"> مِمّا فِ</w:t>
      </w:r>
      <w:r w:rsidRPr="0090720E">
        <w:rPr>
          <w:rStyle w:val="libArabicChar"/>
          <w:rFonts w:hint="cs"/>
          <w:rtl/>
        </w:rPr>
        <w:t>ی</w:t>
      </w:r>
      <w:r w:rsidRPr="0090720E">
        <w:rPr>
          <w:rStyle w:val="libArabicChar"/>
          <w:rtl/>
        </w:rPr>
        <w:t xml:space="preserve"> اَ</w:t>
      </w:r>
      <w:r w:rsidRPr="0090720E">
        <w:rPr>
          <w:rStyle w:val="libArabicChar"/>
          <w:rFonts w:hint="cs"/>
          <w:rtl/>
        </w:rPr>
        <w:t>ی</w:t>
      </w:r>
      <w:r w:rsidRPr="0090720E">
        <w:rPr>
          <w:rStyle w:val="libArabicChar"/>
          <w:rFonts w:hint="eastAsia"/>
          <w:rtl/>
        </w:rPr>
        <w:t>دِ</w:t>
      </w:r>
      <w:r w:rsidRPr="0090720E">
        <w:rPr>
          <w:rStyle w:val="libArabicChar"/>
          <w:rFonts w:hint="cs"/>
          <w:rtl/>
        </w:rPr>
        <w:t>ی</w:t>
      </w:r>
      <w:r w:rsidRPr="0090720E">
        <w:rPr>
          <w:rStyle w:val="libArabicChar"/>
          <w:rtl/>
        </w:rPr>
        <w:t xml:space="preserve"> النّاسِ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(407)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”اخلاص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اصل، دوسروں کے پاس موجود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ناام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90720E">
        <w:rPr>
          <w:rStyle w:val="libArabicChar"/>
          <w:rFonts w:hint="eastAsia"/>
          <w:rtl/>
        </w:rPr>
        <w:t>مَنْ</w:t>
      </w:r>
      <w:r w:rsidRPr="0090720E">
        <w:rPr>
          <w:rStyle w:val="libArabicChar"/>
          <w:rtl/>
        </w:rPr>
        <w:t xml:space="preserve"> رَغِبَ فِ</w:t>
      </w:r>
      <w:r w:rsidRPr="0090720E">
        <w:rPr>
          <w:rStyle w:val="libArabicChar"/>
          <w:rFonts w:hint="cs"/>
          <w:rtl/>
        </w:rPr>
        <w:t>ی</w:t>
      </w:r>
      <w:r w:rsidRPr="0090720E">
        <w:rPr>
          <w:rStyle w:val="libArabicChar"/>
          <w:rFonts w:hint="eastAsia"/>
          <w:rtl/>
        </w:rPr>
        <w:t>ما</w:t>
      </w:r>
      <w:r w:rsidRPr="0090720E">
        <w:rPr>
          <w:rStyle w:val="libArabicChar"/>
          <w:rtl/>
        </w:rPr>
        <w:t xml:space="preserve"> عِنْدَ اللّٰ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ِ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اَخْلَصَ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عَمَلَ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ُ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(408)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و رضوان اور بہشت کا خواھاں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اسے اپنے عمل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اخلاص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>
        <w:rPr>
          <w:rtl/>
          <w:lang w:bidi="ur-PK"/>
        </w:rPr>
        <w:t xml:space="preserve"> کرنا چاہئے“۔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F77424" w:rsidRDefault="00F77424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د</w:t>
      </w:r>
    </w:p>
    <w:p w:rsidR="00476253" w:rsidRDefault="00476253" w:rsidP="008C2EF1">
      <w:pPr>
        <w:pStyle w:val="Heading2Center"/>
        <w:rPr>
          <w:rtl/>
          <w:lang w:bidi="ur-PK"/>
        </w:rPr>
      </w:pPr>
      <w:bookmarkStart w:id="117" w:name="_Toc520984054"/>
      <w:r>
        <w:rPr>
          <w:rFonts w:hint="eastAsia"/>
          <w:rtl/>
          <w:lang w:bidi="ur-PK"/>
        </w:rPr>
        <w:lastRenderedPageBreak/>
        <w:t>صبر</w:t>
      </w:r>
      <w:bookmarkEnd w:id="117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و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صبر و 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واقعاً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مسئلہ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کو خداوندعالم پسند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جو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اجر و ثواب کا باعث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 صبر حافظ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انسان کو حق و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بے توجہ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سے روکتا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صبر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انسان کے دل و جان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طاقت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صبر انسان کو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(جن و انس) سے حفاظت کرنے والا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سخت حوادث و ناگوار حالات(جو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 غارت کرنے والے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)، عبادت و اطاعت اور گناہ کے وقت صبر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تو انسان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سوچتے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کہ حوادث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قواعد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ھم آہنگ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 کو برداشت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نجات کے لئے دشمنان خدا سے پناہ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مانگ</w:t>
      </w:r>
      <w:r>
        <w:rPr>
          <w:rFonts w:hint="eastAsia"/>
          <w:rtl/>
          <w:lang w:bidi="ur-PK"/>
        </w:rPr>
        <w:t>تا،</w:t>
      </w:r>
      <w:r>
        <w:rPr>
          <w:rtl/>
          <w:lang w:bidi="ur-PK"/>
        </w:rPr>
        <w:t xml:space="preserve"> عبادت و اطاعت خدا کے وقت اپنے کو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مورچہ پر کھڑا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کر استقامت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گناہ و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لذت کے وقت لذتوں کو چھوڑنے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برداشت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فرمان کے مطابق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صلوات و رحمت کا مستحق قرار پاتا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90720E">
        <w:rPr>
          <w:rStyle w:val="libAieChar"/>
          <w:rtl/>
        </w:rPr>
        <w:t>وَلَنَبْلُوَنَّكُمْ بِشَ</w:t>
      </w:r>
      <w:r w:rsidR="00476253" w:rsidRPr="0090720E">
        <w:rPr>
          <w:rStyle w:val="libAieChar"/>
          <w:rFonts w:hint="cs"/>
          <w:rtl/>
        </w:rPr>
        <w:t>ی</w:t>
      </w:r>
      <w:r w:rsidR="00476253" w:rsidRPr="0090720E">
        <w:rPr>
          <w:rStyle w:val="libAieChar"/>
          <w:rFonts w:hint="eastAsia"/>
          <w:rtl/>
        </w:rPr>
        <w:t>ءٍ</w:t>
      </w:r>
      <w:r w:rsidR="00476253" w:rsidRPr="0090720E">
        <w:rPr>
          <w:rStyle w:val="libAieChar"/>
          <w:rtl/>
        </w:rPr>
        <w:t xml:space="preserve"> مِنْ الْخَوْفِ وَالْجُوعِ وَنَقْصٍ مِنْ الْ</w:t>
      </w:r>
      <w:r w:rsidR="00BA0B7F">
        <w:rPr>
          <w:rStyle w:val="libAieChar"/>
          <w:rtl/>
        </w:rPr>
        <w:t>ا</w:t>
      </w:r>
      <w:r w:rsidR="00476253" w:rsidRPr="0090720E">
        <w:rPr>
          <w:rStyle w:val="libAieChar"/>
          <w:rFonts w:hint="eastAsia"/>
          <w:rtl/>
        </w:rPr>
        <w:t>مْوَالِ</w:t>
      </w:r>
      <w:r w:rsidR="00476253" w:rsidRPr="0090720E">
        <w:rPr>
          <w:rStyle w:val="libAieChar"/>
          <w:rtl/>
        </w:rPr>
        <w:t xml:space="preserve"> وَالْ</w:t>
      </w:r>
      <w:r w:rsidR="00BA0B7F">
        <w:rPr>
          <w:rStyle w:val="libAieChar"/>
          <w:rtl/>
        </w:rPr>
        <w:t>ا</w:t>
      </w:r>
      <w:r w:rsidR="00476253" w:rsidRPr="0090720E">
        <w:rPr>
          <w:rStyle w:val="libAieChar"/>
          <w:rFonts w:hint="eastAsia"/>
          <w:rtl/>
        </w:rPr>
        <w:t>نفُسِ</w:t>
      </w:r>
      <w:r w:rsidR="00476253" w:rsidRPr="0090720E">
        <w:rPr>
          <w:rStyle w:val="libAieChar"/>
          <w:rtl/>
        </w:rPr>
        <w:t xml:space="preserve"> وَالثَّمَرَاتِ وَبَشِّرْ الصَّابِرِ</w:t>
      </w:r>
      <w:r w:rsidR="00476253" w:rsidRPr="0090720E">
        <w:rPr>
          <w:rStyle w:val="libAieChar"/>
          <w:rFonts w:hint="cs"/>
          <w:rtl/>
        </w:rPr>
        <w:t>ی</w:t>
      </w:r>
      <w:r w:rsidR="00476253" w:rsidRPr="0090720E">
        <w:rPr>
          <w:rStyle w:val="libAieChar"/>
          <w:rFonts w:hint="eastAsia"/>
          <w:rtl/>
        </w:rPr>
        <w:t>نَ</w:t>
      </w:r>
      <w:r w:rsidR="00476253" w:rsidRPr="0090720E">
        <w:rPr>
          <w:rStyle w:val="libAieChar"/>
          <w:rtl/>
        </w:rPr>
        <w:t xml:space="preserve"> </w:t>
      </w:r>
      <w:r w:rsidR="00476253" w:rsidRPr="0090720E">
        <w:rPr>
          <w:rStyle w:val="libAieChar"/>
          <w:rFonts w:hint="cs"/>
          <w:rtl/>
        </w:rPr>
        <w:t>الَّذِی</w:t>
      </w:r>
      <w:r w:rsidR="00476253" w:rsidRPr="0090720E">
        <w:rPr>
          <w:rStyle w:val="libAieChar"/>
          <w:rFonts w:hint="eastAsia"/>
          <w:rtl/>
        </w:rPr>
        <w:t>نَ</w:t>
      </w:r>
      <w:r w:rsidR="00476253" w:rsidRPr="0090720E">
        <w:rPr>
          <w:rStyle w:val="libAieChar"/>
          <w:rtl/>
        </w:rPr>
        <w:t xml:space="preserve"> إِذَا </w:t>
      </w:r>
      <w:r w:rsidR="00BA0B7F">
        <w:rPr>
          <w:rStyle w:val="libAieChar"/>
          <w:rtl/>
        </w:rPr>
        <w:t>ا</w:t>
      </w:r>
      <w:r w:rsidR="00476253" w:rsidRPr="0090720E">
        <w:rPr>
          <w:rStyle w:val="libAieChar"/>
          <w:rFonts w:hint="eastAsia"/>
          <w:rtl/>
        </w:rPr>
        <w:t>صَابَتْ</w:t>
      </w:r>
      <w:r w:rsidR="00705CD5" w:rsidRPr="00705CD5">
        <w:rPr>
          <w:rStyle w:val="libAieChar"/>
          <w:rFonts w:hint="cs"/>
          <w:rtl/>
        </w:rPr>
        <w:t>ه</w:t>
      </w:r>
      <w:r w:rsidR="00476253" w:rsidRPr="0090720E">
        <w:rPr>
          <w:rStyle w:val="libAieChar"/>
          <w:rFonts w:hint="cs"/>
          <w:rtl/>
        </w:rPr>
        <w:t>م</w:t>
      </w:r>
      <w:r w:rsidR="00476253" w:rsidRPr="0090720E">
        <w:rPr>
          <w:rStyle w:val="libAieChar"/>
          <w:rtl/>
        </w:rPr>
        <w:t xml:space="preserve"> مُصِ</w:t>
      </w:r>
      <w:r w:rsidR="00476253" w:rsidRPr="0090720E">
        <w:rPr>
          <w:rStyle w:val="libAieChar"/>
          <w:rFonts w:hint="cs"/>
          <w:rtl/>
        </w:rPr>
        <w:t>ی</w:t>
      </w:r>
      <w:r w:rsidR="00476253" w:rsidRPr="0090720E">
        <w:rPr>
          <w:rStyle w:val="libAieChar"/>
          <w:rFonts w:hint="eastAsia"/>
          <w:rtl/>
        </w:rPr>
        <w:t>بَةٌ</w:t>
      </w:r>
      <w:r w:rsidR="00476253" w:rsidRPr="0090720E">
        <w:rPr>
          <w:rStyle w:val="libAieChar"/>
          <w:rtl/>
        </w:rPr>
        <w:t xml:space="preserve"> قَالُوا إِنَّا لِلَّ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90720E">
        <w:rPr>
          <w:rStyle w:val="libAieChar"/>
          <w:rFonts w:hint="cs"/>
          <w:rtl/>
        </w:rPr>
        <w:t>ِ</w:t>
      </w:r>
      <w:r w:rsidR="00476253" w:rsidRPr="0090720E">
        <w:rPr>
          <w:rStyle w:val="libAieChar"/>
          <w:rtl/>
        </w:rPr>
        <w:t xml:space="preserve"> </w:t>
      </w:r>
      <w:r w:rsidR="00476253" w:rsidRPr="0090720E">
        <w:rPr>
          <w:rStyle w:val="libAieChar"/>
          <w:rFonts w:hint="cs"/>
          <w:rtl/>
        </w:rPr>
        <w:t>وَإِنَّا</w:t>
      </w:r>
      <w:r w:rsidR="00476253" w:rsidRPr="0090720E">
        <w:rPr>
          <w:rStyle w:val="libAieChar"/>
          <w:rtl/>
        </w:rPr>
        <w:t xml:space="preserve"> </w:t>
      </w:r>
      <w:r w:rsidR="00476253" w:rsidRPr="0090720E">
        <w:rPr>
          <w:rStyle w:val="libAieChar"/>
          <w:rFonts w:hint="cs"/>
          <w:rtl/>
        </w:rPr>
        <w:t>إِلَی</w:t>
      </w:r>
      <w:r w:rsidR="00705CD5" w:rsidRPr="00705CD5">
        <w:rPr>
          <w:rStyle w:val="libAieChar"/>
          <w:rFonts w:hint="cs"/>
          <w:rtl/>
        </w:rPr>
        <w:t>ه</w:t>
      </w:r>
      <w:r w:rsidR="00476253" w:rsidRPr="0090720E">
        <w:rPr>
          <w:rStyle w:val="libAieChar"/>
          <w:rFonts w:hint="cs"/>
          <w:rtl/>
        </w:rPr>
        <w:t>ِ</w:t>
      </w:r>
      <w:r w:rsidR="00476253" w:rsidRPr="0090720E">
        <w:rPr>
          <w:rStyle w:val="libAieChar"/>
          <w:rtl/>
        </w:rPr>
        <w:t xml:space="preserve"> رَاجِعُونَ </w:t>
      </w:r>
      <w:r w:rsidR="00BA0B7F">
        <w:rPr>
          <w:rStyle w:val="libAieChar"/>
          <w:rFonts w:hint="cs"/>
          <w:rtl/>
        </w:rPr>
        <w:t>ا</w:t>
      </w:r>
      <w:r w:rsidR="00476253" w:rsidRPr="0090720E">
        <w:rPr>
          <w:rStyle w:val="libAieChar"/>
          <w:rFonts w:hint="eastAsia"/>
          <w:rtl/>
        </w:rPr>
        <w:t>وْلَئِكَ</w:t>
      </w:r>
      <w:r w:rsidR="00476253" w:rsidRPr="0090720E">
        <w:rPr>
          <w:rStyle w:val="libAieChar"/>
          <w:rtl/>
        </w:rPr>
        <w:t xml:space="preserve"> عَلَ</w:t>
      </w:r>
      <w:r w:rsidR="00476253" w:rsidRPr="0090720E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90720E">
        <w:rPr>
          <w:rStyle w:val="libAieChar"/>
          <w:rFonts w:hint="cs"/>
          <w:rtl/>
        </w:rPr>
        <w:t>م</w:t>
      </w:r>
      <w:r w:rsidR="00476253" w:rsidRPr="0090720E">
        <w:rPr>
          <w:rStyle w:val="libAieChar"/>
          <w:rtl/>
        </w:rPr>
        <w:t xml:space="preserve"> صَ</w:t>
      </w:r>
      <w:r w:rsidR="00476253" w:rsidRPr="0090720E">
        <w:rPr>
          <w:rStyle w:val="libAieChar"/>
          <w:rFonts w:hint="eastAsia"/>
          <w:rtl/>
        </w:rPr>
        <w:t>لَوَاتٌ</w:t>
      </w:r>
      <w:r w:rsidR="00476253" w:rsidRPr="0090720E">
        <w:rPr>
          <w:rStyle w:val="libAieChar"/>
          <w:rtl/>
        </w:rPr>
        <w:t xml:space="preserve"> مِنْ رَبِّ</w:t>
      </w:r>
      <w:r w:rsidR="00705CD5" w:rsidRPr="00705CD5">
        <w:rPr>
          <w:rStyle w:val="libAieChar"/>
          <w:rFonts w:hint="cs"/>
          <w:rtl/>
        </w:rPr>
        <w:t>ه</w:t>
      </w:r>
      <w:r w:rsidR="00476253" w:rsidRPr="0090720E">
        <w:rPr>
          <w:rStyle w:val="libAieChar"/>
          <w:rFonts w:hint="cs"/>
          <w:rtl/>
        </w:rPr>
        <w:t>م</w:t>
      </w:r>
      <w:r w:rsidR="00476253" w:rsidRPr="0090720E">
        <w:rPr>
          <w:rStyle w:val="libAieChar"/>
          <w:rtl/>
        </w:rPr>
        <w:t xml:space="preserve"> </w:t>
      </w:r>
      <w:r w:rsidR="00476253" w:rsidRPr="0090720E">
        <w:rPr>
          <w:rStyle w:val="libAieChar"/>
          <w:rFonts w:hint="cs"/>
          <w:rtl/>
        </w:rPr>
        <w:t>وَرَحْمَةٌ</w:t>
      </w:r>
      <w:r w:rsidR="00476253" w:rsidRPr="0090720E">
        <w:rPr>
          <w:rStyle w:val="libAieChar"/>
          <w:rtl/>
        </w:rPr>
        <w:t xml:space="preserve"> </w:t>
      </w:r>
      <w:r w:rsidR="00476253" w:rsidRPr="0090720E">
        <w:rPr>
          <w:rStyle w:val="libAieChar"/>
          <w:rFonts w:hint="cs"/>
          <w:rtl/>
        </w:rPr>
        <w:t>وَ</w:t>
      </w:r>
      <w:r w:rsidR="00BA0B7F">
        <w:rPr>
          <w:rStyle w:val="libAieChar"/>
          <w:rFonts w:hint="cs"/>
          <w:rtl/>
        </w:rPr>
        <w:t>ا</w:t>
      </w:r>
      <w:r w:rsidR="00476253" w:rsidRPr="0090720E">
        <w:rPr>
          <w:rStyle w:val="libAieChar"/>
          <w:rFonts w:hint="eastAsia"/>
          <w:rtl/>
        </w:rPr>
        <w:t>وْلَئِكَ</w:t>
      </w:r>
      <w:r w:rsidR="00476253" w:rsidRPr="0090720E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90720E">
        <w:rPr>
          <w:rStyle w:val="libAieChar"/>
          <w:rFonts w:hint="cs"/>
          <w:rtl/>
        </w:rPr>
        <w:t>م</w:t>
      </w:r>
      <w:r w:rsidR="00476253" w:rsidRPr="0090720E">
        <w:rPr>
          <w:rStyle w:val="libAieChar"/>
          <w:rtl/>
        </w:rPr>
        <w:t xml:space="preserve"> </w:t>
      </w:r>
      <w:r w:rsidR="00476253" w:rsidRPr="0090720E">
        <w:rPr>
          <w:rStyle w:val="libAieChar"/>
          <w:rFonts w:hint="cs"/>
          <w:rtl/>
        </w:rPr>
        <w:t>الْمُ</w:t>
      </w:r>
      <w:r w:rsidR="00705CD5" w:rsidRPr="00705CD5">
        <w:rPr>
          <w:rStyle w:val="libAieChar"/>
          <w:rFonts w:hint="cs"/>
          <w:rtl/>
        </w:rPr>
        <w:t>ه</w:t>
      </w:r>
      <w:r w:rsidR="00476253" w:rsidRPr="0090720E">
        <w:rPr>
          <w:rStyle w:val="libAieChar"/>
          <w:rFonts w:hint="cs"/>
          <w:rtl/>
        </w:rPr>
        <w:t>تدُونَ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(409)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ھم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نا</w:t>
      </w:r>
      <w:r w:rsidR="00476253">
        <w:rPr>
          <w:rtl/>
          <w:lang w:bidi="ur-PK"/>
        </w:rPr>
        <w:t xml:space="preserve"> تم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تھوڑے خوف تھوڑ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بھوک اور اموال، نفوس اور ثمرات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کم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سے آزمائ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گے اور اے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غمبر</w:t>
      </w:r>
      <w:r w:rsidR="00476253">
        <w:rPr>
          <w:rtl/>
          <w:lang w:bidi="ur-PK"/>
        </w:rPr>
        <w:t xml:space="preserve"> آپ ان صبر کرنے والوں کو بشارت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۔ جو مص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بت</w:t>
      </w:r>
      <w:r w:rsidR="00476253">
        <w:rPr>
          <w:rtl/>
          <w:lang w:bidi="ur-PK"/>
        </w:rPr>
        <w:t xml:space="preserve"> پڑنے کے بعد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کھتے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کہ ھم اللہ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کے لئے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اس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بارگاہ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واپس جانے والے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۔کہ ان کے لئے پرور</w:t>
      </w:r>
      <w:r w:rsidR="00476253">
        <w:rPr>
          <w:rFonts w:hint="eastAsia"/>
          <w:rtl/>
          <w:lang w:bidi="ur-PK"/>
        </w:rPr>
        <w:t>دگار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طرف صلوات اور رحمت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وھ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ہدا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افتہ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90720E">
        <w:rPr>
          <w:rStyle w:val="libAieChar"/>
          <w:rFonts w:hint="cs"/>
          <w:rtl/>
        </w:rPr>
        <w:t>وَالْمَلَائِكَةُ</w:t>
      </w:r>
      <w:r w:rsidR="00476253" w:rsidRPr="0090720E">
        <w:rPr>
          <w:rStyle w:val="libAieChar"/>
          <w:rtl/>
        </w:rPr>
        <w:t xml:space="preserve"> </w:t>
      </w:r>
      <w:r w:rsidR="00476253" w:rsidRPr="0090720E">
        <w:rPr>
          <w:rStyle w:val="libAieChar"/>
          <w:rFonts w:hint="cs"/>
          <w:rtl/>
        </w:rPr>
        <w:t>ی</w:t>
      </w:r>
      <w:r w:rsidR="00476253" w:rsidRPr="0090720E">
        <w:rPr>
          <w:rStyle w:val="libAieChar"/>
          <w:rFonts w:hint="eastAsia"/>
          <w:rtl/>
        </w:rPr>
        <w:t>دْخُلُونَ</w:t>
      </w:r>
      <w:r w:rsidR="00476253" w:rsidRPr="0090720E">
        <w:rPr>
          <w:rStyle w:val="libAieChar"/>
          <w:rtl/>
        </w:rPr>
        <w:t xml:space="preserve"> عَلَ</w:t>
      </w:r>
      <w:r w:rsidR="00476253" w:rsidRPr="0090720E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90720E">
        <w:rPr>
          <w:rStyle w:val="libAieChar"/>
          <w:rFonts w:hint="cs"/>
          <w:rtl/>
        </w:rPr>
        <w:t>م</w:t>
      </w:r>
      <w:r w:rsidR="00476253" w:rsidRPr="0090720E">
        <w:rPr>
          <w:rStyle w:val="libAieChar"/>
          <w:rtl/>
        </w:rPr>
        <w:t xml:space="preserve"> مِنْ كُلِّ بَابٍ </w:t>
      </w:r>
      <w:r w:rsidR="00476253" w:rsidRPr="0090720E">
        <w:rPr>
          <w:rStyle w:val="libAieChar"/>
          <w:rFonts w:hint="cs"/>
          <w:rtl/>
        </w:rPr>
        <w:t>س</w:t>
      </w:r>
      <w:r w:rsidR="00476253" w:rsidRPr="0090720E">
        <w:rPr>
          <w:rStyle w:val="libAieChar"/>
          <w:rtl/>
        </w:rPr>
        <w:t>َلَامٌ عَلَ</w:t>
      </w:r>
      <w:r w:rsidR="00476253" w:rsidRPr="0090720E">
        <w:rPr>
          <w:rStyle w:val="libAieChar"/>
          <w:rFonts w:hint="cs"/>
          <w:rtl/>
        </w:rPr>
        <w:t>ی</w:t>
      </w:r>
      <w:r w:rsidR="00476253" w:rsidRPr="0090720E">
        <w:rPr>
          <w:rStyle w:val="libAieChar"/>
          <w:rFonts w:hint="eastAsia"/>
          <w:rtl/>
        </w:rPr>
        <w:t>كُمْ</w:t>
      </w:r>
      <w:r w:rsidR="00476253" w:rsidRPr="0090720E">
        <w:rPr>
          <w:rStyle w:val="libAieChar"/>
          <w:rtl/>
        </w:rPr>
        <w:t xml:space="preserve"> بِمَا صَبَرْتُمْ فَنِعْمَ عُقْبَ</w:t>
      </w:r>
      <w:r w:rsidR="00476253" w:rsidRPr="0090720E">
        <w:rPr>
          <w:rStyle w:val="libAieChar"/>
          <w:rFonts w:hint="cs"/>
          <w:rtl/>
        </w:rPr>
        <w:t>ی</w:t>
      </w:r>
      <w:r w:rsidR="00476253" w:rsidRPr="0090720E">
        <w:rPr>
          <w:rStyle w:val="libAieChar"/>
          <w:rtl/>
        </w:rPr>
        <w:t xml:space="preserve"> الدَّارِ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(410)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ملائکہ ان کے پاس ھر دروازے سے حاضر 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گے ۔ک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گے کہ تم پر سلامت</w:t>
      </w:r>
      <w:r w:rsidR="00476253"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>کہ تم نے صبر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اب آخرت کا گھر تمھار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بھتر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منزل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90720E">
        <w:rPr>
          <w:rStyle w:val="libAieChar"/>
          <w:rtl/>
        </w:rPr>
        <w:t xml:space="preserve">مَا عِنْدَكُمْ </w:t>
      </w:r>
      <w:r w:rsidR="00476253" w:rsidRPr="0090720E">
        <w:rPr>
          <w:rStyle w:val="libAieChar"/>
          <w:rFonts w:hint="cs"/>
          <w:rtl/>
        </w:rPr>
        <w:t>ی</w:t>
      </w:r>
      <w:r w:rsidR="00476253" w:rsidRPr="0090720E">
        <w:rPr>
          <w:rStyle w:val="libAieChar"/>
          <w:rFonts w:hint="eastAsia"/>
          <w:rtl/>
        </w:rPr>
        <w:t>نفَدُ</w:t>
      </w:r>
      <w:r w:rsidR="00476253" w:rsidRPr="0090720E">
        <w:rPr>
          <w:rStyle w:val="libAieChar"/>
          <w:rtl/>
        </w:rPr>
        <w:t xml:space="preserve"> وَمَا عِنْدَ اللهِ بَاقٍ وَلَنَجْزِ</w:t>
      </w:r>
      <w:r w:rsidR="00476253" w:rsidRPr="0090720E">
        <w:rPr>
          <w:rStyle w:val="libAieChar"/>
          <w:rFonts w:hint="cs"/>
          <w:rtl/>
        </w:rPr>
        <w:t>ی</w:t>
      </w:r>
      <w:r w:rsidR="00476253" w:rsidRPr="0090720E">
        <w:rPr>
          <w:rStyle w:val="libAieChar"/>
          <w:rFonts w:hint="eastAsia"/>
          <w:rtl/>
        </w:rPr>
        <w:t>نَّ</w:t>
      </w:r>
      <w:r w:rsidR="00476253" w:rsidRPr="0090720E">
        <w:rPr>
          <w:rStyle w:val="libAieChar"/>
          <w:rtl/>
        </w:rPr>
        <w:t xml:space="preserve"> الَّذِ</w:t>
      </w:r>
      <w:r w:rsidR="00476253" w:rsidRPr="0090720E">
        <w:rPr>
          <w:rStyle w:val="libAieChar"/>
          <w:rFonts w:hint="cs"/>
          <w:rtl/>
        </w:rPr>
        <w:t>ی</w:t>
      </w:r>
      <w:r w:rsidR="00476253" w:rsidRPr="0090720E">
        <w:rPr>
          <w:rStyle w:val="libAieChar"/>
          <w:rFonts w:hint="eastAsia"/>
          <w:rtl/>
        </w:rPr>
        <w:t>نَ</w:t>
      </w:r>
      <w:r w:rsidR="00476253" w:rsidRPr="0090720E">
        <w:rPr>
          <w:rStyle w:val="libAieChar"/>
          <w:rtl/>
        </w:rPr>
        <w:t xml:space="preserve"> صَبَرُوا </w:t>
      </w:r>
      <w:r w:rsidR="00BA0B7F">
        <w:rPr>
          <w:rStyle w:val="libAieChar"/>
          <w:rtl/>
        </w:rPr>
        <w:t>ا</w:t>
      </w:r>
      <w:r w:rsidR="00476253" w:rsidRPr="0090720E">
        <w:rPr>
          <w:rStyle w:val="libAieChar"/>
          <w:rFonts w:hint="eastAsia"/>
          <w:rtl/>
        </w:rPr>
        <w:t>جْرَ</w:t>
      </w:r>
      <w:r w:rsidR="00705CD5" w:rsidRPr="00705CD5">
        <w:rPr>
          <w:rStyle w:val="libAieChar"/>
          <w:rFonts w:hint="cs"/>
          <w:rtl/>
        </w:rPr>
        <w:t>ه</w:t>
      </w:r>
      <w:r w:rsidR="00476253" w:rsidRPr="0090720E">
        <w:rPr>
          <w:rStyle w:val="libAieChar"/>
          <w:rFonts w:hint="cs"/>
          <w:rtl/>
        </w:rPr>
        <w:t>م</w:t>
      </w:r>
      <w:r w:rsidR="00476253" w:rsidRPr="0090720E">
        <w:rPr>
          <w:rStyle w:val="libAieChar"/>
          <w:rtl/>
        </w:rPr>
        <w:t xml:space="preserve"> بِ</w:t>
      </w:r>
      <w:r w:rsidR="00BA0B7F">
        <w:rPr>
          <w:rStyle w:val="libAieChar"/>
          <w:rtl/>
        </w:rPr>
        <w:t>ا</w:t>
      </w:r>
      <w:r w:rsidR="00476253" w:rsidRPr="0090720E">
        <w:rPr>
          <w:rStyle w:val="libAieChar"/>
          <w:rFonts w:hint="eastAsia"/>
          <w:rtl/>
        </w:rPr>
        <w:t>حْسَنِ</w:t>
      </w:r>
      <w:r w:rsidR="00476253" w:rsidRPr="0090720E">
        <w:rPr>
          <w:rStyle w:val="libAieChar"/>
          <w:rtl/>
        </w:rPr>
        <w:t xml:space="preserve"> مَا كَانُوا </w:t>
      </w:r>
      <w:r w:rsidR="00476253" w:rsidRPr="0090720E">
        <w:rPr>
          <w:rStyle w:val="libAieChar"/>
          <w:rFonts w:hint="cs"/>
          <w:rtl/>
        </w:rPr>
        <w:t>ی</w:t>
      </w:r>
      <w:r w:rsidR="00476253" w:rsidRPr="0090720E">
        <w:rPr>
          <w:rStyle w:val="libAieChar"/>
          <w:rFonts w:hint="eastAsia"/>
          <w:rtl/>
        </w:rPr>
        <w:t>عْمَلُونَ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(411)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”جوکچھ</w:t>
      </w:r>
      <w:r w:rsidR="00476253">
        <w:rPr>
          <w:rtl/>
          <w:lang w:bidi="ur-PK"/>
        </w:rPr>
        <w:t xml:space="preserve"> تمھارے پاس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وہ سب خرچ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>جائے گا اور جو کچھ اللہ کے پاس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وھ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باق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رہنے والا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ھم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نا</w:t>
      </w:r>
      <w:r w:rsidR="00476253">
        <w:rPr>
          <w:rtl/>
          <w:lang w:bidi="ur-PK"/>
        </w:rPr>
        <w:t xml:space="preserve"> صبر کرنے والوں کو ان کے اعمال سے بھتر جزا عطا کر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گے“۔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BA0B7F">
        <w:rPr>
          <w:rStyle w:val="libAieChar"/>
          <w:rtl/>
        </w:rPr>
        <w:t>ا</w:t>
      </w:r>
      <w:r w:rsidR="00476253" w:rsidRPr="0090720E">
        <w:rPr>
          <w:rStyle w:val="libAieChar"/>
          <w:rFonts w:hint="eastAsia"/>
          <w:rtl/>
        </w:rPr>
        <w:t>وْلَئِكَ</w:t>
      </w:r>
      <w:r w:rsidR="00476253" w:rsidRPr="0090720E">
        <w:rPr>
          <w:rStyle w:val="libAieChar"/>
          <w:rtl/>
        </w:rPr>
        <w:t xml:space="preserve"> </w:t>
      </w:r>
      <w:r w:rsidR="00476253" w:rsidRPr="0090720E">
        <w:rPr>
          <w:rStyle w:val="libAieChar"/>
          <w:rFonts w:hint="cs"/>
          <w:rtl/>
        </w:rPr>
        <w:t>ی</w:t>
      </w:r>
      <w:r w:rsidR="00476253" w:rsidRPr="0090720E">
        <w:rPr>
          <w:rStyle w:val="libAieChar"/>
          <w:rFonts w:hint="eastAsia"/>
          <w:rtl/>
        </w:rPr>
        <w:t>ؤْتَوْنَ</w:t>
      </w:r>
      <w:r w:rsidR="00476253" w:rsidRPr="0090720E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90720E">
        <w:rPr>
          <w:rStyle w:val="libAieChar"/>
          <w:rFonts w:hint="eastAsia"/>
          <w:rtl/>
        </w:rPr>
        <w:t>جْرَ</w:t>
      </w:r>
      <w:r w:rsidR="00705CD5" w:rsidRPr="00705CD5">
        <w:rPr>
          <w:rStyle w:val="libAieChar"/>
          <w:rFonts w:hint="cs"/>
          <w:rtl/>
        </w:rPr>
        <w:t>ه</w:t>
      </w:r>
      <w:r w:rsidR="00476253" w:rsidRPr="0090720E">
        <w:rPr>
          <w:rStyle w:val="libAieChar"/>
          <w:rFonts w:hint="cs"/>
          <w:rtl/>
        </w:rPr>
        <w:t>م</w:t>
      </w:r>
      <w:r w:rsidR="00476253" w:rsidRPr="0090720E">
        <w:rPr>
          <w:rStyle w:val="libAieChar"/>
          <w:rtl/>
        </w:rPr>
        <w:t xml:space="preserve"> مَرَّتَ</w:t>
      </w:r>
      <w:r w:rsidR="00476253" w:rsidRPr="0090720E">
        <w:rPr>
          <w:rStyle w:val="libAieChar"/>
          <w:rFonts w:hint="cs"/>
          <w:rtl/>
        </w:rPr>
        <w:t>ی</w:t>
      </w:r>
      <w:r w:rsidR="00476253" w:rsidRPr="0090720E">
        <w:rPr>
          <w:rStyle w:val="libAieChar"/>
          <w:rFonts w:hint="eastAsia"/>
          <w:rtl/>
        </w:rPr>
        <w:t>نِ</w:t>
      </w:r>
      <w:r w:rsidR="00476253" w:rsidRPr="0090720E">
        <w:rPr>
          <w:rStyle w:val="libAieChar"/>
          <w:rtl/>
        </w:rPr>
        <w:t xml:space="preserve"> بِمَا صَبَرُوا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(412)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وہ لوگ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جن کو دھر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جزاد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جائے گ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چونکہ انھوں نے صبر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</w:t>
      </w:r>
      <w:r w:rsidRPr="0090720E">
        <w:rPr>
          <w:rStyle w:val="libArabicChar"/>
          <w:rFonts w:hint="eastAsia"/>
          <w:rtl/>
        </w:rPr>
        <w:t>مَنْ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ی</w:t>
      </w:r>
      <w:r w:rsidRPr="0090720E">
        <w:rPr>
          <w:rStyle w:val="libArabicChar"/>
          <w:rFonts w:hint="eastAsia"/>
          <w:rtl/>
        </w:rPr>
        <w:t>تَصَبَّرْ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ی</w:t>
      </w:r>
      <w:r w:rsidRPr="0090720E">
        <w:rPr>
          <w:rStyle w:val="libArabicChar"/>
          <w:rFonts w:hint="eastAsia"/>
          <w:rtl/>
        </w:rPr>
        <w:t>صَبِّرْ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ُ</w:t>
      </w:r>
      <w:r w:rsidRPr="0090720E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ُ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وَمَنْ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ی</w:t>
      </w:r>
      <w:r w:rsidRPr="0090720E">
        <w:rPr>
          <w:rStyle w:val="libArabicChar"/>
          <w:rFonts w:hint="eastAsia"/>
          <w:rtl/>
        </w:rPr>
        <w:t>سْتَعْفِفُ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ی</w:t>
      </w:r>
      <w:r w:rsidRPr="0090720E">
        <w:rPr>
          <w:rStyle w:val="libArabicChar"/>
          <w:rFonts w:hint="eastAsia"/>
          <w:rtl/>
        </w:rPr>
        <w:t>عِفَّ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eastAsia"/>
          <w:rtl/>
        </w:rPr>
        <w:t>ُ</w:t>
      </w:r>
      <w:r w:rsidRPr="0090720E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ُ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وَمَنْ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ی</w:t>
      </w:r>
      <w:r w:rsidRPr="0090720E">
        <w:rPr>
          <w:rStyle w:val="libArabicChar"/>
          <w:rFonts w:hint="eastAsia"/>
          <w:rtl/>
        </w:rPr>
        <w:t>سْتَغْنِ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ی</w:t>
      </w:r>
      <w:r w:rsidRPr="0090720E">
        <w:rPr>
          <w:rStyle w:val="libArabicChar"/>
          <w:rFonts w:hint="eastAsia"/>
          <w:rtl/>
        </w:rPr>
        <w:t>غْنِ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ِ</w:t>
      </w:r>
      <w:r w:rsidRPr="0090720E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ُ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وَمَا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اُعْطِی</w:t>
      </w:r>
      <w:r w:rsidRPr="0090720E">
        <w:rPr>
          <w:rStyle w:val="libArabicChar"/>
          <w:rtl/>
        </w:rPr>
        <w:t xml:space="preserve"> عَبْدٌ عَطا ءً 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ُوَ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خَی</w:t>
      </w:r>
      <w:r w:rsidRPr="0090720E">
        <w:rPr>
          <w:rStyle w:val="libArabicChar"/>
          <w:rFonts w:hint="eastAsia"/>
          <w:rtl/>
        </w:rPr>
        <w:t>رٌ</w:t>
      </w:r>
      <w:r w:rsidRPr="0090720E">
        <w:rPr>
          <w:rStyle w:val="libArabicChar"/>
          <w:rtl/>
        </w:rPr>
        <w:t xml:space="preserve"> وَ اَوْسَعُ مِنَ الصَّبْرِ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(413)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صبر سے کام لے تو خداوندعالم اس کو صبر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عطا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جو شخص عفت و پارسائ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اپناتا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خداوندعالم اس کو پارسائ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 پہنچاد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جو شخص خداوندعالم سے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طلب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خداوندعالم اس کو بے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از</w:t>
      </w:r>
      <w:r>
        <w:rPr>
          <w:rtl/>
          <w:lang w:bidi="ur-PK"/>
        </w:rPr>
        <w:t xml:space="preserve">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بندہ کو صبر سے ب</w:t>
      </w:r>
      <w:r>
        <w:rPr>
          <w:rFonts w:hint="eastAsia"/>
          <w:rtl/>
          <w:lang w:bidi="ur-PK"/>
        </w:rPr>
        <w:t>ھتر</w:t>
      </w:r>
      <w:r>
        <w:rPr>
          <w:rtl/>
          <w:lang w:bidi="ur-PK"/>
        </w:rPr>
        <w:t xml:space="preserve"> اور 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</w:t>
      </w:r>
      <w:r>
        <w:rPr>
          <w:rtl/>
          <w:lang w:bidi="ur-PK"/>
        </w:rPr>
        <w:t xml:space="preserve"> تر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عطا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90720E">
        <w:rPr>
          <w:rStyle w:val="libArabicChar"/>
          <w:rFonts w:hint="eastAsia"/>
          <w:rtl/>
        </w:rPr>
        <w:t>اَلْحَقُّ</w:t>
      </w:r>
      <w:r w:rsidRPr="0090720E">
        <w:rPr>
          <w:rStyle w:val="libArabicChar"/>
          <w:rtl/>
        </w:rPr>
        <w:t xml:space="preserve"> ثَقِ</w:t>
      </w:r>
      <w:r w:rsidRPr="0090720E">
        <w:rPr>
          <w:rStyle w:val="libArabicChar"/>
          <w:rFonts w:hint="cs"/>
          <w:rtl/>
        </w:rPr>
        <w:t>ی</w:t>
      </w:r>
      <w:r w:rsidRPr="0090720E">
        <w:rPr>
          <w:rStyle w:val="libArabicChar"/>
          <w:rFonts w:hint="eastAsia"/>
          <w:rtl/>
        </w:rPr>
        <w:t>لٌ،</w:t>
      </w:r>
      <w:r w:rsidRPr="0090720E">
        <w:rPr>
          <w:rStyle w:val="libArabicChar"/>
          <w:rtl/>
        </w:rPr>
        <w:t xml:space="preserve"> وَقَدْ </w:t>
      </w:r>
      <w:r w:rsidRPr="0090720E">
        <w:rPr>
          <w:rStyle w:val="libArabicChar"/>
          <w:rFonts w:hint="cs"/>
          <w:rtl/>
        </w:rPr>
        <w:t>ی</w:t>
      </w:r>
      <w:r w:rsidRPr="0090720E">
        <w:rPr>
          <w:rStyle w:val="libArabicChar"/>
          <w:rFonts w:hint="eastAsia"/>
          <w:rtl/>
        </w:rPr>
        <w:t>خَفِّفُ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ُ</w:t>
      </w:r>
      <w:r w:rsidRPr="0090720E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ُ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عَليٰ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اَقْوامٍ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طَلَ</w:t>
      </w:r>
      <w:r w:rsidRPr="0090720E">
        <w:rPr>
          <w:rStyle w:val="libArabicChar"/>
          <w:rtl/>
        </w:rPr>
        <w:t>بُوا الْعاقِبةَ فَصَبَرُوا نُفُوسَ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ُمْ،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وَوَثِقُوا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بِصِدْقِ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مَوْعُودِ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ِ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لِمَنْ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صَبَرُوا،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اِحْتَسِبْ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فَكُنْ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مِنْ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ُمْ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وَاسْتَعِنْ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بِاللّٰ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(414)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”حق</w:t>
      </w:r>
      <w:r>
        <w:rPr>
          <w:rtl/>
          <w:lang w:bidi="ur-PK"/>
        </w:rPr>
        <w:t xml:space="preserve"> کڑوا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خداوندعالم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عاقبت کے خواھاںلوگوں کے لئے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ھاں، جو لوگ صبر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دئے گئے وعدہ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سچ مانتے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خدا ان کے لئے حق کو آسان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خدا کے لئے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کام انجام دو اور حقائق کا حساب کرو جس کے نت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</w:t>
      </w:r>
      <w:r>
        <w:rPr>
          <w:rFonts w:hint="eastAsia"/>
          <w:rtl/>
          <w:lang w:bidi="ur-PK"/>
        </w:rPr>
        <w:t>صبر</w:t>
      </w:r>
      <w:r>
        <w:rPr>
          <w:rtl/>
          <w:lang w:bidi="ur-PK"/>
        </w:rPr>
        <w:t xml:space="preserve"> کرو اور خدا سے مدد طلب کرو“۔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آپ کا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90720E">
        <w:rPr>
          <w:rStyle w:val="libArabicChar"/>
          <w:rFonts w:hint="eastAsia"/>
          <w:rtl/>
        </w:rPr>
        <w:t>اِصْبِرْ</w:t>
      </w:r>
      <w:r w:rsidRPr="0090720E">
        <w:rPr>
          <w:rStyle w:val="libArabicChar"/>
          <w:rtl/>
        </w:rPr>
        <w:t xml:space="preserve"> عَليٰ مَرارَةِ الْحَقِّ، وَاِ</w:t>
      </w:r>
      <w:r w:rsidRPr="0090720E">
        <w:rPr>
          <w:rStyle w:val="libArabicChar"/>
          <w:rFonts w:hint="cs"/>
          <w:rtl/>
        </w:rPr>
        <w:t>ی</w:t>
      </w:r>
      <w:r w:rsidRPr="0090720E">
        <w:rPr>
          <w:rStyle w:val="libArabicChar"/>
          <w:rFonts w:hint="eastAsia"/>
          <w:rtl/>
        </w:rPr>
        <w:t>اكَ</w:t>
      </w:r>
      <w:r w:rsidRPr="0090720E">
        <w:rPr>
          <w:rStyle w:val="libArabicChar"/>
          <w:rtl/>
        </w:rPr>
        <w:t xml:space="preserve"> اَنْ تَنْخَدِعَ بِحَلاوَةِ الْباطِلِ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(415)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”صبر</w:t>
      </w:r>
      <w:r>
        <w:rPr>
          <w:rtl/>
          <w:lang w:bidi="ur-PK"/>
        </w:rPr>
        <w:t xml:space="preserve"> کے کڑوے پن پر صبر کرو اور باطل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نہ کھاؤ“۔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حضرت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مسئلہ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نظر خواھ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اس شخص کے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برخلاف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رائے کا اظھار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امام نے اس کے چھرے پر بے توجھ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آثار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>
        <w:rPr>
          <w:rtl/>
          <w:lang w:bidi="ur-PK"/>
        </w:rPr>
        <w:t xml:space="preserve"> تو اس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:، حق پر صبر کرو، بے شک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نے صبر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خداوندعالم نے اس کے بدلے اس سے بھتر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90720E">
        <w:rPr>
          <w:rStyle w:val="libArabicChar"/>
          <w:rFonts w:hint="eastAsia"/>
          <w:rtl/>
        </w:rPr>
        <w:t>اَلْجَنَّةُ</w:t>
      </w:r>
      <w:r w:rsidRPr="0090720E">
        <w:rPr>
          <w:rStyle w:val="libArabicChar"/>
          <w:rtl/>
        </w:rPr>
        <w:t xml:space="preserve"> مَحْفُوفَةٌ بِالْمَکارِ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ِ</w:t>
      </w:r>
      <w:r w:rsidRPr="0090720E">
        <w:rPr>
          <w:rStyle w:val="libArabicChar"/>
          <w:rtl/>
        </w:rPr>
        <w:t xml:space="preserve"> وَالصَّبْرِ، فَمَنْ صَبَرَ عَلَ</w:t>
      </w:r>
      <w:r w:rsidRPr="0090720E">
        <w:rPr>
          <w:rStyle w:val="libArabicChar"/>
          <w:rFonts w:hint="cs"/>
          <w:rtl/>
        </w:rPr>
        <w:t>ی</w:t>
      </w:r>
      <w:r w:rsidRPr="0090720E">
        <w:rPr>
          <w:rStyle w:val="libArabicChar"/>
          <w:rtl/>
        </w:rPr>
        <w:t xml:space="preserve"> الْمَکارِ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ِ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فِی</w:t>
      </w:r>
      <w:r w:rsidRPr="0090720E">
        <w:rPr>
          <w:rStyle w:val="libArabicChar"/>
          <w:rtl/>
        </w:rPr>
        <w:t xml:space="preserve"> الدُّنْ</w:t>
      </w:r>
      <w:r w:rsidRPr="0090720E">
        <w:rPr>
          <w:rStyle w:val="libArabicChar"/>
          <w:rFonts w:hint="cs"/>
          <w:rtl/>
        </w:rPr>
        <w:t>ی</w:t>
      </w:r>
      <w:r w:rsidRPr="0090720E">
        <w:rPr>
          <w:rStyle w:val="libArabicChar"/>
          <w:rFonts w:hint="eastAsia"/>
          <w:rtl/>
        </w:rPr>
        <w:t>ا</w:t>
      </w:r>
      <w:r w:rsidRPr="0090720E">
        <w:rPr>
          <w:rStyle w:val="libArabicChar"/>
          <w:rtl/>
        </w:rPr>
        <w:t xml:space="preserve"> دَخَلَ الْجَنَّةَ وَ جَ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َنَّمُ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مَحْفوفَةٌ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بِاللَّذّاتِ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وَالشَّ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َواتِ،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فَمَنْ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اَعْطيٰ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نَفْسَ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ُ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لَذَّت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ا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وَشَ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ْوَتَ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ا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دَخَلَ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النّارَ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(416)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>(جان لو کہ) جنت پر ناگوار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صبر کا پھرہ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شخص نے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ناگوار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پر صبر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ہ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گا، اور جہنم پر خوش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خواہشات کا پھرہ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چنانچہ جو شخص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لذات اور شھوات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وہ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جائے گا“۔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آپ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کا ارشاد گرام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</w:t>
      </w:r>
      <w:r w:rsidRPr="0090720E">
        <w:rPr>
          <w:rStyle w:val="libArabicChar"/>
          <w:rFonts w:hint="eastAsia"/>
          <w:rtl/>
        </w:rPr>
        <w:t>اَلصَّبْرُ</w:t>
      </w:r>
      <w:r w:rsidRPr="0090720E">
        <w:rPr>
          <w:rStyle w:val="libArabicChar"/>
          <w:rtl/>
        </w:rPr>
        <w:t xml:space="preserve"> صَبْرانِ:صَبْرٌ عَلَ</w:t>
      </w:r>
      <w:r w:rsidRPr="0090720E">
        <w:rPr>
          <w:rStyle w:val="libArabicChar"/>
          <w:rFonts w:hint="cs"/>
          <w:rtl/>
        </w:rPr>
        <w:t>ی</w:t>
      </w:r>
      <w:r w:rsidRPr="0090720E">
        <w:rPr>
          <w:rStyle w:val="libArabicChar"/>
          <w:rtl/>
        </w:rPr>
        <w:t xml:space="preserve"> الْبَلاءِ حَسَنٌ جَم</w:t>
      </w:r>
      <w:r w:rsidRPr="0090720E">
        <w:rPr>
          <w:rStyle w:val="libArabicChar"/>
          <w:rFonts w:hint="cs"/>
          <w:rtl/>
        </w:rPr>
        <w:t>ی</w:t>
      </w:r>
      <w:r w:rsidRPr="0090720E">
        <w:rPr>
          <w:rStyle w:val="libArabicChar"/>
          <w:rFonts w:hint="eastAsia"/>
          <w:rtl/>
        </w:rPr>
        <w:t>لٌ،</w:t>
      </w:r>
      <w:r w:rsidRPr="0090720E">
        <w:rPr>
          <w:rStyle w:val="libArabicChar"/>
          <w:rtl/>
        </w:rPr>
        <w:t xml:space="preserve"> وَ</w:t>
      </w:r>
      <w:r w:rsidR="00BA0B7F">
        <w:rPr>
          <w:rStyle w:val="libArabicChar"/>
          <w:rtl/>
        </w:rPr>
        <w:t>ا</w:t>
      </w:r>
      <w:r w:rsidRPr="0090720E">
        <w:rPr>
          <w:rStyle w:val="libArabicChar"/>
          <w:rFonts w:hint="eastAsia"/>
          <w:rtl/>
        </w:rPr>
        <w:t>فْضَلُ</w:t>
      </w:r>
      <w:r w:rsidRPr="0090720E">
        <w:rPr>
          <w:rStyle w:val="libArabicChar"/>
          <w:rtl/>
        </w:rPr>
        <w:t xml:space="preserve"> الصَّبْرَ</w:t>
      </w:r>
      <w:r w:rsidRPr="0090720E">
        <w:rPr>
          <w:rStyle w:val="libArabicChar"/>
          <w:rFonts w:hint="cs"/>
          <w:rtl/>
        </w:rPr>
        <w:t>ی</w:t>
      </w:r>
      <w:r w:rsidRPr="0090720E">
        <w:rPr>
          <w:rStyle w:val="libArabicChar"/>
          <w:rFonts w:hint="eastAsia"/>
          <w:rtl/>
        </w:rPr>
        <w:t>نِ</w:t>
      </w:r>
      <w:r w:rsidRPr="0090720E">
        <w:rPr>
          <w:rStyle w:val="libArabicChar"/>
          <w:rtl/>
        </w:rPr>
        <w:t xml:space="preserve"> الْوَرَعَ عَنِ الْمَحارِمِ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(417)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”صبر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 قسم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بلاء و مص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پر صبر جو بھتر اور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دونوں قسموں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صبر اپنے کو گناھوں سے محفوظ رکھنا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صبر اس لئےضرور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انسان کا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مان،</w:t>
      </w:r>
      <w:r>
        <w:rPr>
          <w:rtl/>
          <w:lang w:bidi="ur-PK"/>
        </w:rPr>
        <w:t xml:space="preserve"> عمل اور اخلاق صح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و سالم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>، اور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عاقبت بخ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واقعاً انسان کے لئے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خوبصورت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گناھوں</w:t>
      </w:r>
      <w:r>
        <w:rPr>
          <w:rtl/>
          <w:lang w:bidi="ur-PK"/>
        </w:rPr>
        <w:t xml:space="preserve"> سے توبہ کرنے والے انسان کو چاہئے کہ مشق و تمر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اپنے کو صبر سے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کرلے، گناھوں سے پاک رہنے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کرے تاکہ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وسوسہ اور گناھوں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آلودگ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لئے آسودہ خاطر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صبر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توبہ برقرار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رہ سکت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اس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رحمت خدا کا تدوام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تا۔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8C2EF1">
      <w:pPr>
        <w:pStyle w:val="Heading2Center"/>
        <w:rPr>
          <w:rtl/>
          <w:lang w:bidi="ur-PK"/>
        </w:rPr>
      </w:pPr>
      <w:bookmarkStart w:id="118" w:name="_Toc520984055"/>
      <w:r>
        <w:rPr>
          <w:rFonts w:hint="eastAsia"/>
          <w:rtl/>
          <w:lang w:bidi="ur-PK"/>
        </w:rPr>
        <w:t>مال</w:t>
      </w:r>
      <w:r>
        <w:rPr>
          <w:rtl/>
          <w:lang w:bidi="ur-PK"/>
        </w:rPr>
        <w:t xml:space="preserve"> حلال</w:t>
      </w:r>
      <w:bookmarkEnd w:id="118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خداوندمھربان</w:t>
      </w:r>
      <w:r>
        <w:rPr>
          <w:rtl/>
          <w:lang w:bidi="ur-PK"/>
        </w:rPr>
        <w:t xml:space="preserve"> نے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 مخلوق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اوپر واجب قرار د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خداوندعالم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مخلوق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بھولتا۔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پہنچانے کے بھت سے مخصوص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: منجملہ: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راث،</w:t>
      </w:r>
      <w:r>
        <w:rPr>
          <w:rtl/>
          <w:lang w:bidi="ur-PK"/>
        </w:rPr>
        <w:t xml:space="preserve"> ھبہ، خزانہ مل جانا اور ان سب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اھم حلال کاروبار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حلال</w:t>
      </w:r>
      <w:r>
        <w:rPr>
          <w:rtl/>
          <w:lang w:bidi="ur-PK"/>
        </w:rPr>
        <w:t xml:space="preserve"> کاروبار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زراعت، صنعت،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ڑ</w:t>
      </w:r>
      <w:r>
        <w:rPr>
          <w:rtl/>
          <w:lang w:bidi="ur-PK"/>
        </w:rPr>
        <w:t xml:space="preserve"> بکر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چرانا، دست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ہنر، تجارت اور محنت و مزدور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جائز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والا مال ؛حرام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سے فائدہ اٹھانا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درد ناک عذاب کا باعث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غصب، رشوت، کم تولنا، غارت گر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ظلم و ستم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مال کو ہڑپ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ممنوع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ان کاموں کا کرنے والا رحمت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محروم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السلام، حلال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مال حاصل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تک کہ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پھلے حلال مال کھاؤ اس کے بعد عبادت خدا بجالاؤ: </w:t>
      </w:r>
    </w:p>
    <w:p w:rsidR="00476253" w:rsidRDefault="006F6A7F" w:rsidP="00125F42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90720E">
        <w:rPr>
          <w:rStyle w:val="libAieChar"/>
          <w:rFonts w:hint="cs"/>
          <w:rtl/>
        </w:rPr>
        <w:t>ی</w:t>
      </w:r>
      <w:r w:rsidR="00476253" w:rsidRPr="0090720E">
        <w:rPr>
          <w:rStyle w:val="libAieChar"/>
          <w:rFonts w:hint="eastAsia"/>
          <w:rtl/>
        </w:rPr>
        <w:t>ا</w:t>
      </w:r>
      <w:r w:rsidR="00BA0B7F">
        <w:rPr>
          <w:rStyle w:val="libAieChar"/>
          <w:rFonts w:hint="eastAsia"/>
          <w:rtl/>
        </w:rPr>
        <w:t>ا</w:t>
      </w:r>
      <w:r w:rsidR="00476253" w:rsidRPr="0090720E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90720E">
        <w:rPr>
          <w:rStyle w:val="libAieChar"/>
          <w:rFonts w:hint="cs"/>
          <w:rtl/>
        </w:rPr>
        <w:t>ا</w:t>
      </w:r>
      <w:r w:rsidR="00476253" w:rsidRPr="0090720E">
        <w:rPr>
          <w:rStyle w:val="libAieChar"/>
          <w:rtl/>
        </w:rPr>
        <w:t xml:space="preserve"> الرُّسُلُ كُلُوا مِنْ الطَّ</w:t>
      </w:r>
      <w:r w:rsidR="00476253" w:rsidRPr="0090720E">
        <w:rPr>
          <w:rStyle w:val="libAieChar"/>
          <w:rFonts w:hint="cs"/>
          <w:rtl/>
        </w:rPr>
        <w:t>ی</w:t>
      </w:r>
      <w:r w:rsidR="00476253" w:rsidRPr="0090720E">
        <w:rPr>
          <w:rStyle w:val="libAieChar"/>
          <w:rFonts w:hint="eastAsia"/>
          <w:rtl/>
        </w:rPr>
        <w:t>بَاتِ</w:t>
      </w:r>
      <w:r w:rsidR="00476253" w:rsidRPr="0090720E">
        <w:rPr>
          <w:rStyle w:val="libAieChar"/>
          <w:rtl/>
        </w:rPr>
        <w:t xml:space="preserve"> وَاعْمَلُوا صَالِحًا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(418)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”اے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رے</w:t>
      </w:r>
      <w:r w:rsidR="00476253">
        <w:rPr>
          <w:rtl/>
          <w:lang w:bidi="ur-PK"/>
        </w:rPr>
        <w:t xml:space="preserve"> رسولو!تم پاک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ز</w:t>
      </w:r>
      <w:r w:rsidR="00476253">
        <w:rPr>
          <w:rtl/>
          <w:lang w:bidi="ur-PK"/>
        </w:rPr>
        <w:t xml:space="preserve"> ہ غذائ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کھا</w:t>
      </w:r>
      <w:r w:rsidR="00AA04E3">
        <w:rPr>
          <w:rtl/>
          <w:lang w:bidi="ur-PK"/>
        </w:rPr>
        <w:t>و</w:t>
      </w:r>
      <w:r w:rsidR="00476253">
        <w:rPr>
          <w:rtl/>
          <w:lang w:bidi="ur-PK"/>
        </w:rPr>
        <w:t xml:space="preserve"> اور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کام کرو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عبد اللہ نے افطار کے وقت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کے لئے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الہ</w:t>
      </w:r>
      <w:r>
        <w:rPr>
          <w:rtl/>
          <w:lang w:bidi="ur-PK"/>
        </w:rPr>
        <w:t xml:space="preserve"> دودھ بھجوا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تو آنحضرت نے دودھ لانے والے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اس دودھ کو لے جاؤ اور اس سے معلوم کرو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دودھ کھاں سے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اھے؟</w:t>
      </w:r>
      <w:r>
        <w:rPr>
          <w:rtl/>
          <w:lang w:bidi="ur-PK"/>
        </w:rPr>
        <w:t xml:space="preserve"> وہ واپس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آکر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دودھ </w:t>
      </w:r>
      <w:r>
        <w:rPr>
          <w:rtl/>
          <w:lang w:bidi="ur-PK"/>
        </w:rPr>
        <w:lastRenderedPageBreak/>
        <w:t>گوسفند کا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آنحضرت ص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پھر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گوسفند کھاں سے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چنانچہ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اس کو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اپنے مال سے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وقت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وہ دودھ نو ش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دوسرے</w:t>
      </w:r>
      <w:r>
        <w:rPr>
          <w:rtl/>
          <w:lang w:bidi="ur-PK"/>
        </w:rPr>
        <w:t xml:space="preserve"> روز ام عبد اللہ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حاضر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کر عرض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کل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آپ کے لئے دودھ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آپ نے واپس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سوال و جواب کے بعد نوش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مسئلہ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تھا؟ تو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مجھ سے پھلے تما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کو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صرف پاک اور حلال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صرف عمل صالح انجام دو۔</w:t>
      </w:r>
      <w:r w:rsidR="0005211C" w:rsidRPr="00125F42">
        <w:rPr>
          <w:rStyle w:val="libFootnotenumChar"/>
          <w:rtl/>
          <w:lang w:bidi="ur-PK"/>
        </w:rPr>
        <w:t>(419)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روئے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پر بسنے والے تمام انسانوں کو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پاک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زہ</w:t>
      </w:r>
      <w:r>
        <w:rPr>
          <w:rtl/>
          <w:lang w:bidi="ur-PK"/>
        </w:rPr>
        <w:t xml:space="preserve"> اور حلال رزق کھاؤ اور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کرنے کے لئے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کرو،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ان کو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گناہ اور خدا پر تھمت لگانے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90720E">
        <w:rPr>
          <w:rStyle w:val="libAieChar"/>
          <w:rFonts w:hint="cs"/>
          <w:rtl/>
        </w:rPr>
        <w:t>ی</w:t>
      </w:r>
      <w:r w:rsidR="00476253" w:rsidRPr="0090720E">
        <w:rPr>
          <w:rStyle w:val="libAieChar"/>
          <w:rFonts w:hint="eastAsia"/>
          <w:rtl/>
        </w:rPr>
        <w:t>ا</w:t>
      </w:r>
      <w:r w:rsidR="00BA0B7F">
        <w:rPr>
          <w:rStyle w:val="libAieChar"/>
          <w:rFonts w:hint="eastAsia"/>
          <w:rtl/>
        </w:rPr>
        <w:t>ا</w:t>
      </w:r>
      <w:r w:rsidR="00476253" w:rsidRPr="0090720E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90720E">
        <w:rPr>
          <w:rStyle w:val="libAieChar"/>
          <w:rFonts w:hint="cs"/>
          <w:rtl/>
        </w:rPr>
        <w:t>ا</w:t>
      </w:r>
      <w:r w:rsidR="00476253" w:rsidRPr="0090720E">
        <w:rPr>
          <w:rStyle w:val="libAieChar"/>
          <w:rtl/>
        </w:rPr>
        <w:t xml:space="preserve"> النَّاسُ كُلُوا مِمَّا فِ</w:t>
      </w:r>
      <w:r w:rsidR="00476253" w:rsidRPr="0090720E">
        <w:rPr>
          <w:rStyle w:val="libAieChar"/>
          <w:rFonts w:hint="cs"/>
          <w:rtl/>
        </w:rPr>
        <w:t>ی</w:t>
      </w:r>
      <w:r w:rsidR="00476253" w:rsidRPr="0090720E">
        <w:rPr>
          <w:rStyle w:val="libAieChar"/>
          <w:rtl/>
        </w:rPr>
        <w:t xml:space="preserve"> الْ</w:t>
      </w:r>
      <w:r w:rsidR="00BA0B7F">
        <w:rPr>
          <w:rStyle w:val="libAieChar"/>
          <w:rtl/>
        </w:rPr>
        <w:t>ا</w:t>
      </w:r>
      <w:r w:rsidR="00476253" w:rsidRPr="0090720E">
        <w:rPr>
          <w:rStyle w:val="libAieChar"/>
          <w:rFonts w:hint="eastAsia"/>
          <w:rtl/>
        </w:rPr>
        <w:t>رْضِ</w:t>
      </w:r>
      <w:r w:rsidR="00476253" w:rsidRPr="0090720E">
        <w:rPr>
          <w:rStyle w:val="libAieChar"/>
          <w:rtl/>
        </w:rPr>
        <w:t xml:space="preserve"> حَلاَلًا طَ</w:t>
      </w:r>
      <w:r w:rsidR="00476253" w:rsidRPr="0090720E">
        <w:rPr>
          <w:rStyle w:val="libAieChar"/>
          <w:rFonts w:hint="cs"/>
          <w:rtl/>
        </w:rPr>
        <w:t>ی</w:t>
      </w:r>
      <w:r w:rsidR="00476253" w:rsidRPr="0090720E">
        <w:rPr>
          <w:rStyle w:val="libAieChar"/>
          <w:rFonts w:hint="eastAsia"/>
          <w:rtl/>
        </w:rPr>
        <w:t>بًا</w:t>
      </w:r>
      <w:r w:rsidR="00476253" w:rsidRPr="0090720E">
        <w:rPr>
          <w:rStyle w:val="libAieChar"/>
          <w:rtl/>
        </w:rPr>
        <w:t xml:space="preserve"> وَلاَتَتَّبِعُوا خُطُوَاتِ الشَّ</w:t>
      </w:r>
      <w:r w:rsidR="00476253" w:rsidRPr="0090720E">
        <w:rPr>
          <w:rStyle w:val="libAieChar"/>
          <w:rFonts w:hint="cs"/>
          <w:rtl/>
        </w:rPr>
        <w:t>ی</w:t>
      </w:r>
      <w:r w:rsidR="00476253" w:rsidRPr="0090720E">
        <w:rPr>
          <w:rStyle w:val="libAieChar"/>
          <w:rFonts w:hint="eastAsia"/>
          <w:rtl/>
        </w:rPr>
        <w:t>طَانِ</w:t>
      </w:r>
      <w:r w:rsidR="00476253" w:rsidRPr="0090720E">
        <w:rPr>
          <w:rStyle w:val="libAieChar"/>
          <w:rtl/>
        </w:rPr>
        <w:t xml:space="preserve"> إِنَّ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90720E">
        <w:rPr>
          <w:rStyle w:val="libAieChar"/>
          <w:rFonts w:hint="cs"/>
          <w:rtl/>
        </w:rPr>
        <w:t>ُ</w:t>
      </w:r>
      <w:r w:rsidR="00476253" w:rsidRPr="0090720E">
        <w:rPr>
          <w:rStyle w:val="libAieChar"/>
          <w:rtl/>
        </w:rPr>
        <w:t xml:space="preserve"> </w:t>
      </w:r>
      <w:r w:rsidR="00476253" w:rsidRPr="0090720E">
        <w:rPr>
          <w:rStyle w:val="libAieChar"/>
          <w:rFonts w:hint="cs"/>
          <w:rtl/>
        </w:rPr>
        <w:t>لَكُمْ</w:t>
      </w:r>
      <w:r w:rsidR="00476253" w:rsidRPr="0090720E">
        <w:rPr>
          <w:rStyle w:val="libAieChar"/>
          <w:rtl/>
        </w:rPr>
        <w:t xml:space="preserve"> </w:t>
      </w:r>
      <w:r w:rsidR="00476253" w:rsidRPr="0090720E">
        <w:rPr>
          <w:rStyle w:val="libAieChar"/>
          <w:rFonts w:hint="cs"/>
          <w:rtl/>
        </w:rPr>
        <w:t>عَدُوٌّ</w:t>
      </w:r>
      <w:r w:rsidR="00476253" w:rsidRPr="0090720E">
        <w:rPr>
          <w:rStyle w:val="libAieChar"/>
          <w:rtl/>
        </w:rPr>
        <w:t xml:space="preserve"> </w:t>
      </w:r>
      <w:r w:rsidR="00476253" w:rsidRPr="0090720E">
        <w:rPr>
          <w:rStyle w:val="libAieChar"/>
          <w:rFonts w:hint="cs"/>
          <w:rtl/>
        </w:rPr>
        <w:t>مُبِی</w:t>
      </w:r>
      <w:r w:rsidR="00476253" w:rsidRPr="0090720E">
        <w:rPr>
          <w:rStyle w:val="libAieChar"/>
          <w:rFonts w:hint="eastAsia"/>
          <w:rtl/>
        </w:rPr>
        <w:t>نٌ</w:t>
      </w:r>
      <w:r w:rsidR="00476253" w:rsidRPr="0090720E">
        <w:rPr>
          <w:rStyle w:val="libAieChar"/>
          <w:rtl/>
        </w:rPr>
        <w:t xml:space="preserve"> </w:t>
      </w:r>
      <w:r w:rsidR="00476253" w:rsidRPr="0090720E">
        <w:rPr>
          <w:rStyle w:val="libAieChar"/>
          <w:rFonts w:hint="cs"/>
          <w:rtl/>
        </w:rPr>
        <w:t>إِنَّمَا</w:t>
      </w:r>
      <w:r w:rsidR="00476253" w:rsidRPr="0090720E">
        <w:rPr>
          <w:rStyle w:val="libAieChar"/>
          <w:rtl/>
        </w:rPr>
        <w:t xml:space="preserve"> </w:t>
      </w:r>
      <w:r w:rsidR="00476253" w:rsidRPr="0090720E">
        <w:rPr>
          <w:rStyle w:val="libAieChar"/>
          <w:rFonts w:hint="cs"/>
          <w:rtl/>
        </w:rPr>
        <w:t>ی</w:t>
      </w:r>
      <w:r w:rsidR="00BA0B7F">
        <w:rPr>
          <w:rStyle w:val="libAieChar"/>
          <w:rFonts w:hint="eastAsia"/>
          <w:rtl/>
        </w:rPr>
        <w:t>ا</w:t>
      </w:r>
      <w:r w:rsidR="00476253" w:rsidRPr="0090720E">
        <w:rPr>
          <w:rStyle w:val="libAieChar"/>
          <w:rFonts w:hint="eastAsia"/>
          <w:rtl/>
        </w:rPr>
        <w:t>مُرُكُمْ</w:t>
      </w:r>
      <w:r w:rsidR="00476253" w:rsidRPr="0090720E">
        <w:rPr>
          <w:rStyle w:val="libAieChar"/>
          <w:rtl/>
        </w:rPr>
        <w:t xml:space="preserve"> بِالسُّوءِ وَالْفَحْشَاءِ وَ</w:t>
      </w:r>
      <w:r w:rsidR="00BA0B7F">
        <w:rPr>
          <w:rStyle w:val="libAieChar"/>
          <w:rtl/>
        </w:rPr>
        <w:t>ا</w:t>
      </w:r>
      <w:r w:rsidR="00476253" w:rsidRPr="0090720E">
        <w:rPr>
          <w:rStyle w:val="libAieChar"/>
          <w:rFonts w:hint="eastAsia"/>
          <w:rtl/>
        </w:rPr>
        <w:t>نْ</w:t>
      </w:r>
      <w:r w:rsidR="00476253" w:rsidRPr="0090720E">
        <w:rPr>
          <w:rStyle w:val="libAieChar"/>
          <w:rtl/>
        </w:rPr>
        <w:t xml:space="preserve"> تَقُولُوا عَلَ</w:t>
      </w:r>
      <w:r w:rsidR="00476253" w:rsidRPr="0090720E">
        <w:rPr>
          <w:rStyle w:val="libAieChar"/>
          <w:rFonts w:hint="cs"/>
          <w:rtl/>
        </w:rPr>
        <w:t>ی</w:t>
      </w:r>
      <w:r w:rsidR="00476253" w:rsidRPr="0090720E">
        <w:rPr>
          <w:rStyle w:val="libAieChar"/>
          <w:rtl/>
        </w:rPr>
        <w:t xml:space="preserve"> اللهِ مَا لاَتَعْلَمُونَ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(420)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 xml:space="preserve"> اے انسانو!زم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جو کچھ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حلال و ط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اسے استعمال کرو اور ش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طان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اقدامات کا ا تباع نہ کرو کہ وہ تمھارا کھلا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ا دشمن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۔وہ بس تم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بدعمل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اور بدکار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کا حکم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اس بات پر آمادہ کرتا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کہ خدا کے خلاف جھالت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بات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کرتے رھو“۔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اھل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کو چاہئے کہ مال حاصل کرنے کے لئے اندازہ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حلال خدا پر قناعت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دوسروں کے مال پر آنک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نہ جمائ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اپنے دل وجان سے اس اھم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پر توجہ رک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اعلان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90720E">
        <w:rPr>
          <w:rStyle w:val="libArabicChar"/>
          <w:rFonts w:hint="eastAsia"/>
          <w:rtl/>
        </w:rPr>
        <w:t>حُرْمَةُ</w:t>
      </w:r>
      <w:r w:rsidRPr="0090720E">
        <w:rPr>
          <w:rStyle w:val="libArabicChar"/>
          <w:rtl/>
        </w:rPr>
        <w:t xml:space="preserve"> مالِ الْمُسْلِمِ كَدَمِ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(421)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”مسلمان</w:t>
      </w:r>
      <w:r>
        <w:rPr>
          <w:rtl/>
          <w:lang w:bidi="ur-PK"/>
        </w:rPr>
        <w:t xml:space="preserve"> کا مال اس کے خون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محترم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طرح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مومن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کے لئے کوشش کرتے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اس کے 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حفاظت کے لئے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کوشش کرو،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مومن کے مال کو ناحق غارت کرنا اس کا ناحق خون بھانے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حلال</w:t>
      </w:r>
      <w:r>
        <w:rPr>
          <w:rtl/>
          <w:lang w:bidi="ur-PK"/>
        </w:rPr>
        <w:t xml:space="preserve">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حاصل کرنا اورخداوندعالم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عطا کردہ روز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قناعت کرنا،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بلکہ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آراستہ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کے اصول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ھر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توبہ کرنے والے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فوراً واجب اور ضرور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وہ اپنے 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کرے،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اگر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دوسرے کا حق اس پر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اسے الگ کرکے مالک تک پہنچا دے اور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دھ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رکھے کہ صرف حلال لقمہ کھائے، اور حرام مال سے اجتناب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</w:t>
      </w:r>
      <w:r w:rsidRPr="0090720E">
        <w:rPr>
          <w:rStyle w:val="libArabicChar"/>
          <w:rFonts w:hint="eastAsia"/>
          <w:rtl/>
        </w:rPr>
        <w:t>مَنْ</w:t>
      </w:r>
      <w:r w:rsidRPr="0090720E">
        <w:rPr>
          <w:rStyle w:val="libArabicChar"/>
          <w:rtl/>
        </w:rPr>
        <w:t xml:space="preserve"> اَكَلَ لُقْمَةً مِنْ حَرامٍ لَمْ تُقْبَلْ لَ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ُ</w:t>
      </w:r>
      <w:r w:rsidRPr="0090720E">
        <w:rPr>
          <w:rStyle w:val="libArabicChar"/>
          <w:rtl/>
        </w:rPr>
        <w:t xml:space="preserve"> صَلاةٌ اَرْبَعِ</w:t>
      </w:r>
      <w:r w:rsidRPr="0090720E">
        <w:rPr>
          <w:rStyle w:val="libArabicChar"/>
          <w:rFonts w:hint="cs"/>
          <w:rtl/>
        </w:rPr>
        <w:t>ی</w:t>
      </w:r>
      <w:r w:rsidRPr="0090720E">
        <w:rPr>
          <w:rStyle w:val="libArabicChar"/>
          <w:rFonts w:hint="eastAsia"/>
          <w:rtl/>
        </w:rPr>
        <w:t>نَ</w:t>
      </w:r>
      <w:r w:rsidRPr="0090720E">
        <w:rPr>
          <w:rStyle w:val="libArabicChar"/>
          <w:rtl/>
        </w:rPr>
        <w:t xml:space="preserve"> لَ</w:t>
      </w:r>
      <w:r w:rsidRPr="0090720E">
        <w:rPr>
          <w:rStyle w:val="libArabicChar"/>
          <w:rFonts w:hint="cs"/>
          <w:rtl/>
        </w:rPr>
        <w:t>ی</w:t>
      </w:r>
      <w:r w:rsidRPr="0090720E">
        <w:rPr>
          <w:rStyle w:val="libArabicChar"/>
          <w:rFonts w:hint="eastAsia"/>
          <w:rtl/>
        </w:rPr>
        <w:t>لَةً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(422)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لقمہ حرام کھائے تو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دن تک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نماز قبول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</w:t>
      </w:r>
      <w:r w:rsidRPr="0090720E">
        <w:rPr>
          <w:rStyle w:val="libArabicChar"/>
          <w:rtl/>
        </w:rPr>
        <w:t>اِنَّ اللّٰ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َ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عَزَّ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وَجَلَّ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حَرَّمَ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الّجَنَّةَ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جَسَداً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غُذِی</w:t>
      </w:r>
      <w:r w:rsidRPr="0090720E">
        <w:rPr>
          <w:rStyle w:val="libArabicChar"/>
          <w:rtl/>
        </w:rPr>
        <w:t xml:space="preserve"> بِحَرامٍ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(423)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”خداوندعالم</w:t>
      </w:r>
      <w:r>
        <w:rPr>
          <w:rtl/>
          <w:lang w:bidi="ur-PK"/>
        </w:rPr>
        <w:t xml:space="preserve"> نے حرام غذا کھانے والوں کے بدن پر جنت کو حرام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90720E">
        <w:rPr>
          <w:rStyle w:val="libArabicChar"/>
          <w:rFonts w:hint="eastAsia"/>
          <w:rtl/>
        </w:rPr>
        <w:t>تَرْكُ</w:t>
      </w:r>
      <w:r w:rsidRPr="0090720E">
        <w:rPr>
          <w:rStyle w:val="libArabicChar"/>
          <w:rtl/>
        </w:rPr>
        <w:t xml:space="preserve"> لُقْمَةٍ حَرامٍ اَحَبُّ اِلَ</w:t>
      </w:r>
      <w:r w:rsidRPr="0090720E">
        <w:rPr>
          <w:rStyle w:val="libArabicChar"/>
          <w:rFonts w:hint="cs"/>
          <w:rtl/>
        </w:rPr>
        <w:t>ی</w:t>
      </w:r>
      <w:r w:rsidRPr="0090720E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90720E">
        <w:rPr>
          <w:rStyle w:val="libArabicChar"/>
          <w:rFonts w:hint="cs"/>
          <w:rtl/>
        </w:rPr>
        <w:t>ِ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مِنْ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صَلاةِ</w:t>
      </w:r>
      <w:r w:rsidRPr="0090720E">
        <w:rPr>
          <w:rStyle w:val="libArabicChar"/>
          <w:rtl/>
        </w:rPr>
        <w:t xml:space="preserve"> </w:t>
      </w:r>
      <w:r w:rsidRPr="0090720E">
        <w:rPr>
          <w:rStyle w:val="libArabicChar"/>
          <w:rFonts w:hint="cs"/>
          <w:rtl/>
        </w:rPr>
        <w:t>اَلْفَی</w:t>
      </w:r>
      <w:r w:rsidRPr="0090720E">
        <w:rPr>
          <w:rStyle w:val="libArabicChar"/>
          <w:rtl/>
        </w:rPr>
        <w:t xml:space="preserve"> رَكْعَةٍ تَطَوُّعاً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(424)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حرام لقمہ سے اجتناب کرنا خدا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مستحب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 ہزار رکعت نماز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پسند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8C2EF1">
      <w:pPr>
        <w:pStyle w:val="Heading2Center"/>
        <w:rPr>
          <w:rtl/>
          <w:lang w:bidi="ur-PK"/>
        </w:rPr>
      </w:pPr>
      <w:bookmarkStart w:id="119" w:name="_Toc520984056"/>
      <w:r>
        <w:rPr>
          <w:rFonts w:hint="eastAsia"/>
          <w:rtl/>
          <w:lang w:bidi="ur-PK"/>
        </w:rPr>
        <w:t>تقويٰ</w:t>
      </w:r>
      <w:bookmarkEnd w:id="119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اپنے</w:t>
      </w:r>
      <w:r>
        <w:rPr>
          <w:rtl/>
          <w:lang w:bidi="ur-PK"/>
        </w:rPr>
        <w:t xml:space="preserve"> کو گناھوں اور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سے محفوظ رکھنا اور ھلاک کنندہ آفات و بلاؤں سے حفظ کرنا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کو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نے ”تقويٰ“ کے عنوان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تقويٰ</w:t>
      </w:r>
      <w:r>
        <w:rPr>
          <w:rtl/>
          <w:lang w:bidi="ur-PK"/>
        </w:rPr>
        <w:t xml:space="preserve"> اس حالت کا نام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گناھوں سے اجتناب اور عبادت خدا سے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تقويٰ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اقدار و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خاص عظمت رکھتا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صرف</w:t>
      </w:r>
      <w:r>
        <w:rPr>
          <w:rtl/>
          <w:lang w:bidi="ur-PK"/>
        </w:rPr>
        <w:t xml:space="preserve"> متق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افراد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آثار ظاھر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جنت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صرف اور صرف اھل تقويٰ کے لئے آمادہ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1765B">
        <w:rPr>
          <w:rStyle w:val="libAieChar"/>
          <w:rtl/>
        </w:rPr>
        <w:t>ذَلِكَ الْكِتَابُ لاَرَ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بَ</w:t>
      </w:r>
      <w:r w:rsidR="00476253" w:rsidRPr="00E1765B">
        <w:rPr>
          <w:rStyle w:val="libAieChar"/>
          <w:rtl/>
        </w:rPr>
        <w:t xml:space="preserve"> فِ</w:t>
      </w:r>
      <w:r w:rsidR="00476253" w:rsidRPr="00E1765B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E1765B">
        <w:rPr>
          <w:rStyle w:val="libAieChar"/>
          <w:rFonts w:hint="cs"/>
          <w:rtl/>
        </w:rPr>
        <w:t>ِ</w:t>
      </w:r>
      <w:r w:rsidR="00476253" w:rsidRPr="00E1765B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E1765B">
        <w:rPr>
          <w:rStyle w:val="libAieChar"/>
          <w:rFonts w:hint="cs"/>
          <w:rtl/>
        </w:rPr>
        <w:t>ُدًی</w:t>
      </w:r>
      <w:r w:rsidR="00476253" w:rsidRPr="00E1765B">
        <w:rPr>
          <w:rStyle w:val="libAieChar"/>
          <w:rtl/>
        </w:rPr>
        <w:t xml:space="preserve"> لِلْمُتَّقِ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(425)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وہ کتاب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جس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کس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طرح کے شک و شبہ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گنجائش ن</w:t>
      </w:r>
      <w:r w:rsidR="00AA04E3">
        <w:rPr>
          <w:rtl/>
          <w:lang w:bidi="ur-PK"/>
        </w:rPr>
        <w:t xml:space="preserve"> ہیں  ہے</w:t>
      </w:r>
      <w:r w:rsidR="00476253">
        <w:rPr>
          <w:rtl/>
          <w:lang w:bidi="ur-PK"/>
        </w:rPr>
        <w:t>۔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صاحبان تقويٰ اور پرھ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ز</w:t>
      </w:r>
      <w:r w:rsidR="00476253">
        <w:rPr>
          <w:rtl/>
          <w:lang w:bidi="ur-PK"/>
        </w:rPr>
        <w:t xml:space="preserve"> گار لوگوں کے لئے مجسم ہدا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1765B">
        <w:rPr>
          <w:rStyle w:val="libAieChar"/>
          <w:rtl/>
        </w:rPr>
        <w:t>وَ</w:t>
      </w:r>
      <w:r w:rsidR="00BA0B7F">
        <w:rPr>
          <w:rStyle w:val="libAieChar"/>
          <w:rtl/>
        </w:rPr>
        <w:t>ا</w:t>
      </w:r>
      <w:r w:rsidR="00476253" w:rsidRPr="00E1765B">
        <w:rPr>
          <w:rStyle w:val="libAieChar"/>
          <w:rFonts w:hint="eastAsia"/>
          <w:rtl/>
        </w:rPr>
        <w:t>زْلِفَتْ</w:t>
      </w:r>
      <w:r w:rsidR="00476253" w:rsidRPr="00E1765B">
        <w:rPr>
          <w:rStyle w:val="libAieChar"/>
          <w:rtl/>
        </w:rPr>
        <w:t xml:space="preserve"> الْجَنَّةُ لِلْمُتَّقِ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(426)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”اورجس</w:t>
      </w:r>
      <w:r w:rsidR="00476253">
        <w:rPr>
          <w:rtl/>
          <w:lang w:bidi="ur-PK"/>
        </w:rPr>
        <w:t xml:space="preserve"> دن جنت پر</w:t>
      </w:r>
      <w:r w:rsidR="00EC52B0">
        <w:rPr>
          <w:rtl/>
          <w:lang w:bidi="ur-PK"/>
        </w:rPr>
        <w:t xml:space="preserve"> ہی</w:t>
      </w:r>
      <w:r w:rsidR="00476253">
        <w:rPr>
          <w:rFonts w:hint="eastAsia"/>
          <w:rtl/>
          <w:lang w:bidi="ur-PK"/>
        </w:rPr>
        <w:t>زگاروں</w:t>
      </w:r>
      <w:r w:rsidR="00476253">
        <w:rPr>
          <w:rtl/>
          <w:lang w:bidi="ur-PK"/>
        </w:rPr>
        <w:t xml:space="preserve"> سے قر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</w:t>
      </w:r>
      <w:r w:rsidR="00476253">
        <w:rPr>
          <w:rtl/>
          <w:lang w:bidi="ur-PK"/>
        </w:rPr>
        <w:t xml:space="preserve"> تر کرد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جائے 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1765B">
        <w:rPr>
          <w:rStyle w:val="libAieChar"/>
          <w:rFonts w:hint="cs"/>
          <w:rtl/>
        </w:rPr>
        <w:t>وَاتَّقُوا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اللهَ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لَعَلَّكُمْ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تُفْلِحُونَ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(427)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اور اللہ سے ڈرو شا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tl/>
          <w:lang w:bidi="ur-PK"/>
        </w:rPr>
        <w:t xml:space="preserve"> تم کام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اب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>جا</w:t>
      </w:r>
      <w:r w:rsidR="00AA04E3">
        <w:rPr>
          <w:rtl/>
          <w:lang w:bidi="ur-PK"/>
        </w:rPr>
        <w:t>و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lastRenderedPageBreak/>
        <w:t>(</w:t>
      </w:r>
      <w:r w:rsidR="00476253" w:rsidRPr="00E1765B">
        <w:rPr>
          <w:rStyle w:val="libAieChar"/>
          <w:rFonts w:hint="cs"/>
          <w:rtl/>
        </w:rPr>
        <w:t>وَاتَّقُوا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اللهَ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وَاعْلَمُوا</w:t>
      </w:r>
      <w:r w:rsidR="00476253" w:rsidRPr="00E1765B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E1765B">
        <w:rPr>
          <w:rStyle w:val="libAieChar"/>
          <w:rFonts w:hint="eastAsia"/>
          <w:rtl/>
        </w:rPr>
        <w:t>نَّ</w:t>
      </w:r>
      <w:r w:rsidR="00476253" w:rsidRPr="00E1765B">
        <w:rPr>
          <w:rStyle w:val="libAieChar"/>
          <w:rtl/>
        </w:rPr>
        <w:t xml:space="preserve"> اللهَ مَعَ الْمُتَّقِ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(428)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 xml:space="preserve">اور اللہ سے ڈرتے رھو اور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سمجھ لو کہ خدا پر</w:t>
      </w:r>
      <w:r w:rsidR="00EC52B0">
        <w:rPr>
          <w:rtl/>
          <w:lang w:bidi="ur-PK"/>
        </w:rPr>
        <w:t xml:space="preserve"> ہی</w:t>
      </w:r>
      <w:r w:rsidR="00476253">
        <w:rPr>
          <w:rFonts w:hint="eastAsia"/>
          <w:rtl/>
          <w:lang w:bidi="ur-PK"/>
        </w:rPr>
        <w:t>زگاروں</w:t>
      </w:r>
      <w:r w:rsidR="00EC52B0">
        <w:rPr>
          <w:rtl/>
          <w:lang w:bidi="ur-PK"/>
        </w:rPr>
        <w:t xml:space="preserve"> ہی</w:t>
      </w:r>
      <w:r w:rsidR="00476253">
        <w:rPr>
          <w:rtl/>
          <w:lang w:bidi="ur-PK"/>
        </w:rPr>
        <w:t xml:space="preserve"> کے ساتھ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1765B">
        <w:rPr>
          <w:rStyle w:val="libAieChar"/>
          <w:rFonts w:hint="cs"/>
          <w:rtl/>
        </w:rPr>
        <w:t>فَإِنَّ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اللهَ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حِبُّ</w:t>
      </w:r>
      <w:r w:rsidR="00476253" w:rsidRPr="00E1765B">
        <w:rPr>
          <w:rStyle w:val="libAieChar"/>
          <w:rtl/>
        </w:rPr>
        <w:t xml:space="preserve"> الْمُتَّقِ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(429)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بے شک خدا متق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کو دوست رکھتا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1765B">
        <w:rPr>
          <w:rStyle w:val="libAieChar"/>
          <w:rFonts w:hint="cs"/>
          <w:rtl/>
        </w:rPr>
        <w:t>فَاتَّقُوا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اللهَ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لَعَلَّكُمْ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تَشْكُرُونَ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(430)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لہٰذا اللہ سے ڈرو شا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tl/>
          <w:lang w:bidi="ur-PK"/>
        </w:rPr>
        <w:t xml:space="preserve"> تم شکر گذار بن جا</w:t>
      </w:r>
      <w:r w:rsidR="00AA04E3">
        <w:rPr>
          <w:rtl/>
          <w:lang w:bidi="ur-PK"/>
        </w:rPr>
        <w:t>و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1765B">
        <w:rPr>
          <w:rStyle w:val="libAieChar"/>
          <w:rFonts w:hint="cs"/>
          <w:rtl/>
        </w:rPr>
        <w:t>وَاتَّقُوا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اللهَ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إِنَّ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اللهَ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سَرِی</w:t>
      </w:r>
      <w:r w:rsidR="00476253" w:rsidRPr="00E1765B">
        <w:rPr>
          <w:rStyle w:val="libAieChar"/>
          <w:rFonts w:hint="eastAsia"/>
          <w:rtl/>
        </w:rPr>
        <w:t>عُ</w:t>
      </w:r>
      <w:r w:rsidR="00476253" w:rsidRPr="00E1765B">
        <w:rPr>
          <w:rStyle w:val="libAieChar"/>
          <w:rtl/>
        </w:rPr>
        <w:t xml:space="preserve"> الْحِسَابِ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(431)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اور اللہ سے ڈرو کہ وہ بھت جلد حساب کرنے والا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1765B">
        <w:rPr>
          <w:rStyle w:val="libAieChar"/>
          <w:rFonts w:hint="cs"/>
          <w:rtl/>
        </w:rPr>
        <w:t>لِلَّذِی</w:t>
      </w:r>
      <w:r w:rsidR="00476253" w:rsidRPr="00E1765B">
        <w:rPr>
          <w:rStyle w:val="libAieChar"/>
          <w:rFonts w:hint="eastAsia"/>
          <w:rtl/>
        </w:rPr>
        <w:t>نَ</w:t>
      </w:r>
      <w:r w:rsidR="00476253" w:rsidRPr="00E1765B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E1765B">
        <w:rPr>
          <w:rStyle w:val="libAieChar"/>
          <w:rFonts w:hint="eastAsia"/>
          <w:rtl/>
        </w:rPr>
        <w:t>حْسَنُوا</w:t>
      </w:r>
      <w:r w:rsidR="00476253" w:rsidRPr="00E1765B">
        <w:rPr>
          <w:rStyle w:val="libAieChar"/>
          <w:rtl/>
        </w:rPr>
        <w:t xml:space="preserve"> مِنْ</w:t>
      </w:r>
      <w:r w:rsidR="00705CD5" w:rsidRPr="00705CD5">
        <w:rPr>
          <w:rStyle w:val="libAieChar"/>
          <w:rFonts w:hint="cs"/>
          <w:rtl/>
        </w:rPr>
        <w:t>ه</w:t>
      </w:r>
      <w:r w:rsidR="00476253" w:rsidRPr="00E1765B">
        <w:rPr>
          <w:rStyle w:val="libAieChar"/>
          <w:rFonts w:hint="cs"/>
          <w:rtl/>
        </w:rPr>
        <w:t>م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وَاتَّقَوْا</w:t>
      </w:r>
      <w:r w:rsidR="00476253" w:rsidRPr="00E1765B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E1765B">
        <w:rPr>
          <w:rStyle w:val="libAieChar"/>
          <w:rFonts w:hint="eastAsia"/>
          <w:rtl/>
        </w:rPr>
        <w:t>جْرٌ</w:t>
      </w:r>
      <w:r w:rsidR="00476253" w:rsidRPr="00E1765B">
        <w:rPr>
          <w:rStyle w:val="libAieChar"/>
          <w:rtl/>
        </w:rPr>
        <w:t xml:space="preserve"> عَظِ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مٌ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(432)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ان کے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کام اور متق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افراد کے لئے نھا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tl/>
          <w:lang w:bidi="ur-PK"/>
        </w:rPr>
        <w:t xml:space="preserve"> درجہ اجر عظ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1765B">
        <w:rPr>
          <w:rStyle w:val="libAieChar"/>
          <w:rFonts w:hint="cs"/>
          <w:rtl/>
        </w:rPr>
        <w:t>إِنَّمَا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تَقَبَّلُ</w:t>
      </w:r>
      <w:r w:rsidR="00476253" w:rsidRPr="00E1765B">
        <w:rPr>
          <w:rStyle w:val="libAieChar"/>
          <w:rtl/>
        </w:rPr>
        <w:t xml:space="preserve"> اللهُ مِنْ الْمُتَّقِ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ن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(433)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خدا صرف صاحبان تقويٰ کے اعمال قبول کرتا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“۔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1765B">
        <w:rPr>
          <w:rStyle w:val="libAieChar"/>
          <w:rtl/>
        </w:rPr>
        <w:t>وَمَا عَلَ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tl/>
        </w:rPr>
        <w:t xml:space="preserve"> الَّذِ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نَ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تَّقُونَ</w:t>
      </w:r>
      <w:r w:rsidR="00476253" w:rsidRPr="00E1765B">
        <w:rPr>
          <w:rStyle w:val="libAieChar"/>
          <w:rtl/>
        </w:rPr>
        <w:t xml:space="preserve"> مِنْ حِسَابِ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E1765B">
        <w:rPr>
          <w:rStyle w:val="libAieChar"/>
          <w:rFonts w:hint="cs"/>
          <w:rtl/>
        </w:rPr>
        <w:t>م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مِنْ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شَی</w:t>
      </w:r>
      <w:r w:rsidR="00476253" w:rsidRPr="00E1765B">
        <w:rPr>
          <w:rStyle w:val="libAieChar"/>
          <w:rFonts w:hint="eastAsia"/>
          <w:rtl/>
        </w:rPr>
        <w:t>ءٍ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(434)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صاحبان تقويٰ پر ان کے حساب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ذمہ دار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 w:rsidR="00476253">
        <w:rPr>
          <w:rtl/>
          <w:lang w:bidi="ur-PK"/>
        </w:rPr>
        <w:t xml:space="preserve">“۔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1765B">
        <w:rPr>
          <w:rStyle w:val="libAieChar"/>
          <w:rFonts w:hint="cs"/>
          <w:rtl/>
        </w:rPr>
        <w:t>وَاتَّقُوا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اللهَ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لَعَلَّكُمْ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تُرْحَمُونَ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(435)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اور اللہ سے ڈرتے رھو کہ شا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tl/>
          <w:lang w:bidi="ur-PK"/>
        </w:rPr>
        <w:t xml:space="preserve"> تم پر رحم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جائے“۔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1765B">
        <w:rPr>
          <w:rStyle w:val="libAieChar"/>
          <w:rFonts w:hint="cs"/>
          <w:rtl/>
        </w:rPr>
        <w:t>وَاللهُ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وَلِی</w:t>
      </w:r>
      <w:r w:rsidR="00476253" w:rsidRPr="00E1765B">
        <w:rPr>
          <w:rStyle w:val="libAieChar"/>
          <w:rtl/>
        </w:rPr>
        <w:t xml:space="preserve"> الْمُتَّقِ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(436)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تو اللہ صاحبان تقويٰ کا سرپرست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1765B">
        <w:rPr>
          <w:rStyle w:val="libAieChar"/>
          <w:rFonts w:hint="cs"/>
          <w:rtl/>
        </w:rPr>
        <w:t>إِنَّ</w:t>
      </w:r>
      <w:r w:rsidR="00476253" w:rsidRPr="00E1765B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E1765B">
        <w:rPr>
          <w:rStyle w:val="libAieChar"/>
          <w:rFonts w:hint="eastAsia"/>
          <w:rtl/>
        </w:rPr>
        <w:t>كْرَمَكُمْ</w:t>
      </w:r>
      <w:r w:rsidR="00476253" w:rsidRPr="00E1765B">
        <w:rPr>
          <w:rStyle w:val="libAieChar"/>
          <w:rtl/>
        </w:rPr>
        <w:t xml:space="preserve"> عِنْدَ اللهِ </w:t>
      </w:r>
      <w:r w:rsidR="00BA0B7F">
        <w:rPr>
          <w:rStyle w:val="libAieChar"/>
          <w:rtl/>
        </w:rPr>
        <w:t>ا</w:t>
      </w:r>
      <w:r w:rsidR="00476253" w:rsidRPr="00E1765B">
        <w:rPr>
          <w:rStyle w:val="libAieChar"/>
          <w:rFonts w:hint="eastAsia"/>
          <w:rtl/>
        </w:rPr>
        <w:t>تْقَاكُمْ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(437)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تم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سے خدا کے نزد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tl/>
          <w:lang w:bidi="ur-PK"/>
        </w:rPr>
        <w:t xml:space="preserve"> ز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ادہ</w:t>
      </w:r>
      <w:r w:rsidR="00476253">
        <w:rPr>
          <w:rtl/>
          <w:lang w:bidi="ur-PK"/>
        </w:rPr>
        <w:t xml:space="preserve"> محترم وھ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جو ز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ادہ</w:t>
      </w:r>
      <w:r w:rsidR="00476253">
        <w:rPr>
          <w:rtl/>
          <w:lang w:bidi="ur-PK"/>
        </w:rPr>
        <w:t xml:space="preserve"> پرھ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زگار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اھل تقويٰ کے کچھ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منجملہ: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صداقت،</w:t>
      </w:r>
      <w:r>
        <w:rPr>
          <w:rtl/>
          <w:lang w:bidi="ur-PK"/>
        </w:rPr>
        <w:t xml:space="preserve"> ادائے امانت، وفائے عہد، عجز و بخل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صلہ رحم، کمزوروں پر رحم، عورتوں سے کم موافقت کرنا، خوب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کرنا، اخلاق حسنہ، بردبار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وسعت، اس علم پر عمل جس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خدا کے قر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جائے، اور اس کے بعد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خوش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lastRenderedPageBreak/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افراد،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آخرت سعادت بخش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اچھ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(438)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1765B">
        <w:rPr>
          <w:rStyle w:val="libArabicChar"/>
          <w:rFonts w:hint="eastAsia"/>
          <w:rtl/>
        </w:rPr>
        <w:t>لَوْاَنَّ</w:t>
      </w:r>
      <w:r w:rsidRPr="00E1765B">
        <w:rPr>
          <w:rStyle w:val="libArabicChar"/>
          <w:rtl/>
        </w:rPr>
        <w:t xml:space="preserve"> السَّماواتِ وَالْاَرْضَ کانَتا رَتْقاً عَليٰ عَبْدٍ ثُمَّ اتَّقَ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َ</w:t>
      </w:r>
      <w:r w:rsidRPr="00E1765B">
        <w:rPr>
          <w:rStyle w:val="libArabicChar"/>
          <w:rtl/>
        </w:rPr>
        <w:t xml:space="preserve"> لَجَعَلَ اللّٰ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ُ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لَ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ُ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مِنْ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ُما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فَرَجاً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وَمَخْرَجاً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(439)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”اگر</w:t>
      </w:r>
      <w:r>
        <w:rPr>
          <w:rtl/>
          <w:lang w:bidi="ur-PK"/>
        </w:rPr>
        <w:t xml:space="preserve">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بندہ پر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آسمان کے دروازے بند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وہ بندہ تقويٰ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کرے تو خدا اس کے لئے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آسمان کے دروازے کھول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تاھے“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1765B">
        <w:rPr>
          <w:rStyle w:val="libArabicChar"/>
          <w:rFonts w:hint="eastAsia"/>
          <w:rtl/>
        </w:rPr>
        <w:t>خَصْلَةٌ</w:t>
      </w:r>
      <w:r w:rsidRPr="00E1765B">
        <w:rPr>
          <w:rStyle w:val="libArabicChar"/>
          <w:rtl/>
        </w:rPr>
        <w:t xml:space="preserve"> مَنْ لَزِمَ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ا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اَطاعَتْ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ُ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الدُّنْی</w:t>
      </w:r>
      <w:r w:rsidRPr="00E1765B">
        <w:rPr>
          <w:rStyle w:val="libArabicChar"/>
          <w:rFonts w:hint="eastAsia"/>
          <w:rtl/>
        </w:rPr>
        <w:t>ا</w:t>
      </w:r>
      <w:r w:rsidRPr="00E1765B">
        <w:rPr>
          <w:rStyle w:val="libArabicChar"/>
          <w:rtl/>
        </w:rPr>
        <w:t xml:space="preserve"> وَالْآخِرَةُ وَ رَبِحَ الْفَوْزَ بِالْجَنَّةِ، ق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لَ</w:t>
      </w:r>
      <w:r w:rsidRPr="00E1765B">
        <w:rPr>
          <w:rStyle w:val="libArabicChar"/>
          <w:rtl/>
        </w:rPr>
        <w:t xml:space="preserve">:وَما 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ِی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ا</w:t>
      </w:r>
      <w:r w:rsidRPr="00E1765B">
        <w:rPr>
          <w:rStyle w:val="libArabicChar"/>
          <w:rtl/>
        </w:rPr>
        <w:t xml:space="preserve"> رَسولَ اللّٰ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ِ؟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قالَ</w:t>
      </w:r>
      <w:r w:rsidRPr="00E1765B">
        <w:rPr>
          <w:rStyle w:val="libArabicChar"/>
          <w:rtl/>
        </w:rPr>
        <w:t>:</w:t>
      </w:r>
      <w:r w:rsidRPr="00E1765B">
        <w:rPr>
          <w:rStyle w:val="libArabicChar"/>
          <w:rFonts w:hint="cs"/>
          <w:rtl/>
        </w:rPr>
        <w:t>التَّقْويٰ،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مَنْ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اَرادَ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اَنْ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کونَ</w:t>
      </w:r>
      <w:r w:rsidRPr="00E1765B">
        <w:rPr>
          <w:rStyle w:val="libArabicChar"/>
          <w:rtl/>
        </w:rPr>
        <w:t xml:space="preserve"> اَعَزَّ النّاسِ فَلْ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تَّقِ</w:t>
      </w:r>
      <w:r w:rsidRPr="00E1765B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</w:t>
      </w:r>
      <w:r w:rsidRPr="00E1765B">
        <w:rPr>
          <w:rStyle w:val="libArabicChar"/>
          <w:rtl/>
        </w:rPr>
        <w:t xml:space="preserve"> 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(440)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خصلت جس شخص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اطاعت کرنے لگ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اوراس کو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مقام ملے، اصحاب نے کھا: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اللہ! وہ کونس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خصلت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تو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تقويٰ، جو شخص لوگوں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قابل احترام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اسے خدا سے تقويٰ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کرنا چاہئ</w:t>
      </w:r>
      <w:r>
        <w:rPr>
          <w:rFonts w:hint="eastAsia"/>
          <w:rtl/>
          <w:lang w:bidi="ur-PK"/>
        </w:rPr>
        <w:t>ے“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8C2EF1">
      <w:pPr>
        <w:pStyle w:val="Heading2Center"/>
        <w:rPr>
          <w:rtl/>
          <w:lang w:bidi="ur-PK"/>
        </w:rPr>
      </w:pPr>
      <w:bookmarkStart w:id="120" w:name="_Toc520984057"/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bookmarkEnd w:id="120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فرمان کے مطابق خدا،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امت،</w:t>
      </w:r>
      <w:r>
        <w:rPr>
          <w:rtl/>
          <w:lang w:bidi="ur-PK"/>
        </w:rPr>
        <w:t xml:space="preserve"> ملائکہ، قرآن اور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رکھنا، رشتہ داروں،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موں،</w:t>
      </w:r>
      <w:r>
        <w:rPr>
          <w:rtl/>
          <w:lang w:bidi="ur-PK"/>
        </w:rPr>
        <w:t xml:space="preserve"> مسک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نوں،</w:t>
      </w:r>
      <w:r>
        <w:rPr>
          <w:rtl/>
          <w:lang w:bidi="ur-PK"/>
        </w:rPr>
        <w:t xml:space="preserve"> سفر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بے خرچ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والوں اور سائل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کرنا،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غلاموں کو آزاد کرنا، نماز قائم کرنا، زکوٰة ادا کرنا، وفائے عہد،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کارزار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صبر کرنا،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تقويٰ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(441)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1765B">
        <w:rPr>
          <w:rStyle w:val="libArabicChar"/>
          <w:rFonts w:hint="eastAsia"/>
          <w:rtl/>
        </w:rPr>
        <w:t>اِنَّ</w:t>
      </w:r>
      <w:r w:rsidRPr="00E1765B">
        <w:rPr>
          <w:rStyle w:val="libArabicChar"/>
          <w:rtl/>
        </w:rPr>
        <w:t xml:space="preserve"> اَسْرَعَ الْخَ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رِ</w:t>
      </w:r>
      <w:r w:rsidRPr="00E1765B">
        <w:rPr>
          <w:rStyle w:val="libArabicChar"/>
          <w:rtl/>
        </w:rPr>
        <w:t xml:space="preserve"> ثَواباً الْبِرُّ، وَاَسْرَعَ الشَّرِّ عِقاباً الْبَغْ</w:t>
      </w:r>
      <w:r w:rsidRPr="00E1765B">
        <w:rPr>
          <w:rStyle w:val="libArabicChar"/>
          <w:rFonts w:hint="cs"/>
          <w:rtl/>
        </w:rPr>
        <w:t>ی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(442)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شک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ثواب سب سے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ملتا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سب سے جلد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عقاب خداوند عالم سے سر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پھونچتاھے۔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افراد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دس خصلت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حِبُّ</w:t>
      </w:r>
      <w:r w:rsidRPr="00E1765B">
        <w:rPr>
          <w:rStyle w:val="libArabicChar"/>
          <w:rtl/>
        </w:rPr>
        <w:t xml:space="preserve"> فِ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وَ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بْغِضُ</w:t>
      </w:r>
      <w:r w:rsidRPr="00E1765B">
        <w:rPr>
          <w:rStyle w:val="libArabicChar"/>
          <w:rtl/>
        </w:rPr>
        <w:t xml:space="preserve"> فِ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ِ،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وَی</w:t>
      </w:r>
      <w:r w:rsidRPr="00E1765B">
        <w:rPr>
          <w:rStyle w:val="libArabicChar"/>
          <w:rFonts w:hint="eastAsia"/>
          <w:rtl/>
        </w:rPr>
        <w:t>صاحِبُ</w:t>
      </w:r>
      <w:r w:rsidRPr="00E1765B">
        <w:rPr>
          <w:rStyle w:val="libArabicChar"/>
          <w:rtl/>
        </w:rPr>
        <w:t xml:space="preserve"> فِ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ِ،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وَی</w:t>
      </w:r>
      <w:r w:rsidRPr="00E1765B">
        <w:rPr>
          <w:rStyle w:val="libArabicChar"/>
          <w:rFonts w:hint="eastAsia"/>
          <w:rtl/>
        </w:rPr>
        <w:t>فارِقُ</w:t>
      </w:r>
      <w:r w:rsidRPr="00E1765B">
        <w:rPr>
          <w:rStyle w:val="libArabicChar"/>
          <w:rtl/>
        </w:rPr>
        <w:t xml:space="preserve"> فِ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ِ،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وَ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غْضَبُ</w:t>
      </w:r>
      <w:r w:rsidRPr="00E1765B">
        <w:rPr>
          <w:rStyle w:val="libArabicChar"/>
          <w:rtl/>
        </w:rPr>
        <w:t xml:space="preserve"> فِ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ِ،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وَی</w:t>
      </w:r>
      <w:r w:rsidRPr="00E1765B">
        <w:rPr>
          <w:rStyle w:val="libArabicChar"/>
          <w:rFonts w:hint="eastAsia"/>
          <w:rtl/>
        </w:rPr>
        <w:t>رْضيٰ</w:t>
      </w:r>
      <w:r w:rsidRPr="00E1765B">
        <w:rPr>
          <w:rStyle w:val="libArabicChar"/>
          <w:rtl/>
        </w:rPr>
        <w:t xml:space="preserve"> فِ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ِ،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وَی</w:t>
      </w:r>
      <w:r w:rsidRPr="00E1765B">
        <w:rPr>
          <w:rStyle w:val="libArabicChar"/>
          <w:rFonts w:hint="eastAsia"/>
          <w:rtl/>
        </w:rPr>
        <w:t>عْمَلُ</w:t>
      </w:r>
      <w:r w:rsidRPr="00E1765B">
        <w:rPr>
          <w:rStyle w:val="libArabicChar"/>
          <w:rtl/>
        </w:rPr>
        <w:t xml:space="preserve"> لِلّٰ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ِ،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وَی</w:t>
      </w:r>
      <w:r w:rsidRPr="00E1765B">
        <w:rPr>
          <w:rStyle w:val="libArabicChar"/>
          <w:rFonts w:hint="eastAsia"/>
          <w:rtl/>
        </w:rPr>
        <w:t>طْلُبُ</w:t>
      </w:r>
      <w:r w:rsidRPr="00E1765B">
        <w:rPr>
          <w:rStyle w:val="libArabicChar"/>
          <w:rtl/>
        </w:rPr>
        <w:t xml:space="preserve"> اِلَ</w:t>
      </w:r>
      <w:r w:rsidRPr="00E1765B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ِ،</w:t>
      </w:r>
      <w:r w:rsidRPr="00E1765B">
        <w:rPr>
          <w:rStyle w:val="libArabicChar"/>
          <w:rtl/>
        </w:rPr>
        <w:t xml:space="preserve"> وَ 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خْشَعُ</w:t>
      </w:r>
      <w:r w:rsidRPr="00E1765B">
        <w:rPr>
          <w:rStyle w:val="libArabicChar"/>
          <w:rtl/>
        </w:rPr>
        <w:t xml:space="preserve"> خَائِفاً مَخوفاً طا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راً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مُخْلِصاً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مُسْتَحْیی</w:t>
      </w:r>
      <w:r w:rsidRPr="00E1765B">
        <w:rPr>
          <w:rStyle w:val="libArabicChar"/>
          <w:rFonts w:hint="eastAsia"/>
          <w:rtl/>
        </w:rPr>
        <w:t>اً</w:t>
      </w:r>
      <w:r w:rsidRPr="00E1765B">
        <w:rPr>
          <w:rStyle w:val="libArabicChar"/>
          <w:rtl/>
        </w:rPr>
        <w:t xml:space="preserve"> مُراقِباً، وَ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حْسِنُ</w:t>
      </w:r>
      <w:r w:rsidRPr="00E1765B">
        <w:rPr>
          <w:rStyle w:val="libArabicChar"/>
          <w:rtl/>
        </w:rPr>
        <w:t xml:space="preserve"> فِ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(443)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tl/>
          <w:lang w:bidi="ur-PK"/>
        </w:rPr>
        <w:t>”کس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محبت کرے تو خدا کے لئے،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تو خدا کے لئے، دوست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تو خدا کے لئے،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 تو خدا کے </w:t>
      </w:r>
      <w:r>
        <w:rPr>
          <w:rtl/>
          <w:lang w:bidi="ur-PK"/>
        </w:rPr>
        <w:lastRenderedPageBreak/>
        <w:t>لئے، غصہ کرے تو خدا کے لئے،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راض</w:t>
      </w:r>
      <w:r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 xml:space="preserve">تو خدا کے لئے، اعمال انجام دے تو خدا کے لئے، خدا سے محبت کرے، اس کے سامنے خشوع کرے اورخوف، طھارت، اخلاص، </w:t>
      </w:r>
      <w:r>
        <w:rPr>
          <w:rFonts w:hint="eastAsia"/>
          <w:rtl/>
          <w:lang w:bidi="ur-PK"/>
        </w:rPr>
        <w:t>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 مراقبت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>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خدا کے لئے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راستے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1765B">
        <w:rPr>
          <w:rStyle w:val="libArabicChar"/>
          <w:rFonts w:hint="eastAsia"/>
          <w:rtl/>
        </w:rPr>
        <w:t>سَخاءُ</w:t>
      </w:r>
      <w:r w:rsidRPr="00E1765B">
        <w:rPr>
          <w:rStyle w:val="libArabicChar"/>
          <w:rtl/>
        </w:rPr>
        <w:t xml:space="preserve"> النَّفْسِ، وَط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بُ</w:t>
      </w:r>
      <w:r w:rsidRPr="00E1765B">
        <w:rPr>
          <w:rStyle w:val="libArabicChar"/>
          <w:rtl/>
        </w:rPr>
        <w:t xml:space="preserve"> الْكَلامِ، وَالصَّبْرُ عَلَ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tl/>
        </w:rPr>
        <w:t xml:space="preserve"> الْاَذيٰ“</w:t>
      </w:r>
      <w:r w:rsidR="0005211C" w:rsidRPr="00125F42">
        <w:rPr>
          <w:rStyle w:val="libFootnotenumChar"/>
          <w:rtl/>
          <w:lang w:bidi="ar-SA"/>
        </w:rPr>
        <w:t>(444)</w:t>
      </w:r>
      <w:r w:rsidR="0005211C" w:rsidRPr="00AA04E3">
        <w:rPr>
          <w:rtl/>
        </w:rPr>
        <w:t xml:space="preserve"> </w:t>
      </w:r>
      <w:r w:rsidR="0005211C" w:rsidRPr="00AA04E3">
        <w:rPr>
          <w:rtl/>
        </w:rPr>
        <w:cr/>
      </w:r>
      <w:r>
        <w:rPr>
          <w:rFonts w:hint="eastAsia"/>
          <w:rtl/>
          <w:lang w:bidi="ur-PK"/>
        </w:rPr>
        <w:t>”راہ</w:t>
      </w:r>
      <w:r>
        <w:rPr>
          <w:rtl/>
          <w:lang w:bidi="ur-PK"/>
        </w:rPr>
        <w:t xml:space="preserve">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لگاد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گفتار اور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توں</w:t>
      </w:r>
      <w:r>
        <w:rPr>
          <w:rtl/>
          <w:lang w:bidi="ur-PK"/>
        </w:rPr>
        <w:t xml:space="preserve"> کے مقابلہ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صبر کرنا“۔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باقر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1765B">
        <w:rPr>
          <w:rStyle w:val="libArabicChar"/>
          <w:rFonts w:hint="eastAsia"/>
          <w:rtl/>
        </w:rPr>
        <w:t>اَرْبَعٌ</w:t>
      </w:r>
      <w:r w:rsidRPr="00E1765B">
        <w:rPr>
          <w:rStyle w:val="libArabicChar"/>
          <w:rtl/>
        </w:rPr>
        <w:t xml:space="preserve"> مِنْ كُنوزِ الْبِّرِّ:كِتْمانُ الْحاجَةِ، وَكِتْمانُ الصَّدَقَةِ، وَكِتْمانُ الْوَجَعِ، وَكِتْمانُِ الْمُصِ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بَةِ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(445)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خزانہ چار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AA04E3">
        <w:rPr>
          <w:rFonts w:hint="eastAsia"/>
          <w:rtl/>
          <w:lang w:bidi="ur-PK"/>
        </w:rPr>
        <w:t xml:space="preserve"> ہیں </w:t>
      </w:r>
      <w:r>
        <w:rPr>
          <w:rtl/>
          <w:lang w:bidi="ur-PK"/>
        </w:rPr>
        <w:t>: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حاجت کو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رکھنا، چھپاکرصدقہ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اور مشکلات و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رکھنا“۔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1765B">
        <w:rPr>
          <w:rStyle w:val="libArabicChar"/>
          <w:rFonts w:hint="eastAsia"/>
          <w:rtl/>
        </w:rPr>
        <w:t>مَنْ</w:t>
      </w:r>
      <w:r w:rsidRPr="00E1765B">
        <w:rPr>
          <w:rStyle w:val="libArabicChar"/>
          <w:rtl/>
        </w:rPr>
        <w:t xml:space="preserve"> حَسُنَ بِرُّ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ُ</w:t>
      </w:r>
      <w:r w:rsidRPr="00E1765B">
        <w:rPr>
          <w:rStyle w:val="libArabicChar"/>
          <w:rtl/>
        </w:rPr>
        <w:t xml:space="preserve"> بِاِخْوانِ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وَاَ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ْلِ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مُدَّ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فِی</w:t>
      </w:r>
      <w:r w:rsidRPr="00E1765B">
        <w:rPr>
          <w:rStyle w:val="libArabicChar"/>
          <w:rtl/>
        </w:rPr>
        <w:t xml:space="preserve"> عُمْرِ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(446)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”جس</w:t>
      </w:r>
      <w:r>
        <w:rPr>
          <w:rtl/>
          <w:lang w:bidi="ur-PK"/>
        </w:rPr>
        <w:t xml:space="preserve"> نے اپنے (د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عمر طولان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8C2EF1">
      <w:pPr>
        <w:pStyle w:val="Heading2Center"/>
        <w:rPr>
          <w:rtl/>
          <w:lang w:bidi="ur-PK"/>
        </w:rPr>
      </w:pPr>
      <w:bookmarkStart w:id="121" w:name="_Toc520984058"/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bookmarkEnd w:id="121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اور حم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اخلاق حسنہ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ناموس اور اھل خانہ نامحرموں اور خائنوں کے شر سے محفوظ رھتے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رت،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برجستہ صفات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 w:rsidRPr="00E1765B">
        <w:rPr>
          <w:rStyle w:val="libArabicChar"/>
          <w:rFonts w:hint="eastAsia"/>
          <w:rtl/>
        </w:rPr>
        <w:t>”کانَ</w:t>
      </w:r>
      <w:r w:rsidRPr="00E1765B">
        <w:rPr>
          <w:rStyle w:val="libArabicChar"/>
          <w:rtl/>
        </w:rPr>
        <w:t xml:space="preserve"> اِبْرا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مُ</w:t>
      </w:r>
      <w:r w:rsidRPr="00E1765B">
        <w:rPr>
          <w:rStyle w:val="libArabicChar"/>
          <w:rtl/>
        </w:rPr>
        <w:t xml:space="preserve"> اَبِ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tl/>
        </w:rPr>
        <w:t xml:space="preserve"> غَ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وراً،</w:t>
      </w:r>
      <w:r w:rsidRPr="00E1765B">
        <w:rPr>
          <w:rStyle w:val="libArabicChar"/>
          <w:rtl/>
        </w:rPr>
        <w:t xml:space="preserve"> وَاَنااَغْ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رُ</w:t>
      </w:r>
      <w:r w:rsidRPr="00E1765B">
        <w:rPr>
          <w:rStyle w:val="libArabicChar"/>
          <w:rtl/>
        </w:rPr>
        <w:t xml:space="preserve"> مِنْ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ُ،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وَاَرْغَمَ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ُ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اَنْفَ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مَنْ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لَا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غارُ</w:t>
      </w:r>
      <w:r w:rsidRPr="00E1765B">
        <w:rPr>
          <w:rStyle w:val="libArabicChar"/>
          <w:rtl/>
        </w:rPr>
        <w:t xml:space="preserve"> مِنَ الْمُ</w:t>
      </w:r>
      <w:r w:rsidR="00AA04E3">
        <w:rPr>
          <w:rStyle w:val="libArabicChar"/>
          <w:rtl/>
        </w:rPr>
        <w:t>و</w:t>
      </w:r>
      <w:r w:rsidRPr="00E1765B">
        <w:rPr>
          <w:rStyle w:val="libArabicChar"/>
          <w:rFonts w:hint="eastAsia"/>
          <w:rtl/>
        </w:rPr>
        <w:t>مِن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نَ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(447)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”جناب</w:t>
      </w:r>
      <w:r>
        <w:rPr>
          <w:rtl/>
          <w:lang w:bidi="ur-PK"/>
        </w:rPr>
        <w:t xml:space="preserve"> ابراھ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کے باپ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اور صاحب حم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تھے اور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رکھتا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ں، جو مومن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نہ رکھتا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 خدا اس کو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تاھے“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اھل کوفہ کو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بلند آواز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فرماتے تھے: </w:t>
      </w:r>
    </w:p>
    <w:p w:rsidR="00476253" w:rsidRDefault="00476253" w:rsidP="00476253">
      <w:pPr>
        <w:pStyle w:val="libNormal"/>
        <w:rPr>
          <w:rtl/>
          <w:lang w:bidi="ur-PK"/>
        </w:rPr>
      </w:pPr>
      <w:r w:rsidRPr="00E1765B">
        <w:rPr>
          <w:rStyle w:val="libArabicChar"/>
          <w:rFonts w:hint="eastAsia"/>
          <w:rtl/>
        </w:rPr>
        <w:t>”</w:t>
      </w:r>
      <w:r w:rsidRPr="00E1765B">
        <w:rPr>
          <w:rStyle w:val="libArabicChar"/>
          <w:rtl/>
        </w:rPr>
        <w:t xml:space="preserve"> اَما تَسْتَحْ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ونَ</w:t>
      </w:r>
      <w:r w:rsidRPr="00E1765B">
        <w:rPr>
          <w:rStyle w:val="libArabicChar"/>
          <w:rtl/>
        </w:rPr>
        <w:t xml:space="preserve"> وَلَا تَغارونَ؟!نِسا</w:t>
      </w:r>
      <w:r w:rsidR="00AA04E3">
        <w:rPr>
          <w:rStyle w:val="libArabicChar"/>
          <w:rtl/>
        </w:rPr>
        <w:t>و</w:t>
      </w:r>
      <w:r w:rsidRPr="00E1765B">
        <w:rPr>
          <w:rStyle w:val="libArabicChar"/>
          <w:rFonts w:hint="eastAsia"/>
          <w:rtl/>
        </w:rPr>
        <w:t>كُمْ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خْرُجْنَ</w:t>
      </w:r>
      <w:r w:rsidRPr="00E1765B">
        <w:rPr>
          <w:rStyle w:val="libArabicChar"/>
          <w:rtl/>
        </w:rPr>
        <w:t xml:space="preserve"> اِلَ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tl/>
        </w:rPr>
        <w:t xml:space="preserve"> الْاَسْواقِ 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زاحِمْنَ</w:t>
      </w:r>
      <w:r w:rsidRPr="00E1765B">
        <w:rPr>
          <w:rStyle w:val="libArabicChar"/>
          <w:rtl/>
        </w:rPr>
        <w:t xml:space="preserve"> الْعُلوجَ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(448)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کھاں چل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؟!ک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تم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آت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عورت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بازاروں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نامحرم اور بدمعاش لوگ ان کو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1765B">
        <w:rPr>
          <w:rStyle w:val="libArabicChar"/>
          <w:rFonts w:hint="eastAsia"/>
          <w:rtl/>
        </w:rPr>
        <w:t>اِنَّ</w:t>
      </w:r>
      <w:r w:rsidRPr="00E1765B">
        <w:rPr>
          <w:rStyle w:val="libArabicChar"/>
          <w:rtl/>
        </w:rPr>
        <w:t xml:space="preserve"> الْجَنَّةَ لَ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وجَدُ</w:t>
      </w:r>
      <w:r w:rsidRPr="00E1765B">
        <w:rPr>
          <w:rStyle w:val="libArabicChar"/>
          <w:rtl/>
        </w:rPr>
        <w:t xml:space="preserve"> رِ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حُ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ا</w:t>
      </w:r>
      <w:r w:rsidRPr="00E1765B">
        <w:rPr>
          <w:rStyle w:val="libArabicChar"/>
          <w:rtl/>
        </w:rPr>
        <w:t xml:space="preserve"> مِنْ مَس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رَةِ</w:t>
      </w:r>
      <w:r w:rsidRPr="00E1765B">
        <w:rPr>
          <w:rStyle w:val="libArabicChar"/>
          <w:rtl/>
        </w:rPr>
        <w:t xml:space="preserve"> خَمْسِمائَةِ عَامٍ، وَلَا 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جِدُ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ا</w:t>
      </w:r>
      <w:r w:rsidRPr="00E1765B">
        <w:rPr>
          <w:rStyle w:val="libArabicChar"/>
          <w:rtl/>
        </w:rPr>
        <w:t xml:space="preserve"> عاقٌّ وَلَادَ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وثٌ،</w:t>
      </w:r>
      <w:r w:rsidRPr="00E1765B">
        <w:rPr>
          <w:rStyle w:val="libArabicChar"/>
          <w:rtl/>
        </w:rPr>
        <w:t xml:space="preserve"> قِ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لَ</w:t>
      </w:r>
      <w:r w:rsidRPr="00E1765B">
        <w:rPr>
          <w:rStyle w:val="libArabicChar"/>
          <w:rtl/>
        </w:rPr>
        <w:t>: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ا</w:t>
      </w:r>
      <w:r w:rsidRPr="00E1765B">
        <w:rPr>
          <w:rStyle w:val="libArabicChar"/>
          <w:rtl/>
        </w:rPr>
        <w:t xml:space="preserve"> رَسُولَ اللّٰ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ِ،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مَا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الدَّی</w:t>
      </w:r>
      <w:r w:rsidRPr="00E1765B">
        <w:rPr>
          <w:rStyle w:val="libArabicChar"/>
          <w:rFonts w:hint="eastAsia"/>
          <w:rtl/>
        </w:rPr>
        <w:t>وثِ؟قالَ</w:t>
      </w:r>
      <w:r w:rsidRPr="00E1765B">
        <w:rPr>
          <w:rStyle w:val="libArabicChar"/>
          <w:rtl/>
        </w:rPr>
        <w:t>:الَّذِ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tl/>
        </w:rPr>
        <w:t xml:space="preserve"> تَزْنِ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tl/>
        </w:rPr>
        <w:t xml:space="preserve"> امْرَ</w:t>
      </w:r>
      <w:r w:rsidR="00BA0B7F">
        <w:rPr>
          <w:rStyle w:val="libArabicChar"/>
          <w:rtl/>
        </w:rPr>
        <w:t>ا</w:t>
      </w:r>
      <w:r w:rsidRPr="00E1765B">
        <w:rPr>
          <w:rStyle w:val="libArabicChar"/>
          <w:rFonts w:hint="eastAsia"/>
          <w:rtl/>
        </w:rPr>
        <w:t>تُ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ُ</w:t>
      </w:r>
      <w:r w:rsidRPr="00E1765B">
        <w:rPr>
          <w:rStyle w:val="libArabicChar"/>
          <w:rtl/>
        </w:rPr>
        <w:t xml:space="preserve"> وَ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ُوَ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عْلَمُ</w:t>
      </w:r>
      <w:r w:rsidRPr="00E1765B">
        <w:rPr>
          <w:rStyle w:val="libArabicChar"/>
          <w:rtl/>
        </w:rPr>
        <w:t xml:space="preserve"> بِ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َا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(449)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”بے</w:t>
      </w:r>
      <w:r>
        <w:rPr>
          <w:rtl/>
          <w:lang w:bidi="ur-PK"/>
        </w:rPr>
        <w:t xml:space="preserve"> شک 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خوشبو پانچ سو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محسوس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جاسکت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ماں باپ کا عاق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او 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وث</w:t>
      </w:r>
      <w:r>
        <w:rPr>
          <w:rtl/>
          <w:lang w:bidi="ur-PK"/>
        </w:rPr>
        <w:t xml:space="preserve"> 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بو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سونگ سکتے، سوال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ا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رسول اللہ!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وث</w:t>
      </w:r>
      <w:r>
        <w:rPr>
          <w:rtl/>
          <w:lang w:bidi="ur-PK"/>
        </w:rPr>
        <w:t xml:space="preserve"> کون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تو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وث</w:t>
      </w:r>
      <w:r>
        <w:rPr>
          <w:rtl/>
          <w:lang w:bidi="ur-PK"/>
        </w:rPr>
        <w:t xml:space="preserve"> وہ شخص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زنا کرے اور وہ جانتا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بے توجھ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کام لے“۔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1765B">
        <w:rPr>
          <w:rStyle w:val="libArabicChar"/>
          <w:rFonts w:hint="eastAsia"/>
          <w:rtl/>
        </w:rPr>
        <w:t>اِنَّ</w:t>
      </w:r>
      <w:r w:rsidRPr="00E1765B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َ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غَی</w:t>
      </w:r>
      <w:r w:rsidRPr="00E1765B">
        <w:rPr>
          <w:rStyle w:val="libArabicChar"/>
          <w:rFonts w:hint="eastAsia"/>
          <w:rtl/>
        </w:rPr>
        <w:t>ورٌ،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حِبُّ</w:t>
      </w:r>
      <w:r w:rsidRPr="00E1765B">
        <w:rPr>
          <w:rStyle w:val="libArabicChar"/>
          <w:rtl/>
        </w:rPr>
        <w:t xml:space="preserve"> كُلَّ غَ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ورٍ،</w:t>
      </w:r>
      <w:r w:rsidRPr="00E1765B">
        <w:rPr>
          <w:rStyle w:val="libArabicChar"/>
          <w:rtl/>
        </w:rPr>
        <w:t xml:space="preserve"> وَمِنْ غَ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رَتِ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</w:t>
      </w:r>
      <w:r w:rsidRPr="00E1765B">
        <w:rPr>
          <w:rStyle w:val="libArabicChar"/>
          <w:rtl/>
        </w:rPr>
        <w:t xml:space="preserve"> حَرَّمَ الْفَواحِشَ ظا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ر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ا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وَبَاطِنَ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ا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(450)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”بے</w:t>
      </w:r>
      <w:r>
        <w:rPr>
          <w:rtl/>
          <w:lang w:bidi="ur-PK"/>
        </w:rPr>
        <w:t xml:space="preserve"> شک خداوندعالم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رکھنے والے ھر شخص کو دوست رکھتا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اس نے تمام ظاھر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گناھوں کو حرام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8C2EF1">
      <w:pPr>
        <w:pStyle w:val="Heading2Center"/>
        <w:rPr>
          <w:rtl/>
          <w:lang w:bidi="ur-PK"/>
        </w:rPr>
      </w:pPr>
      <w:bookmarkStart w:id="122" w:name="_Toc520984059"/>
      <w:r>
        <w:rPr>
          <w:rFonts w:hint="eastAsia"/>
          <w:rtl/>
          <w:lang w:bidi="ur-PK"/>
        </w:rPr>
        <w:t>عبرت</w:t>
      </w:r>
      <w:bookmarkEnd w:id="122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حوادث</w:t>
      </w:r>
      <w:r>
        <w:rPr>
          <w:rtl/>
          <w:lang w:bidi="ur-PK"/>
        </w:rPr>
        <w:t xml:space="preserve"> زمانہ سے عبرت حاصل کرنا، گزشتہ اور عصر حاضر کے لوگوں کے حالات سے پند حاصل کرنا عقلمند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1765B">
        <w:rPr>
          <w:rStyle w:val="libAieChar"/>
          <w:rtl/>
        </w:rPr>
        <w:t>لَقَدْ كَانَ فِ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tl/>
        </w:rPr>
        <w:t xml:space="preserve"> قَصَصِ</w:t>
      </w:r>
      <w:r w:rsidR="00705CD5" w:rsidRPr="00705CD5">
        <w:rPr>
          <w:rStyle w:val="libAieChar"/>
          <w:rFonts w:hint="cs"/>
          <w:rtl/>
        </w:rPr>
        <w:t>ه</w:t>
      </w:r>
      <w:r w:rsidR="00476253" w:rsidRPr="00E1765B">
        <w:rPr>
          <w:rStyle w:val="libAieChar"/>
          <w:rFonts w:hint="cs"/>
          <w:rtl/>
        </w:rPr>
        <w:t>م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عِبْرَةٌ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لِ</w:t>
      </w:r>
      <w:r w:rsidR="00BA0B7F">
        <w:rPr>
          <w:rStyle w:val="libAieChar"/>
          <w:rFonts w:hint="cs"/>
          <w:rtl/>
        </w:rPr>
        <w:t>ا</w:t>
      </w:r>
      <w:r w:rsidR="00476253" w:rsidRPr="00E1765B">
        <w:rPr>
          <w:rStyle w:val="libAieChar"/>
          <w:rFonts w:hint="eastAsia"/>
          <w:rtl/>
        </w:rPr>
        <w:t>وْلِ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tl/>
        </w:rPr>
        <w:t xml:space="preserve"> الْ</w:t>
      </w:r>
      <w:r w:rsidR="00BA0B7F">
        <w:rPr>
          <w:rStyle w:val="libAieChar"/>
          <w:rtl/>
        </w:rPr>
        <w:t>ا</w:t>
      </w:r>
      <w:r w:rsidR="00476253" w:rsidRPr="00E1765B">
        <w:rPr>
          <w:rStyle w:val="libAieChar"/>
          <w:rFonts w:hint="eastAsia"/>
          <w:rtl/>
        </w:rPr>
        <w:t>لْبَابِ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(451)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نا</w:t>
      </w:r>
      <w:r w:rsidR="00476253">
        <w:rPr>
          <w:rtl/>
          <w:lang w:bidi="ur-PK"/>
        </w:rPr>
        <w:t xml:space="preserve"> (قرآن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ب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نے والے) ان واقعات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صاحبان عقل کے لئے سامان عبرت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۔۔“۔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د،</w:t>
      </w:r>
      <w:r>
        <w:rPr>
          <w:rtl/>
          <w:lang w:bidi="ur-PK"/>
        </w:rPr>
        <w:t xml:space="preserve"> صاحبان عقل و فھم، اھل فکر و 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</w:t>
      </w:r>
      <w:r>
        <w:rPr>
          <w:rtl/>
          <w:lang w:bidi="ur-PK"/>
        </w:rPr>
        <w:t xml:space="preserve"> اور آخر کار تمام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انسان کو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رشد و کمال حاصل کرنے اور پل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عبرت حاصل کرو: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1765B">
        <w:rPr>
          <w:rStyle w:val="libAieChar"/>
          <w:rFonts w:hint="cs"/>
          <w:rtl/>
        </w:rPr>
        <w:t>فَاعْتَبِرُوا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ا</w:t>
      </w:r>
      <w:r w:rsidR="00BA0B7F">
        <w:rPr>
          <w:rStyle w:val="libAieChar"/>
          <w:rFonts w:hint="eastAsia"/>
          <w:rtl/>
        </w:rPr>
        <w:t>ا</w:t>
      </w:r>
      <w:r w:rsidR="00476253" w:rsidRPr="00E1765B">
        <w:rPr>
          <w:rStyle w:val="libAieChar"/>
          <w:rFonts w:hint="eastAsia"/>
          <w:rtl/>
        </w:rPr>
        <w:t>ولِ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tl/>
        </w:rPr>
        <w:t xml:space="preserve"> الْ</w:t>
      </w:r>
      <w:r w:rsidR="00BA0B7F">
        <w:rPr>
          <w:rStyle w:val="libAieChar"/>
          <w:rtl/>
        </w:rPr>
        <w:t>ا</w:t>
      </w:r>
      <w:r w:rsidR="00476253" w:rsidRPr="00E1765B">
        <w:rPr>
          <w:rStyle w:val="libAieChar"/>
          <w:rFonts w:hint="eastAsia"/>
          <w:rtl/>
        </w:rPr>
        <w:t>بْصَارِ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(452)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 xml:space="preserve">اے صاحبا ن نظر! عبرت حاصل کرو“۔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1765B">
        <w:rPr>
          <w:rStyle w:val="libArabicChar"/>
          <w:rFonts w:hint="eastAsia"/>
          <w:rtl/>
        </w:rPr>
        <w:t>اَفْضَلُ</w:t>
      </w:r>
      <w:r w:rsidRPr="00E1765B">
        <w:rPr>
          <w:rStyle w:val="libArabicChar"/>
          <w:rtl/>
        </w:rPr>
        <w:t xml:space="preserve"> الْعَقْلِ الْاِعْتِبارُ، وَاَفْضَلُ الْحَزْمِ الْاِسْتِظْ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ارُ،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وَ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اَكْبَرُ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الْحُمْقِ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الْاِغْترِارُ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(453)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”سب</w:t>
      </w:r>
      <w:r>
        <w:rPr>
          <w:rtl/>
          <w:lang w:bidi="ur-PK"/>
        </w:rPr>
        <w:t xml:space="preserve"> سے افضل عقل عبرت حاصل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عقلھے،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دور اند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انسان غور و فکر کے ساتھ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مداخلت کرے، اور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حماقت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دھوکہ کھانا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جاھلوں، گناھگاروں، ستمگروں اوربدمعاش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والوں کو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لنج</w:t>
      </w:r>
      <w:r>
        <w:rPr>
          <w:rtl/>
          <w:lang w:bidi="ur-PK"/>
        </w:rPr>
        <w:t xml:space="preserve">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گزشتہ لوگوں کے واقعات سے عبرت حاصل کرو: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1765B">
        <w:rPr>
          <w:rStyle w:val="libArabicChar"/>
          <w:rFonts w:hint="eastAsia"/>
          <w:rtl/>
        </w:rPr>
        <w:t>اِنَّ</w:t>
      </w:r>
      <w:r w:rsidRPr="00E1765B">
        <w:rPr>
          <w:rStyle w:val="libArabicChar"/>
          <w:rtl/>
        </w:rPr>
        <w:t xml:space="preserve"> لَكُمْ فِ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tl/>
        </w:rPr>
        <w:t xml:space="preserve"> الْقُرونِ السّالِفَةِ لَعِبْرَةً، اَ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نَ</w:t>
      </w:r>
      <w:r w:rsidRPr="00E1765B">
        <w:rPr>
          <w:rStyle w:val="libArabicChar"/>
          <w:rtl/>
        </w:rPr>
        <w:t xml:space="preserve"> الْعَمالِقَةُ وَاَبْناءُ الْعِمالِقَةُ؟ اَ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نَ</w:t>
      </w:r>
      <w:r w:rsidRPr="00E1765B">
        <w:rPr>
          <w:rStyle w:val="libArabicChar"/>
          <w:rtl/>
        </w:rPr>
        <w:t xml:space="preserve"> الْفَراعِنَةُ وَاَبْناءُ الْفِرَاعِنَة؟اَ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نَ</w:t>
      </w:r>
      <w:r w:rsidRPr="00E1765B">
        <w:rPr>
          <w:rStyle w:val="libArabicChar"/>
          <w:rtl/>
        </w:rPr>
        <w:t xml:space="preserve"> اَصْحابُ مَدائِنِ الرَّسِّ الَّذِ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نَ</w:t>
      </w:r>
      <w:r w:rsidRPr="00E1765B">
        <w:rPr>
          <w:rStyle w:val="libArabicChar"/>
          <w:rtl/>
        </w:rPr>
        <w:t xml:space="preserve"> قَتَلُوا النَّبِ</w:t>
      </w:r>
      <w:r w:rsidRPr="00E1765B">
        <w:rPr>
          <w:rStyle w:val="libArabicChar"/>
          <w:rFonts w:hint="cs"/>
          <w:rtl/>
        </w:rPr>
        <w:t>یی</w:t>
      </w:r>
      <w:r w:rsidRPr="00E1765B">
        <w:rPr>
          <w:rStyle w:val="libArabicChar"/>
          <w:rFonts w:hint="eastAsia"/>
          <w:rtl/>
        </w:rPr>
        <w:t>نَ،</w:t>
      </w:r>
      <w:r w:rsidRPr="00E1765B">
        <w:rPr>
          <w:rStyle w:val="libArabicChar"/>
          <w:rtl/>
        </w:rPr>
        <w:t xml:space="preserve"> وَاَطْفَ</w:t>
      </w:r>
      <w:r w:rsidR="00BA0B7F">
        <w:rPr>
          <w:rStyle w:val="libArabicChar"/>
          <w:rtl/>
        </w:rPr>
        <w:t>ا</w:t>
      </w:r>
      <w:r w:rsidRPr="00E1765B">
        <w:rPr>
          <w:rStyle w:val="libArabicChar"/>
          <w:rFonts w:hint="eastAsia"/>
          <w:rtl/>
        </w:rPr>
        <w:t>واسُنَنَ</w:t>
      </w:r>
      <w:r w:rsidRPr="00E1765B">
        <w:rPr>
          <w:rStyle w:val="libArabicChar"/>
          <w:rtl/>
        </w:rPr>
        <w:t xml:space="preserve"> الْمُرْسَل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نَ،</w:t>
      </w:r>
      <w:r w:rsidRPr="00E1765B">
        <w:rPr>
          <w:rStyle w:val="libArabicChar"/>
          <w:rtl/>
        </w:rPr>
        <w:t xml:space="preserve"> وَاَحْ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واسُنَنَ</w:t>
      </w:r>
      <w:r w:rsidRPr="00E1765B">
        <w:rPr>
          <w:rStyle w:val="libArabicChar"/>
          <w:rtl/>
        </w:rPr>
        <w:t xml:space="preserve"> الْجَبّار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نَ؟</w:t>
      </w:r>
      <w:r w:rsidRPr="00E1765B">
        <w:rPr>
          <w:rStyle w:val="libArabicChar"/>
          <w:rtl/>
        </w:rPr>
        <w:t>!</w:t>
      </w:r>
      <w:r>
        <w:rPr>
          <w:rtl/>
          <w:lang w:bidi="ur-PK"/>
        </w:rPr>
        <w:t>“</w:t>
      </w:r>
      <w:r w:rsidR="0005211C" w:rsidRPr="00125F42">
        <w:rPr>
          <w:rStyle w:val="libFootnotenumChar"/>
          <w:rtl/>
          <w:lang w:bidi="ur-PK"/>
        </w:rPr>
        <w:t>(454)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”تمھارے</w:t>
      </w:r>
      <w:r>
        <w:rPr>
          <w:rtl/>
          <w:lang w:bidi="ur-PK"/>
        </w:rPr>
        <w:t xml:space="preserve"> لئے گزشتہ قوموں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عبرت کا سامان فراھم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کھاں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(شام و حجاز کے) عمالقہ او ران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اولاد، کھاں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(مصر کے) فراعنہ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اولاد؟ کھاں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(آذربائ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جان</w:t>
      </w:r>
      <w:r>
        <w:rPr>
          <w:rtl/>
          <w:lang w:bidi="ur-PK"/>
        </w:rPr>
        <w:t xml:space="preserve"> کے) اصحاب الرس؟ جنھوں نے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کو قتل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اور مرسل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سنتوں کو خاموش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جبار</w:t>
      </w:r>
      <w:r>
        <w:rPr>
          <w:rFonts w:hint="eastAsia"/>
          <w:rtl/>
          <w:lang w:bidi="ur-PK"/>
        </w:rPr>
        <w:t>وںک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سنتوںکو زندہ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؟کھاں گئے اور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ئے؟!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8C2EF1">
      <w:pPr>
        <w:pStyle w:val="Heading2Center"/>
        <w:rPr>
          <w:rtl/>
          <w:lang w:bidi="ur-PK"/>
        </w:rPr>
      </w:pPr>
      <w:bookmarkStart w:id="123" w:name="_Toc520984060"/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bookmarkEnd w:id="123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 آنے والے مثبت اور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کاموں پر”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“کا اطلاق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ثواب آخرت، رحمت الٰھ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مال حلال، نماز جمعہ، آخرت،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مان،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پر عمل کرنا، توبہ، تقويٰ اور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انسان کے ظاھر و باطن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کے لئے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راستے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</w:t>
      </w:r>
      <w:r w:rsidRPr="00E1765B">
        <w:rPr>
          <w:rStyle w:val="libArabicChar"/>
          <w:rtl/>
        </w:rPr>
        <w:t>اَرْبَعٌ مَنْ اُعْطَ</w:t>
      </w:r>
      <w:r w:rsidRPr="00E1765B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ُنَّ</w:t>
      </w:r>
      <w:r w:rsidRPr="00E1765B">
        <w:rPr>
          <w:rStyle w:val="libArabicChar"/>
          <w:rtl/>
        </w:rPr>
        <w:t xml:space="preserve"> فَقَدْ اُعْطِ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tl/>
        </w:rPr>
        <w:t xml:space="preserve"> خَ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رَ</w:t>
      </w:r>
      <w:r w:rsidRPr="00E1765B">
        <w:rPr>
          <w:rStyle w:val="libArabicChar"/>
          <w:rtl/>
        </w:rPr>
        <w:t xml:space="preserve"> الدُّنْ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ا</w:t>
      </w:r>
      <w:r w:rsidRPr="00E1765B">
        <w:rPr>
          <w:rStyle w:val="libArabicChar"/>
          <w:rtl/>
        </w:rPr>
        <w:t xml:space="preserve"> وَالْآخِرَةِ :بَدَناً صابِراً، وَلِساناً ذاكِراً وَقَلْباً شاكِراً، وَزَوْجَةً صالِحَةً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(455)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”جس</w:t>
      </w:r>
      <w:r>
        <w:rPr>
          <w:rtl/>
          <w:lang w:bidi="ur-PK"/>
        </w:rPr>
        <w:t xml:space="preserve"> شخص کو چار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مل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جس کے بدن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بلاؤں پر صبر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جو زبان ذکر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رطب اللسان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، جو دل، شکرخدا کرتا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اور مناسب اور شائستہ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1765B">
        <w:rPr>
          <w:rStyle w:val="libArabicChar"/>
          <w:rFonts w:hint="eastAsia"/>
          <w:rtl/>
        </w:rPr>
        <w:t>جُمِعَ</w:t>
      </w:r>
      <w:r w:rsidRPr="00E1765B">
        <w:rPr>
          <w:rStyle w:val="libArabicChar"/>
          <w:rtl/>
        </w:rPr>
        <w:t xml:space="preserve"> الْخَ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رُ</w:t>
      </w:r>
      <w:r w:rsidRPr="00E1765B">
        <w:rPr>
          <w:rStyle w:val="libArabicChar"/>
          <w:rtl/>
        </w:rPr>
        <w:t xml:space="preserve"> كُلُّ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ُ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فِی</w:t>
      </w:r>
      <w:r w:rsidRPr="00E1765B">
        <w:rPr>
          <w:rStyle w:val="libArabicChar"/>
          <w:rtl/>
        </w:rPr>
        <w:t xml:space="preserve"> ثَلاثِ خِصالٍ:اَلنَّظَرِ وَالسُّکوتِ وَالْكَلامِ، فَكُلُّ نَظَرٍ لَ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سَ</w:t>
      </w:r>
      <w:r w:rsidRPr="00E1765B">
        <w:rPr>
          <w:rStyle w:val="libArabicChar"/>
          <w:rtl/>
        </w:rPr>
        <w:t xml:space="preserve"> فِ</w:t>
      </w:r>
      <w:r w:rsidRPr="00E1765B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</w:t>
      </w:r>
      <w:r w:rsidRPr="00E1765B">
        <w:rPr>
          <w:rStyle w:val="libArabicChar"/>
          <w:rtl/>
        </w:rPr>
        <w:t xml:space="preserve"> اعْتِبارٌ فَ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ُوَ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سَ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ْوٌ،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وَكُلَّ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سُکوتٍ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لَی</w:t>
      </w:r>
      <w:r w:rsidRPr="00E1765B">
        <w:rPr>
          <w:rStyle w:val="libArabicChar"/>
          <w:rFonts w:hint="eastAsia"/>
          <w:rtl/>
        </w:rPr>
        <w:t>سَ</w:t>
      </w:r>
      <w:r w:rsidRPr="00E1765B">
        <w:rPr>
          <w:rStyle w:val="libArabicChar"/>
          <w:rtl/>
        </w:rPr>
        <w:t xml:space="preserve"> فِ</w:t>
      </w:r>
      <w:r w:rsidRPr="00E1765B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</w:t>
      </w:r>
      <w:r w:rsidRPr="00E1765B">
        <w:rPr>
          <w:rStyle w:val="libArabicChar"/>
          <w:rtl/>
        </w:rPr>
        <w:t xml:space="preserve"> فِكْرٌ فَ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ُوَ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غَفْلَةٌ،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وَكُلُّ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كَلامٍ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لَی</w:t>
      </w:r>
      <w:r w:rsidRPr="00E1765B">
        <w:rPr>
          <w:rStyle w:val="libArabicChar"/>
          <w:rFonts w:hint="eastAsia"/>
          <w:rtl/>
        </w:rPr>
        <w:t>سَ</w:t>
      </w:r>
      <w:r w:rsidRPr="00E1765B">
        <w:rPr>
          <w:rStyle w:val="libArabicChar"/>
          <w:rtl/>
        </w:rPr>
        <w:t xml:space="preserve"> فِ</w:t>
      </w:r>
      <w:r w:rsidRPr="00E1765B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</w:t>
      </w:r>
      <w:r w:rsidRPr="00E1765B">
        <w:rPr>
          <w:rStyle w:val="libArabicChar"/>
          <w:rtl/>
        </w:rPr>
        <w:t xml:space="preserve"> ذِكْرٌ فَ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ُوَ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لَغْوٌ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(456)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”تمام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خصلتوں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جمع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نگاہ، سکوت اور قول، جس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عبرت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وہ سھو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سکوت اور خاموش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غور و فکر نہ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وہ غفلت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ھر وہ کلام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ذکر (خدا) نہ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 لغو و بے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B87B84" w:rsidRDefault="00B87B84" w:rsidP="00476253">
      <w:pPr>
        <w:pStyle w:val="libNormal"/>
        <w:rPr>
          <w:rtl/>
          <w:lang w:bidi="ur-PK"/>
        </w:rPr>
      </w:pPr>
    </w:p>
    <w:p w:rsidR="00476253" w:rsidRDefault="00476253" w:rsidP="008C2EF1">
      <w:pPr>
        <w:pStyle w:val="Heading2Center"/>
        <w:rPr>
          <w:rtl/>
          <w:lang w:bidi="ur-PK"/>
        </w:rPr>
      </w:pPr>
      <w:bookmarkStart w:id="124" w:name="_Toc520984061"/>
      <w:r>
        <w:rPr>
          <w:rFonts w:hint="eastAsia"/>
          <w:rtl/>
          <w:lang w:bidi="ur-PK"/>
        </w:rPr>
        <w:lastRenderedPageBreak/>
        <w:t>تحص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علم</w:t>
      </w:r>
      <w:bookmarkEnd w:id="124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علم،</w:t>
      </w:r>
      <w:r>
        <w:rPr>
          <w:rtl/>
          <w:lang w:bidi="ur-PK"/>
        </w:rPr>
        <w:t xml:space="preserve"> عالم اور متعلم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علم</w:t>
      </w:r>
      <w:r>
        <w:rPr>
          <w:rtl/>
          <w:lang w:bidi="ur-PK"/>
        </w:rPr>
        <w:t>: چراغ راہ، حرارت عقل،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وبص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رت،</w:t>
      </w:r>
      <w:r>
        <w:rPr>
          <w:rtl/>
          <w:lang w:bidi="ur-PK"/>
        </w:rPr>
        <w:t xml:space="preserve"> ارزش و اقدار اور شرافت وکرامت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اھل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درجات بلند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ان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بلند درجات مومن علماء کے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رْفَعْ</w:t>
      </w:r>
      <w:r w:rsidR="00476253" w:rsidRPr="00E1765B">
        <w:rPr>
          <w:rStyle w:val="libAieChar"/>
          <w:rtl/>
        </w:rPr>
        <w:t xml:space="preserve"> اللهُ الَّذِ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نَ</w:t>
      </w:r>
      <w:r w:rsidR="00476253" w:rsidRPr="00E1765B">
        <w:rPr>
          <w:rStyle w:val="libAieChar"/>
          <w:rtl/>
        </w:rPr>
        <w:t xml:space="preserve"> آمَنُوا مِنْكُمْ وَالَّذِ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نَ</w:t>
      </w:r>
      <w:r w:rsidR="00476253" w:rsidRPr="00E1765B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E1765B">
        <w:rPr>
          <w:rStyle w:val="libAieChar"/>
          <w:rFonts w:hint="eastAsia"/>
          <w:rtl/>
        </w:rPr>
        <w:t>وتُوا</w:t>
      </w:r>
      <w:r w:rsidR="00476253" w:rsidRPr="00E1765B">
        <w:rPr>
          <w:rStyle w:val="libAieChar"/>
          <w:rtl/>
        </w:rPr>
        <w:t xml:space="preserve"> الْعِلْمَ دَرَجَاتٍ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(457)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اور جب تم سے کھا جائے کہ اٹھ جا</w:t>
      </w:r>
      <w:r w:rsidR="00AA04E3">
        <w:rPr>
          <w:rtl/>
          <w:lang w:bidi="ur-PK"/>
        </w:rPr>
        <w:t>و</w:t>
      </w:r>
      <w:r w:rsidR="00476253">
        <w:rPr>
          <w:rtl/>
          <w:lang w:bidi="ur-PK"/>
        </w:rPr>
        <w:t xml:space="preserve"> تو اٹھ جا</w:t>
      </w:r>
      <w:r w:rsidR="00AA04E3">
        <w:rPr>
          <w:rtl/>
          <w:lang w:bidi="ur-PK"/>
        </w:rPr>
        <w:t>و</w:t>
      </w:r>
      <w:r w:rsidR="00476253">
        <w:rPr>
          <w:rtl/>
          <w:lang w:bidi="ur-PK"/>
        </w:rPr>
        <w:t xml:space="preserve"> کہ خدا صاحبا ن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اور جن کو علم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ان کے درجات کو بلند کرنا چاھتا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1765B">
        <w:rPr>
          <w:rStyle w:val="libArabicChar"/>
          <w:rFonts w:hint="eastAsia"/>
          <w:rtl/>
        </w:rPr>
        <w:t>اُطْلُبُوا</w:t>
      </w:r>
      <w:r w:rsidRPr="00E1765B">
        <w:rPr>
          <w:rStyle w:val="libArabicChar"/>
          <w:rtl/>
        </w:rPr>
        <w:t xml:space="preserve"> العِلْمَ وَلَوُ بِالصِّ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نِ،</w:t>
      </w:r>
      <w:r w:rsidRPr="00E1765B">
        <w:rPr>
          <w:rStyle w:val="libArabicChar"/>
          <w:rtl/>
        </w:rPr>
        <w:t xml:space="preserve"> فَاِنَّ طَلَبَ الْعِلْمِ فَرِ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ضَةٌ</w:t>
      </w:r>
      <w:r w:rsidRPr="00E1765B">
        <w:rPr>
          <w:rStyle w:val="libArabicChar"/>
          <w:rtl/>
        </w:rPr>
        <w:t xml:space="preserve"> عَليٰ كُلِّ مُسْلِمٍ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(458)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”علم</w:t>
      </w:r>
      <w:r>
        <w:rPr>
          <w:rtl/>
          <w:lang w:bidi="ur-PK"/>
        </w:rPr>
        <w:t xml:space="preserve"> حاصل کرو چاھے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جانا پڑے، بے شک علم حاصل کرنا ھر مسلمان پر واجب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1765B">
        <w:rPr>
          <w:rStyle w:val="libArabicChar"/>
          <w:rFonts w:hint="eastAsia"/>
          <w:rtl/>
        </w:rPr>
        <w:t>طالِبُ</w:t>
      </w:r>
      <w:r w:rsidRPr="00E1765B">
        <w:rPr>
          <w:rStyle w:val="libArabicChar"/>
          <w:rtl/>
        </w:rPr>
        <w:t xml:space="preserve"> الْعِلْمِ بَ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نَ</w:t>
      </w:r>
      <w:r w:rsidRPr="00E1765B">
        <w:rPr>
          <w:rStyle w:val="libArabicChar"/>
          <w:rtl/>
        </w:rPr>
        <w:t xml:space="preserve"> الْجُ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ّالِ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كَالْحَی</w:t>
      </w:r>
      <w:r w:rsidRPr="00E1765B">
        <w:rPr>
          <w:rStyle w:val="libArabicChar"/>
          <w:rtl/>
        </w:rPr>
        <w:t xml:space="preserve"> بَ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نَ</w:t>
      </w:r>
      <w:r w:rsidRPr="00E1765B">
        <w:rPr>
          <w:rStyle w:val="libArabicChar"/>
          <w:rtl/>
        </w:rPr>
        <w:t xml:space="preserve"> الْاَمْواتِ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(459)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طالب عالم جاھلوں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مردوں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زندہ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:صل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علم حاصل کرنے والوں کے لئے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1765B">
        <w:rPr>
          <w:rStyle w:val="libArabicChar"/>
          <w:rFonts w:hint="eastAsia"/>
          <w:rtl/>
        </w:rPr>
        <w:t>اِذا</w:t>
      </w:r>
      <w:r w:rsidRPr="00E1765B">
        <w:rPr>
          <w:rStyle w:val="libArabicChar"/>
          <w:rtl/>
        </w:rPr>
        <w:t xml:space="preserve"> جاءَ الْمَوْتُ لِطالِبِ الْعِلْمِ وَ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ُوَ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عَليٰ</w:t>
      </w:r>
      <w:r w:rsidRPr="00E1765B">
        <w:rPr>
          <w:rStyle w:val="libArabicChar"/>
          <w:rtl/>
        </w:rPr>
        <w:t xml:space="preserve"> 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ٰذِ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الْحالَةِ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ماتَ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وَ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ُوَ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شَ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ِی</w:t>
      </w:r>
      <w:r w:rsidRPr="00E1765B">
        <w:rPr>
          <w:rStyle w:val="libArabicChar"/>
          <w:rFonts w:hint="eastAsia"/>
          <w:rtl/>
        </w:rPr>
        <w:t>دٌ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(460)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”جب</w:t>
      </w:r>
      <w:r>
        <w:rPr>
          <w:rtl/>
          <w:lang w:bidi="ur-PK"/>
        </w:rPr>
        <w:t xml:space="preserve"> تحص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علم کے دوران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طالب علم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موت آجائے تو وہ شھ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تاھے“۔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عج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و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نقل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1765B">
        <w:rPr>
          <w:rStyle w:val="libArabicChar"/>
          <w:rFonts w:hint="eastAsia"/>
          <w:rtl/>
        </w:rPr>
        <w:t>مَنْ</w:t>
      </w:r>
      <w:r w:rsidRPr="00E1765B">
        <w:rPr>
          <w:rStyle w:val="libArabicChar"/>
          <w:rtl/>
        </w:rPr>
        <w:t xml:space="preserve"> طَلَبَ الْعِلْمَ فَ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ُوَ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كَالصَّائِمِ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نَ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ارُ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ُ،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ال</w:t>
      </w:r>
      <w:r w:rsidRPr="00E1765B">
        <w:rPr>
          <w:rStyle w:val="libArabicChar"/>
          <w:rtl/>
        </w:rPr>
        <w:t>ْقائِمِ لَ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لُ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ُ،</w:t>
      </w:r>
      <w:r w:rsidRPr="00E1765B">
        <w:rPr>
          <w:rStyle w:val="libArabicChar"/>
          <w:rtl/>
        </w:rPr>
        <w:t xml:space="preserve"> وَاِنَّ باباً مِنَ الْعِلْمِ 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تَعَلَّمُ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ُ</w:t>
      </w:r>
      <w:r w:rsidRPr="00E1765B">
        <w:rPr>
          <w:rStyle w:val="libArabicChar"/>
          <w:rtl/>
        </w:rPr>
        <w:t xml:space="preserve"> الرَّجُلُ خَ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رٌ</w:t>
      </w:r>
      <w:r w:rsidRPr="00E1765B">
        <w:rPr>
          <w:rStyle w:val="libArabicChar"/>
          <w:rtl/>
        </w:rPr>
        <w:t xml:space="preserve"> لَ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ُ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مِنْ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اَنْ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کونَ</w:t>
      </w:r>
      <w:r w:rsidRPr="00E1765B">
        <w:rPr>
          <w:rStyle w:val="libArabicChar"/>
          <w:rtl/>
        </w:rPr>
        <w:t xml:space="preserve"> لَ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ُ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اَبو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قُبَی</w:t>
      </w:r>
      <w:r w:rsidRPr="00E1765B">
        <w:rPr>
          <w:rStyle w:val="libArabicChar"/>
          <w:rFonts w:hint="eastAsia"/>
          <w:rtl/>
        </w:rPr>
        <w:t>سٍ</w:t>
      </w:r>
      <w:r w:rsidRPr="00E1765B">
        <w:rPr>
          <w:rStyle w:val="libArabicChar"/>
          <w:rtl/>
        </w:rPr>
        <w:t xml:space="preserve"> ذَ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َباً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فَاَنْفَقَ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ُ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فِی</w:t>
      </w:r>
      <w:r w:rsidRPr="00E1765B">
        <w:rPr>
          <w:rStyle w:val="libArabicChar"/>
          <w:rtl/>
        </w:rPr>
        <w:t xml:space="preserve"> سَبِ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لِ</w:t>
      </w:r>
      <w:r w:rsidRPr="00E1765B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(461)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”علم</w:t>
      </w:r>
      <w:r>
        <w:rPr>
          <w:rtl/>
          <w:lang w:bidi="ur-PK"/>
        </w:rPr>
        <w:t xml:space="preserve"> حاصل کرنے والا اس شخص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روزہ رکھے اور رات بھر عبادت کرے، بے شک انسان جب علم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باب حاصل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اس سے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بھتر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ابو قب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نام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پھاڑ کے برابر اس کو سونا مل جائے اور وہ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کردے“۔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</w:t>
      </w:r>
      <w:r w:rsidRPr="00E1765B">
        <w:rPr>
          <w:rStyle w:val="libArabicChar"/>
          <w:rFonts w:hint="eastAsia"/>
          <w:rtl/>
        </w:rPr>
        <w:t>مَنْ</w:t>
      </w:r>
      <w:r w:rsidRPr="00E1765B">
        <w:rPr>
          <w:rStyle w:val="libArabicChar"/>
          <w:rtl/>
        </w:rPr>
        <w:t xml:space="preserve"> کانَ فِ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tl/>
        </w:rPr>
        <w:t xml:space="preserve"> طَلَبِ الْعِلْمِ کانَتِ الْجَنَّةُ فِ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tl/>
        </w:rPr>
        <w:t xml:space="preserve"> طَلَبِ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(462)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جو شخص علم کا طلب گار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 جنت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طلبگار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توبہ</w:t>
      </w:r>
      <w:r>
        <w:rPr>
          <w:rtl/>
          <w:lang w:bidi="ur-PK"/>
        </w:rPr>
        <w:t xml:space="preserve"> کرنے والے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سنورانے کے لئے اس سے بھتر اور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راستہ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 کہ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پہچانے اور احکام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حاصل کرکے ان پر عمل کرے؟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درج</w:t>
      </w:r>
      <w:r>
        <w:rPr>
          <w:rtl/>
          <w:lang w:bidi="ur-PK"/>
        </w:rPr>
        <w:t xml:space="preserve">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فہ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 انسان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معرفت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حقائق پر عمل کرسکتاھے؟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1765B">
        <w:rPr>
          <w:rStyle w:val="libAieChar"/>
          <w:rFonts w:hint="cs"/>
          <w:rtl/>
        </w:rPr>
        <w:t>ثُمَّ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تَابَ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مِنْ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بَعْدِ</w:t>
      </w:r>
      <w:r w:rsidR="00705CD5" w:rsidRPr="00705CD5">
        <w:rPr>
          <w:rStyle w:val="libAieChar"/>
          <w:rFonts w:hint="cs"/>
          <w:rtl/>
        </w:rPr>
        <w:t>ه</w:t>
      </w:r>
      <w:r w:rsidR="00476253" w:rsidRPr="00E1765B">
        <w:rPr>
          <w:rStyle w:val="libAieChar"/>
          <w:rFonts w:hint="cs"/>
          <w:rtl/>
        </w:rPr>
        <w:t>ِ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وَ</w:t>
      </w:r>
      <w:r w:rsidR="00BA0B7F">
        <w:rPr>
          <w:rStyle w:val="libAieChar"/>
          <w:rFonts w:hint="cs"/>
          <w:rtl/>
        </w:rPr>
        <w:t>ا</w:t>
      </w:r>
      <w:r w:rsidR="00476253" w:rsidRPr="00E1765B">
        <w:rPr>
          <w:rStyle w:val="libAieChar"/>
          <w:rFonts w:hint="eastAsia"/>
          <w:rtl/>
        </w:rPr>
        <w:t>صْلَحَ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(463)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اور اس کے بعد توبہ کرکے اپن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اصلاح کرلے 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8C2EF1">
      <w:pPr>
        <w:pStyle w:val="Heading2Center"/>
        <w:rPr>
          <w:rtl/>
          <w:lang w:bidi="ur-PK"/>
        </w:rPr>
      </w:pPr>
      <w:bookmarkStart w:id="125" w:name="_Toc520984062"/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bookmarkEnd w:id="125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اور حالت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جس سے اھل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خصوصاً گناھوں سے توبہ کرنے والوں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و مغفرت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داھوت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</w:t>
      </w:r>
      <w:r>
        <w:rPr>
          <w:rtl/>
          <w:lang w:bidi="ur-PK"/>
        </w:rPr>
        <w:t xml:space="preserve"> لوگوں کا خدا اور آخرت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استعداد کے مطابق واجبات پر عمل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حرام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اپنے اندر غرور، خود پسند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جگہ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تے،</w:t>
      </w:r>
      <w:r>
        <w:rPr>
          <w:rtl/>
          <w:lang w:bidi="ur-PK"/>
        </w:rPr>
        <w:t xml:space="preserve"> توان کو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درکھنا</w:t>
      </w:r>
      <w:r>
        <w:rPr>
          <w:rtl/>
          <w:lang w:bidi="ur-PK"/>
        </w:rPr>
        <w:t xml:space="preserve"> چاہئے کہ خداوندعالم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ان پر توجہ فرمائے گا، اور ا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کرے گا، اور ان کو جنت الفردوس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جگہ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فرمائے گا، ان لوگوں کو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حاصل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اس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کے باوجود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اور ناام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</w:t>
      </w:r>
      <w:r w:rsidR="00AA04E3">
        <w:rPr>
          <w:rFonts w:hint="eastAsia"/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نا چاہئے،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جاننا چاہئے کہ قرآن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ان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و عمل صالح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نجات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سند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کے نجات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سند ان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اور عمل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عمل صالح اور اخلاق حسنہ رکھنے والے مومنےن کو بہشت اور فوز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بشارت د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خدا کا وعدہ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خلاف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سکتا۔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1765B">
        <w:rPr>
          <w:rStyle w:val="libAieChar"/>
          <w:rtl/>
        </w:rPr>
        <w:t>إِنَّ الَّذِ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نَ</w:t>
      </w:r>
      <w:r w:rsidR="00476253" w:rsidRPr="00E1765B">
        <w:rPr>
          <w:rStyle w:val="libAieChar"/>
          <w:rtl/>
        </w:rPr>
        <w:t xml:space="preserve"> آمَنُوا وَالَّذِ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نَ</w:t>
      </w:r>
      <w:r w:rsidR="00476253" w:rsidRPr="00E1765B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E1765B">
        <w:rPr>
          <w:rStyle w:val="libAieChar"/>
          <w:rFonts w:hint="cs"/>
          <w:rtl/>
        </w:rPr>
        <w:t>اجَرُوا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وَجَا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E1765B">
        <w:rPr>
          <w:rStyle w:val="libAieChar"/>
          <w:rFonts w:hint="cs"/>
          <w:rtl/>
        </w:rPr>
        <w:t>َدُوا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فِی</w:t>
      </w:r>
      <w:r w:rsidR="00476253" w:rsidRPr="00E1765B">
        <w:rPr>
          <w:rStyle w:val="libAieChar"/>
          <w:rtl/>
        </w:rPr>
        <w:t xml:space="preserve"> سَبِ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لِ</w:t>
      </w:r>
      <w:r w:rsidR="00476253" w:rsidRPr="00E1765B">
        <w:rPr>
          <w:rStyle w:val="libAieChar"/>
          <w:rtl/>
        </w:rPr>
        <w:t xml:space="preserve"> اللهِ </w:t>
      </w:r>
      <w:r w:rsidR="00BA0B7F">
        <w:rPr>
          <w:rStyle w:val="libAieChar"/>
          <w:rtl/>
        </w:rPr>
        <w:t>ا</w:t>
      </w:r>
      <w:r w:rsidR="00476253" w:rsidRPr="00E1765B">
        <w:rPr>
          <w:rStyle w:val="libAieChar"/>
          <w:rFonts w:hint="eastAsia"/>
          <w:rtl/>
        </w:rPr>
        <w:t>وْلَئِكَ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رْجُونَ</w:t>
      </w:r>
      <w:r w:rsidR="00476253" w:rsidRPr="00E1765B">
        <w:rPr>
          <w:rStyle w:val="libAieChar"/>
          <w:rtl/>
        </w:rPr>
        <w:t xml:space="preserve"> رَحْمَةَ اللهِ وَاللهُ غَفُورٌ رَحِ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مٌ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(464)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”ب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شک</w:t>
      </w:r>
      <w:r w:rsidR="00476253">
        <w:rPr>
          <w:rtl/>
          <w:lang w:bidi="ur-PK"/>
        </w:rPr>
        <w:t xml:space="preserve"> جو لوگ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لائے اور جنھوں نے ہجرت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اور راہ خدا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جھاد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وہ رحمت الٰھ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tl/>
          <w:lang w:bidi="ur-PK"/>
        </w:rPr>
        <w:t xml:space="preserve"> رکھتے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خدا بھت بخشنے والا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مھربان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6F6A7F" w:rsidP="00125F42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E1765B">
        <w:rPr>
          <w:rStyle w:val="libAieChar"/>
          <w:rtl/>
        </w:rPr>
        <w:t>وَبَشِّرْ الَّذِ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نَ</w:t>
      </w:r>
      <w:r w:rsidR="00476253" w:rsidRPr="00E1765B">
        <w:rPr>
          <w:rStyle w:val="libAieChar"/>
          <w:rtl/>
        </w:rPr>
        <w:t xml:space="preserve"> آمَنُوا وَعَمِلُوا الصَّالِحَاتِ </w:t>
      </w:r>
      <w:r w:rsidR="00BA0B7F">
        <w:rPr>
          <w:rStyle w:val="libAieChar"/>
          <w:rtl/>
        </w:rPr>
        <w:t>ا</w:t>
      </w:r>
      <w:r w:rsidR="00476253" w:rsidRPr="00E1765B">
        <w:rPr>
          <w:rStyle w:val="libAieChar"/>
          <w:rFonts w:hint="eastAsia"/>
          <w:rtl/>
        </w:rPr>
        <w:t>نَّ</w:t>
      </w:r>
      <w:r w:rsidR="00476253" w:rsidRPr="00E1765B">
        <w:rPr>
          <w:rStyle w:val="libAieChar"/>
          <w:rtl/>
        </w:rPr>
        <w:t xml:space="preserve"> 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E1765B">
        <w:rPr>
          <w:rStyle w:val="libAieChar"/>
          <w:rFonts w:hint="cs"/>
          <w:rtl/>
        </w:rPr>
        <w:t>م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جَنَّاتٍ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تَجْرِی</w:t>
      </w:r>
      <w:r w:rsidR="00476253" w:rsidRPr="00E1765B">
        <w:rPr>
          <w:rStyle w:val="libAieChar"/>
          <w:rtl/>
        </w:rPr>
        <w:t xml:space="preserve"> مِنْ تَحْتِ</w:t>
      </w:r>
      <w:r w:rsidR="00705CD5" w:rsidRPr="00705CD5">
        <w:rPr>
          <w:rStyle w:val="libAieChar"/>
          <w:rFonts w:hint="cs"/>
          <w:rtl/>
        </w:rPr>
        <w:t>ه</w:t>
      </w:r>
      <w:r w:rsidR="00476253" w:rsidRPr="00E1765B">
        <w:rPr>
          <w:rStyle w:val="libAieChar"/>
          <w:rFonts w:hint="cs"/>
          <w:rtl/>
        </w:rPr>
        <w:t>ا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الْ</w:t>
      </w:r>
      <w:r w:rsidR="00BA0B7F">
        <w:rPr>
          <w:rStyle w:val="libAieChar"/>
          <w:rFonts w:hint="cs"/>
          <w:rtl/>
        </w:rPr>
        <w:t>ا</w:t>
      </w:r>
      <w:r w:rsidR="00476253" w:rsidRPr="00E1765B">
        <w:rPr>
          <w:rStyle w:val="libAieChar"/>
          <w:rFonts w:hint="eastAsia"/>
          <w:rtl/>
        </w:rPr>
        <w:t>نْ</w:t>
      </w:r>
      <w:r w:rsidR="00705CD5" w:rsidRPr="00705CD5">
        <w:rPr>
          <w:rStyle w:val="libAieChar"/>
          <w:rFonts w:hint="cs"/>
          <w:rtl/>
        </w:rPr>
        <w:t>ه</w:t>
      </w:r>
      <w:r w:rsidR="00476253" w:rsidRPr="00E1765B">
        <w:rPr>
          <w:rStyle w:val="libAieChar"/>
          <w:rFonts w:hint="cs"/>
          <w:rtl/>
        </w:rPr>
        <w:t>ار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(465)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”اے</w:t>
      </w:r>
      <w:r w:rsidR="00476253">
        <w:rPr>
          <w:rtl/>
          <w:lang w:bidi="ur-PK"/>
        </w:rPr>
        <w:t xml:space="preserve">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غمبر</w:t>
      </w:r>
      <w:r w:rsidR="00476253">
        <w:rPr>
          <w:rtl/>
          <w:lang w:bidi="ur-PK"/>
        </w:rPr>
        <w:t xml:space="preserve"> آپ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رکھنے والوں اور عمل صالح کرنے والوں کو بشارت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کہ ان کے لئے باغات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جن کے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چے</w:t>
      </w:r>
      <w:r w:rsidR="00476253">
        <w:rPr>
          <w:rtl/>
          <w:lang w:bidi="ur-PK"/>
        </w:rPr>
        <w:t xml:space="preserve"> نھر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جار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طرح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موجود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لہٰذا ان تمام مستحکم و مضبوط سندوں کے باوجود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مومن کے لئے رحمت خدا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جاناسزاوار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بشارت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شک کرنا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سزاوار ن</w:t>
      </w:r>
      <w:r w:rsidR="00AA04E3">
        <w:rPr>
          <w:rtl/>
          <w:lang w:bidi="ur-PK"/>
        </w:rPr>
        <w:t xml:space="preserve"> ہیں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جن</w:t>
      </w:r>
      <w:r>
        <w:rPr>
          <w:rtl/>
          <w:lang w:bidi="ur-PK"/>
        </w:rPr>
        <w:t xml:space="preserve">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مدت عمر گناھوں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گزر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جنھوں نے اپنے واجبات پر عمل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ان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چاہئے کہ ان پر رحمت خدا کا دروازہ بند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خداوندمھربان توبہ قبول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چاہئے کہ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بے نھا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بندوں کے گناہ اگرچہ تمام پھاڑوں، 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اؤں</w:t>
      </w:r>
      <w:r>
        <w:rPr>
          <w:rtl/>
          <w:lang w:bidi="ur-PK"/>
        </w:rPr>
        <w:t xml:space="preserve"> اور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گزاروں</w:t>
      </w:r>
      <w:r>
        <w:rPr>
          <w:rtl/>
          <w:lang w:bidi="ur-PK"/>
        </w:rPr>
        <w:t xml:space="preserve"> کے برابر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نہ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ں ان تمام کو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اس کے لئے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مشکل کام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1765B">
        <w:rPr>
          <w:rStyle w:val="libAieChar"/>
          <w:rFonts w:hint="cs"/>
          <w:rtl/>
        </w:rPr>
        <w:t>لاَتَقْنَطُوا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مِنْ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رَحْمَةِ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اللهِ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إِنَّ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اللهَ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غْفِرُ</w:t>
      </w:r>
      <w:r w:rsidR="00476253" w:rsidRPr="00E1765B">
        <w:rPr>
          <w:rStyle w:val="libAieChar"/>
          <w:rtl/>
        </w:rPr>
        <w:t xml:space="preserve"> الذُّنُوبَ جَمِ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عًا</w:t>
      </w:r>
      <w:r w:rsidR="00476253" w:rsidRPr="00E1765B">
        <w:rPr>
          <w:rStyle w:val="libAieChar"/>
          <w:rtl/>
        </w:rPr>
        <w:t xml:space="preserve"> إِنَّ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E1765B">
        <w:rPr>
          <w:rStyle w:val="libAieChar"/>
          <w:rFonts w:hint="cs"/>
          <w:rtl/>
        </w:rPr>
        <w:t>ُ</w:t>
      </w:r>
      <w:r w:rsidR="00476253" w:rsidRPr="00E1765B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E1765B">
        <w:rPr>
          <w:rStyle w:val="libAieChar"/>
          <w:rFonts w:hint="cs"/>
          <w:rtl/>
        </w:rPr>
        <w:t>ُوَ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الْغَفُورُ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الرَّحِی</w:t>
      </w:r>
      <w:r w:rsidR="00476253" w:rsidRPr="00E1765B">
        <w:rPr>
          <w:rStyle w:val="libAieChar"/>
          <w:rFonts w:hint="eastAsia"/>
          <w:rtl/>
        </w:rPr>
        <w:t>مُ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(466)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رحمت خدا سے ما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وس</w:t>
      </w:r>
      <w:r w:rsidR="00476253"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نا، اللہ تمام گناھوں کا معاف کرنے والا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وہ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نا</w:t>
      </w:r>
      <w:r w:rsidR="00476253">
        <w:rPr>
          <w:rtl/>
          <w:lang w:bidi="ur-PK"/>
        </w:rPr>
        <w:t xml:space="preserve"> بھت ز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ادہ</w:t>
      </w:r>
      <w:r w:rsidR="00476253">
        <w:rPr>
          <w:rtl/>
          <w:lang w:bidi="ur-PK"/>
        </w:rPr>
        <w:t xml:space="preserve"> بخشنے والا اور مھربان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توبہ</w:t>
      </w:r>
      <w:r>
        <w:rPr>
          <w:rtl/>
          <w:lang w:bidi="ur-PK"/>
        </w:rPr>
        <w:t xml:space="preserve"> کرنے والے کو توبہ کے وقت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و مغفرت کا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وار رہنا چاہئے،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رحمت و مغفرت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فرمان کے مطابق کفر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(467)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توبہ</w:t>
      </w:r>
      <w:r>
        <w:rPr>
          <w:rtl/>
          <w:lang w:bidi="ur-PK"/>
        </w:rPr>
        <w:t xml:space="preserve"> کرنے والے کو معلوم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چاہئے 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کا طرح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علاج کرنے والا طب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خدا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مرض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شفاء خدا کے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رحمت</w:t>
      </w:r>
      <w:r>
        <w:rPr>
          <w:rtl/>
          <w:lang w:bidi="ur-PK"/>
        </w:rPr>
        <w:t xml:space="preserve"> و مغفرت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(نعوذ باللہ) خدا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کا علاج کر 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رکھتا۔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بھر</w:t>
      </w:r>
      <w:r>
        <w:rPr>
          <w:rtl/>
          <w:lang w:bidi="ur-PK"/>
        </w:rPr>
        <w:t xml:space="preserve"> حال رحمت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و عمل اور توبہ کا ثمرہ حساب کرے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و عمل اور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رکھنا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کو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زبان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”امن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ہ“</w:t>
      </w:r>
      <w:r>
        <w:rPr>
          <w:rtl/>
          <w:lang w:bidi="ur-PK"/>
        </w:rPr>
        <w:t xml:space="preserve"> کھا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عِدُ</w:t>
      </w:r>
      <w:r w:rsidR="00705CD5" w:rsidRPr="00705CD5">
        <w:rPr>
          <w:rStyle w:val="libAieChar"/>
          <w:rFonts w:hint="cs"/>
          <w:rtl/>
        </w:rPr>
        <w:t>ه</w:t>
      </w:r>
      <w:r w:rsidR="00476253" w:rsidRPr="00E1765B">
        <w:rPr>
          <w:rStyle w:val="libAieChar"/>
          <w:rFonts w:hint="cs"/>
          <w:rtl/>
        </w:rPr>
        <w:t>م</w:t>
      </w:r>
      <w:r w:rsidR="00476253" w:rsidRPr="00E1765B">
        <w:rPr>
          <w:rStyle w:val="libAieChar"/>
          <w:rtl/>
        </w:rPr>
        <w:t xml:space="preserve"> وَ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مَنِّ</w:t>
      </w:r>
      <w:r w:rsidR="00476253" w:rsidRPr="00E1765B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E1765B">
        <w:rPr>
          <w:rStyle w:val="libAieChar"/>
          <w:rFonts w:hint="cs"/>
          <w:rtl/>
        </w:rPr>
        <w:t>م</w:t>
      </w:r>
      <w:r w:rsidR="00476253" w:rsidRPr="00E1765B">
        <w:rPr>
          <w:rStyle w:val="libAieChar"/>
          <w:rtl/>
        </w:rPr>
        <w:t xml:space="preserve"> وَمَا 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عِدُ</w:t>
      </w:r>
      <w:r w:rsidR="00705CD5" w:rsidRPr="00705CD5">
        <w:rPr>
          <w:rStyle w:val="libAieChar"/>
          <w:rFonts w:hint="cs"/>
          <w:rtl/>
        </w:rPr>
        <w:t>ه</w:t>
      </w:r>
      <w:r w:rsidR="00476253" w:rsidRPr="00E1765B">
        <w:rPr>
          <w:rStyle w:val="libAieChar"/>
          <w:rFonts w:hint="cs"/>
          <w:rtl/>
        </w:rPr>
        <w:t>م</w:t>
      </w:r>
      <w:r w:rsidR="00476253" w:rsidRPr="00E1765B">
        <w:rPr>
          <w:rStyle w:val="libAieChar"/>
          <w:rtl/>
        </w:rPr>
        <w:t xml:space="preserve"> الشَّ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طَانُ</w:t>
      </w:r>
      <w:r w:rsidR="00476253" w:rsidRPr="00E1765B">
        <w:rPr>
          <w:rStyle w:val="libAieChar"/>
          <w:rtl/>
        </w:rPr>
        <w:t xml:space="preserve"> إِلاَّ غُرُورًا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(468)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”ش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طان</w:t>
      </w:r>
      <w:r w:rsidR="00476253">
        <w:rPr>
          <w:rtl/>
          <w:lang w:bidi="ur-PK"/>
        </w:rPr>
        <w:t xml:space="preserve"> ان سے وعدہ کرتا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ان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دلاتا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وہ جو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وعدہ کرتا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وہ دھوکہ کے سوا کچھ ن</w:t>
      </w:r>
      <w:r w:rsidR="00AA04E3">
        <w:rPr>
          <w:rtl/>
          <w:lang w:bidi="ur-PK"/>
        </w:rPr>
        <w:t xml:space="preserve"> ہیں 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حضرت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آپ مجھے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حت</w:t>
      </w:r>
      <w:r>
        <w:rPr>
          <w:rtl/>
          <w:lang w:bidi="ur-PK"/>
        </w:rPr>
        <w:t xml:space="preserve">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ے،</w:t>
      </w:r>
      <w:r>
        <w:rPr>
          <w:rtl/>
          <w:lang w:bidi="ur-PK"/>
        </w:rPr>
        <w:t xml:space="preserve"> تو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1765B">
        <w:rPr>
          <w:rStyle w:val="libArabicChar"/>
          <w:rFonts w:hint="eastAsia"/>
          <w:rtl/>
        </w:rPr>
        <w:t>لَا</w:t>
      </w:r>
      <w:r w:rsidRPr="00E1765B">
        <w:rPr>
          <w:rStyle w:val="libArabicChar"/>
          <w:rtl/>
        </w:rPr>
        <w:t xml:space="preserve"> تَكُنْ مِمَّنْ 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رْجُوالْآخِرَةَ</w:t>
      </w:r>
      <w:r w:rsidRPr="00E1765B">
        <w:rPr>
          <w:rStyle w:val="libArabicChar"/>
          <w:rtl/>
        </w:rPr>
        <w:t xml:space="preserve"> بِغَ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رِ</w:t>
      </w:r>
      <w:r w:rsidRPr="00E1765B">
        <w:rPr>
          <w:rStyle w:val="libArabicChar"/>
          <w:rtl/>
        </w:rPr>
        <w:t xml:space="preserve"> الْعَمَلِ وَ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رَجِّ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tl/>
        </w:rPr>
        <w:t xml:space="preserve"> التَّوْبَةَ بِطولِ الْاَمَلِ، 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قولُ</w:t>
      </w:r>
      <w:r w:rsidRPr="00E1765B">
        <w:rPr>
          <w:rStyle w:val="libArabicChar"/>
          <w:rtl/>
        </w:rPr>
        <w:t xml:space="preserve"> فِ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tl/>
        </w:rPr>
        <w:t xml:space="preserve"> الدُّنْ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ا</w:t>
      </w:r>
      <w:r w:rsidRPr="00E1765B">
        <w:rPr>
          <w:rStyle w:val="libArabicChar"/>
          <w:rtl/>
        </w:rPr>
        <w:t xml:space="preserve"> بِقَوْلِ الزّا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ِدِی</w:t>
      </w:r>
      <w:r w:rsidRPr="00E1765B">
        <w:rPr>
          <w:rStyle w:val="libArabicChar"/>
          <w:rFonts w:hint="eastAsia"/>
          <w:rtl/>
        </w:rPr>
        <w:t>نَ،</w:t>
      </w:r>
      <w:r w:rsidRPr="00E1765B">
        <w:rPr>
          <w:rStyle w:val="libArabicChar"/>
          <w:rtl/>
        </w:rPr>
        <w:t xml:space="preserve"> وَ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عْمَلَ</w:t>
      </w:r>
      <w:r w:rsidRPr="00E1765B">
        <w:rPr>
          <w:rStyle w:val="libArabicChar"/>
          <w:rtl/>
        </w:rPr>
        <w:t xml:space="preserve"> فِ</w:t>
      </w:r>
      <w:r w:rsidRPr="00E1765B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E1765B">
        <w:rPr>
          <w:rStyle w:val="libArabicChar"/>
          <w:rFonts w:hint="cs"/>
          <w:rtl/>
        </w:rPr>
        <w:t>َا</w:t>
      </w:r>
      <w:r w:rsidRPr="00E1765B">
        <w:rPr>
          <w:rStyle w:val="libArabicChar"/>
          <w:rtl/>
        </w:rPr>
        <w:t xml:space="preserve"> بِعَمَلِ الرّاغِبِ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نَ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(469)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”ان</w:t>
      </w:r>
      <w:r>
        <w:rPr>
          <w:rtl/>
          <w:lang w:bidi="ur-PK"/>
        </w:rPr>
        <w:t xml:space="preserve"> لوگوں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جانا جو عمل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آخرت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طولان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توبہ کو ٹال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زاہدوں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راغبوں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کام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کچھ مل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تے اور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ملتا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قناعت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آپ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”تمھار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درکھنے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رکھتے، جناب موسيٰ بن عمران آگ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چنگار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اھل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کے پاس سے گئے، تو ”کل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اللہ “کے مرتبہ پر فائز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 اور منصب نبوت کے ساتھ واپس پلٹے، ملکہ سبا جناب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اور ان کے ملک ک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کھنے</w:t>
      </w:r>
      <w:r>
        <w:rPr>
          <w:rtl/>
          <w:lang w:bidi="ur-PK"/>
        </w:rPr>
        <w:t xml:space="preserve"> کے لئے گئ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جناب سل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ھاتھوں مسلمان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کر پلٹ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فرعون کے جادو گر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فرعون</w:t>
      </w:r>
      <w:r>
        <w:rPr>
          <w:rtl/>
          <w:lang w:bidi="ur-PK"/>
        </w:rPr>
        <w:t xml:space="preserve"> سے عزت ومقام حاصل کرنے کے لئے گئے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کر واپس پلٹے“</w:t>
      </w:r>
      <w:r w:rsidR="00125F42" w:rsidRPr="00125F42">
        <w:rPr>
          <w:rStyle w:val="libFootnotenumChar"/>
          <w:rtl/>
          <w:lang w:bidi="ur-PK"/>
        </w:rPr>
        <w:t>(470)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چھٹے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1765B">
        <w:rPr>
          <w:rStyle w:val="libArabicChar"/>
          <w:rFonts w:hint="eastAsia"/>
          <w:rtl/>
        </w:rPr>
        <w:t>لَا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كُونُ</w:t>
      </w:r>
      <w:r w:rsidRPr="00E1765B">
        <w:rPr>
          <w:rStyle w:val="libArabicChar"/>
          <w:rtl/>
        </w:rPr>
        <w:t xml:space="preserve"> الْمُ</w:t>
      </w:r>
      <w:r w:rsidR="00AA04E3">
        <w:rPr>
          <w:rStyle w:val="libArabicChar"/>
          <w:rtl/>
        </w:rPr>
        <w:t>و</w:t>
      </w:r>
      <w:r w:rsidRPr="00E1765B">
        <w:rPr>
          <w:rStyle w:val="libArabicChar"/>
          <w:rFonts w:hint="eastAsia"/>
          <w:rtl/>
        </w:rPr>
        <w:t>مِنُ</w:t>
      </w:r>
      <w:r w:rsidRPr="00E1765B">
        <w:rPr>
          <w:rStyle w:val="libArabicChar"/>
          <w:rtl/>
        </w:rPr>
        <w:t xml:space="preserve"> مُ</w:t>
      </w:r>
      <w:r w:rsidR="00AA04E3">
        <w:rPr>
          <w:rStyle w:val="libArabicChar"/>
          <w:rtl/>
        </w:rPr>
        <w:t>و</w:t>
      </w:r>
      <w:r w:rsidRPr="00E1765B">
        <w:rPr>
          <w:rStyle w:val="libArabicChar"/>
          <w:rFonts w:hint="eastAsia"/>
          <w:rtl/>
        </w:rPr>
        <w:t>مِناً</w:t>
      </w:r>
      <w:r w:rsidRPr="00E1765B">
        <w:rPr>
          <w:rStyle w:val="libArabicChar"/>
          <w:rtl/>
        </w:rPr>
        <w:t xml:space="preserve"> حَتّ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كُونَ</w:t>
      </w:r>
      <w:r w:rsidRPr="00E1765B">
        <w:rPr>
          <w:rStyle w:val="libArabicChar"/>
          <w:rtl/>
        </w:rPr>
        <w:t xml:space="preserve"> خائِفاً راجِ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اً،</w:t>
      </w:r>
      <w:r w:rsidRPr="00E1765B">
        <w:rPr>
          <w:rStyle w:val="libArabicChar"/>
          <w:rtl/>
        </w:rPr>
        <w:t xml:space="preserve"> وَلَا 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كُونُ</w:t>
      </w:r>
      <w:r w:rsidRPr="00E1765B">
        <w:rPr>
          <w:rStyle w:val="libArabicChar"/>
          <w:rtl/>
        </w:rPr>
        <w:t xml:space="preserve"> خائِفاً راجِ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اً</w:t>
      </w:r>
      <w:r w:rsidRPr="00E1765B">
        <w:rPr>
          <w:rStyle w:val="libArabicChar"/>
          <w:rtl/>
        </w:rPr>
        <w:t xml:space="preserve"> حَتّ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tl/>
        </w:rPr>
        <w:t xml:space="preserve"> 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كُونَ</w:t>
      </w:r>
      <w:r w:rsidRPr="00E1765B">
        <w:rPr>
          <w:rStyle w:val="libArabicChar"/>
          <w:rtl/>
        </w:rPr>
        <w:t xml:space="preserve"> عامِلاً لِمٰا </w:t>
      </w:r>
      <w:r w:rsidRPr="00E1765B">
        <w:rPr>
          <w:rStyle w:val="libArabicChar"/>
          <w:rFonts w:hint="cs"/>
          <w:rtl/>
        </w:rPr>
        <w:t>ی</w:t>
      </w:r>
      <w:r w:rsidRPr="00E1765B">
        <w:rPr>
          <w:rStyle w:val="libArabicChar"/>
          <w:rFonts w:hint="eastAsia"/>
          <w:rtl/>
        </w:rPr>
        <w:t>خافُ</w:t>
      </w:r>
      <w:r w:rsidRPr="00E1765B">
        <w:rPr>
          <w:rStyle w:val="libArabicChar"/>
          <w:rtl/>
        </w:rPr>
        <w:t xml:space="preserve"> وَ َرْجُو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(471)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”مومن</w:t>
      </w:r>
      <w:r>
        <w:rPr>
          <w:rtl/>
          <w:lang w:bidi="ur-PK"/>
        </w:rPr>
        <w:t xml:space="preserve"> اس وقت مومن بنتا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جبکہ خوف و رجاء (ام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>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>، اور خوف و رجاء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</w:t>
      </w:r>
      <w:r w:rsidR="00AA04E3">
        <w:rPr>
          <w:rFonts w:hint="eastAsia"/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مگرجب تک خوف وام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لحاظ سے عمل انجام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8C2EF1">
      <w:pPr>
        <w:pStyle w:val="Heading2Center"/>
        <w:rPr>
          <w:rtl/>
          <w:lang w:bidi="ur-PK"/>
        </w:rPr>
      </w:pPr>
      <w:bookmarkStart w:id="126" w:name="_Toc520984063"/>
      <w:r>
        <w:rPr>
          <w:rFonts w:hint="eastAsia"/>
          <w:rtl/>
          <w:lang w:bidi="ur-PK"/>
        </w:rPr>
        <w:t>عدالت</w:t>
      </w:r>
      <w:bookmarkEnd w:id="126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والے اھم مسائل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عدالت بھ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عدل،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صفت اور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و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خصائص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عادل</w:t>
      </w:r>
      <w:r>
        <w:rPr>
          <w:rtl/>
          <w:lang w:bidi="ur-PK"/>
        </w:rPr>
        <w:t xml:space="preserve"> انسان ؛ محبوب خدا، اھل نجات اور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پُر نور چراغ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عدل،</w:t>
      </w:r>
      <w:r>
        <w:rPr>
          <w:rtl/>
          <w:lang w:bidi="ur-PK"/>
        </w:rPr>
        <w:t xml:space="preserve"> اس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>
        <w:rPr>
          <w:rtl/>
          <w:lang w:bidi="ur-PK"/>
        </w:rPr>
        <w:t xml:space="preserve"> کا نام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جس کو نظام کائنات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کھا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E1765B">
        <w:rPr>
          <w:rStyle w:val="libArabicChar"/>
          <w:rFonts w:hint="eastAsia"/>
          <w:rtl/>
        </w:rPr>
        <w:t>بِالْعَدْلِ</w:t>
      </w:r>
      <w:r w:rsidRPr="00E1765B">
        <w:rPr>
          <w:rStyle w:val="libArabicChar"/>
          <w:rtl/>
        </w:rPr>
        <w:t xml:space="preserve"> قامَتِ السَّماواتُ وَالْاَرْضُ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(472)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عدل کے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زم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آسمان قائم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عدالت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گفتگوک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ھر موڑ پر تمام انسانوں کو عدالت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کا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>
        <w:rPr>
          <w:rtl/>
          <w:lang w:bidi="ur-PK"/>
        </w:rPr>
        <w:t>ا</w:t>
      </w:r>
      <w:r w:rsidR="00476253" w:rsidRPr="00E1765B">
        <w:rPr>
          <w:rStyle w:val="libAieChar"/>
          <w:rtl/>
        </w:rPr>
        <w:t xml:space="preserve">ِٕنَّ اللهَ </w:t>
      </w:r>
      <w:r w:rsidR="00476253" w:rsidRPr="00E1765B">
        <w:rPr>
          <w:rStyle w:val="libAieChar"/>
          <w:rFonts w:hint="cs"/>
          <w:rtl/>
        </w:rPr>
        <w:t>ی</w:t>
      </w:r>
      <w:r w:rsidR="00BA0B7F">
        <w:rPr>
          <w:rStyle w:val="libAieChar"/>
          <w:rFonts w:hint="eastAsia"/>
          <w:rtl/>
        </w:rPr>
        <w:t>ا</w:t>
      </w:r>
      <w:r w:rsidR="00476253" w:rsidRPr="00E1765B">
        <w:rPr>
          <w:rStyle w:val="libAieChar"/>
          <w:rFonts w:hint="eastAsia"/>
          <w:rtl/>
        </w:rPr>
        <w:t>مُرُ</w:t>
      </w:r>
      <w:r w:rsidR="00476253" w:rsidRPr="00E1765B">
        <w:rPr>
          <w:rStyle w:val="libAieChar"/>
          <w:rtl/>
        </w:rPr>
        <w:t xml:space="preserve"> بِالْعَدْلِ وَالإِحْسَانِ وَإِ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تَاءِ</w:t>
      </w:r>
      <w:r w:rsidR="00476253" w:rsidRPr="00E1765B">
        <w:rPr>
          <w:rStyle w:val="libAieChar"/>
          <w:rtl/>
        </w:rPr>
        <w:t xml:space="preserve"> ذِ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tl/>
        </w:rPr>
        <w:t xml:space="preserve"> الْقُرْبَ</w:t>
      </w:r>
      <w:r w:rsidR="00476253" w:rsidRPr="00E1765B">
        <w:rPr>
          <w:rStyle w:val="libAieChar"/>
          <w:rFonts w:hint="cs"/>
          <w:rtl/>
        </w:rPr>
        <w:t>ی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(473)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”ب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شک</w:t>
      </w:r>
      <w:r w:rsidR="00476253">
        <w:rPr>
          <w:rtl/>
          <w:lang w:bidi="ur-PK"/>
        </w:rPr>
        <w:t xml:space="preserve"> اللہ عدل، احسان اور قرابتداروں کے حقوق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ادائ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گ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کا حکم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تاھے</w:t>
      </w:r>
      <w:r w:rsidR="00476253">
        <w:rPr>
          <w:rtl/>
          <w:lang w:bidi="ur-PK"/>
        </w:rPr>
        <w:t xml:space="preserve">“۔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E1765B">
        <w:rPr>
          <w:rStyle w:val="libAieChar"/>
          <w:rtl/>
        </w:rPr>
        <w:t xml:space="preserve">إِنَّ اللهَ </w:t>
      </w:r>
      <w:r w:rsidR="00476253" w:rsidRPr="00E1765B">
        <w:rPr>
          <w:rStyle w:val="libAieChar"/>
          <w:rFonts w:hint="cs"/>
          <w:rtl/>
        </w:rPr>
        <w:t>ی</w:t>
      </w:r>
      <w:r w:rsidR="00BA0B7F">
        <w:rPr>
          <w:rStyle w:val="libAieChar"/>
          <w:rFonts w:hint="eastAsia"/>
          <w:rtl/>
        </w:rPr>
        <w:t>ا</w:t>
      </w:r>
      <w:r w:rsidR="00476253" w:rsidRPr="00E1765B">
        <w:rPr>
          <w:rStyle w:val="libAieChar"/>
          <w:rFonts w:hint="eastAsia"/>
          <w:rtl/>
        </w:rPr>
        <w:t>مُرُكُمْ</w:t>
      </w:r>
      <w:r w:rsidR="00476253" w:rsidRPr="00E1765B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E1765B">
        <w:rPr>
          <w:rStyle w:val="libAieChar"/>
          <w:rFonts w:hint="eastAsia"/>
          <w:rtl/>
        </w:rPr>
        <w:t>نْ</w:t>
      </w:r>
      <w:r w:rsidR="00476253" w:rsidRPr="00E1765B">
        <w:rPr>
          <w:rStyle w:val="libAieChar"/>
          <w:rtl/>
        </w:rPr>
        <w:t xml:space="preserve"> تُؤَدُّوا الْ</w:t>
      </w:r>
      <w:r w:rsidR="00BA0B7F">
        <w:rPr>
          <w:rStyle w:val="libAieChar"/>
          <w:rtl/>
        </w:rPr>
        <w:t>ا</w:t>
      </w:r>
      <w:r w:rsidR="00476253" w:rsidRPr="00E1765B">
        <w:rPr>
          <w:rStyle w:val="libAieChar"/>
          <w:rFonts w:hint="eastAsia"/>
          <w:rtl/>
        </w:rPr>
        <w:t>مَانَاتِ</w:t>
      </w:r>
      <w:r w:rsidR="00476253" w:rsidRPr="00E1765B">
        <w:rPr>
          <w:rStyle w:val="libAieChar"/>
          <w:rtl/>
        </w:rPr>
        <w:t xml:space="preserve"> إِلَ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705CD5" w:rsidRPr="00705CD5">
        <w:rPr>
          <w:rStyle w:val="libAieChar"/>
          <w:rFonts w:hint="cs"/>
          <w:rtl/>
        </w:rPr>
        <w:t>ه</w:t>
      </w:r>
      <w:r w:rsidR="00476253" w:rsidRPr="00E1765B">
        <w:rPr>
          <w:rStyle w:val="libAieChar"/>
          <w:rFonts w:hint="cs"/>
          <w:rtl/>
        </w:rPr>
        <w:t>ل</w:t>
      </w:r>
      <w:r w:rsidR="00705CD5" w:rsidRPr="00705CD5">
        <w:rPr>
          <w:rStyle w:val="libAieChar"/>
          <w:rFonts w:hint="cs"/>
          <w:rtl/>
        </w:rPr>
        <w:t>ه</w:t>
      </w:r>
      <w:r w:rsidR="00476253" w:rsidRPr="00E1765B">
        <w:rPr>
          <w:rStyle w:val="libAieChar"/>
          <w:rFonts w:hint="cs"/>
          <w:rtl/>
        </w:rPr>
        <w:t>ا</w:t>
      </w:r>
      <w:r w:rsidR="00476253" w:rsidRPr="00E1765B">
        <w:rPr>
          <w:rStyle w:val="libAieChar"/>
          <w:rtl/>
        </w:rPr>
        <w:t xml:space="preserve"> وَإِذَا حَكَمْتُمْ بَ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نَ</w:t>
      </w:r>
      <w:r w:rsidR="00476253" w:rsidRPr="00E1765B">
        <w:rPr>
          <w:rStyle w:val="libAieChar"/>
          <w:rtl/>
        </w:rPr>
        <w:t xml:space="preserve"> النَّاسِ </w:t>
      </w:r>
      <w:r w:rsidR="00BA0B7F">
        <w:rPr>
          <w:rStyle w:val="libAieChar"/>
          <w:rtl/>
        </w:rPr>
        <w:t>ا</w:t>
      </w:r>
      <w:r w:rsidR="00476253" w:rsidRPr="00E1765B">
        <w:rPr>
          <w:rStyle w:val="libAieChar"/>
          <w:rFonts w:hint="eastAsia"/>
          <w:rtl/>
        </w:rPr>
        <w:t>نْ</w:t>
      </w:r>
      <w:r w:rsidR="00476253" w:rsidRPr="00E1765B">
        <w:rPr>
          <w:rStyle w:val="libAieChar"/>
          <w:rtl/>
        </w:rPr>
        <w:t xml:space="preserve"> تَحْكُمُوا بِالْعَدْلِ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(474)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”ب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شک</w:t>
      </w:r>
      <w:r w:rsidR="00476253">
        <w:rPr>
          <w:rtl/>
          <w:lang w:bidi="ur-PK"/>
        </w:rPr>
        <w:t xml:space="preserve"> اللہ تم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حکم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کہ امانتوں کو ان کے اھل تک پہنچا دو اور جب کوئ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ف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صلہ</w:t>
      </w:r>
      <w:r w:rsidR="00476253">
        <w:rPr>
          <w:rtl/>
          <w:lang w:bidi="ur-PK"/>
        </w:rPr>
        <w:t xml:space="preserve"> کرو تو انصاف کے ساتھ کرو“۔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lastRenderedPageBreak/>
        <w:t>(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ا</w:t>
      </w:r>
      <w:r w:rsidR="00BA0B7F">
        <w:rPr>
          <w:rStyle w:val="libAieChar"/>
          <w:rFonts w:hint="eastAsia"/>
          <w:rtl/>
        </w:rPr>
        <w:t>ا</w:t>
      </w:r>
      <w:r w:rsidR="00476253" w:rsidRPr="00E1765B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E1765B">
        <w:rPr>
          <w:rStyle w:val="libAieChar"/>
          <w:rFonts w:hint="cs"/>
          <w:rtl/>
        </w:rPr>
        <w:t>ا</w:t>
      </w:r>
      <w:r w:rsidR="00476253" w:rsidRPr="00E1765B">
        <w:rPr>
          <w:rStyle w:val="libAieChar"/>
          <w:rtl/>
        </w:rPr>
        <w:t xml:space="preserve"> الَّذِ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نَ</w:t>
      </w:r>
      <w:r w:rsidR="00476253" w:rsidRPr="00E1765B">
        <w:rPr>
          <w:rStyle w:val="libAieChar"/>
          <w:rtl/>
        </w:rPr>
        <w:t xml:space="preserve"> آمَنُوا كُونُوا قَوَّامِ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Fonts w:hint="eastAsia"/>
          <w:rtl/>
        </w:rPr>
        <w:t>نَ</w:t>
      </w:r>
      <w:r w:rsidR="00476253" w:rsidRPr="00E1765B">
        <w:rPr>
          <w:rStyle w:val="libAieChar"/>
          <w:rtl/>
        </w:rPr>
        <w:t xml:space="preserve"> لِلَّ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E1765B">
        <w:rPr>
          <w:rStyle w:val="libAieChar"/>
          <w:rFonts w:hint="cs"/>
          <w:rtl/>
        </w:rPr>
        <w:t>ِ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شُ</w:t>
      </w:r>
      <w:r w:rsidR="00705CD5" w:rsidRPr="00705CD5">
        <w:rPr>
          <w:rStyle w:val="libAieChar"/>
          <w:rFonts w:hint="cs"/>
          <w:rtl/>
        </w:rPr>
        <w:t>ه</w:t>
      </w:r>
      <w:r w:rsidR="00476253" w:rsidRPr="00E1765B">
        <w:rPr>
          <w:rStyle w:val="libAieChar"/>
          <w:rFonts w:hint="cs"/>
          <w:rtl/>
        </w:rPr>
        <w:t>َدَاءَ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بِالْقِسْطِ</w:t>
      </w:r>
      <w:r w:rsidR="00476253" w:rsidRPr="00E1765B">
        <w:rPr>
          <w:rStyle w:val="libAieChar"/>
          <w:rtl/>
        </w:rPr>
        <w:t xml:space="preserve"> </w:t>
      </w:r>
      <w:r w:rsidR="00476253" w:rsidRPr="00E1765B">
        <w:rPr>
          <w:rStyle w:val="libAieChar"/>
          <w:rFonts w:hint="cs"/>
          <w:rtl/>
        </w:rPr>
        <w:t>وَلاَی</w:t>
      </w:r>
      <w:r w:rsidR="00476253" w:rsidRPr="00E1765B">
        <w:rPr>
          <w:rStyle w:val="libAieChar"/>
          <w:rFonts w:hint="eastAsia"/>
          <w:rtl/>
        </w:rPr>
        <w:t>جْرِمَنَّكُمْ</w:t>
      </w:r>
      <w:r w:rsidR="00476253" w:rsidRPr="00E1765B">
        <w:rPr>
          <w:rStyle w:val="libAieChar"/>
          <w:rtl/>
        </w:rPr>
        <w:t xml:space="preserve"> شَنَآنُ قَوْمٍ عَلَ</w:t>
      </w:r>
      <w:r w:rsidR="00476253" w:rsidRPr="00E1765B">
        <w:rPr>
          <w:rStyle w:val="libAieChar"/>
          <w:rFonts w:hint="cs"/>
          <w:rtl/>
        </w:rPr>
        <w:t>ی</w:t>
      </w:r>
      <w:r w:rsidR="00476253" w:rsidRPr="00E1765B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E1765B">
        <w:rPr>
          <w:rStyle w:val="libAieChar"/>
          <w:rFonts w:hint="eastAsia"/>
          <w:rtl/>
        </w:rPr>
        <w:t>لاَّ</w:t>
      </w:r>
      <w:r w:rsidR="00476253" w:rsidRPr="00E1765B">
        <w:rPr>
          <w:rStyle w:val="libAieChar"/>
          <w:rtl/>
        </w:rPr>
        <w:t xml:space="preserve"> تَعْدِلُوا اعْدِلُوا </w:t>
      </w:r>
      <w:r w:rsidR="00705CD5" w:rsidRPr="00705CD5">
        <w:rPr>
          <w:rStyle w:val="libAieChar"/>
          <w:rFonts w:hint="cs"/>
          <w:rtl/>
        </w:rPr>
        <w:t>ه</w:t>
      </w:r>
      <w:r w:rsidR="00476253" w:rsidRPr="00E1765B">
        <w:rPr>
          <w:rStyle w:val="libAieChar"/>
          <w:rFonts w:hint="cs"/>
          <w:rtl/>
        </w:rPr>
        <w:t>ُوَ</w:t>
      </w:r>
      <w:r w:rsidR="00476253" w:rsidRPr="00E1765B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E1765B">
        <w:rPr>
          <w:rStyle w:val="libAieChar"/>
          <w:rFonts w:hint="eastAsia"/>
          <w:rtl/>
        </w:rPr>
        <w:t>قْرَبُ</w:t>
      </w:r>
      <w:r w:rsidR="00476253" w:rsidRPr="00E1765B">
        <w:rPr>
          <w:rStyle w:val="libAieChar"/>
          <w:rtl/>
        </w:rPr>
        <w:t xml:space="preserve"> لِلتَّقْوَ</w:t>
      </w:r>
      <w:r w:rsidR="00476253" w:rsidRPr="00E1765B">
        <w:rPr>
          <w:rStyle w:val="libAieChar"/>
          <w:rFonts w:hint="cs"/>
          <w:rtl/>
        </w:rPr>
        <w:t>ی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(475)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”اے</w:t>
      </w:r>
      <w:r w:rsidR="00476253">
        <w:rPr>
          <w:rtl/>
          <w:lang w:bidi="ur-PK"/>
        </w:rPr>
        <w:t xml:space="preserve">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والو ! خدا کے لئے 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ام</w:t>
      </w:r>
      <w:r w:rsidR="00476253">
        <w:rPr>
          <w:rtl/>
          <w:lang w:bidi="ur-PK"/>
        </w:rPr>
        <w:t xml:space="preserve"> کرنے والے اور انصاف کے ساتھ گواھ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نے</w:t>
      </w:r>
      <w:r w:rsidR="00476253">
        <w:rPr>
          <w:rtl/>
          <w:lang w:bidi="ur-PK"/>
        </w:rPr>
        <w:t xml:space="preserve"> والے بنو، اور خبردار کس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قوم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عداوت تم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اس بات پر آمادہ نہ کردے کہ انصاف ترک کردو ۔انصاف کرو کہ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تقويٰ سے قر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</w:t>
      </w:r>
      <w:r w:rsidR="00476253">
        <w:rPr>
          <w:rtl/>
          <w:lang w:bidi="ur-PK"/>
        </w:rPr>
        <w:t xml:space="preserve"> ت</w:t>
      </w:r>
      <w:r w:rsidR="00AA04E3">
        <w:rPr>
          <w:rtl/>
          <w:lang w:bidi="ur-PK"/>
        </w:rPr>
        <w:t xml:space="preserve">رہے 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5E4E51">
        <w:rPr>
          <w:rStyle w:val="libArabicChar"/>
          <w:rFonts w:hint="eastAsia"/>
          <w:rtl/>
        </w:rPr>
        <w:t>عَدْلُ</w:t>
      </w:r>
      <w:r w:rsidRPr="005E4E51">
        <w:rPr>
          <w:rStyle w:val="libArabicChar"/>
          <w:rtl/>
        </w:rPr>
        <w:t xml:space="preserve"> ساعَةٍ خَ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رٌ</w:t>
      </w:r>
      <w:r w:rsidRPr="005E4E51">
        <w:rPr>
          <w:rStyle w:val="libArabicChar"/>
          <w:rtl/>
        </w:rPr>
        <w:t xml:space="preserve"> مِنْ عِبادَةِ سَبْع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نَ</w:t>
      </w:r>
      <w:r w:rsidRPr="005E4E51">
        <w:rPr>
          <w:rStyle w:val="libArabicChar"/>
          <w:rtl/>
        </w:rPr>
        <w:t xml:space="preserve"> سَنَةً، ق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امٌ</w:t>
      </w:r>
      <w:r w:rsidRPr="005E4E51">
        <w:rPr>
          <w:rStyle w:val="libArabicChar"/>
          <w:rtl/>
        </w:rPr>
        <w:t xml:space="preserve"> لَ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لُ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ا</w:t>
      </w:r>
      <w:r w:rsidRPr="005E4E51">
        <w:rPr>
          <w:rStyle w:val="libArabicChar"/>
          <w:rtl/>
        </w:rPr>
        <w:t xml:space="preserve"> وَ صِ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امٌ</w:t>
      </w:r>
      <w:r w:rsidRPr="005E4E51">
        <w:rPr>
          <w:rStyle w:val="libArabicChar"/>
          <w:rtl/>
        </w:rPr>
        <w:t xml:space="preserve"> نَ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ارُ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ا،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وَجَوْرُ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ساعَةٍ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فِی</w:t>
      </w:r>
      <w:r w:rsidRPr="005E4E51">
        <w:rPr>
          <w:rStyle w:val="libArabicChar"/>
          <w:rtl/>
        </w:rPr>
        <w:t xml:space="preserve"> حُكْمٍ اَشَدُّ عِنْدَ اللّٰ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ِ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مِنْ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مَعاصِی</w:t>
      </w:r>
      <w:r w:rsidRPr="005E4E51">
        <w:rPr>
          <w:rStyle w:val="libArabicChar"/>
          <w:rtl/>
        </w:rPr>
        <w:t xml:space="preserve"> سِتّ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نَ</w:t>
      </w:r>
      <w:r w:rsidRPr="005E4E51">
        <w:rPr>
          <w:rStyle w:val="libArabicChar"/>
          <w:rtl/>
        </w:rPr>
        <w:t xml:space="preserve"> سَنَةً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(476)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گھنٹہ عدالت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اس ستر سال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سے بھتر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رات بھر عبادت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 اور دن کو روزہ رکھا جائے،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گھنٹہ ظلم کرنا خدا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ساٹھ سال کے گناھوں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بُراھے!“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5E4E51">
        <w:rPr>
          <w:rStyle w:val="libArabicChar"/>
          <w:rFonts w:hint="eastAsia"/>
          <w:rtl/>
        </w:rPr>
        <w:t>مَنْ</w:t>
      </w:r>
      <w:r w:rsidRPr="005E4E51">
        <w:rPr>
          <w:rStyle w:val="libArabicChar"/>
          <w:rtl/>
        </w:rPr>
        <w:t xml:space="preserve"> طابَقَ سِرُّ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عَلَانِی</w:t>
      </w:r>
      <w:r w:rsidRPr="005E4E51">
        <w:rPr>
          <w:rStyle w:val="libArabicChar"/>
          <w:rFonts w:hint="eastAsia"/>
          <w:rtl/>
        </w:rPr>
        <w:t>تَ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ُ،</w:t>
      </w:r>
      <w:r w:rsidRPr="005E4E51">
        <w:rPr>
          <w:rStyle w:val="libArabicChar"/>
          <w:rtl/>
        </w:rPr>
        <w:t xml:space="preserve"> وَوافَقَ فِعْلُ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مَقَالَتَ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ُ،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فَ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ُوَ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الَّذِی</w:t>
      </w:r>
      <w:r w:rsidRPr="005E4E51">
        <w:rPr>
          <w:rStyle w:val="libArabicChar"/>
          <w:rtl/>
        </w:rPr>
        <w:t xml:space="preserve"> اَدَّ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tl/>
        </w:rPr>
        <w:t xml:space="preserve"> الْاَمانَةَ وَتَحَقَّقَتْ عَدالَتُ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(477)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”جس</w:t>
      </w:r>
      <w:r>
        <w:rPr>
          <w:rtl/>
          <w:lang w:bidi="ur-PK"/>
        </w:rPr>
        <w:t xml:space="preserve"> شخص کا ظاھر و باطن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اور اس کے قول و عمل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مطابقت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شخص امانت ادا کرنے والا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عدالت ثابت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آپ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5E4E51">
        <w:rPr>
          <w:rStyle w:val="libArabicChar"/>
          <w:rFonts w:hint="eastAsia"/>
          <w:rtl/>
        </w:rPr>
        <w:t>اَلْعَدْلُ</w:t>
      </w:r>
      <w:r w:rsidRPr="005E4E51">
        <w:rPr>
          <w:rStyle w:val="libArabicChar"/>
          <w:rtl/>
        </w:rPr>
        <w:t xml:space="preserve"> اَساسُ بِ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ِ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قَوامُ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الْعالَمِ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(478)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”عدالت</w:t>
      </w:r>
      <w:r>
        <w:rPr>
          <w:rtl/>
          <w:lang w:bidi="ur-PK"/>
        </w:rPr>
        <w:t xml:space="preserve"> اس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 نام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پر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قائم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اور جگہ ھمارے مولا و آقا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5E4E51">
        <w:rPr>
          <w:rStyle w:val="libArabicChar"/>
          <w:rFonts w:hint="eastAsia"/>
          <w:rtl/>
        </w:rPr>
        <w:t>اَلْعَدْلُ</w:t>
      </w:r>
      <w:r w:rsidRPr="005E4E51">
        <w:rPr>
          <w:rStyle w:val="libArabicChar"/>
          <w:rtl/>
        </w:rPr>
        <w:t xml:space="preserve"> رَ</w:t>
      </w:r>
      <w:r w:rsidR="00BA0B7F">
        <w:rPr>
          <w:rStyle w:val="libArabicChar"/>
          <w:rtl/>
        </w:rPr>
        <w:t>ا</w:t>
      </w:r>
      <w:r w:rsidRPr="005E4E51">
        <w:rPr>
          <w:rStyle w:val="libArabicChar"/>
          <w:rFonts w:hint="eastAsia"/>
          <w:rtl/>
        </w:rPr>
        <w:t>سُ</w:t>
      </w:r>
      <w:r w:rsidRPr="005E4E51">
        <w:rPr>
          <w:rStyle w:val="libArabicChar"/>
          <w:rtl/>
        </w:rPr>
        <w:t xml:space="preserve"> الاِْ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مانِ،</w:t>
      </w:r>
      <w:r w:rsidRPr="005E4E51">
        <w:rPr>
          <w:rStyle w:val="libArabicChar"/>
          <w:rtl/>
        </w:rPr>
        <w:t xml:space="preserve"> وَجِماعُ الاِْحْسانِ، وَاَعليٰ مَراتِبِ الْاِ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مانِ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(479)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”عدالت</w:t>
      </w:r>
      <w:r>
        <w:rPr>
          <w:rtl/>
          <w:lang w:bidi="ur-PK"/>
        </w:rPr>
        <w:t xml:space="preserve"> سرچشمہ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مان،</w:t>
      </w:r>
      <w:r>
        <w:rPr>
          <w:rtl/>
          <w:lang w:bidi="ur-PK"/>
        </w:rPr>
        <w:t xml:space="preserve"> جامع احسان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کے بلند درجات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قارئ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کرام! گزشتہ صفحات کا خلاصہ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مان،</w:t>
      </w:r>
      <w:r>
        <w:rPr>
          <w:rtl/>
          <w:lang w:bidi="ur-PK"/>
        </w:rPr>
        <w:t xml:space="preserve"> نماز، انفاق، آخرت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ماں باپ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رشتہ داروں کے ساتھ احسان،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موں</w:t>
      </w:r>
      <w:r>
        <w:rPr>
          <w:rtl/>
          <w:lang w:bidi="ur-PK"/>
        </w:rPr>
        <w:t xml:space="preserve">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سلوک، مساک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رکھنا،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گفتار اپنانا، اخلاص، صبر، مال حلال، تقويٰ،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رت،</w:t>
      </w:r>
      <w:r>
        <w:rPr>
          <w:rtl/>
          <w:lang w:bidi="ur-PK"/>
        </w:rPr>
        <w:t xml:space="preserve"> عبرت،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ر،</w:t>
      </w:r>
      <w:r>
        <w:rPr>
          <w:rtl/>
          <w:lang w:bidi="ur-PK"/>
        </w:rPr>
        <w:t xml:space="preserve"> تحص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علم،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اور</w:t>
      </w:r>
      <w:r>
        <w:rPr>
          <w:rtl/>
          <w:lang w:bidi="ur-PK"/>
        </w:rPr>
        <w:t xml:space="preserve"> عدالت کو اپنانا۔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اعمال اور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اخلاق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جو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تعلق رکھت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گناھوں سے توبہ کے بعد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کے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اسباب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۔ان کے علاوہ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حکمت، قرض الحسنہ، محبت و مودت، انصاف، ولا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صلح </w:t>
      </w:r>
      <w:r>
        <w:rPr>
          <w:rtl/>
          <w:lang w:bidi="ur-PK"/>
        </w:rPr>
        <w:lastRenderedPageBreak/>
        <w:t>کرانا، وفائے عہد، عفو و بخشش، توکل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تواضع، صدق،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رخواھ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الفت و معاشرت، جھاد اکبر، امر بالمعروف و 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عن المنکر، زہد، شکر، ذمہ دار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سخاوت اور ان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اصلاح کے اسباب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اگر گزشتہ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و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کے ساتھ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تو چند جلد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کتاب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لہٰذا 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سے صرف نظر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اپنے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قارئ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مفصل کتابوں کے مطالعہ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تفاس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قرآن، اصول کاف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جامع السعادات، معراج السعادة، محجة 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ضاء،</w:t>
      </w:r>
      <w:r>
        <w:rPr>
          <w:rtl/>
          <w:lang w:bidi="ur-PK"/>
        </w:rPr>
        <w:t xml:space="preserve"> عرفان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(12جلد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موئف کتاب ہذا) معان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الاخبار، خصال صدو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اورمواعظ العدد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۔ </w:t>
      </w:r>
    </w:p>
    <w:p w:rsidR="00476253" w:rsidRPr="00A745F6" w:rsidRDefault="00A745F6" w:rsidP="00A745F6">
      <w:pPr>
        <w:pStyle w:val="libLine"/>
        <w:rPr>
          <w:rtl/>
          <w:lang w:bidi="ur-PK"/>
        </w:rPr>
      </w:pPr>
      <w:r>
        <w:rPr>
          <w:rFonts w:hint="cs"/>
          <w:rtl/>
          <w:lang w:bidi="ur-PK"/>
        </w:rPr>
        <w:t>____________________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375. سورہ7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220۔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376. سور</w:t>
      </w:r>
      <w:r w:rsidR="00BA0B7F">
        <w:rPr>
          <w:rtl/>
        </w:rPr>
        <w:t>ہ</w:t>
      </w:r>
      <w:r>
        <w:rPr>
          <w:rtl/>
        </w:rPr>
        <w:t xml:space="preserve">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377. سور</w:t>
      </w:r>
      <w:r w:rsidR="00BA0B7F">
        <w:rPr>
          <w:rtl/>
        </w:rPr>
        <w:t>ہ</w:t>
      </w:r>
      <w:r>
        <w:rPr>
          <w:rtl/>
        </w:rPr>
        <w:t xml:space="preserve">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378. سور</w:t>
      </w:r>
      <w:r w:rsidR="00BA0B7F">
        <w:rPr>
          <w:rtl/>
        </w:rPr>
        <w:t>ہ</w:t>
      </w:r>
      <w:r>
        <w:rPr>
          <w:rtl/>
        </w:rPr>
        <w:t xml:space="preserve">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127۔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379. سور</w:t>
      </w:r>
      <w:r w:rsidR="00BA0B7F">
        <w:rPr>
          <w:rtl/>
        </w:rPr>
        <w:t>ہ</w:t>
      </w:r>
      <w:r>
        <w:rPr>
          <w:rtl/>
        </w:rPr>
        <w:t xml:space="preserve">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152۔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380. الترغ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ج3، ص347۔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381. کنزالعمال ص6008؛تفس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ص12،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382. الترغ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ج3، ص349۔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 xml:space="preserve">383. ثواب الاعمال ص199، ثواب من مسح 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 w:rsidR="00BA0B7F">
        <w:rPr>
          <w:rtl/>
        </w:rPr>
        <w:t>ا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م؛بحار</w:t>
      </w:r>
      <w:r>
        <w:rPr>
          <w:rtl/>
        </w:rPr>
        <w:t xml:space="preserve"> الانوار ج72، ص4، باب31،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9۔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384. سور</w:t>
      </w:r>
      <w:r w:rsidR="00BA0B7F">
        <w:rPr>
          <w:rtl/>
        </w:rPr>
        <w:t>ہ</w:t>
      </w:r>
      <w:r>
        <w:rPr>
          <w:rtl/>
        </w:rPr>
        <w:t xml:space="preserve"> اسراء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26۔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385.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177۔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386. سور</w:t>
      </w:r>
      <w:r w:rsidR="00BA0B7F">
        <w:rPr>
          <w:rtl/>
        </w:rPr>
        <w:t>ہ</w:t>
      </w:r>
      <w:r>
        <w:rPr>
          <w:rtl/>
        </w:rPr>
        <w:t xml:space="preserve">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60۔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387. سور</w:t>
      </w:r>
      <w:r w:rsidR="00BA0B7F">
        <w:rPr>
          <w:rtl/>
        </w:rPr>
        <w:t>ہ</w:t>
      </w:r>
      <w:r>
        <w:rPr>
          <w:rtl/>
        </w:rPr>
        <w:t xml:space="preserve"> فجر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16تا 20۔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388. سور</w:t>
      </w:r>
      <w:r w:rsidR="00BA0B7F">
        <w:rPr>
          <w:rtl/>
        </w:rPr>
        <w:t>ہ</w:t>
      </w:r>
      <w:r>
        <w:rPr>
          <w:rtl/>
        </w:rPr>
        <w:t xml:space="preserve"> حاقہ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25تا 37۔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389. مواعظ العدد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ص147۔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390.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حسن عسکر</w:t>
      </w:r>
      <w:r>
        <w:rPr>
          <w:rFonts w:hint="cs"/>
          <w:rtl/>
        </w:rPr>
        <w:t>ی</w:t>
      </w:r>
      <w:r>
        <w:rPr>
          <w:rtl/>
        </w:rPr>
        <w:t xml:space="preserve"> ص345،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226؛تفس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ج1، ص151،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83 ؛بحار الانوار ج66، ص344، باب38۔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lastRenderedPageBreak/>
        <w:t>391. کاف</w:t>
      </w:r>
      <w:r>
        <w:rPr>
          <w:rFonts w:hint="cs"/>
          <w:rtl/>
        </w:rPr>
        <w:t>ی</w:t>
      </w:r>
      <w:r>
        <w:rPr>
          <w:rtl/>
        </w:rPr>
        <w:t xml:space="preserve"> ج2، ص201، باب اطعام الم</w:t>
      </w:r>
      <w:r w:rsidR="00AA04E3">
        <w:rPr>
          <w:rtl/>
        </w:rPr>
        <w:t>و</w:t>
      </w:r>
      <w:r>
        <w:rPr>
          <w:rFonts w:hint="eastAsia"/>
          <w:rtl/>
        </w:rPr>
        <w:t>من،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6؛وسائل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ج24، ص309، باب 32،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30627۔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392. سور</w:t>
      </w:r>
      <w:r w:rsidR="00BA0B7F">
        <w:rPr>
          <w:rtl/>
        </w:rPr>
        <w:t>ہ</w:t>
      </w:r>
      <w:r>
        <w:rPr>
          <w:rtl/>
        </w:rPr>
        <w:t xml:space="preserve"> بلد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14۔16۔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393. 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tl/>
        </w:rPr>
        <w:t xml:space="preserve"> ء ج5، ص193، کتاب آفات اللسان۔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394. غررالحکم ص209، اللسان 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4021۔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395. کاف</w:t>
      </w:r>
      <w:r>
        <w:rPr>
          <w:rFonts w:hint="cs"/>
          <w:rtl/>
        </w:rPr>
        <w:t>ی</w:t>
      </w:r>
      <w:r>
        <w:rPr>
          <w:rtl/>
        </w:rPr>
        <w:t xml:space="preserve"> ج2، ص115، باب الصمت و حفظ اللسان،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16؛بحار الانوار ج68، ص304، باب78،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80۔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396. غررالحکم ص213، حظہ اللسان واھم</w:t>
      </w:r>
      <w:r>
        <w:rPr>
          <w:rFonts w:hint="cs"/>
          <w:rtl/>
        </w:rPr>
        <w:t>ی</w:t>
      </w:r>
      <w:r>
        <w:rPr>
          <w:rFonts w:hint="eastAsia"/>
          <w:rtl/>
        </w:rPr>
        <w:t>تہ،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4159۔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397.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صاف</w:t>
      </w:r>
      <w:r>
        <w:rPr>
          <w:rFonts w:hint="cs"/>
          <w:rtl/>
        </w:rPr>
        <w:t>ی</w:t>
      </w:r>
      <w:r>
        <w:rPr>
          <w:rtl/>
        </w:rPr>
        <w:t xml:space="preserve"> ج1، ص152،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83 ؛بحار الانوار ج72، ص401، باب 87،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42۔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398.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ج1، ص48،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63، ؛تفس</w:t>
      </w:r>
      <w:r>
        <w:rPr>
          <w:rFonts w:hint="cs"/>
          <w:rtl/>
        </w:rPr>
        <w:t>ی</w:t>
      </w:r>
      <w:r>
        <w:rPr>
          <w:rFonts w:hint="eastAsia"/>
          <w:rtl/>
        </w:rPr>
        <w:t>رصاف</w:t>
      </w:r>
      <w:r>
        <w:rPr>
          <w:rFonts w:hint="cs"/>
          <w:rtl/>
        </w:rPr>
        <w:t>ی</w:t>
      </w:r>
      <w:r>
        <w:rPr>
          <w:rtl/>
        </w:rPr>
        <w:t xml:space="preserve"> ج1، ص152،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83؛بحار الانوار ج71، ص161، باب 10،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19۔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399. مواعظ العدد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ص87۔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400. سور</w:t>
      </w:r>
      <w:r w:rsidR="00BA0B7F">
        <w:rPr>
          <w:rtl/>
        </w:rPr>
        <w:t>ہ</w:t>
      </w:r>
      <w:r>
        <w:rPr>
          <w:rtl/>
        </w:rPr>
        <w:t xml:space="preserve">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146۔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401. سور</w:t>
      </w:r>
      <w:r w:rsidR="00BA0B7F">
        <w:rPr>
          <w:rtl/>
        </w:rPr>
        <w:t>ہ</w:t>
      </w:r>
      <w:r>
        <w:rPr>
          <w:rtl/>
        </w:rPr>
        <w:t xml:space="preserve"> زمر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402. سور</w:t>
      </w:r>
      <w:r w:rsidR="00BA0B7F">
        <w:rPr>
          <w:rtl/>
        </w:rPr>
        <w:t>ہ</w:t>
      </w:r>
      <w:r>
        <w:rPr>
          <w:rtl/>
        </w:rPr>
        <w:t xml:space="preserve"> زمر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403.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139۔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404.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ج2، ص69، باب 31،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321؛بحا رالانوار ج67، ص 242، باب 54،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10۔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405. جامع الاخبار ص100، الفصل 56ف</w:t>
      </w:r>
      <w:r>
        <w:rPr>
          <w:rFonts w:hint="cs"/>
          <w:rtl/>
        </w:rPr>
        <w:t>ی</w:t>
      </w:r>
      <w:r>
        <w:rPr>
          <w:rtl/>
        </w:rPr>
        <w:t xml:space="preserve"> الاخلاص؛بحار الانوار ج67، 248، باب 54،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21۔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406. غررالحکم :62، فوائد ال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746۔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407. غرر الحکم :398، الفصل التاسع،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9249۔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408. غررالحکم :155، الاخلاص ف</w:t>
      </w:r>
      <w:r>
        <w:rPr>
          <w:rFonts w:hint="cs"/>
          <w:rtl/>
        </w:rPr>
        <w:t>ی</w:t>
      </w:r>
      <w:r>
        <w:rPr>
          <w:rtl/>
        </w:rPr>
        <w:t xml:space="preserve"> العمل،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2907۔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409.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155۔157۔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410. سور</w:t>
      </w:r>
      <w:r w:rsidR="00BA0B7F">
        <w:rPr>
          <w:rtl/>
        </w:rPr>
        <w:t>ہ</w:t>
      </w:r>
      <w:r>
        <w:rPr>
          <w:rtl/>
        </w:rPr>
        <w:t xml:space="preserve"> رعد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23۔24۔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411. سور</w:t>
      </w:r>
      <w:r w:rsidR="00BA0B7F">
        <w:rPr>
          <w:rtl/>
        </w:rPr>
        <w:t>ہ</w:t>
      </w:r>
      <w:r>
        <w:rPr>
          <w:rtl/>
        </w:rPr>
        <w:t xml:space="preserve"> نحل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96۔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lastRenderedPageBreak/>
        <w:t>412. سور</w:t>
      </w:r>
      <w:r w:rsidR="00BA0B7F">
        <w:rPr>
          <w:rtl/>
        </w:rPr>
        <w:t>ہ</w:t>
      </w:r>
      <w:r>
        <w:rPr>
          <w:rtl/>
        </w:rPr>
        <w:t xml:space="preserve"> قصص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54۔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413. کنزل العمال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6522۔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414. نہج البلاغہ ص699، نامہ 53؛تحف العقول ص142؛بحار الانوارج74، ص259، باب 10،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415. غررالحکم :70، الصبر عل</w:t>
      </w:r>
      <w:r>
        <w:rPr>
          <w:rFonts w:hint="cs"/>
          <w:rtl/>
        </w:rPr>
        <w:t>ی</w:t>
      </w:r>
      <w:r>
        <w:rPr>
          <w:rtl/>
        </w:rPr>
        <w:t xml:space="preserve"> الحق،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993۔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416. کاف</w:t>
      </w:r>
      <w:r>
        <w:rPr>
          <w:rFonts w:hint="cs"/>
          <w:rtl/>
        </w:rPr>
        <w:t>ی</w:t>
      </w:r>
      <w:r>
        <w:rPr>
          <w:rtl/>
        </w:rPr>
        <w:t xml:space="preserve"> ج2، ص89، باب الصب،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7؛بحار الانوار ج68، ص72، باب 62،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417. کاف</w:t>
      </w:r>
      <w:r>
        <w:rPr>
          <w:rFonts w:hint="cs"/>
          <w:rtl/>
        </w:rPr>
        <w:t>ی</w:t>
      </w:r>
      <w:r>
        <w:rPr>
          <w:rtl/>
        </w:rPr>
        <w:t xml:space="preserve"> ج2، ص91، باب الصبر،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14؛وسائل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ج15، ص237، باب 19،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20371۔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418. سور</w:t>
      </w:r>
      <w:r w:rsidR="00BA0B7F">
        <w:rPr>
          <w:rtl/>
        </w:rPr>
        <w:t>ہ</w:t>
      </w:r>
      <w:r>
        <w:rPr>
          <w:rtl/>
        </w:rPr>
        <w:t xml:space="preserve"> م</w:t>
      </w:r>
      <w:r w:rsidR="00AA04E3">
        <w:rPr>
          <w:rtl/>
        </w:rPr>
        <w:t>و</w:t>
      </w:r>
      <w:r>
        <w:rPr>
          <w:rFonts w:hint="eastAsia"/>
          <w:rtl/>
        </w:rPr>
        <w:t>منون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51۔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 xml:space="preserve">419. الدر المنثور ج5، ص10۔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420.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168۔169۔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421.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ص25۔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 xml:space="preserve">422. کنز العمال : 9266۔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423. کنز العمال :9261؛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ص26۔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424.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</w:t>
      </w:r>
      <w:r w:rsidR="00572206" w:rsidRPr="00317471">
        <w:rPr>
          <w:rtl/>
        </w:rPr>
        <w:t xml:space="preserve">(26) </w:t>
      </w:r>
      <w:r w:rsidR="00572206">
        <w:rPr>
          <w:rtl/>
        </w:rPr>
        <w:cr/>
      </w:r>
      <w:r>
        <w:rPr>
          <w:rtl/>
        </w:rPr>
        <w:t>425.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426. سور</w:t>
      </w:r>
      <w:r w:rsidR="00BA0B7F">
        <w:rPr>
          <w:rtl/>
        </w:rPr>
        <w:t>ہ</w:t>
      </w:r>
      <w:r>
        <w:rPr>
          <w:rtl/>
        </w:rPr>
        <w:t xml:space="preserve"> شعراء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90۔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427.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189۔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428.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194۔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429. سور</w:t>
      </w:r>
      <w:r w:rsidR="00BA0B7F">
        <w:rPr>
          <w:rtl/>
        </w:rPr>
        <w:t>ہ</w:t>
      </w:r>
      <w:r>
        <w:rPr>
          <w:rtl/>
        </w:rPr>
        <w:t xml:space="preserve"> آل عمران 76۔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430. سور</w:t>
      </w:r>
      <w:r w:rsidR="00BA0B7F">
        <w:rPr>
          <w:rtl/>
        </w:rPr>
        <w:t>ہ</w:t>
      </w:r>
      <w:r>
        <w:rPr>
          <w:rtl/>
        </w:rPr>
        <w:t xml:space="preserve"> آل عمران 123۔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431. سور</w:t>
      </w:r>
      <w:r w:rsidR="00BA0B7F">
        <w:rPr>
          <w:rtl/>
        </w:rPr>
        <w:t>ہ</w:t>
      </w:r>
      <w:r>
        <w:rPr>
          <w:rtl/>
        </w:rPr>
        <w:t xml:space="preserve">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432. سور</w:t>
      </w:r>
      <w:r w:rsidR="00BA0B7F">
        <w:rPr>
          <w:rtl/>
        </w:rPr>
        <w:t>ہ</w:t>
      </w:r>
      <w:r>
        <w:rPr>
          <w:rtl/>
        </w:rPr>
        <w:t xml:space="preserve"> آل عمران 172۔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433.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27۔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lastRenderedPageBreak/>
        <w:t>434. سور</w:t>
      </w:r>
      <w:r w:rsidR="00BA0B7F">
        <w:rPr>
          <w:rtl/>
        </w:rPr>
        <w:t>ہ</w:t>
      </w:r>
      <w:r>
        <w:rPr>
          <w:rtl/>
        </w:rPr>
        <w:t xml:space="preserve">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69۔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435. سور</w:t>
      </w:r>
      <w:r w:rsidR="00BA0B7F">
        <w:rPr>
          <w:rtl/>
        </w:rPr>
        <w:t>ہ</w:t>
      </w:r>
      <w:r>
        <w:rPr>
          <w:rtl/>
        </w:rPr>
        <w:t xml:space="preserve"> حجرات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436. سور</w:t>
      </w:r>
      <w:r w:rsidR="00BA0B7F">
        <w:rPr>
          <w:rtl/>
        </w:rPr>
        <w:t>ہ</w:t>
      </w:r>
      <w:r>
        <w:rPr>
          <w:rtl/>
        </w:rPr>
        <w:t xml:space="preserve"> جاث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19۔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437. سور</w:t>
      </w:r>
      <w:r w:rsidR="00BA0B7F">
        <w:rPr>
          <w:rtl/>
        </w:rPr>
        <w:t>ہ</w:t>
      </w:r>
      <w:r>
        <w:rPr>
          <w:rtl/>
        </w:rPr>
        <w:t xml:space="preserve"> حجرات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13۔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438.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ج2، ص213،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50؛ بحار الانوار، ج67، ص 282، باب 56،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439. عدة الداع</w:t>
      </w:r>
      <w:r>
        <w:rPr>
          <w:rFonts w:hint="cs"/>
          <w:rtl/>
        </w:rPr>
        <w:t>ی</w:t>
      </w:r>
      <w:r>
        <w:rPr>
          <w:rtl/>
        </w:rPr>
        <w:t xml:space="preserve"> ص305، فصل ف</w:t>
      </w:r>
      <w:r>
        <w:rPr>
          <w:rFonts w:hint="cs"/>
          <w:rtl/>
        </w:rPr>
        <w:t>ی</w:t>
      </w:r>
      <w:r>
        <w:rPr>
          <w:rtl/>
        </w:rPr>
        <w:t xml:space="preserve"> خواص متفرقة ؛بحار الانوار ج67، ص285، باب 56،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8۔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440. کنزل الفوائد ج2، ص10، فصل من کلام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 ؛بحار الانوار ج67، ص285، باب 56،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7۔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441.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177۔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442. خصال ج1، ص110،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81؛ثواب الاعمال ص 166؛بحار الانوار ج72، ص273، باب 70،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443. تحف العقول ص21؛بحار الانوارج1، ص121، باب 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11۔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444. محاسن ج1، ص 6، باب1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14؛بحار الانوار ج68، ص89، باب 62،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41۔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445. تحف العقول ص295؛بحار الانوار ج75، ص175، باب 22،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5۔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446. تحف العقول ص387؛بحار الانوار ج75، ص302، باب 25،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1؛مستدرک الوسائل ج12، ص421، باب 32،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14498۔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447.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ج3، ص444، باب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رة،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4540؛مکارم اخلاق ص239؛بحار الانوار ج100، ص248، باب4، ص33۔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448. کاف</w:t>
      </w:r>
      <w:r>
        <w:rPr>
          <w:rFonts w:hint="cs"/>
          <w:rtl/>
        </w:rPr>
        <w:t>ی</w:t>
      </w:r>
      <w:r>
        <w:rPr>
          <w:rtl/>
        </w:rPr>
        <w:t xml:space="preserve"> ج5، ص537، باب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رة،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6؛وسائل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ج20، ص235، باب 132،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25521۔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449.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ج3، ص444، باب الغ</w:t>
      </w:r>
      <w:r>
        <w:rPr>
          <w:rFonts w:hint="cs"/>
          <w:rtl/>
        </w:rPr>
        <w:t>ی</w:t>
      </w:r>
      <w:r>
        <w:rPr>
          <w:rFonts w:hint="eastAsia"/>
          <w:rtl/>
        </w:rPr>
        <w:t>رة،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4542؛خصال ج1، ص37،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15؛بحار الانوار ج76، ص114، باب84،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450. وسا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ج20، ص153، باب 77،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25283۔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451. سور</w:t>
      </w:r>
      <w:r w:rsidR="00BA0B7F">
        <w:rPr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111۔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452. سور</w:t>
      </w:r>
      <w:r w:rsidR="00BA0B7F">
        <w:rPr>
          <w:rtl/>
        </w:rPr>
        <w:t>ہ</w:t>
      </w:r>
      <w:r>
        <w:rPr>
          <w:rtl/>
        </w:rPr>
        <w:t xml:space="preserve"> حشر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 xml:space="preserve">453. غرر الحکم ص52، </w:t>
      </w:r>
      <w:r w:rsidR="00BA0B7F">
        <w:rPr>
          <w:rtl/>
        </w:rPr>
        <w:t>ا</w:t>
      </w:r>
      <w:r>
        <w:rPr>
          <w:rFonts w:hint="eastAsia"/>
          <w:rtl/>
        </w:rPr>
        <w:t>فضل</w:t>
      </w:r>
      <w:r>
        <w:rPr>
          <w:rtl/>
        </w:rPr>
        <w:t xml:space="preserve"> العقل وکمالہ،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374؛تفس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ص545۔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454. نہج البلاغہ :415، خطبہ 181، الوص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بالتقو</w:t>
      </w:r>
      <w:r>
        <w:rPr>
          <w:rFonts w:hint="cs"/>
          <w:rtl/>
        </w:rPr>
        <w:t>ی</w:t>
      </w:r>
      <w:r>
        <w:rPr>
          <w:rFonts w:hint="eastAsia"/>
          <w:rtl/>
        </w:rPr>
        <w:t>؛بحار</w:t>
      </w:r>
      <w:r>
        <w:rPr>
          <w:rtl/>
        </w:rPr>
        <w:t xml:space="preserve"> الانوار ج34، ص124، باب 31، شرح نہج البلاغہ ج10، ص92۔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lastRenderedPageBreak/>
        <w:t>455. جعفر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ص230؛مستدرک الوسائل ج2، ص414، باب64،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2338۔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456. امال</w:t>
      </w:r>
      <w:r>
        <w:rPr>
          <w:rFonts w:hint="cs"/>
          <w:rtl/>
        </w:rPr>
        <w:t>ی</w:t>
      </w:r>
      <w:r>
        <w:rPr>
          <w:rtl/>
        </w:rPr>
        <w:t xml:space="preserve"> صدوق ص27، مجلس 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2؛تحف العقول ص215؛بحار الانوار ج68، ص275، باب78،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457. سور</w:t>
      </w:r>
      <w:r w:rsidR="00BA0B7F">
        <w:rPr>
          <w:rtl/>
        </w:rPr>
        <w:t>ہ</w:t>
      </w:r>
      <w:r>
        <w:rPr>
          <w:rtl/>
        </w:rPr>
        <w:t xml:space="preserve"> مجادلہ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11۔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458. روضة الواعظ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ج1، ص11، باب الکلام ف</w:t>
      </w:r>
      <w:r>
        <w:rPr>
          <w:rFonts w:hint="cs"/>
          <w:rtl/>
        </w:rPr>
        <w:t>ی</w:t>
      </w:r>
      <w:r>
        <w:rPr>
          <w:rtl/>
        </w:rPr>
        <w:t xml:space="preserve"> ماھ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العلوم ؛مشکاة الانوار ص135، الفصل الثامن ؛بحار الانوار ج1، ص 180، باب 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65۔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459.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ص577، مجلس 14،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1191؛بحار الانوارج1، ص181، باب1،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71۔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460. 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ترھ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ج1، ص97۔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461. من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المر</w:t>
      </w:r>
      <w:r>
        <w:rPr>
          <w:rFonts w:hint="cs"/>
          <w:rtl/>
        </w:rPr>
        <w:t>ی</w:t>
      </w:r>
      <w:r>
        <w:rPr>
          <w:rFonts w:hint="eastAsia"/>
          <w:rtl/>
        </w:rPr>
        <w:t>دص</w:t>
      </w:r>
      <w:r>
        <w:rPr>
          <w:rtl/>
        </w:rPr>
        <w:t>100، فصل 2؛بحار الانوار ج1، ص184، باب1،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96۔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 xml:space="preserve">462. کنزل العمال ص28862۔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463. سور</w:t>
      </w:r>
      <w:r w:rsidR="00BA0B7F">
        <w:rPr>
          <w:rtl/>
        </w:rPr>
        <w:t>ہ</w:t>
      </w:r>
      <w:r>
        <w:rPr>
          <w:rtl/>
        </w:rPr>
        <w:t xml:space="preserve">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54۔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464.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218۔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465.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25۔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466. سور</w:t>
      </w:r>
      <w:r w:rsidR="00BA0B7F">
        <w:rPr>
          <w:rtl/>
        </w:rPr>
        <w:t>ہ</w:t>
      </w:r>
      <w:r>
        <w:rPr>
          <w:rtl/>
        </w:rPr>
        <w:t xml:space="preserve"> زمر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53۔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467. سور</w:t>
      </w:r>
      <w:r w:rsidR="00BA0B7F">
        <w:rPr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87۔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468. سور</w:t>
      </w:r>
      <w:r w:rsidR="00BA0B7F">
        <w:rPr>
          <w:rtl/>
        </w:rPr>
        <w:t>ہ</w:t>
      </w:r>
      <w:r>
        <w:rPr>
          <w:rtl/>
        </w:rPr>
        <w:t xml:space="preserve">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120۔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469. نہج البلاغہ ص795، حکمت 150؛بحار الانوار ج69، ص199، باب 105،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30۔ </w:t>
      </w:r>
    </w:p>
    <w:p w:rsidR="00476253" w:rsidRDefault="00476253" w:rsidP="00AA04E3">
      <w:pPr>
        <w:pStyle w:val="libFootnote"/>
        <w:rPr>
          <w:rtl/>
        </w:rPr>
      </w:pPr>
      <w:r>
        <w:rPr>
          <w:rtl/>
        </w:rPr>
        <w:t xml:space="preserve">470. </w:t>
      </w:r>
      <w:r w:rsidRPr="00AA04E3">
        <w:rPr>
          <w:rStyle w:val="libFootNoteArabicChar"/>
          <w:rtl/>
        </w:rPr>
        <w:t>عن صادق عن ابائ</w:t>
      </w:r>
      <w:r w:rsidR="00AA04E3" w:rsidRPr="00AA04E3">
        <w:rPr>
          <w:rStyle w:val="libFootNoteArabicChar"/>
          <w:rFonts w:hint="cs"/>
          <w:rtl/>
        </w:rPr>
        <w:t>ه</w:t>
      </w:r>
      <w:r w:rsidRPr="00AA04E3">
        <w:rPr>
          <w:rStyle w:val="libFootNoteArabicChar"/>
          <w:rtl/>
        </w:rPr>
        <w:t xml:space="preserve"> عن عل</w:t>
      </w:r>
      <w:r w:rsidRPr="00AA04E3">
        <w:rPr>
          <w:rStyle w:val="libFootNoteArabicChar"/>
          <w:rFonts w:hint="cs"/>
          <w:rtl/>
        </w:rPr>
        <w:t>ی</w:t>
      </w:r>
      <w:r w:rsidRPr="00AA04E3">
        <w:rPr>
          <w:rStyle w:val="libFootNoteArabicChar"/>
          <w:rFonts w:hint="eastAsia"/>
          <w:rtl/>
        </w:rPr>
        <w:t>عل</w:t>
      </w:r>
      <w:r w:rsidRPr="00AA04E3">
        <w:rPr>
          <w:rStyle w:val="libFootNoteArabicChar"/>
          <w:rFonts w:hint="cs"/>
          <w:rtl/>
        </w:rPr>
        <w:t>ی</w:t>
      </w:r>
      <w:r w:rsidR="00AA04E3" w:rsidRPr="00AA04E3">
        <w:rPr>
          <w:rStyle w:val="libFootNoteArabicChar"/>
          <w:rFonts w:hint="cs"/>
          <w:rtl/>
        </w:rPr>
        <w:t>ه</w:t>
      </w:r>
      <w:r w:rsidRPr="00AA04E3">
        <w:rPr>
          <w:rStyle w:val="libFootNoteArabicChar"/>
          <w:rFonts w:hint="eastAsia"/>
          <w:rtl/>
        </w:rPr>
        <w:t>م</w:t>
      </w:r>
      <w:r w:rsidRPr="00AA04E3">
        <w:rPr>
          <w:rStyle w:val="libFootNoteArabicChar"/>
          <w:rtl/>
        </w:rPr>
        <w:t xml:space="preserve"> السلام قال:کن لما لا ترجو </w:t>
      </w:r>
      <w:r w:rsidR="00BA0B7F" w:rsidRPr="00AA04E3">
        <w:rPr>
          <w:rStyle w:val="libFootNoteArabicChar"/>
          <w:rtl/>
        </w:rPr>
        <w:t>ا</w:t>
      </w:r>
      <w:r w:rsidRPr="00AA04E3">
        <w:rPr>
          <w:rStyle w:val="libFootNoteArabicChar"/>
          <w:rFonts w:hint="eastAsia"/>
          <w:rtl/>
        </w:rPr>
        <w:t>رج</w:t>
      </w:r>
      <w:r w:rsidRPr="00AA04E3">
        <w:rPr>
          <w:rStyle w:val="libFootNoteArabicChar"/>
          <w:rFonts w:hint="cs"/>
          <w:rtl/>
        </w:rPr>
        <w:t>ی</w:t>
      </w:r>
      <w:r w:rsidRPr="00AA04E3">
        <w:rPr>
          <w:rStyle w:val="libFootNoteArabicChar"/>
          <w:rtl/>
        </w:rPr>
        <w:t xml:space="preserve"> منک لما ترجو، فان موس</w:t>
      </w:r>
      <w:r w:rsidRPr="00AA04E3">
        <w:rPr>
          <w:rStyle w:val="libFootNoteArabicChar"/>
          <w:rFonts w:hint="cs"/>
          <w:rtl/>
        </w:rPr>
        <w:t>ی</w:t>
      </w:r>
      <w:r w:rsidRPr="00AA04E3">
        <w:rPr>
          <w:rStyle w:val="libFootNoteArabicChar"/>
          <w:rtl/>
        </w:rPr>
        <w:t xml:space="preserve"> بن عمران عل</w:t>
      </w:r>
      <w:r w:rsidRPr="00AA04E3">
        <w:rPr>
          <w:rStyle w:val="libFootNoteArabicChar"/>
          <w:rFonts w:hint="cs"/>
          <w:rtl/>
        </w:rPr>
        <w:t>ی</w:t>
      </w:r>
      <w:r w:rsidR="00AA04E3" w:rsidRPr="00AA04E3">
        <w:rPr>
          <w:rStyle w:val="libFootNoteArabicChar"/>
          <w:rFonts w:hint="cs"/>
          <w:rtl/>
        </w:rPr>
        <w:t>ه</w:t>
      </w:r>
      <w:r w:rsidRPr="00AA04E3">
        <w:rPr>
          <w:rStyle w:val="libFootNoteArabicChar"/>
          <w:rtl/>
        </w:rPr>
        <w:t xml:space="preserve"> السلام خرج </w:t>
      </w:r>
      <w:r w:rsidRPr="00AA04E3">
        <w:rPr>
          <w:rStyle w:val="libFootNoteArabicChar"/>
          <w:rFonts w:hint="cs"/>
          <w:rtl/>
        </w:rPr>
        <w:t>ی</w:t>
      </w:r>
      <w:r w:rsidRPr="00AA04E3">
        <w:rPr>
          <w:rStyle w:val="libFootNoteArabicChar"/>
          <w:rFonts w:hint="eastAsia"/>
          <w:rtl/>
        </w:rPr>
        <w:t>قتبس</w:t>
      </w:r>
      <w:r w:rsidRPr="00AA04E3">
        <w:rPr>
          <w:rStyle w:val="libFootNoteArabicChar"/>
          <w:rtl/>
        </w:rPr>
        <w:t xml:space="preserve"> لا </w:t>
      </w:r>
      <w:r w:rsidR="00AA04E3" w:rsidRPr="00AA04E3">
        <w:rPr>
          <w:rStyle w:val="libFootNoteArabicChar"/>
          <w:rFonts w:hint="cs"/>
          <w:rtl/>
        </w:rPr>
        <w:t>ه</w:t>
      </w:r>
      <w:r w:rsidRPr="00AA04E3">
        <w:rPr>
          <w:rStyle w:val="libFootNoteArabicChar"/>
          <w:rtl/>
        </w:rPr>
        <w:t>ل</w:t>
      </w:r>
      <w:r w:rsidR="00AA04E3" w:rsidRPr="00AA04E3">
        <w:rPr>
          <w:rStyle w:val="libFootNoteArabicChar"/>
          <w:rFonts w:hint="cs"/>
          <w:rtl/>
        </w:rPr>
        <w:t>ه</w:t>
      </w:r>
      <w:r w:rsidRPr="00AA04E3">
        <w:rPr>
          <w:rStyle w:val="libFootNoteArabicChar"/>
          <w:rtl/>
        </w:rPr>
        <w:t xml:space="preserve"> نارا فکلم</w:t>
      </w:r>
      <w:r w:rsidR="00AA04E3" w:rsidRPr="00AA04E3">
        <w:rPr>
          <w:rStyle w:val="libFootNoteArabicChar"/>
          <w:rFonts w:hint="cs"/>
          <w:rtl/>
        </w:rPr>
        <w:t>ه</w:t>
      </w:r>
      <w:r w:rsidRPr="00AA04E3">
        <w:rPr>
          <w:rStyle w:val="libFootNoteArabicChar"/>
          <w:rtl/>
        </w:rPr>
        <w:t xml:space="preserve"> الل</w:t>
      </w:r>
      <w:r w:rsidR="00AA04E3" w:rsidRPr="00AA04E3">
        <w:rPr>
          <w:rStyle w:val="libFootNoteArabicChar"/>
          <w:rFonts w:hint="cs"/>
          <w:rtl/>
        </w:rPr>
        <w:t>ه</w:t>
      </w:r>
      <w:r w:rsidRPr="00AA04E3">
        <w:rPr>
          <w:rStyle w:val="libFootNoteArabicChar"/>
          <w:rtl/>
        </w:rPr>
        <w:t xml:space="preserve"> عز وجل فرجع نب</w:t>
      </w:r>
      <w:r w:rsidRPr="00AA04E3">
        <w:rPr>
          <w:rStyle w:val="libFootNoteArabicChar"/>
          <w:rFonts w:hint="cs"/>
          <w:rtl/>
        </w:rPr>
        <w:t>ی</w:t>
      </w:r>
      <w:r w:rsidRPr="00AA04E3">
        <w:rPr>
          <w:rStyle w:val="libFootNoteArabicChar"/>
          <w:rFonts w:hint="eastAsia"/>
          <w:rtl/>
        </w:rPr>
        <w:t>ا</w:t>
      </w:r>
      <w:r w:rsidRPr="00AA04E3">
        <w:rPr>
          <w:rStyle w:val="libFootNoteArabicChar"/>
          <w:rtl/>
        </w:rPr>
        <w:t xml:space="preserve"> وخرجت ملکة سب</w:t>
      </w:r>
      <w:r w:rsidR="00BA0B7F" w:rsidRPr="00AA04E3">
        <w:rPr>
          <w:rStyle w:val="libFootNoteArabicChar"/>
          <w:rtl/>
        </w:rPr>
        <w:t>ا</w:t>
      </w:r>
      <w:r w:rsidRPr="00AA04E3">
        <w:rPr>
          <w:rStyle w:val="libFootNoteArabicChar"/>
          <w:rtl/>
        </w:rPr>
        <w:t xml:space="preserve"> ف</w:t>
      </w:r>
      <w:r w:rsidR="00BA0B7F" w:rsidRPr="00AA04E3">
        <w:rPr>
          <w:rStyle w:val="libFootNoteArabicChar"/>
          <w:rtl/>
        </w:rPr>
        <w:t>ا</w:t>
      </w:r>
      <w:r w:rsidRPr="00AA04E3">
        <w:rPr>
          <w:rStyle w:val="libFootNoteArabicChar"/>
          <w:rFonts w:hint="eastAsia"/>
          <w:rtl/>
        </w:rPr>
        <w:t>سلمت</w:t>
      </w:r>
      <w:r w:rsidRPr="00AA04E3">
        <w:rPr>
          <w:rStyle w:val="libFootNoteArabicChar"/>
          <w:rtl/>
        </w:rPr>
        <w:t xml:space="preserve"> مع سل</w:t>
      </w:r>
      <w:r w:rsidRPr="00AA04E3">
        <w:rPr>
          <w:rStyle w:val="libFootNoteArabicChar"/>
          <w:rFonts w:hint="cs"/>
          <w:rtl/>
        </w:rPr>
        <w:t>ی</w:t>
      </w:r>
      <w:r w:rsidRPr="00AA04E3">
        <w:rPr>
          <w:rStyle w:val="libFootNoteArabicChar"/>
          <w:rFonts w:hint="eastAsia"/>
          <w:rtl/>
        </w:rPr>
        <w:t>مان</w:t>
      </w:r>
      <w:r w:rsidRPr="00AA04E3">
        <w:rPr>
          <w:rStyle w:val="libFootNoteArabicChar"/>
          <w:rtl/>
        </w:rPr>
        <w:t xml:space="preserve"> عل</w:t>
      </w:r>
      <w:r w:rsidRPr="00AA04E3">
        <w:rPr>
          <w:rStyle w:val="libFootNoteArabicChar"/>
          <w:rFonts w:hint="cs"/>
          <w:rtl/>
        </w:rPr>
        <w:t>ی</w:t>
      </w:r>
      <w:r w:rsidR="00AA04E3" w:rsidRPr="00AA04E3">
        <w:rPr>
          <w:rStyle w:val="libFootNoteArabicChar"/>
          <w:rFonts w:hint="cs"/>
          <w:rtl/>
        </w:rPr>
        <w:t>ه</w:t>
      </w:r>
      <w:r w:rsidRPr="00AA04E3">
        <w:rPr>
          <w:rStyle w:val="libFootNoteArabicChar"/>
          <w:rtl/>
        </w:rPr>
        <w:t xml:space="preserve"> السلام وخرج سحرة فرعون </w:t>
      </w:r>
      <w:r w:rsidRPr="00AA04E3">
        <w:rPr>
          <w:rStyle w:val="libFootNoteArabicChar"/>
          <w:rFonts w:hint="cs"/>
          <w:rtl/>
        </w:rPr>
        <w:t>ی</w:t>
      </w:r>
      <w:r w:rsidRPr="00AA04E3">
        <w:rPr>
          <w:rStyle w:val="libFootNoteArabicChar"/>
          <w:rFonts w:hint="eastAsia"/>
          <w:rtl/>
        </w:rPr>
        <w:t>طلبون</w:t>
      </w:r>
      <w:r w:rsidRPr="00AA04E3">
        <w:rPr>
          <w:rStyle w:val="libFootNoteArabicChar"/>
          <w:rtl/>
        </w:rPr>
        <w:t xml:space="preserve"> العزة لفرعون فرجعوا م</w:t>
      </w:r>
      <w:r w:rsidR="00AA04E3">
        <w:rPr>
          <w:rStyle w:val="libFootNoteArabicChar"/>
          <w:rtl/>
        </w:rPr>
        <w:t>و</w:t>
      </w:r>
      <w:r w:rsidRPr="00AA04E3">
        <w:rPr>
          <w:rStyle w:val="libFootNoteArabicChar"/>
          <w:rFonts w:hint="eastAsia"/>
          <w:rtl/>
        </w:rPr>
        <w:t>من</w:t>
      </w:r>
      <w:r w:rsidRPr="00AA04E3">
        <w:rPr>
          <w:rStyle w:val="libFootNoteArabicChar"/>
          <w:rFonts w:hint="cs"/>
          <w:rtl/>
        </w:rPr>
        <w:t>ی</w:t>
      </w:r>
      <w:r w:rsidRPr="00AA04E3">
        <w:rPr>
          <w:rStyle w:val="libFootNoteArabicChar"/>
          <w:rFonts w:hint="eastAsia"/>
          <w:rtl/>
        </w:rPr>
        <w:t>ن</w:t>
      </w:r>
      <w:r>
        <w:rPr>
          <w:rtl/>
        </w:rPr>
        <w:t xml:space="preserve">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471. کاف</w:t>
      </w:r>
      <w:r>
        <w:rPr>
          <w:rFonts w:hint="cs"/>
          <w:rtl/>
        </w:rPr>
        <w:t>ی</w:t>
      </w:r>
      <w:r>
        <w:rPr>
          <w:rtl/>
        </w:rPr>
        <w:t xml:space="preserve"> ج2 ص 71، باب الخوف الرجاء،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11؛بحار الانوارج 67، ص365، باب59،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9۔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472. عوال</w:t>
      </w:r>
      <w:r>
        <w:rPr>
          <w:rFonts w:hint="cs"/>
          <w:rtl/>
        </w:rPr>
        <w:t>ی</w:t>
      </w:r>
      <w:r>
        <w:rPr>
          <w:rtl/>
        </w:rPr>
        <w:t xml:space="preserve"> اللئال</w:t>
      </w:r>
      <w:r>
        <w:rPr>
          <w:rFonts w:hint="cs"/>
          <w:rtl/>
        </w:rPr>
        <w:t>ی</w:t>
      </w:r>
      <w:r>
        <w:rPr>
          <w:rtl/>
        </w:rPr>
        <w:t xml:space="preserve"> ج4، ص102،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150۔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473. سور</w:t>
      </w:r>
      <w:r w:rsidR="00BA0B7F">
        <w:rPr>
          <w:rtl/>
        </w:rPr>
        <w:t>ہ</w:t>
      </w:r>
      <w:r>
        <w:rPr>
          <w:rtl/>
        </w:rPr>
        <w:t xml:space="preserve"> نحل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90۔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474. سور</w:t>
      </w:r>
      <w:r w:rsidR="00BA0B7F">
        <w:rPr>
          <w:rtl/>
        </w:rPr>
        <w:t>ہ</w:t>
      </w:r>
      <w:r>
        <w:rPr>
          <w:rtl/>
        </w:rPr>
        <w:t xml:space="preserve">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58۔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475. سور</w:t>
      </w:r>
      <w:r w:rsidR="00BA0B7F">
        <w:rPr>
          <w:rtl/>
        </w:rPr>
        <w:t>ہ</w:t>
      </w:r>
      <w:r>
        <w:rPr>
          <w:rtl/>
        </w:rPr>
        <w:t xml:space="preserve">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8۔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lastRenderedPageBreak/>
        <w:t>476. جامع الاخبار ص154، الفصل لسادس عشر؛مشکاة الانوارص316، الفصل الخامس ف</w:t>
      </w:r>
      <w:r>
        <w:rPr>
          <w:rFonts w:hint="cs"/>
          <w:rtl/>
        </w:rPr>
        <w:t>ی</w:t>
      </w:r>
      <w:r>
        <w:rPr>
          <w:rtl/>
        </w:rPr>
        <w:t xml:space="preserve"> الظلم والحرام؛بحار الانوار ج72، ص352، باب 81،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61۔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477. غررا لحکم ص211،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4069۔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478. بحار الانوارج75، ص83، باب 16،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87۔ </w:t>
      </w:r>
    </w:p>
    <w:p w:rsidR="00476253" w:rsidRDefault="00476253" w:rsidP="008C2EF1">
      <w:pPr>
        <w:pStyle w:val="libFootnote"/>
        <w:rPr>
          <w:rtl/>
        </w:rPr>
      </w:pPr>
      <w:r>
        <w:rPr>
          <w:rtl/>
        </w:rPr>
        <w:t>479. غررالحکم ص446، مدح العقل،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10206؛مستدرک الوسائل ج11، ص319، باب 37،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13146۔ </w:t>
      </w:r>
    </w:p>
    <w:p w:rsidR="008C2EF1" w:rsidRDefault="008C2EF1" w:rsidP="006F6A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8C2EF1">
      <w:pPr>
        <w:pStyle w:val="Heading2Center"/>
        <w:rPr>
          <w:rtl/>
          <w:lang w:bidi="ur-PK"/>
        </w:rPr>
      </w:pPr>
      <w:bookmarkStart w:id="127" w:name="_Toc520984064"/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ئات</w:t>
      </w:r>
      <w:r>
        <w:rPr>
          <w:rtl/>
          <w:lang w:bidi="ur-PK"/>
        </w:rPr>
        <w:t xml:space="preserve"> اور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bookmarkEnd w:id="127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ئات</w:t>
      </w:r>
      <w:r>
        <w:rPr>
          <w:rtl/>
          <w:lang w:bidi="ur-PK"/>
        </w:rPr>
        <w:t xml:space="preserve"> اور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گناھان 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و صغ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فحشاء و منکر اس قدر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قرآن اور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کرنا اس کتاب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گنجائش سے باھر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کتاب</w:t>
      </w:r>
      <w:r>
        <w:rPr>
          <w:rtl/>
          <w:lang w:bidi="ur-PK"/>
        </w:rPr>
        <w:t xml:space="preserve"> کے اس حصہ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گزشتہ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کہ جھاں پر حسنات،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بطور نمونہ توجہ دلائ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نمونہ کے طور پر چند مسائل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آپ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ملاحظہ کرسکتے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کرنے سے انسان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کامل او ررش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موجود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تبد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سعادت اس کے قدم چومت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آت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رحمت حق نازل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انسان رضوان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داخل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سے خداوندعالم ناراض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سے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تباہ و برباد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انسان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درد ناک عذاب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فرمان کے مطابق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حسنات اور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بدلہ جنت الفردوس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بدلے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دردناک عذاب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گا، دوسرے الفاظ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کہئے کہ حسنات او رن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عمارت تعم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جہنم کا کنواں کھودا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آئےں</w:t>
      </w:r>
      <w:r>
        <w:rPr>
          <w:rtl/>
          <w:lang w:bidi="ur-PK"/>
        </w:rPr>
        <w:t xml:space="preserve"> اور اس عمر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فرصت کو غن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شمار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اور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تاکہ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عذاب سے محفوظ اور جنت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خداوندعالم کے دسترخوان سے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94244C">
      <w:pPr>
        <w:pStyle w:val="Heading2Center"/>
        <w:rPr>
          <w:rtl/>
          <w:lang w:bidi="ur-PK"/>
        </w:rPr>
      </w:pPr>
      <w:bookmarkStart w:id="128" w:name="_Toc520984065"/>
      <w:r>
        <w:rPr>
          <w:rFonts w:hint="eastAsia"/>
          <w:rtl/>
          <w:lang w:bidi="ur-PK"/>
        </w:rPr>
        <w:t>جھوٹ</w:t>
      </w:r>
      <w:bookmarkEnd w:id="128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جھوٹ</w:t>
      </w:r>
      <w:r>
        <w:rPr>
          <w:rtl/>
          <w:lang w:bidi="ur-PK"/>
        </w:rPr>
        <w:t xml:space="preserve"> بولنا، بھت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ناپسند کام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جھوٹ کو گناھان 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شمار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جھوٹ بولنے والے کو مستحق لعنت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جھوٹے اور جھٹلانے والوں کو دردناک عذاب کا وعدہ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نجران کے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جھوٹوں کے عنوان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لعنت خدا کا مستحق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اسلام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بحث و گفتگو کے لئے 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آئے تھے، اور آخر کار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مباھلہ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طے 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ھاں، جھوٹ کا گناہ اس قدر سنگ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انسان کو لعنت خدا کا مستحق بناد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024CEF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5E4E51">
        <w:rPr>
          <w:rStyle w:val="libAieChar"/>
          <w:rFonts w:hint="cs"/>
          <w:rtl/>
        </w:rPr>
        <w:t>ثُمَّ</w:t>
      </w:r>
      <w:r w:rsidR="00476253" w:rsidRPr="005E4E51">
        <w:rPr>
          <w:rStyle w:val="libAieChar"/>
          <w:rtl/>
        </w:rPr>
        <w:t xml:space="preserve"> </w:t>
      </w:r>
      <w:r w:rsidR="00476253" w:rsidRPr="005E4E51">
        <w:rPr>
          <w:rStyle w:val="libAieChar"/>
          <w:rFonts w:hint="cs"/>
          <w:rtl/>
        </w:rPr>
        <w:t>ن</w:t>
      </w:r>
      <w:r w:rsidR="00476253" w:rsidRPr="005E4E51">
        <w:rPr>
          <w:rStyle w:val="libAieChar"/>
          <w:rtl/>
        </w:rPr>
        <w:t>َبْتَ</w:t>
      </w:r>
      <w:r w:rsidR="00705CD5" w:rsidRPr="00705CD5">
        <w:rPr>
          <w:rStyle w:val="libAieChar"/>
          <w:rFonts w:hint="cs"/>
          <w:rtl/>
        </w:rPr>
        <w:t>ه</w:t>
      </w:r>
      <w:r w:rsidR="00476253" w:rsidRPr="005E4E51">
        <w:rPr>
          <w:rStyle w:val="libAieChar"/>
          <w:rFonts w:hint="cs"/>
          <w:rtl/>
        </w:rPr>
        <w:t>ل</w:t>
      </w:r>
      <w:r w:rsidR="00476253" w:rsidRPr="005E4E51">
        <w:rPr>
          <w:rStyle w:val="libAieChar"/>
          <w:rtl/>
        </w:rPr>
        <w:t xml:space="preserve"> </w:t>
      </w:r>
      <w:r w:rsidR="00476253" w:rsidRPr="005E4E51">
        <w:rPr>
          <w:rStyle w:val="libAieChar"/>
          <w:rFonts w:hint="cs"/>
          <w:rtl/>
        </w:rPr>
        <w:t>فَنَجْعَلْ</w:t>
      </w:r>
      <w:r w:rsidR="00476253" w:rsidRPr="005E4E51">
        <w:rPr>
          <w:rStyle w:val="libAieChar"/>
          <w:rtl/>
        </w:rPr>
        <w:t xml:space="preserve"> </w:t>
      </w:r>
      <w:r w:rsidR="00476253" w:rsidRPr="005E4E51">
        <w:rPr>
          <w:rStyle w:val="libAieChar"/>
          <w:rFonts w:hint="cs"/>
          <w:rtl/>
        </w:rPr>
        <w:t>لَعْنَةَ</w:t>
      </w:r>
      <w:r w:rsidR="00476253" w:rsidRPr="005E4E51">
        <w:rPr>
          <w:rStyle w:val="libAieChar"/>
          <w:rtl/>
        </w:rPr>
        <w:t xml:space="preserve"> </w:t>
      </w:r>
      <w:r w:rsidR="00476253" w:rsidRPr="005E4E51">
        <w:rPr>
          <w:rStyle w:val="libAieChar"/>
          <w:rFonts w:hint="cs"/>
          <w:rtl/>
        </w:rPr>
        <w:t>اللهِ</w:t>
      </w:r>
      <w:r w:rsidR="00476253" w:rsidRPr="005E4E51">
        <w:rPr>
          <w:rStyle w:val="libAieChar"/>
          <w:rtl/>
        </w:rPr>
        <w:t xml:space="preserve"> </w:t>
      </w:r>
      <w:r w:rsidR="00476253" w:rsidRPr="005E4E51">
        <w:rPr>
          <w:rStyle w:val="libAieChar"/>
          <w:rFonts w:hint="cs"/>
          <w:rtl/>
        </w:rPr>
        <w:t>عَلَی</w:t>
      </w:r>
      <w:r w:rsidR="00476253" w:rsidRPr="005E4E51">
        <w:rPr>
          <w:rStyle w:val="libAieChar"/>
          <w:rtl/>
        </w:rPr>
        <w:t xml:space="preserve"> الْكَاذِبِ</w:t>
      </w:r>
      <w:r w:rsidR="00476253" w:rsidRPr="005E4E51">
        <w:rPr>
          <w:rStyle w:val="libAieChar"/>
          <w:rFonts w:hint="cs"/>
          <w:rtl/>
        </w:rPr>
        <w:t>ی</w:t>
      </w:r>
      <w:r w:rsidR="00476253" w:rsidRPr="005E4E51">
        <w:rPr>
          <w:rStyle w:val="libAieChar"/>
          <w:rFonts w:hint="eastAsia"/>
          <w:rtl/>
        </w:rPr>
        <w:t>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(480)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پھر خدا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بارگاہ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دعا کر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اور جھوٹوں پر خدا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لعنت قرارد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خداوندعالم</w:t>
      </w:r>
      <w:r>
        <w:rPr>
          <w:rtl/>
          <w:lang w:bidi="ur-PK"/>
        </w:rPr>
        <w:t xml:space="preserve"> نے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جھوٹ اور جھوٹے کو منافق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صفت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کہ دو زبان رکھتے (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</w:t>
      </w:r>
      <w:r>
        <w:rPr>
          <w:rtl/>
          <w:lang w:bidi="ur-PK"/>
        </w:rPr>
        <w:t xml:space="preserve"> کچھ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منافق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ساتھ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کر کچھ اور بات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)اور خود خداوندعالم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جھوٹے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گواھ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5E4E51">
        <w:rPr>
          <w:rStyle w:val="libAieChar"/>
          <w:rFonts w:hint="cs"/>
          <w:rtl/>
        </w:rPr>
        <w:t>وَاللهُ</w:t>
      </w:r>
      <w:r w:rsidR="00476253" w:rsidRPr="005E4E51">
        <w:rPr>
          <w:rStyle w:val="libAieChar"/>
          <w:rtl/>
        </w:rPr>
        <w:t xml:space="preserve"> </w:t>
      </w:r>
      <w:r w:rsidR="00476253" w:rsidRPr="005E4E51">
        <w:rPr>
          <w:rStyle w:val="libAieChar"/>
          <w:rFonts w:hint="cs"/>
          <w:rtl/>
        </w:rPr>
        <w:t>ی</w:t>
      </w:r>
      <w:r w:rsidR="00476253" w:rsidRPr="005E4E51">
        <w:rPr>
          <w:rStyle w:val="libAieChar"/>
          <w:rFonts w:hint="eastAsia"/>
          <w:rtl/>
        </w:rPr>
        <w:t>شْ</w:t>
      </w:r>
      <w:r w:rsidR="00705CD5" w:rsidRPr="00705CD5">
        <w:rPr>
          <w:rStyle w:val="libAieChar"/>
          <w:rFonts w:hint="cs"/>
          <w:rtl/>
        </w:rPr>
        <w:t>ه</w:t>
      </w:r>
      <w:r w:rsidR="00476253" w:rsidRPr="005E4E51">
        <w:rPr>
          <w:rStyle w:val="libAieChar"/>
          <w:rFonts w:hint="cs"/>
          <w:rtl/>
        </w:rPr>
        <w:t>َدُ</w:t>
      </w:r>
      <w:r w:rsidR="00476253" w:rsidRPr="005E4E51">
        <w:rPr>
          <w:rStyle w:val="libAieChar"/>
          <w:rtl/>
        </w:rPr>
        <w:t xml:space="preserve"> إِنَّ الْمُنَافِقِ</w:t>
      </w:r>
      <w:r w:rsidR="00476253" w:rsidRPr="005E4E51">
        <w:rPr>
          <w:rStyle w:val="libAieChar"/>
          <w:rFonts w:hint="cs"/>
          <w:rtl/>
        </w:rPr>
        <w:t>ی</w:t>
      </w:r>
      <w:r w:rsidR="00476253" w:rsidRPr="005E4E51">
        <w:rPr>
          <w:rStyle w:val="libAieChar"/>
          <w:rFonts w:hint="eastAsia"/>
          <w:rtl/>
        </w:rPr>
        <w:t>نَ</w:t>
      </w:r>
      <w:r w:rsidR="00476253" w:rsidRPr="005E4E51">
        <w:rPr>
          <w:rStyle w:val="libAieChar"/>
          <w:rtl/>
        </w:rPr>
        <w:t xml:space="preserve"> لَكَاذِبُونَ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(481)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اللہ گواھ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کہ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منافق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اپنے دعو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جھوٹے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مرو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5E4E51">
        <w:rPr>
          <w:rStyle w:val="libArabicChar"/>
          <w:rFonts w:hint="eastAsia"/>
          <w:rtl/>
        </w:rPr>
        <w:t>كَبُرَتْ</w:t>
      </w:r>
      <w:r w:rsidRPr="005E4E51">
        <w:rPr>
          <w:rStyle w:val="libArabicChar"/>
          <w:rtl/>
        </w:rPr>
        <w:t xml:space="preserve"> خِ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انَةً</w:t>
      </w:r>
      <w:r w:rsidRPr="005E4E51">
        <w:rPr>
          <w:rStyle w:val="libArabicChar"/>
          <w:rtl/>
        </w:rPr>
        <w:t xml:space="preserve"> اَنْ تُحَدِّثَ اَخاكَ حَدِ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ثاً</w:t>
      </w:r>
      <w:r w:rsidRPr="005E4E51">
        <w:rPr>
          <w:rStyle w:val="libArabicChar"/>
          <w:rtl/>
        </w:rPr>
        <w:t xml:space="preserve"> 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ُوَلَكَ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مُصَدِّقٌ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وَ</w:t>
      </w:r>
      <w:r w:rsidR="00BA0B7F">
        <w:rPr>
          <w:rStyle w:val="libArabicChar"/>
          <w:rFonts w:hint="cs"/>
          <w:rtl/>
        </w:rPr>
        <w:t>ا</w:t>
      </w:r>
      <w:r w:rsidRPr="005E4E51">
        <w:rPr>
          <w:rStyle w:val="libArabicChar"/>
          <w:rFonts w:hint="eastAsia"/>
          <w:rtl/>
        </w:rPr>
        <w:t>نْتَ</w:t>
      </w:r>
      <w:r w:rsidRPr="005E4E51">
        <w:rPr>
          <w:rStyle w:val="libArabicChar"/>
          <w:rtl/>
        </w:rPr>
        <w:t xml:space="preserve"> بِ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ِ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کاذِبٌ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(482)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”اپنے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اس سے جھوٹ بولنا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جبکہ وہ تم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سچا مانتا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5E4E51">
        <w:rPr>
          <w:rStyle w:val="libArabicChar"/>
          <w:rFonts w:hint="eastAsia"/>
          <w:rtl/>
        </w:rPr>
        <w:t>تَحَفَّظُوا</w:t>
      </w:r>
      <w:r w:rsidRPr="005E4E51">
        <w:rPr>
          <w:rStyle w:val="libArabicChar"/>
          <w:rtl/>
        </w:rPr>
        <w:t xml:space="preserve"> مِنَ الْكِذْبِ، فَاِنَّ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مِن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اَدْنَی</w:t>
      </w:r>
      <w:r w:rsidRPr="005E4E51">
        <w:rPr>
          <w:rStyle w:val="libArabicChar"/>
          <w:rtl/>
        </w:rPr>
        <w:t xml:space="preserve"> الْ</w:t>
      </w:r>
      <w:r w:rsidR="00BA0B7F">
        <w:rPr>
          <w:rStyle w:val="libArabicChar"/>
          <w:rtl/>
        </w:rPr>
        <w:t>ا</w:t>
      </w:r>
      <w:r w:rsidRPr="005E4E51">
        <w:rPr>
          <w:rStyle w:val="libArabicChar"/>
          <w:rFonts w:hint="eastAsia"/>
          <w:rtl/>
        </w:rPr>
        <w:t>خْلاقِ</w:t>
      </w:r>
      <w:r w:rsidRPr="005E4E51">
        <w:rPr>
          <w:rStyle w:val="libArabicChar"/>
          <w:rtl/>
        </w:rPr>
        <w:t xml:space="preserve"> قَدْراً، وَ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ُوَ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نَوُعٌ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مِنَ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الْفُحْشِ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وَضَرْبٌ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مِنَ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الدَّناءَ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ةِ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(483)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”اپنے</w:t>
      </w:r>
      <w:r>
        <w:rPr>
          <w:rtl/>
          <w:lang w:bidi="ur-PK"/>
        </w:rPr>
        <w:t xml:space="preserve"> کو جھوٹ سے بچاؤ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سے پست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مرتبہ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جھوٹ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بُرا عمل اور ذلت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قسم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5E4E51">
        <w:rPr>
          <w:rStyle w:val="libArabicChar"/>
          <w:rFonts w:hint="eastAsia"/>
          <w:rtl/>
        </w:rPr>
        <w:t>اَعْظَمُ</w:t>
      </w:r>
      <w:r w:rsidRPr="005E4E51">
        <w:rPr>
          <w:rStyle w:val="libArabicChar"/>
          <w:rtl/>
        </w:rPr>
        <w:t xml:space="preserve"> الْخَطا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ا</w:t>
      </w:r>
      <w:r w:rsidRPr="005E4E51">
        <w:rPr>
          <w:rStyle w:val="libArabicChar"/>
          <w:rtl/>
        </w:rPr>
        <w:t xml:space="preserve"> اللِّسانُ الْكَذوبُ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(484)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”زبان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خطا جھوٹ کا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 سے گزرجاناھے“۔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5E4E51">
        <w:rPr>
          <w:rStyle w:val="libArabicChar"/>
          <w:rFonts w:hint="eastAsia"/>
          <w:rtl/>
        </w:rPr>
        <w:t>اِذاكَذَبَ</w:t>
      </w:r>
      <w:r w:rsidRPr="005E4E51">
        <w:rPr>
          <w:rStyle w:val="libArabicChar"/>
          <w:rtl/>
        </w:rPr>
        <w:t xml:space="preserve"> الْعَبْدُ كِذْبَةً تَباعَدَ الْمَلَكُ مِنْ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مَسی</w:t>
      </w:r>
      <w:r w:rsidRPr="005E4E51">
        <w:rPr>
          <w:rStyle w:val="libArabicChar"/>
          <w:rFonts w:hint="eastAsia"/>
          <w:rtl/>
        </w:rPr>
        <w:t>رَةَ</w:t>
      </w:r>
      <w:r w:rsidRPr="005E4E51">
        <w:rPr>
          <w:rStyle w:val="libArabicChar"/>
          <w:rtl/>
        </w:rPr>
        <w:t xml:space="preserve"> م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لٍ</w:t>
      </w:r>
      <w:r w:rsidRPr="005E4E51">
        <w:rPr>
          <w:rStyle w:val="libArabicChar"/>
          <w:rtl/>
        </w:rPr>
        <w:t xml:space="preserve"> مِنْ نَتْنِ ما جَاءَ بِ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(485)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”جب</w:t>
      </w:r>
      <w:r>
        <w:rPr>
          <w:rtl/>
          <w:lang w:bidi="ur-PK"/>
        </w:rPr>
        <w:t xml:space="preserve"> انسان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جھوٹ بولتا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اس جھوٹ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بُر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بو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فرشتہ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دور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!“۔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باقر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</w:t>
      </w:r>
      <w:r w:rsidRPr="005E4E51">
        <w:rPr>
          <w:rStyle w:val="libArabicChar"/>
          <w:rFonts w:hint="eastAsia"/>
          <w:rtl/>
        </w:rPr>
        <w:t>اِنَّ</w:t>
      </w:r>
      <w:r w:rsidRPr="005E4E51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َ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عَزَّوَجَلَّ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جَعَلَ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لِلشَّرِّ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اَقْفالاًوَجَعَلَ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مَفاتِی</w:t>
      </w:r>
      <w:r w:rsidRPr="005E4E51">
        <w:rPr>
          <w:rStyle w:val="libArabicChar"/>
          <w:rFonts w:hint="eastAsia"/>
          <w:rtl/>
        </w:rPr>
        <w:t>حَ</w:t>
      </w:r>
      <w:r w:rsidRPr="005E4E51">
        <w:rPr>
          <w:rStyle w:val="libArabicChar"/>
          <w:rtl/>
        </w:rPr>
        <w:t xml:space="preserve"> تِلْكَ الْاَقْفالِ الشَّرابَ، وَالْكِذْبُ شَرٌّ مِنَ الشَّرابِ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(486)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”خداوندعالم</w:t>
      </w:r>
      <w:r>
        <w:rPr>
          <w:rtl/>
          <w:lang w:bidi="ur-PK"/>
        </w:rPr>
        <w:t xml:space="preserve"> نے بُرائ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کچھ تالے مقرر کئے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ان تالوں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کنج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شراب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جھوٹ شراب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بدتر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رسول</w:t>
      </w:r>
      <w:r>
        <w:rPr>
          <w:rtl/>
          <w:lang w:bidi="ur-PK"/>
        </w:rPr>
        <w:t xml:space="preserve">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5E4E51">
        <w:rPr>
          <w:rStyle w:val="libArabicChar"/>
          <w:rFonts w:hint="eastAsia"/>
          <w:rtl/>
        </w:rPr>
        <w:t>اَلْكِذْبُ</w:t>
      </w:r>
      <w:r w:rsidRPr="005E4E51">
        <w:rPr>
          <w:rStyle w:val="libArabicChar"/>
          <w:rtl/>
        </w:rPr>
        <w:t xml:space="preserve"> بابٌ مِنْ اَبْوابِ النِّفاقِ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(487)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”جھوٹ،</w:t>
      </w:r>
      <w:r>
        <w:rPr>
          <w:rtl/>
          <w:lang w:bidi="ur-PK"/>
        </w:rPr>
        <w:t xml:space="preserve"> نفاق کے دروازوں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دروازہ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94244C">
      <w:pPr>
        <w:pStyle w:val="Heading2Center"/>
        <w:rPr>
          <w:rtl/>
          <w:lang w:bidi="ur-PK"/>
        </w:rPr>
      </w:pPr>
      <w:bookmarkStart w:id="129" w:name="_Toc520984066"/>
      <w:r>
        <w:rPr>
          <w:rFonts w:hint="eastAsia"/>
          <w:rtl/>
          <w:lang w:bidi="ur-PK"/>
        </w:rPr>
        <w:t>تھمت</w:t>
      </w:r>
      <w:bookmarkEnd w:id="129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واقعاً</w:t>
      </w:r>
      <w:r>
        <w:rPr>
          <w:rtl/>
          <w:lang w:bidi="ur-PK"/>
        </w:rPr>
        <w:t xml:space="preserve"> کتن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بُر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انسان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پاکدامن مرد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عورت کو لوگوں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رسوا کرے، کتنا بُرا عمل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انسان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گناہ تھونپے جس سے اس کا دامن پاک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اور کس قدر ناپسند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انسان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و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 اور بے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دہ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محترم انسان ک</w:t>
      </w:r>
      <w:r>
        <w:rPr>
          <w:rFonts w:hint="eastAsia"/>
          <w:rtl/>
          <w:lang w:bidi="ur-PK"/>
        </w:rPr>
        <w:t>وذل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رسوا کرے۔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گناہ پر تھمت لگانا، اور پاکدامن انسان کو متھم کرنا بدتر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5E4E51">
        <w:rPr>
          <w:rStyle w:val="libAieChar"/>
          <w:rtl/>
        </w:rPr>
        <w:t xml:space="preserve">وَمَنْ </w:t>
      </w:r>
      <w:r w:rsidR="00476253" w:rsidRPr="005E4E51">
        <w:rPr>
          <w:rStyle w:val="libAieChar"/>
          <w:rFonts w:hint="cs"/>
          <w:rtl/>
        </w:rPr>
        <w:t>ی</w:t>
      </w:r>
      <w:r w:rsidR="00476253" w:rsidRPr="005E4E51">
        <w:rPr>
          <w:rStyle w:val="libAieChar"/>
          <w:rFonts w:hint="eastAsia"/>
          <w:rtl/>
        </w:rPr>
        <w:t>كْسِبْ</w:t>
      </w:r>
      <w:r w:rsidR="00476253" w:rsidRPr="005E4E51">
        <w:rPr>
          <w:rStyle w:val="libAieChar"/>
          <w:rtl/>
        </w:rPr>
        <w:t xml:space="preserve"> خَطِ</w:t>
      </w:r>
      <w:r w:rsidR="00476253" w:rsidRPr="005E4E51">
        <w:rPr>
          <w:rStyle w:val="libAieChar"/>
          <w:rFonts w:hint="cs"/>
          <w:rtl/>
        </w:rPr>
        <w:t>ی</w:t>
      </w:r>
      <w:r w:rsidR="00476253" w:rsidRPr="005E4E51">
        <w:rPr>
          <w:rStyle w:val="libAieChar"/>
          <w:rFonts w:hint="eastAsia"/>
          <w:rtl/>
        </w:rPr>
        <w:t>ئَةً</w:t>
      </w:r>
      <w:r w:rsidR="00476253" w:rsidRPr="005E4E51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5E4E51">
        <w:rPr>
          <w:rStyle w:val="libAieChar"/>
          <w:rFonts w:hint="eastAsia"/>
          <w:rtl/>
        </w:rPr>
        <w:t>وْ</w:t>
      </w:r>
      <w:r w:rsidR="00476253" w:rsidRPr="005E4E51">
        <w:rPr>
          <w:rStyle w:val="libAieChar"/>
          <w:rtl/>
        </w:rPr>
        <w:t xml:space="preserve"> إِثْمًا ثُمَّ </w:t>
      </w:r>
      <w:r w:rsidR="00476253" w:rsidRPr="005E4E51">
        <w:rPr>
          <w:rStyle w:val="libAieChar"/>
          <w:rFonts w:hint="cs"/>
          <w:rtl/>
        </w:rPr>
        <w:t>ی</w:t>
      </w:r>
      <w:r w:rsidR="00476253" w:rsidRPr="005E4E51">
        <w:rPr>
          <w:rStyle w:val="libAieChar"/>
          <w:rFonts w:hint="eastAsia"/>
          <w:rtl/>
        </w:rPr>
        <w:t>رْمِ</w:t>
      </w:r>
      <w:r w:rsidR="00476253" w:rsidRPr="005E4E51">
        <w:rPr>
          <w:rStyle w:val="libAieChar"/>
          <w:rtl/>
        </w:rPr>
        <w:t xml:space="preserve"> 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5E4E51">
        <w:rPr>
          <w:rStyle w:val="libAieChar"/>
          <w:rFonts w:hint="cs"/>
          <w:rtl/>
        </w:rPr>
        <w:t>ِ</w:t>
      </w:r>
      <w:r w:rsidR="00476253" w:rsidRPr="005E4E51">
        <w:rPr>
          <w:rStyle w:val="libAieChar"/>
          <w:rtl/>
        </w:rPr>
        <w:t xml:space="preserve"> </w:t>
      </w:r>
      <w:r w:rsidR="00476253" w:rsidRPr="005E4E51">
        <w:rPr>
          <w:rStyle w:val="libAieChar"/>
          <w:rFonts w:hint="cs"/>
          <w:rtl/>
        </w:rPr>
        <w:t>بَرِی</w:t>
      </w:r>
      <w:r w:rsidR="00476253" w:rsidRPr="005E4E51">
        <w:rPr>
          <w:rStyle w:val="libAieChar"/>
          <w:rFonts w:hint="eastAsia"/>
          <w:rtl/>
        </w:rPr>
        <w:t>ئًا</w:t>
      </w:r>
      <w:r w:rsidR="00476253" w:rsidRPr="005E4E51">
        <w:rPr>
          <w:rStyle w:val="libAieChar"/>
          <w:rtl/>
        </w:rPr>
        <w:t xml:space="preserve"> فَقَدْ احْتَمَلَ بُ</w:t>
      </w:r>
      <w:r w:rsidR="00705CD5" w:rsidRPr="00705CD5">
        <w:rPr>
          <w:rStyle w:val="libAieChar"/>
          <w:rFonts w:hint="cs"/>
          <w:rtl/>
        </w:rPr>
        <w:t>ه</w:t>
      </w:r>
      <w:r w:rsidR="00476253" w:rsidRPr="005E4E51">
        <w:rPr>
          <w:rStyle w:val="libAieChar"/>
          <w:rFonts w:hint="cs"/>
          <w:rtl/>
        </w:rPr>
        <w:t>تانًا</w:t>
      </w:r>
      <w:r w:rsidR="00476253" w:rsidRPr="005E4E51">
        <w:rPr>
          <w:rStyle w:val="libAieChar"/>
          <w:rtl/>
        </w:rPr>
        <w:t xml:space="preserve"> </w:t>
      </w:r>
      <w:r w:rsidR="00476253" w:rsidRPr="005E4E51">
        <w:rPr>
          <w:rStyle w:val="libAieChar"/>
          <w:rFonts w:hint="cs"/>
          <w:rtl/>
        </w:rPr>
        <w:t>وَإِثْمًا</w:t>
      </w:r>
      <w:r w:rsidR="00476253" w:rsidRPr="005E4E51">
        <w:rPr>
          <w:rStyle w:val="libAieChar"/>
          <w:rtl/>
        </w:rPr>
        <w:t xml:space="preserve"> </w:t>
      </w:r>
      <w:r w:rsidR="00476253" w:rsidRPr="005E4E51">
        <w:rPr>
          <w:rStyle w:val="libAieChar"/>
          <w:rFonts w:hint="cs"/>
          <w:rtl/>
        </w:rPr>
        <w:t>مُبِی</w:t>
      </w:r>
      <w:r w:rsidR="00476253" w:rsidRPr="005E4E51">
        <w:rPr>
          <w:rStyle w:val="libAieChar"/>
          <w:rFonts w:hint="eastAsia"/>
          <w:rtl/>
        </w:rPr>
        <w:t>نًا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(488)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جو شخص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کوئ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غلط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گناہ کرکے دوسرے بے گناہ کے سر ڈال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وہ بھت بڑے بھتان اور کھلے گناہ کا ذمہ دار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تاھے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5E4E51">
        <w:rPr>
          <w:rStyle w:val="libArabicChar"/>
          <w:rFonts w:hint="eastAsia"/>
          <w:rtl/>
        </w:rPr>
        <w:t>مَنْ</w:t>
      </w:r>
      <w:r w:rsidRPr="005E4E51">
        <w:rPr>
          <w:rStyle w:val="libArabicChar"/>
          <w:rtl/>
        </w:rPr>
        <w:t xml:space="preserve"> بَ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َتَ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مُ</w:t>
      </w:r>
      <w:r w:rsidR="00AA04E3">
        <w:rPr>
          <w:rStyle w:val="libArabicChar"/>
          <w:rFonts w:hint="cs"/>
          <w:rtl/>
        </w:rPr>
        <w:t>و</w:t>
      </w:r>
      <w:r w:rsidRPr="005E4E51">
        <w:rPr>
          <w:rStyle w:val="libArabicChar"/>
          <w:rFonts w:hint="eastAsia"/>
          <w:rtl/>
        </w:rPr>
        <w:t>مِناً</w:t>
      </w:r>
      <w:r w:rsidRPr="005E4E51">
        <w:rPr>
          <w:rStyle w:val="libArabicChar"/>
          <w:rtl/>
        </w:rPr>
        <w:t xml:space="preserve"> اَوْ مُ</w:t>
      </w:r>
      <w:r w:rsidR="00AA04E3">
        <w:rPr>
          <w:rStyle w:val="libArabicChar"/>
          <w:rtl/>
        </w:rPr>
        <w:t>و</w:t>
      </w:r>
      <w:r w:rsidRPr="005E4E51">
        <w:rPr>
          <w:rStyle w:val="libArabicChar"/>
          <w:rFonts w:hint="eastAsia"/>
          <w:rtl/>
        </w:rPr>
        <w:t>مِنَةً</w:t>
      </w:r>
      <w:r w:rsidRPr="005E4E51">
        <w:rPr>
          <w:rStyle w:val="libArabicChar"/>
          <w:rtl/>
        </w:rPr>
        <w:t xml:space="preserve"> قالَ فِ</w:t>
      </w:r>
      <w:r w:rsidRPr="005E4E51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ِ</w:t>
      </w:r>
      <w:r w:rsidRPr="005E4E51">
        <w:rPr>
          <w:rStyle w:val="libArabicChar"/>
          <w:rtl/>
        </w:rPr>
        <w:t xml:space="preserve"> مَا لَ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سَ</w:t>
      </w:r>
      <w:r w:rsidRPr="005E4E51">
        <w:rPr>
          <w:rStyle w:val="libArabicChar"/>
          <w:rtl/>
        </w:rPr>
        <w:t xml:space="preserve"> فِ</w:t>
      </w:r>
      <w:r w:rsidRPr="005E4E51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ِ</w:t>
      </w:r>
      <w:r w:rsidRPr="005E4E51">
        <w:rPr>
          <w:rStyle w:val="libArabicChar"/>
          <w:rtl/>
        </w:rPr>
        <w:t xml:space="preserve"> اَقَامَ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ا</w:t>
      </w:r>
      <w:r w:rsidRPr="005E4E51">
        <w:rPr>
          <w:rStyle w:val="libArabicChar"/>
          <w:rtl/>
        </w:rPr>
        <w:t>للّٰ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تَعاليٰ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وْمَ</w:t>
      </w:r>
      <w:r w:rsidRPr="005E4E51">
        <w:rPr>
          <w:rStyle w:val="libArabicChar"/>
          <w:rtl/>
        </w:rPr>
        <w:t xml:space="preserve"> الْقِ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امَةِ</w:t>
      </w:r>
      <w:r w:rsidRPr="005E4E51">
        <w:rPr>
          <w:rStyle w:val="libArabicChar"/>
          <w:rtl/>
        </w:rPr>
        <w:t xml:space="preserve"> عَليٰ تَلٍّ مِنْ نارٍ حَتّيٰ 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خْرُجَ</w:t>
      </w:r>
      <w:r w:rsidRPr="005E4E51">
        <w:rPr>
          <w:rStyle w:val="libArabicChar"/>
          <w:rtl/>
        </w:rPr>
        <w:t xml:space="preserve"> مِمّا قَالَ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فِی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ِ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(489)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مومن پر تھمت لگائے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کھے جو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شخص کو خداوندعالم آگ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بلند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کھڑا کرے گاتاکہ وہ اپنے مومن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کو ثابت کرے“۔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5E4E51">
        <w:rPr>
          <w:rStyle w:val="libArabicChar"/>
          <w:rFonts w:hint="eastAsia"/>
          <w:rtl/>
        </w:rPr>
        <w:t>مَنْ</w:t>
      </w:r>
      <w:r w:rsidRPr="005E4E51">
        <w:rPr>
          <w:rStyle w:val="libArabicChar"/>
          <w:rtl/>
        </w:rPr>
        <w:t xml:space="preserve"> با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َتَ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مُ</w:t>
      </w:r>
      <w:r w:rsidR="00AA04E3">
        <w:rPr>
          <w:rStyle w:val="libArabicChar"/>
          <w:rFonts w:hint="cs"/>
          <w:rtl/>
        </w:rPr>
        <w:t>و</w:t>
      </w:r>
      <w:r w:rsidRPr="005E4E51">
        <w:rPr>
          <w:rStyle w:val="libArabicChar"/>
          <w:rFonts w:hint="eastAsia"/>
          <w:rtl/>
        </w:rPr>
        <w:t>مِناً</w:t>
      </w:r>
      <w:r w:rsidRPr="005E4E51">
        <w:rPr>
          <w:rStyle w:val="libArabicChar"/>
          <w:rtl/>
        </w:rPr>
        <w:t xml:space="preserve"> اَوْ مُ</w:t>
      </w:r>
      <w:r w:rsidR="00AA04E3">
        <w:rPr>
          <w:rStyle w:val="libArabicChar"/>
          <w:rtl/>
        </w:rPr>
        <w:t>و</w:t>
      </w:r>
      <w:r w:rsidRPr="005E4E51">
        <w:rPr>
          <w:rStyle w:val="libArabicChar"/>
          <w:rFonts w:hint="eastAsia"/>
          <w:rtl/>
        </w:rPr>
        <w:t>مِنَةً</w:t>
      </w:r>
      <w:r w:rsidRPr="005E4E51">
        <w:rPr>
          <w:rStyle w:val="libArabicChar"/>
          <w:rtl/>
        </w:rPr>
        <w:t xml:space="preserve"> بِما لَ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سَ</w:t>
      </w:r>
      <w:r w:rsidRPr="005E4E51">
        <w:rPr>
          <w:rStyle w:val="libArabicChar"/>
          <w:rtl/>
        </w:rPr>
        <w:t xml:space="preserve"> فِ</w:t>
      </w:r>
      <w:r w:rsidRPr="005E4E51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ِمَا،</w:t>
      </w:r>
      <w:r w:rsidRPr="005E4E51">
        <w:rPr>
          <w:rStyle w:val="libArabicChar"/>
          <w:rtl/>
        </w:rPr>
        <w:t xml:space="preserve"> حَسَبَ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عَزَّ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وَجَلَّ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وْمَ</w:t>
      </w:r>
      <w:r w:rsidRPr="005E4E51">
        <w:rPr>
          <w:rStyle w:val="libArabicChar"/>
          <w:rtl/>
        </w:rPr>
        <w:t xml:space="preserve"> الْقِ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امَةِ</w:t>
      </w:r>
      <w:r w:rsidRPr="005E4E51">
        <w:rPr>
          <w:rStyle w:val="libArabicChar"/>
          <w:rtl/>
        </w:rPr>
        <w:t xml:space="preserve"> فِ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tl/>
        </w:rPr>
        <w:t xml:space="preserve"> طِ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نَةِ</w:t>
      </w:r>
      <w:r w:rsidRPr="005E4E51">
        <w:rPr>
          <w:rStyle w:val="libArabicChar"/>
          <w:rtl/>
        </w:rPr>
        <w:t xml:space="preserve"> خَبالٍ حَتّيٰ 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خْرُجَ</w:t>
      </w:r>
      <w:r w:rsidRPr="005E4E51">
        <w:rPr>
          <w:rStyle w:val="libArabicChar"/>
          <w:rtl/>
        </w:rPr>
        <w:t xml:space="preserve"> مِمّا قَالَ</w:t>
      </w:r>
      <w:r w:rsidRPr="005E4E51">
        <w:rPr>
          <w:rStyle w:val="libArabicChar"/>
          <w:rFonts w:hint="cs"/>
          <w:rtl/>
        </w:rPr>
        <w:t>قُلْتُ</w:t>
      </w:r>
      <w:r w:rsidRPr="005E4E51">
        <w:rPr>
          <w:rStyle w:val="libArabicChar"/>
          <w:rtl/>
        </w:rPr>
        <w:t>: وَمَا طِ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نَةُ</w:t>
      </w:r>
      <w:r w:rsidRPr="005E4E51">
        <w:rPr>
          <w:rStyle w:val="libArabicChar"/>
          <w:rtl/>
        </w:rPr>
        <w:t xml:space="preserve"> خَبالٍ؟ قالَ:صَد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دٌ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خْرُجُ</w:t>
      </w:r>
      <w:r w:rsidRPr="005E4E51">
        <w:rPr>
          <w:rStyle w:val="libArabicChar"/>
          <w:rtl/>
        </w:rPr>
        <w:t xml:space="preserve"> مِنْ فُروجِ الْمُومِساتِ - 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عْنِ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tl/>
        </w:rPr>
        <w:t xml:space="preserve"> الزَّوانِ</w:t>
      </w:r>
      <w:r w:rsidRPr="005E4E51">
        <w:rPr>
          <w:rStyle w:val="libArabicChar"/>
          <w:rFonts w:hint="cs"/>
          <w:rtl/>
        </w:rPr>
        <w:t>ی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(490)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جو شخص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مرد مومن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مومنہ پر تھمت لگائے اور ان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کھے جو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نہ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، تو خداوندعالم </w:t>
      </w:r>
      <w:r>
        <w:rPr>
          <w:rtl/>
          <w:lang w:bidi="ur-PK"/>
        </w:rPr>
        <w:lastRenderedPageBreak/>
        <w:t>اس کو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خَبال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کردے گا تاکہ وہ اپنے کھے کو ثابت کرے، راو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حضرت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خَبال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تو آپ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وہ خون اور گندگ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جو زناکرنے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شرمگاہ سے نکلت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!“۔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5E4E51">
        <w:rPr>
          <w:rStyle w:val="libArabicChar"/>
          <w:rFonts w:hint="eastAsia"/>
          <w:rtl/>
        </w:rPr>
        <w:t>اَلْبُ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ْتانُ</w:t>
      </w:r>
      <w:r w:rsidRPr="005E4E51">
        <w:rPr>
          <w:rStyle w:val="libArabicChar"/>
          <w:rtl/>
        </w:rPr>
        <w:t xml:space="preserve"> عَلَ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tl/>
        </w:rPr>
        <w:t xml:space="preserve"> الْبَر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tl/>
        </w:rPr>
        <w:t xml:space="preserve"> ءِ اَثْقَلُ مِنَ الْجِبالِ الرّاس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اتِ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(491)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پاکدامن مومن پر تھمت لگانا مستحکم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پھاڑوں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سنگ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 بھار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94244C">
      <w:pPr>
        <w:pStyle w:val="Heading2Center"/>
        <w:rPr>
          <w:rtl/>
          <w:lang w:bidi="ur-PK"/>
        </w:rPr>
      </w:pPr>
      <w:bookmarkStart w:id="130" w:name="_Toc520984067"/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bookmarkEnd w:id="130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دوسروں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پست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جو</w:t>
      </w:r>
      <w:r>
        <w:rPr>
          <w:rtl/>
          <w:lang w:bidi="ur-PK"/>
        </w:rPr>
        <w:t xml:space="preserve"> صفات انسان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پائے جاتے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ان کو دوسروں کے سامنے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پر ناراض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 اس کو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تمام لوگوں کو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سے منع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کو اپنے مردہ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گوشت کھانے کے برابر شمار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5E4E51">
        <w:rPr>
          <w:rStyle w:val="libAieChar"/>
          <w:rFonts w:hint="cs"/>
          <w:rtl/>
        </w:rPr>
        <w:t>وَلاَی</w:t>
      </w:r>
      <w:r w:rsidR="00476253" w:rsidRPr="005E4E51">
        <w:rPr>
          <w:rStyle w:val="libAieChar"/>
          <w:rFonts w:hint="eastAsia"/>
          <w:rtl/>
        </w:rPr>
        <w:t>غْتَبْ</w:t>
      </w:r>
      <w:r w:rsidR="00476253" w:rsidRPr="005E4E51">
        <w:rPr>
          <w:rStyle w:val="libAieChar"/>
          <w:rtl/>
        </w:rPr>
        <w:t xml:space="preserve"> بَعْضُكُمْ بَعْضًا </w:t>
      </w:r>
      <w:r w:rsidR="00BA0B7F">
        <w:rPr>
          <w:rStyle w:val="libAieChar"/>
          <w:rtl/>
        </w:rPr>
        <w:t>ا</w:t>
      </w:r>
      <w:r w:rsidR="00476253" w:rsidRPr="005E4E51">
        <w:rPr>
          <w:rStyle w:val="libAieChar"/>
          <w:rFonts w:hint="cs"/>
          <w:rtl/>
        </w:rPr>
        <w:t>ی</w:t>
      </w:r>
      <w:r w:rsidR="00476253" w:rsidRPr="005E4E51">
        <w:rPr>
          <w:rStyle w:val="libAieChar"/>
          <w:rFonts w:hint="eastAsia"/>
          <w:rtl/>
        </w:rPr>
        <w:t>حِبُّ</w:t>
      </w:r>
      <w:r w:rsidR="00476253" w:rsidRPr="005E4E51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5E4E51">
        <w:rPr>
          <w:rStyle w:val="libAieChar"/>
          <w:rFonts w:hint="eastAsia"/>
          <w:rtl/>
        </w:rPr>
        <w:t>حَدُكُمْ</w:t>
      </w:r>
      <w:r w:rsidR="00476253" w:rsidRPr="005E4E51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5E4E51">
        <w:rPr>
          <w:rStyle w:val="libAieChar"/>
          <w:rFonts w:hint="eastAsia"/>
          <w:rtl/>
        </w:rPr>
        <w:t>نْ</w:t>
      </w:r>
      <w:r w:rsidR="00476253" w:rsidRPr="005E4E51">
        <w:rPr>
          <w:rStyle w:val="libAieChar"/>
          <w:rtl/>
        </w:rPr>
        <w:t xml:space="preserve"> </w:t>
      </w:r>
      <w:r w:rsidR="00476253" w:rsidRPr="005E4E51">
        <w:rPr>
          <w:rStyle w:val="libAieChar"/>
          <w:rFonts w:hint="cs"/>
          <w:rtl/>
        </w:rPr>
        <w:t>ی</w:t>
      </w:r>
      <w:r w:rsidR="00BA0B7F">
        <w:rPr>
          <w:rStyle w:val="libAieChar"/>
          <w:rFonts w:hint="eastAsia"/>
          <w:rtl/>
        </w:rPr>
        <w:t>ا</w:t>
      </w:r>
      <w:r w:rsidR="00476253" w:rsidRPr="005E4E51">
        <w:rPr>
          <w:rStyle w:val="libAieChar"/>
          <w:rFonts w:hint="eastAsia"/>
          <w:rtl/>
        </w:rPr>
        <w:t>كُلَ</w:t>
      </w:r>
      <w:r w:rsidR="00476253" w:rsidRPr="005E4E51">
        <w:rPr>
          <w:rStyle w:val="libAieChar"/>
          <w:rtl/>
        </w:rPr>
        <w:t xml:space="preserve"> لَحْمَ </w:t>
      </w:r>
      <w:r w:rsidR="00BA0B7F">
        <w:rPr>
          <w:rStyle w:val="libAieChar"/>
          <w:rtl/>
        </w:rPr>
        <w:t>ا</w:t>
      </w:r>
      <w:r w:rsidR="00476253" w:rsidRPr="005E4E51">
        <w:rPr>
          <w:rStyle w:val="libAieChar"/>
          <w:rFonts w:hint="eastAsia"/>
          <w:rtl/>
        </w:rPr>
        <w:t>خِ</w:t>
      </w:r>
      <w:r w:rsidR="00476253" w:rsidRPr="005E4E51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5E4E51">
        <w:rPr>
          <w:rStyle w:val="libAieChar"/>
          <w:rFonts w:hint="cs"/>
          <w:rtl/>
        </w:rPr>
        <w:t>ِ</w:t>
      </w:r>
      <w:r w:rsidR="00476253" w:rsidRPr="005E4E51">
        <w:rPr>
          <w:rStyle w:val="libAieChar"/>
          <w:rtl/>
        </w:rPr>
        <w:t xml:space="preserve"> مَ</w:t>
      </w:r>
      <w:r w:rsidR="00476253" w:rsidRPr="005E4E51">
        <w:rPr>
          <w:rStyle w:val="libAieChar"/>
          <w:rFonts w:hint="cs"/>
          <w:rtl/>
        </w:rPr>
        <w:t>ی</w:t>
      </w:r>
      <w:r w:rsidR="00476253" w:rsidRPr="005E4E51">
        <w:rPr>
          <w:rStyle w:val="libAieChar"/>
          <w:rFonts w:hint="eastAsia"/>
          <w:rtl/>
        </w:rPr>
        <w:t>تًا</w:t>
      </w:r>
      <w:r w:rsidR="00476253" w:rsidRPr="005E4E51">
        <w:rPr>
          <w:rStyle w:val="libAieChar"/>
          <w:rtl/>
        </w:rPr>
        <w:t xml:space="preserve"> فَكَرِ</w:t>
      </w:r>
      <w:r w:rsidR="00705CD5" w:rsidRPr="00705CD5">
        <w:rPr>
          <w:rStyle w:val="libAieChar"/>
          <w:rFonts w:hint="cs"/>
          <w:rtl/>
        </w:rPr>
        <w:t>ه</w:t>
      </w:r>
      <w:r w:rsidR="00476253" w:rsidRPr="005E4E51">
        <w:rPr>
          <w:rStyle w:val="libAieChar"/>
          <w:rFonts w:hint="cs"/>
          <w:rtl/>
        </w:rPr>
        <w:t>تمُو</w:t>
      </w:r>
      <w:r w:rsidR="00705CD5" w:rsidRPr="00705CD5">
        <w:rPr>
          <w:rStyle w:val="libAieChar"/>
          <w:rFonts w:hint="cs"/>
          <w:rtl/>
        </w:rPr>
        <w:t>ه</w:t>
      </w:r>
      <w:r w:rsidR="00476253" w:rsidRPr="005E4E51">
        <w:rPr>
          <w:rStyle w:val="libAieChar"/>
          <w:rFonts w:hint="cs"/>
          <w:rtl/>
        </w:rPr>
        <w:t>ُ</w:t>
      </w:r>
      <w:r w:rsidR="00476253" w:rsidRPr="005E4E51">
        <w:rPr>
          <w:rStyle w:val="libAieChar"/>
          <w:rtl/>
        </w:rPr>
        <w:t xml:space="preserve"> </w:t>
      </w:r>
      <w:r w:rsidR="00476253" w:rsidRPr="005E4E51">
        <w:rPr>
          <w:rStyle w:val="libAieChar"/>
          <w:rFonts w:hint="cs"/>
          <w:rtl/>
        </w:rPr>
        <w:t>وَاتَّقُوا</w:t>
      </w:r>
      <w:r w:rsidR="00476253" w:rsidRPr="005E4E51">
        <w:rPr>
          <w:rStyle w:val="libAieChar"/>
          <w:rtl/>
        </w:rPr>
        <w:t xml:space="preserve"> </w:t>
      </w:r>
      <w:r w:rsidR="00476253" w:rsidRPr="005E4E51">
        <w:rPr>
          <w:rStyle w:val="libAieChar"/>
          <w:rFonts w:hint="cs"/>
          <w:rtl/>
        </w:rPr>
        <w:t>اللهَ</w:t>
      </w:r>
      <w:r w:rsidR="006F6A7F" w:rsidRPr="006F6A7F">
        <w:rPr>
          <w:rStyle w:val="libAlaemChar"/>
          <w:rtl/>
        </w:rPr>
        <w:t>)</w:t>
      </w:r>
      <w:r w:rsidR="00125F42" w:rsidRPr="00125F42">
        <w:rPr>
          <w:rStyle w:val="libFootnotenumChar"/>
          <w:rtl/>
          <w:lang w:bidi="ur-PK"/>
        </w:rPr>
        <w:t>(492)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دوسرے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غ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بت</w:t>
      </w:r>
      <w:r w:rsidR="00476253">
        <w:rPr>
          <w:rtl/>
          <w:lang w:bidi="ur-PK"/>
        </w:rPr>
        <w:t xml:space="preserve">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نہ کرو کہ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تم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سے کوئ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اس بات کو پسند کرے گا کہ اپنے مردہ بھائ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کا گوشت کھائے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نا</w:t>
      </w:r>
      <w:r w:rsidR="00476253">
        <w:rPr>
          <w:rtl/>
          <w:lang w:bidi="ur-PK"/>
        </w:rPr>
        <w:t xml:space="preserve"> تم اسے بُرا سمجھو گے، تو اللہ سے ڈرو“۔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ابوذر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705CD5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ا</w:t>
      </w:r>
      <w:r w:rsidRPr="005E4E51">
        <w:rPr>
          <w:rStyle w:val="libArabicChar"/>
          <w:rtl/>
        </w:rPr>
        <w:t xml:space="preserve"> اباذَرٍّ، اِ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اكَ</w:t>
      </w:r>
      <w:r w:rsidRPr="005E4E51">
        <w:rPr>
          <w:rStyle w:val="libArabicChar"/>
          <w:rtl/>
        </w:rPr>
        <w:t xml:space="preserve"> وَالْغ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بَةَ،</w:t>
      </w:r>
      <w:r w:rsidRPr="005E4E51">
        <w:rPr>
          <w:rStyle w:val="libArabicChar"/>
          <w:rtl/>
        </w:rPr>
        <w:t xml:space="preserve"> فَاِنَّ الْغ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بَةَ</w:t>
      </w:r>
      <w:r w:rsidRPr="005E4E51">
        <w:rPr>
          <w:rStyle w:val="libArabicChar"/>
          <w:rtl/>
        </w:rPr>
        <w:t xml:space="preserve"> اَشَدُّ مِنَ الزِّنا </w:t>
      </w:r>
      <w:r w:rsidRPr="005E4E51">
        <w:rPr>
          <w:rStyle w:val="libArabicChar"/>
          <w:rFonts w:hint="cs"/>
          <w:rtl/>
        </w:rPr>
        <w:t>قُلْتُ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ا</w:t>
      </w:r>
      <w:r w:rsidRPr="005E4E51">
        <w:rPr>
          <w:rStyle w:val="libArabicChar"/>
          <w:rtl/>
        </w:rPr>
        <w:t xml:space="preserve"> رَسُولَ اللّٰ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ِ</w:t>
      </w:r>
      <w:r w:rsidRPr="005E4E51">
        <w:rPr>
          <w:rStyle w:val="libArabicChar"/>
          <w:rtl/>
        </w:rPr>
        <w:t xml:space="preserve">! </w:t>
      </w:r>
      <w:r w:rsidRPr="005E4E51">
        <w:rPr>
          <w:rStyle w:val="libArabicChar"/>
          <w:rFonts w:hint="cs"/>
          <w:rtl/>
        </w:rPr>
        <w:t>وَمَا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الْغی</w:t>
      </w:r>
      <w:r w:rsidRPr="005E4E51">
        <w:rPr>
          <w:rStyle w:val="libArabicChar"/>
          <w:rFonts w:hint="eastAsia"/>
          <w:rtl/>
        </w:rPr>
        <w:t>بَةُ</w:t>
      </w:r>
      <w:r w:rsidRPr="005E4E51">
        <w:rPr>
          <w:rStyle w:val="libArabicChar"/>
          <w:rtl/>
        </w:rPr>
        <w:t xml:space="preserve"> قَالَ:ذِكْرُكَ اَخاكَ بِمَا 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كْرَ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ُقُلْتُ</w:t>
      </w:r>
      <w:r w:rsidRPr="005E4E51">
        <w:rPr>
          <w:rStyle w:val="libArabicChar"/>
          <w:rtl/>
        </w:rPr>
        <w:t>: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ا</w:t>
      </w:r>
      <w:r w:rsidRPr="005E4E51">
        <w:rPr>
          <w:rStyle w:val="libArabicChar"/>
          <w:rtl/>
        </w:rPr>
        <w:t xml:space="preserve"> رَسُولَ اللّٰ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ِ</w:t>
      </w:r>
      <w:r w:rsidRPr="005E4E51">
        <w:rPr>
          <w:rStyle w:val="libArabicChar"/>
          <w:rtl/>
        </w:rPr>
        <w:t xml:space="preserve">! </w:t>
      </w:r>
      <w:r w:rsidRPr="005E4E51">
        <w:rPr>
          <w:rStyle w:val="libArabicChar"/>
          <w:rFonts w:hint="cs"/>
          <w:rtl/>
        </w:rPr>
        <w:t>فَاِنْ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کانَ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فِی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ِ</w:t>
      </w:r>
      <w:r w:rsidRPr="005E4E51">
        <w:rPr>
          <w:rStyle w:val="libArabicChar"/>
          <w:rtl/>
        </w:rPr>
        <w:t xml:space="preserve"> ذاكَ الَّذِ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ذْكَرُ</w:t>
      </w:r>
      <w:r w:rsidRPr="005E4E51">
        <w:rPr>
          <w:rStyle w:val="libArabicChar"/>
          <w:rtl/>
        </w:rPr>
        <w:t xml:space="preserve"> بِ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ِ؟قَالَ</w:t>
      </w:r>
      <w:r w:rsidRPr="005E4E51">
        <w:rPr>
          <w:rStyle w:val="libArabicChar"/>
          <w:rtl/>
        </w:rPr>
        <w:t>:</w:t>
      </w:r>
      <w:r w:rsidRPr="005E4E51">
        <w:rPr>
          <w:rStyle w:val="libArabicChar"/>
          <w:rFonts w:hint="cs"/>
          <w:rtl/>
        </w:rPr>
        <w:t>اِعْلَمْ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اِنَّكَ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اِذا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ذَكَ</w:t>
      </w:r>
      <w:r w:rsidRPr="005E4E51">
        <w:rPr>
          <w:rStyle w:val="libArabicChar"/>
          <w:rFonts w:hint="eastAsia"/>
          <w:rtl/>
        </w:rPr>
        <w:t>رْتَ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</w:t>
      </w:r>
      <w:r w:rsidRPr="005E4E51">
        <w:rPr>
          <w:rStyle w:val="libArabicChar"/>
          <w:rtl/>
        </w:rPr>
        <w:t xml:space="preserve"> بِما لَ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سَ</w:t>
      </w:r>
      <w:r w:rsidRPr="005E4E51">
        <w:rPr>
          <w:rStyle w:val="libArabicChar"/>
          <w:rtl/>
        </w:rPr>
        <w:t xml:space="preserve"> فِ</w:t>
      </w:r>
      <w:r w:rsidRPr="005E4E51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ِ</w:t>
      </w:r>
      <w:r w:rsidRPr="005E4E51">
        <w:rPr>
          <w:rStyle w:val="libArabicChar"/>
          <w:rtl/>
        </w:rPr>
        <w:t xml:space="preserve"> بَ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َتَّ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</w:t>
      </w:r>
      <w:r>
        <w:rPr>
          <w:rtl/>
          <w:lang w:bidi="ur-PK"/>
        </w:rPr>
        <w:t xml:space="preserve">“۔[246]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اے ابوذر!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کرو، بے شک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زنا سے بدتر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تو آنحضرت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اپنے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ناپسند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الفاظ کہنا۔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کھا: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چھے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 کہنا جو اس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؟ تو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جان لو کہ اگر اس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کھو جو اس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وہ تھمت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صرف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کرنا حرام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بلکہ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کا سننا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حرام اور گناہ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</w:t>
      </w:r>
      <w:r w:rsidRPr="005E4E51">
        <w:rPr>
          <w:rStyle w:val="libArabicChar"/>
          <w:rFonts w:hint="eastAsia"/>
          <w:rtl/>
        </w:rPr>
        <w:t>اَلسّامِعُ</w:t>
      </w:r>
      <w:r w:rsidRPr="005E4E51">
        <w:rPr>
          <w:rStyle w:val="libArabicChar"/>
          <w:rtl/>
        </w:rPr>
        <w:t xml:space="preserve"> لِلْغ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بَةِ</w:t>
      </w:r>
      <w:r w:rsidRPr="005E4E51">
        <w:rPr>
          <w:rStyle w:val="libArabicChar"/>
          <w:rtl/>
        </w:rPr>
        <w:t xml:space="preserve"> كَاْلمُغْتابِ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(493)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کا سننے والا (بھ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کرنے والے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5E4E51">
        <w:rPr>
          <w:rStyle w:val="libArabicChar"/>
          <w:rFonts w:hint="eastAsia"/>
          <w:rtl/>
        </w:rPr>
        <w:t>مَنِ</w:t>
      </w:r>
      <w:r w:rsidRPr="005E4E51">
        <w:rPr>
          <w:rStyle w:val="libArabicChar"/>
          <w:rtl/>
        </w:rPr>
        <w:t xml:space="preserve"> اغْت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بَ</w:t>
      </w:r>
      <w:r w:rsidRPr="005E4E51">
        <w:rPr>
          <w:rStyle w:val="libArabicChar"/>
          <w:rtl/>
        </w:rPr>
        <w:t xml:space="preserve"> عِنْدَ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اَخُو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الْمُسْلِمُ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فَاسْتَطاعَ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نَصْرَ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وَلَم</w:t>
      </w:r>
      <w:r w:rsidRPr="005E4E51">
        <w:rPr>
          <w:rStyle w:val="libArabicChar"/>
          <w:rtl/>
        </w:rPr>
        <w:t xml:space="preserve">ْ 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نْصُرْ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</w:t>
      </w:r>
      <w:r w:rsidRPr="005E4E51">
        <w:rPr>
          <w:rStyle w:val="libArabicChar"/>
          <w:rtl/>
        </w:rPr>
        <w:t xml:space="preserve"> خَذَلَ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فِی</w:t>
      </w:r>
      <w:r w:rsidRPr="005E4E51">
        <w:rPr>
          <w:rStyle w:val="libArabicChar"/>
          <w:rtl/>
        </w:rPr>
        <w:t xml:space="preserve"> الدُّنْ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ا</w:t>
      </w:r>
      <w:r w:rsidRPr="005E4E51">
        <w:rPr>
          <w:rStyle w:val="libArabicChar"/>
          <w:rtl/>
        </w:rPr>
        <w:t xml:space="preserve"> وَالْآخِرَةِ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(494)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”اگر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سامنے اپنے مسلمان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کرے اور وہ اس کا دفاع کرسکتا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دفاع نہ کرے تو خداوندعالم اس کو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رسوا کردے گا“۔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94244C">
      <w:pPr>
        <w:pStyle w:val="Heading2Center"/>
        <w:rPr>
          <w:rtl/>
          <w:lang w:bidi="ur-PK"/>
        </w:rPr>
      </w:pPr>
      <w:bookmarkStart w:id="131" w:name="_Toc520984068"/>
      <w:r>
        <w:rPr>
          <w:rFonts w:hint="eastAsia"/>
          <w:rtl/>
          <w:lang w:bidi="ur-PK"/>
        </w:rPr>
        <w:t>استہزاء</w:t>
      </w:r>
      <w:r>
        <w:rPr>
          <w:rtl/>
          <w:lang w:bidi="ur-PK"/>
        </w:rPr>
        <w:t xml:space="preserve"> اور مسخرہ کرنا</w:t>
      </w:r>
      <w:bookmarkEnd w:id="131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دوسرے</w:t>
      </w:r>
      <w:r>
        <w:rPr>
          <w:rtl/>
          <w:lang w:bidi="ur-PK"/>
        </w:rPr>
        <w:t xml:space="preserve"> لوگوں کو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کرنا اور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کرنا بھت بُرا کام اور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گناہ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 کا مسخرہ اور اس کو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کروچونکہ اس کا 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ائے</w:t>
      </w:r>
      <w:r>
        <w:rPr>
          <w:rtl/>
          <w:lang w:bidi="ur-PK"/>
        </w:rPr>
        <w:t xml:space="preserve"> خدا اور اس کے خاص بندوں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کا امکان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شدت کے ساتھ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کا مذاق اڑانے اور مسخرہ کرنے سے منع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5E4E51">
        <w:rPr>
          <w:rStyle w:val="libAieChar"/>
          <w:rFonts w:hint="cs"/>
          <w:rtl/>
        </w:rPr>
        <w:t>ی</w:t>
      </w:r>
      <w:r w:rsidR="00476253" w:rsidRPr="005E4E51">
        <w:rPr>
          <w:rStyle w:val="libAieChar"/>
          <w:rFonts w:hint="eastAsia"/>
          <w:rtl/>
        </w:rPr>
        <w:t>ا</w:t>
      </w:r>
      <w:r w:rsidR="00BA0B7F">
        <w:rPr>
          <w:rStyle w:val="libAieChar"/>
          <w:rFonts w:hint="eastAsia"/>
          <w:rtl/>
        </w:rPr>
        <w:t>ا</w:t>
      </w:r>
      <w:r w:rsidR="00476253" w:rsidRPr="005E4E51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5E4E51">
        <w:rPr>
          <w:rStyle w:val="libAieChar"/>
          <w:rFonts w:hint="cs"/>
          <w:rtl/>
        </w:rPr>
        <w:t>ا</w:t>
      </w:r>
      <w:r w:rsidR="00476253" w:rsidRPr="005E4E51">
        <w:rPr>
          <w:rStyle w:val="libAieChar"/>
          <w:rtl/>
        </w:rPr>
        <w:t xml:space="preserve"> الَّذِ</w:t>
      </w:r>
      <w:r w:rsidR="00476253" w:rsidRPr="005E4E51">
        <w:rPr>
          <w:rStyle w:val="libAieChar"/>
          <w:rFonts w:hint="cs"/>
          <w:rtl/>
        </w:rPr>
        <w:t>ی</w:t>
      </w:r>
      <w:r w:rsidR="00476253" w:rsidRPr="005E4E51">
        <w:rPr>
          <w:rStyle w:val="libAieChar"/>
          <w:rFonts w:hint="eastAsia"/>
          <w:rtl/>
        </w:rPr>
        <w:t>نَ</w:t>
      </w:r>
      <w:r w:rsidR="00476253" w:rsidRPr="005E4E51">
        <w:rPr>
          <w:rStyle w:val="libAieChar"/>
          <w:rtl/>
        </w:rPr>
        <w:t xml:space="preserve"> آمَنُوا لاَ</w:t>
      </w:r>
      <w:r w:rsidR="00476253" w:rsidRPr="005E4E51">
        <w:rPr>
          <w:rStyle w:val="libAieChar"/>
          <w:rFonts w:hint="cs"/>
          <w:rtl/>
        </w:rPr>
        <w:t>ی</w:t>
      </w:r>
      <w:r w:rsidR="00476253" w:rsidRPr="005E4E51">
        <w:rPr>
          <w:rStyle w:val="libAieChar"/>
          <w:rFonts w:hint="eastAsia"/>
          <w:rtl/>
        </w:rPr>
        <w:t>سْخَرْ</w:t>
      </w:r>
      <w:r w:rsidR="00476253" w:rsidRPr="005E4E51">
        <w:rPr>
          <w:rStyle w:val="libAieChar"/>
          <w:rtl/>
        </w:rPr>
        <w:t xml:space="preserve"> قَومٌ مِنْ قَوْمٍ عَسَ</w:t>
      </w:r>
      <w:r w:rsidR="00476253" w:rsidRPr="005E4E51">
        <w:rPr>
          <w:rStyle w:val="libAieChar"/>
          <w:rFonts w:hint="cs"/>
          <w:rtl/>
        </w:rPr>
        <w:t>ی</w:t>
      </w:r>
      <w:r w:rsidR="00476253" w:rsidRPr="005E4E51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5E4E51">
        <w:rPr>
          <w:rStyle w:val="libAieChar"/>
          <w:rFonts w:hint="eastAsia"/>
          <w:rtl/>
        </w:rPr>
        <w:t>نْ</w:t>
      </w:r>
      <w:r w:rsidR="00476253" w:rsidRPr="005E4E51">
        <w:rPr>
          <w:rStyle w:val="libAieChar"/>
          <w:rtl/>
        </w:rPr>
        <w:t xml:space="preserve"> </w:t>
      </w:r>
      <w:r w:rsidR="00476253" w:rsidRPr="005E4E51">
        <w:rPr>
          <w:rStyle w:val="libAieChar"/>
          <w:rFonts w:hint="cs"/>
          <w:rtl/>
        </w:rPr>
        <w:t>ی</w:t>
      </w:r>
      <w:r w:rsidR="00476253" w:rsidRPr="005E4E51">
        <w:rPr>
          <w:rStyle w:val="libAieChar"/>
          <w:rFonts w:hint="eastAsia"/>
          <w:rtl/>
        </w:rPr>
        <w:t>كُونُوا</w:t>
      </w:r>
      <w:r w:rsidR="00476253" w:rsidRPr="005E4E51">
        <w:rPr>
          <w:rStyle w:val="libAieChar"/>
          <w:rtl/>
        </w:rPr>
        <w:t xml:space="preserve"> خَ</w:t>
      </w:r>
      <w:r w:rsidR="00476253" w:rsidRPr="005E4E51">
        <w:rPr>
          <w:rStyle w:val="libAieChar"/>
          <w:rFonts w:hint="cs"/>
          <w:rtl/>
        </w:rPr>
        <w:t>ی</w:t>
      </w:r>
      <w:r w:rsidR="00476253" w:rsidRPr="005E4E51">
        <w:rPr>
          <w:rStyle w:val="libAieChar"/>
          <w:rFonts w:hint="eastAsia"/>
          <w:rtl/>
        </w:rPr>
        <w:t>رًا</w:t>
      </w:r>
      <w:r w:rsidR="00476253" w:rsidRPr="005E4E51">
        <w:rPr>
          <w:rStyle w:val="libAieChar"/>
          <w:rtl/>
        </w:rPr>
        <w:t xml:space="preserve"> مِنْ</w:t>
      </w:r>
      <w:r w:rsidR="00705CD5" w:rsidRPr="00705CD5">
        <w:rPr>
          <w:rStyle w:val="libAieChar"/>
          <w:rFonts w:hint="cs"/>
          <w:rtl/>
        </w:rPr>
        <w:t>ه</w:t>
      </w:r>
      <w:r w:rsidR="00476253" w:rsidRPr="005E4E51">
        <w:rPr>
          <w:rStyle w:val="libAieChar"/>
          <w:rFonts w:hint="cs"/>
          <w:rtl/>
        </w:rPr>
        <w:t>م</w:t>
      </w:r>
      <w:r w:rsidR="00476253" w:rsidRPr="005E4E51">
        <w:rPr>
          <w:rStyle w:val="libAieChar"/>
          <w:rtl/>
        </w:rPr>
        <w:t xml:space="preserve"> </w:t>
      </w:r>
      <w:r w:rsidR="00476253" w:rsidRPr="005E4E51">
        <w:rPr>
          <w:rStyle w:val="libAieChar"/>
          <w:rFonts w:hint="cs"/>
          <w:rtl/>
        </w:rPr>
        <w:t>وَلاَنِسَاءٌ</w:t>
      </w:r>
      <w:r w:rsidR="00476253" w:rsidRPr="005E4E51">
        <w:rPr>
          <w:rStyle w:val="libAieChar"/>
          <w:rtl/>
        </w:rPr>
        <w:t xml:space="preserve"> </w:t>
      </w:r>
      <w:r w:rsidR="00476253" w:rsidRPr="005E4E51">
        <w:rPr>
          <w:rStyle w:val="libAieChar"/>
          <w:rFonts w:hint="cs"/>
          <w:rtl/>
        </w:rPr>
        <w:t>مِنْ</w:t>
      </w:r>
      <w:r w:rsidR="00476253" w:rsidRPr="005E4E51">
        <w:rPr>
          <w:rStyle w:val="libAieChar"/>
          <w:rtl/>
        </w:rPr>
        <w:t xml:space="preserve"> </w:t>
      </w:r>
      <w:r w:rsidR="00476253" w:rsidRPr="005E4E51">
        <w:rPr>
          <w:rStyle w:val="libAieChar"/>
          <w:rFonts w:hint="cs"/>
          <w:rtl/>
        </w:rPr>
        <w:t>نِسَاءٍ</w:t>
      </w:r>
      <w:r w:rsidR="00476253" w:rsidRPr="005E4E51">
        <w:rPr>
          <w:rStyle w:val="libAieChar"/>
          <w:rtl/>
        </w:rPr>
        <w:t xml:space="preserve"> </w:t>
      </w:r>
      <w:r w:rsidR="00476253" w:rsidRPr="005E4E51">
        <w:rPr>
          <w:rStyle w:val="libAieChar"/>
          <w:rFonts w:hint="cs"/>
          <w:rtl/>
        </w:rPr>
        <w:t>عَسَی</w:t>
      </w:r>
      <w:r w:rsidR="00476253" w:rsidRPr="005E4E51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5E4E51">
        <w:rPr>
          <w:rStyle w:val="libAieChar"/>
          <w:rFonts w:hint="eastAsia"/>
          <w:rtl/>
        </w:rPr>
        <w:t>نْ</w:t>
      </w:r>
      <w:r w:rsidR="00476253" w:rsidRPr="005E4E51">
        <w:rPr>
          <w:rStyle w:val="libAieChar"/>
          <w:rtl/>
        </w:rPr>
        <w:t xml:space="preserve"> </w:t>
      </w:r>
      <w:r w:rsidR="00476253" w:rsidRPr="005E4E51">
        <w:rPr>
          <w:rStyle w:val="libAieChar"/>
          <w:rFonts w:hint="cs"/>
          <w:rtl/>
        </w:rPr>
        <w:t>ی</w:t>
      </w:r>
      <w:r w:rsidR="00476253" w:rsidRPr="005E4E51">
        <w:rPr>
          <w:rStyle w:val="libAieChar"/>
          <w:rFonts w:hint="eastAsia"/>
          <w:rtl/>
        </w:rPr>
        <w:t>كُنَّ</w:t>
      </w:r>
      <w:r w:rsidR="00476253" w:rsidRPr="005E4E51">
        <w:rPr>
          <w:rStyle w:val="libAieChar"/>
          <w:rtl/>
        </w:rPr>
        <w:t xml:space="preserve"> خَ</w:t>
      </w:r>
      <w:r w:rsidR="00476253" w:rsidRPr="005E4E51">
        <w:rPr>
          <w:rStyle w:val="libAieChar"/>
          <w:rFonts w:hint="cs"/>
          <w:rtl/>
        </w:rPr>
        <w:t>ی</w:t>
      </w:r>
      <w:r w:rsidR="00476253" w:rsidRPr="005E4E51">
        <w:rPr>
          <w:rStyle w:val="libAieChar"/>
          <w:rFonts w:hint="eastAsia"/>
          <w:rtl/>
        </w:rPr>
        <w:t>رًا</w:t>
      </w:r>
      <w:r w:rsidR="00476253" w:rsidRPr="005E4E51">
        <w:rPr>
          <w:rStyle w:val="libAieChar"/>
          <w:rtl/>
        </w:rPr>
        <w:t xml:space="preserve"> مِنْ</w:t>
      </w:r>
      <w:r w:rsidR="00705CD5" w:rsidRPr="00705CD5">
        <w:rPr>
          <w:rStyle w:val="libAieChar"/>
          <w:rFonts w:hint="cs"/>
          <w:rtl/>
        </w:rPr>
        <w:t>ه</w:t>
      </w:r>
      <w:r w:rsidR="00476253" w:rsidRPr="005E4E51">
        <w:rPr>
          <w:rStyle w:val="libAieChar"/>
          <w:rFonts w:hint="cs"/>
          <w:rtl/>
        </w:rPr>
        <w:t>ُن</w:t>
      </w:r>
      <w:r w:rsidR="006F6A7F" w:rsidRPr="006F6A7F">
        <w:rPr>
          <w:rStyle w:val="libAlaemChar"/>
          <w:rtl/>
        </w:rPr>
        <w:t>)</w:t>
      </w:r>
      <w:r w:rsidR="00125F42" w:rsidRPr="00125F42">
        <w:rPr>
          <w:rStyle w:val="libFootnotenumChar"/>
          <w:rtl/>
          <w:lang w:bidi="ur-PK"/>
        </w:rPr>
        <w:t>(495)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والو! خبردار کوئ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قوم دوسر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قوم کا مذاق نہ اڑائے کہ شا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tl/>
          <w:lang w:bidi="ur-PK"/>
        </w:rPr>
        <w:t xml:space="preserve"> وہ اس سے بھتر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>اور عورتوں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کوئ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جماعت دوسر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جماعت کا مسخرہ نہ کرے شا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tl/>
          <w:lang w:bidi="ur-PK"/>
        </w:rPr>
        <w:t xml:space="preserve"> وھ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عورت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ان سے بھتر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 xml:space="preserve">ں“۔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لوگوں کا مسخرہ کرنے والوں اور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کرنے والوں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5E4E51">
        <w:rPr>
          <w:rStyle w:val="libArabicChar"/>
          <w:rFonts w:hint="eastAsia"/>
          <w:rtl/>
        </w:rPr>
        <w:t>اِنَّ</w:t>
      </w:r>
      <w:r w:rsidRPr="005E4E51">
        <w:rPr>
          <w:rStyle w:val="libArabicChar"/>
          <w:rtl/>
        </w:rPr>
        <w:t xml:space="preserve"> الْمُسْتَ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ْزِئی</w:t>
      </w:r>
      <w:r w:rsidRPr="005E4E51">
        <w:rPr>
          <w:rStyle w:val="libArabicChar"/>
          <w:rFonts w:hint="eastAsia"/>
          <w:rtl/>
        </w:rPr>
        <w:t>نَ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فْتَحُ</w:t>
      </w:r>
      <w:r w:rsidRPr="005E4E51">
        <w:rPr>
          <w:rStyle w:val="libArabicChar"/>
          <w:rtl/>
        </w:rPr>
        <w:t xml:space="preserve"> لِاَحَدِ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ِمْ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بابُ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الْجَنَّةِ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فَی</w:t>
      </w:r>
      <w:r w:rsidRPr="005E4E51">
        <w:rPr>
          <w:rStyle w:val="libArabicChar"/>
          <w:rFonts w:hint="eastAsia"/>
          <w:rtl/>
        </w:rPr>
        <w:t>قالَ</w:t>
      </w:r>
      <w:r w:rsidRPr="005E4E51">
        <w:rPr>
          <w:rStyle w:val="libArabicChar"/>
          <w:rtl/>
        </w:rPr>
        <w:t>: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َلُمَّ،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فَی</w:t>
      </w:r>
      <w:r w:rsidRPr="005E4E51">
        <w:rPr>
          <w:rStyle w:val="libArabicChar"/>
          <w:rFonts w:hint="eastAsia"/>
          <w:rtl/>
        </w:rPr>
        <w:t>ج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ءُ</w:t>
      </w:r>
      <w:r w:rsidRPr="005E4E51">
        <w:rPr>
          <w:rStyle w:val="libArabicChar"/>
          <w:rtl/>
        </w:rPr>
        <w:t xml:space="preserve"> بِكَرْبِ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ِ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وَغَمِّ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ِ،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فَاِذا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جاءَ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اُغْلِقَ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دُونَ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(496)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”مسخرہ</w:t>
      </w:r>
      <w:r>
        <w:rPr>
          <w:rtl/>
          <w:lang w:bidi="ur-PK"/>
        </w:rPr>
        <w:t xml:space="preserve"> کرنے والوں کے لئے جنت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دروزاہ کھولا جائے گا اور ان سے کھا جائے گا: جنت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آگے بڑھو،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وہ لوگ اپنے غم و غصہ کے عالم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ںبہشت</w:t>
      </w:r>
      <w:r>
        <w:rPr>
          <w:rtl/>
          <w:lang w:bidi="ur-PK"/>
        </w:rPr>
        <w:t xml:space="preserve"> کے دروازہ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بڑ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گے تووہ فوراًبند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جائےگا“۔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ھاں،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کا مسخرہ کرنے والوں کا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مسخرہ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 اور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کرنے والوں کو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گا تاکہ اپنے برے اعمال کا مزہ چکھ سک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</w:t>
      </w:r>
      <w:r w:rsidRPr="005E4E51">
        <w:rPr>
          <w:rStyle w:val="libArabicChar"/>
          <w:rFonts w:hint="eastAsia"/>
          <w:rtl/>
        </w:rPr>
        <w:t>لَاتُحْقِرَنَّ</w:t>
      </w:r>
      <w:r w:rsidRPr="005E4E51">
        <w:rPr>
          <w:rStyle w:val="libArabicChar"/>
          <w:rtl/>
        </w:rPr>
        <w:t xml:space="preserve"> اَحَداً مِنَ الْمُسْلِمِ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نَ،</w:t>
      </w:r>
      <w:r w:rsidRPr="005E4E51">
        <w:rPr>
          <w:rStyle w:val="libArabicChar"/>
          <w:rtl/>
        </w:rPr>
        <w:t xml:space="preserve"> فَاِنَّ صَغِ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رَ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ُمْ</w:t>
      </w:r>
      <w:r w:rsidRPr="005E4E51">
        <w:rPr>
          <w:rStyle w:val="libArabicChar"/>
          <w:rtl/>
        </w:rPr>
        <w:t xml:space="preserve"> عِنْدَاللّٰ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ِ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كَبِی</w:t>
      </w:r>
      <w:r w:rsidRPr="005E4E51">
        <w:rPr>
          <w:rStyle w:val="libArabicChar"/>
          <w:rFonts w:hint="eastAsia"/>
          <w:rtl/>
        </w:rPr>
        <w:t>رٌ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(497)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مسلمان کا مسخرہ نہ کرو، بے شک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چھوٹا مسلمان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خدا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بزرگ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 w:rsidRPr="005E4E51">
        <w:rPr>
          <w:rStyle w:val="libArabicChar"/>
          <w:rFonts w:hint="eastAsia"/>
          <w:rtl/>
        </w:rPr>
        <w:t>”حَسْبُ</w:t>
      </w:r>
      <w:r w:rsidRPr="005E4E51">
        <w:rPr>
          <w:rStyle w:val="libArabicChar"/>
          <w:rtl/>
        </w:rPr>
        <w:t xml:space="preserve"> ابْنِ آدَمَ مِنَ الشَّرِّ اَنْ </w:t>
      </w:r>
      <w:r w:rsidRPr="005E4E51">
        <w:rPr>
          <w:rStyle w:val="libArabicChar"/>
          <w:rFonts w:hint="cs"/>
          <w:rtl/>
        </w:rPr>
        <w:t>ی</w:t>
      </w:r>
      <w:r w:rsidRPr="005E4E51">
        <w:rPr>
          <w:rStyle w:val="libArabicChar"/>
          <w:rFonts w:hint="eastAsia"/>
          <w:rtl/>
        </w:rPr>
        <w:t>حْقِرَ</w:t>
      </w:r>
      <w:r w:rsidRPr="005E4E51">
        <w:rPr>
          <w:rStyle w:val="libArabicChar"/>
          <w:rtl/>
        </w:rPr>
        <w:t xml:space="preserve"> اَخَا</w:t>
      </w:r>
      <w:r w:rsidR="00705CD5" w:rsidRPr="00163EB1">
        <w:rPr>
          <w:rStyle w:val="libArabicChar"/>
          <w:rFonts w:hint="cs"/>
          <w:rtl/>
        </w:rPr>
        <w:t>ه</w:t>
      </w:r>
      <w:r w:rsidRPr="005E4E51">
        <w:rPr>
          <w:rStyle w:val="libArabicChar"/>
          <w:rFonts w:hint="cs"/>
          <w:rtl/>
        </w:rPr>
        <w:t>ُ</w:t>
      </w:r>
      <w:r w:rsidRPr="005E4E51">
        <w:rPr>
          <w:rStyle w:val="libArabicChar"/>
          <w:rtl/>
        </w:rPr>
        <w:t xml:space="preserve"> </w:t>
      </w:r>
      <w:r w:rsidRPr="005E4E51">
        <w:rPr>
          <w:rStyle w:val="libArabicChar"/>
          <w:rFonts w:hint="cs"/>
          <w:rtl/>
        </w:rPr>
        <w:t>الْمُسْلِمَ“</w:t>
      </w:r>
      <w:r w:rsidR="00125F42" w:rsidRPr="00125F42">
        <w:rPr>
          <w:rStyle w:val="libFootnotenumChar"/>
          <w:rtl/>
          <w:lang w:bidi="ur-PK"/>
        </w:rPr>
        <w:t>(498)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”انسان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اورشر کے لئے بس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کاف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وہ اپنے مسلمان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مذاق اڑائے“۔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94244C">
      <w:pPr>
        <w:pStyle w:val="Heading2Center"/>
        <w:rPr>
          <w:rtl/>
          <w:lang w:bidi="ur-PK"/>
        </w:rPr>
      </w:pPr>
      <w:bookmarkStart w:id="132" w:name="_Toc520984069"/>
      <w:r>
        <w:rPr>
          <w:rFonts w:hint="eastAsia"/>
          <w:rtl/>
          <w:lang w:bidi="ur-PK"/>
        </w:rPr>
        <w:t>جھوٹ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کھانا</w:t>
      </w:r>
      <w:bookmarkEnd w:id="132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بعض</w:t>
      </w:r>
      <w:r>
        <w:rPr>
          <w:rtl/>
          <w:lang w:bidi="ur-PK"/>
        </w:rPr>
        <w:t xml:space="preserve"> لوگ اپنے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مقاصد تک پہنچنے کے لئے جھوٹ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کھاتے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ذات اقدس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احترام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5E4E51">
        <w:rPr>
          <w:rStyle w:val="libAieChar"/>
          <w:rtl/>
        </w:rPr>
        <w:t>وَلاَتَجْعَلُوا اللهَ عُرْضَةً لِ</w:t>
      </w:r>
      <w:r w:rsidR="00BA0B7F">
        <w:rPr>
          <w:rStyle w:val="libAieChar"/>
          <w:rtl/>
        </w:rPr>
        <w:t>ا</w:t>
      </w:r>
      <w:r w:rsidR="00476253" w:rsidRPr="005E4E51">
        <w:rPr>
          <w:rStyle w:val="libAieChar"/>
          <w:rFonts w:hint="cs"/>
          <w:rtl/>
        </w:rPr>
        <w:t>ی</w:t>
      </w:r>
      <w:r w:rsidR="00476253" w:rsidRPr="005E4E51">
        <w:rPr>
          <w:rStyle w:val="libAieChar"/>
          <w:rFonts w:hint="eastAsia"/>
          <w:rtl/>
        </w:rPr>
        <w:t>مَانِكُمْ</w:t>
      </w:r>
      <w:r w:rsidR="00476253" w:rsidRPr="005E4E51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5E4E51">
        <w:rPr>
          <w:rStyle w:val="libAieChar"/>
          <w:rFonts w:hint="eastAsia"/>
          <w:rtl/>
        </w:rPr>
        <w:t>نْ</w:t>
      </w:r>
      <w:r w:rsidR="00476253" w:rsidRPr="005E4E51">
        <w:rPr>
          <w:rStyle w:val="libAieChar"/>
          <w:rtl/>
        </w:rPr>
        <w:t xml:space="preserve"> تَبَرُّوا وَتَتَّقُوا وَتُصْلِحُوا بَ</w:t>
      </w:r>
      <w:r w:rsidR="00476253" w:rsidRPr="005E4E51">
        <w:rPr>
          <w:rStyle w:val="libAieChar"/>
          <w:rFonts w:hint="cs"/>
          <w:rtl/>
        </w:rPr>
        <w:t>ی</w:t>
      </w:r>
      <w:r w:rsidR="00476253" w:rsidRPr="005E4E51">
        <w:rPr>
          <w:rStyle w:val="libAieChar"/>
          <w:rFonts w:hint="eastAsia"/>
          <w:rtl/>
        </w:rPr>
        <w:t>نَ</w:t>
      </w:r>
      <w:r w:rsidR="00476253" w:rsidRPr="005E4E51">
        <w:rPr>
          <w:rStyle w:val="libAieChar"/>
          <w:rtl/>
        </w:rPr>
        <w:t xml:space="preserve"> النَّاسِ وَاللهُ سَمِ</w:t>
      </w:r>
      <w:r w:rsidR="00476253" w:rsidRPr="005E4E51">
        <w:rPr>
          <w:rStyle w:val="libAieChar"/>
          <w:rFonts w:hint="cs"/>
          <w:rtl/>
        </w:rPr>
        <w:t>ی</w:t>
      </w:r>
      <w:r w:rsidR="00476253" w:rsidRPr="005E4E51">
        <w:rPr>
          <w:rStyle w:val="libAieChar"/>
          <w:rFonts w:hint="eastAsia"/>
          <w:rtl/>
        </w:rPr>
        <w:t>عٌ</w:t>
      </w:r>
      <w:r w:rsidR="00476253" w:rsidRPr="005E4E51">
        <w:rPr>
          <w:rStyle w:val="libAieChar"/>
          <w:rtl/>
        </w:rPr>
        <w:t xml:space="preserve"> عَلِ</w:t>
      </w:r>
      <w:r w:rsidR="00476253" w:rsidRPr="005E4E51">
        <w:rPr>
          <w:rStyle w:val="libAieChar"/>
          <w:rFonts w:hint="cs"/>
          <w:rtl/>
        </w:rPr>
        <w:t>ی</w:t>
      </w:r>
      <w:r w:rsidR="00476253" w:rsidRPr="005E4E51">
        <w:rPr>
          <w:rStyle w:val="libAieChar"/>
          <w:rFonts w:hint="eastAsia"/>
          <w:rtl/>
        </w:rPr>
        <w:t>مٌ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(499)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”خبردار</w:t>
      </w:r>
      <w:r w:rsidR="00476253">
        <w:rPr>
          <w:rtl/>
          <w:lang w:bidi="ur-PK"/>
        </w:rPr>
        <w:t xml:space="preserve"> خدا کو اپنے قسموں کا نشانہ نہ بنا</w:t>
      </w:r>
      <w:r w:rsidR="00AA04E3">
        <w:rPr>
          <w:rtl/>
          <w:lang w:bidi="ur-PK"/>
        </w:rPr>
        <w:t>و</w:t>
      </w:r>
      <w:r w:rsidR="00476253">
        <w:rPr>
          <w:rtl/>
          <w:lang w:bidi="ur-PK"/>
        </w:rPr>
        <w:t xml:space="preserve"> کہ قسموں کو 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کرنے، تقويٰ اخت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ار</w:t>
      </w:r>
      <w:r w:rsidR="00476253">
        <w:rPr>
          <w:rtl/>
          <w:lang w:bidi="ur-PK"/>
        </w:rPr>
        <w:t xml:space="preserve"> کرنے اور لوگوں کے درم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ان</w:t>
      </w:r>
      <w:r w:rsidR="00476253">
        <w:rPr>
          <w:rtl/>
          <w:lang w:bidi="ur-PK"/>
        </w:rPr>
        <w:t xml:space="preserve"> اصلاح کرنے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مانع بنا دو اوراللہ سب کچھ سننے اورجاننے والا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906C0A">
        <w:rPr>
          <w:rStyle w:val="libArabicChar"/>
          <w:rFonts w:hint="eastAsia"/>
          <w:rtl/>
        </w:rPr>
        <w:t>لَا</w:t>
      </w:r>
      <w:r w:rsidRPr="00906C0A">
        <w:rPr>
          <w:rStyle w:val="libArabicChar"/>
          <w:rtl/>
        </w:rPr>
        <w:t xml:space="preserve"> تَحْلِفْ بِاللّٰ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ِ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کاذِباً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وَلاصادِقاً</w:t>
      </w:r>
      <w:r w:rsidRPr="00906C0A">
        <w:rPr>
          <w:rStyle w:val="libArabicChar"/>
          <w:rtl/>
        </w:rPr>
        <w:t xml:space="preserve"> مِنْ غَ</w:t>
      </w:r>
      <w:r w:rsidRPr="00906C0A">
        <w:rPr>
          <w:rStyle w:val="libArabicChar"/>
          <w:rFonts w:hint="cs"/>
          <w:rtl/>
        </w:rPr>
        <w:t>ی</w:t>
      </w:r>
      <w:r w:rsidRPr="00906C0A">
        <w:rPr>
          <w:rStyle w:val="libArabicChar"/>
          <w:rFonts w:hint="eastAsia"/>
          <w:rtl/>
        </w:rPr>
        <w:t>رِ</w:t>
      </w:r>
      <w:r w:rsidRPr="00906C0A">
        <w:rPr>
          <w:rStyle w:val="libArabicChar"/>
          <w:rtl/>
        </w:rPr>
        <w:t xml:space="preserve"> ضَرورَةٍ وَلَا تَجْعَلِ اللّٰ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َ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عُرْضَةً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لِی</w:t>
      </w:r>
      <w:r w:rsidRPr="00906C0A">
        <w:rPr>
          <w:rStyle w:val="libArabicChar"/>
          <w:rFonts w:hint="eastAsia"/>
          <w:rtl/>
        </w:rPr>
        <w:t>م</w:t>
      </w:r>
      <w:r w:rsidRPr="00906C0A">
        <w:rPr>
          <w:rStyle w:val="libArabicChar"/>
          <w:rFonts w:hint="cs"/>
          <w:rtl/>
        </w:rPr>
        <w:t>ی</w:t>
      </w:r>
      <w:r w:rsidRPr="00906C0A">
        <w:rPr>
          <w:rStyle w:val="libArabicChar"/>
          <w:rFonts w:hint="eastAsia"/>
          <w:rtl/>
        </w:rPr>
        <w:t>نِكَ،</w:t>
      </w:r>
      <w:r w:rsidRPr="00906C0A">
        <w:rPr>
          <w:rStyle w:val="libArabicChar"/>
          <w:rtl/>
        </w:rPr>
        <w:t xml:space="preserve"> فَاِنَّ اللّٰ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َ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لَای</w:t>
      </w:r>
      <w:r w:rsidRPr="00906C0A">
        <w:rPr>
          <w:rStyle w:val="libArabicChar"/>
          <w:rFonts w:hint="eastAsia"/>
          <w:rtl/>
        </w:rPr>
        <w:t>رْحَمُ</w:t>
      </w:r>
      <w:r w:rsidRPr="00906C0A">
        <w:rPr>
          <w:rStyle w:val="libArabicChar"/>
          <w:rtl/>
        </w:rPr>
        <w:t xml:space="preserve"> وَلَا </w:t>
      </w:r>
      <w:r w:rsidRPr="00906C0A">
        <w:rPr>
          <w:rStyle w:val="libArabicChar"/>
          <w:rFonts w:hint="cs"/>
          <w:rtl/>
        </w:rPr>
        <w:t>ی</w:t>
      </w:r>
      <w:r w:rsidRPr="00906C0A">
        <w:rPr>
          <w:rStyle w:val="libArabicChar"/>
          <w:rFonts w:hint="eastAsia"/>
          <w:rtl/>
        </w:rPr>
        <w:t>رْعيٰ</w:t>
      </w:r>
      <w:r w:rsidRPr="00906C0A">
        <w:rPr>
          <w:rStyle w:val="libArabicChar"/>
          <w:rtl/>
        </w:rPr>
        <w:t xml:space="preserve"> مَنْ حَلَفَ بِاسْمِ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ِ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کاذِباً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(500)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”خدا</w:t>
      </w:r>
      <w:r>
        <w:rPr>
          <w:rtl/>
          <w:lang w:bidi="ur-PK"/>
        </w:rPr>
        <w:t xml:space="preserve"> 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نہ کھاؤ، اور ضرورت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سچ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اجتناب کرو، خداوندعالم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کا ہدف نہ بناؤ،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جو شخص خداوندعالم کے نام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جھوٹ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کھاتا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خدا اس کو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سے محروم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906C0A">
        <w:rPr>
          <w:rStyle w:val="libArabicChar"/>
          <w:rFonts w:hint="eastAsia"/>
          <w:rtl/>
        </w:rPr>
        <w:t>مَنْ</w:t>
      </w:r>
      <w:r w:rsidRPr="00906C0A">
        <w:rPr>
          <w:rStyle w:val="libArabicChar"/>
          <w:rtl/>
        </w:rPr>
        <w:t xml:space="preserve"> حَلَفَ عَليٰ </w:t>
      </w:r>
      <w:r w:rsidRPr="00906C0A">
        <w:rPr>
          <w:rStyle w:val="libArabicChar"/>
          <w:rFonts w:hint="cs"/>
          <w:rtl/>
        </w:rPr>
        <w:t>ی</w:t>
      </w:r>
      <w:r w:rsidRPr="00906C0A">
        <w:rPr>
          <w:rStyle w:val="libArabicChar"/>
          <w:rFonts w:hint="eastAsia"/>
          <w:rtl/>
        </w:rPr>
        <w:t>م</w:t>
      </w:r>
      <w:r w:rsidRPr="00906C0A">
        <w:rPr>
          <w:rStyle w:val="libArabicChar"/>
          <w:rFonts w:hint="cs"/>
          <w:rtl/>
        </w:rPr>
        <w:t>ی</w:t>
      </w:r>
      <w:r w:rsidRPr="00906C0A">
        <w:rPr>
          <w:rStyle w:val="libArabicChar"/>
          <w:rFonts w:hint="eastAsia"/>
          <w:rtl/>
        </w:rPr>
        <w:t>نٍ</w:t>
      </w:r>
      <w:r w:rsidRPr="00906C0A">
        <w:rPr>
          <w:rStyle w:val="libArabicChar"/>
          <w:rtl/>
        </w:rPr>
        <w:t xml:space="preserve"> وَ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ُوَ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ی</w:t>
      </w:r>
      <w:r w:rsidRPr="00906C0A">
        <w:rPr>
          <w:rStyle w:val="libArabicChar"/>
          <w:rFonts w:hint="eastAsia"/>
          <w:rtl/>
        </w:rPr>
        <w:t>عْلَمُ</w:t>
      </w:r>
      <w:r w:rsidRPr="00906C0A">
        <w:rPr>
          <w:rStyle w:val="libArabicChar"/>
          <w:rtl/>
        </w:rPr>
        <w:t xml:space="preserve"> اَنَّ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ُ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کاذِبٌ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فَقَدْ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بارَزَاللّٰ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َ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عَزَّ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وَجَلَّ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(501)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کھائے اور جانتا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کہ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 جھوٹ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گو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شخص خداوندعالم سے جنگ کے لئے آمادہ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94244C">
      <w:pPr>
        <w:pStyle w:val="Heading2Center"/>
        <w:rPr>
          <w:rtl/>
          <w:lang w:bidi="ur-PK"/>
        </w:rPr>
      </w:pPr>
      <w:bookmarkStart w:id="133" w:name="_Toc520984070"/>
      <w:r>
        <w:rPr>
          <w:rFonts w:hint="eastAsia"/>
          <w:rtl/>
          <w:lang w:bidi="ur-PK"/>
        </w:rPr>
        <w:t>حرام</w:t>
      </w:r>
      <w:r>
        <w:rPr>
          <w:rtl/>
          <w:lang w:bidi="ur-PK"/>
        </w:rPr>
        <w:t xml:space="preserve"> شھوت</w:t>
      </w:r>
      <w:bookmarkEnd w:id="133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انسان</w:t>
      </w:r>
      <w:r>
        <w:rPr>
          <w:rtl/>
          <w:lang w:bidi="ur-PK"/>
        </w:rPr>
        <w:t xml:space="preserve"> جو کچھ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شکم، جنس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لذت اور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لذت کے لئے چاھتا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وہ رضائے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خلاف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 اس کو حرام شھوت کھا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کو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خدا،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پر توجہ رکھنا چاہئے اور انجام گناہ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کے نظر اپنے نفس کو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و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 اور حرام شھوتوں سے محفوظ رکھناچاہئے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محفوظ رہنے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جزا جنت کے علاوہ کچھ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906C0A">
        <w:rPr>
          <w:rStyle w:val="libAieChar"/>
          <w:rtl/>
        </w:rPr>
        <w:t>وَاَمَّا مَنْ خَافَ مَقَامَ رَبِّ</w:t>
      </w:r>
      <w:r w:rsidR="00705CD5" w:rsidRPr="00705CD5">
        <w:rPr>
          <w:rStyle w:val="libAieChar"/>
          <w:rFonts w:hint="cs"/>
          <w:rtl/>
        </w:rPr>
        <w:t>ه</w:t>
      </w:r>
      <w:r w:rsidR="00476253" w:rsidRPr="00906C0A">
        <w:rPr>
          <w:rStyle w:val="libAieChar"/>
          <w:rFonts w:hint="cs"/>
          <w:rtl/>
        </w:rPr>
        <w:t>ِ</w:t>
      </w:r>
      <w:r w:rsidR="00476253" w:rsidRPr="00906C0A">
        <w:rPr>
          <w:rStyle w:val="libAieChar"/>
          <w:rtl/>
        </w:rPr>
        <w:t xml:space="preserve"> </w:t>
      </w:r>
      <w:r w:rsidR="00476253" w:rsidRPr="00906C0A">
        <w:rPr>
          <w:rStyle w:val="libAieChar"/>
          <w:rFonts w:hint="cs"/>
          <w:rtl/>
        </w:rPr>
        <w:t>وَنَ</w:t>
      </w:r>
      <w:r w:rsidR="00705CD5" w:rsidRPr="00705CD5">
        <w:rPr>
          <w:rStyle w:val="libAieChar"/>
          <w:rFonts w:hint="cs"/>
          <w:rtl/>
        </w:rPr>
        <w:t>ه</w:t>
      </w:r>
      <w:r w:rsidR="00476253" w:rsidRPr="00906C0A">
        <w:rPr>
          <w:rStyle w:val="libAieChar"/>
          <w:rFonts w:hint="cs"/>
          <w:rtl/>
        </w:rPr>
        <w:t>َی</w:t>
      </w:r>
      <w:r w:rsidR="00476253" w:rsidRPr="00906C0A">
        <w:rPr>
          <w:rStyle w:val="libAieChar"/>
          <w:rtl/>
        </w:rPr>
        <w:t xml:space="preserve"> النَّفْسَ عَنِ الْ</w:t>
      </w:r>
      <w:r w:rsidR="00705CD5" w:rsidRPr="00705CD5">
        <w:rPr>
          <w:rStyle w:val="libAieChar"/>
          <w:rFonts w:hint="cs"/>
          <w:rtl/>
        </w:rPr>
        <w:t>ه</w:t>
      </w:r>
      <w:r w:rsidR="00476253" w:rsidRPr="00906C0A">
        <w:rPr>
          <w:rStyle w:val="libAieChar"/>
          <w:rFonts w:hint="cs"/>
          <w:rtl/>
        </w:rPr>
        <w:t>وَيٰفَاِنَّ</w:t>
      </w:r>
      <w:r w:rsidR="00476253" w:rsidRPr="00906C0A">
        <w:rPr>
          <w:rStyle w:val="libAieChar"/>
          <w:rtl/>
        </w:rPr>
        <w:t xml:space="preserve"> </w:t>
      </w:r>
      <w:r w:rsidR="00476253" w:rsidRPr="00906C0A">
        <w:rPr>
          <w:rStyle w:val="libAieChar"/>
          <w:rFonts w:hint="cs"/>
          <w:rtl/>
        </w:rPr>
        <w:t>الْجَنَّة</w:t>
      </w:r>
      <w:r w:rsidR="00476253" w:rsidRPr="00906C0A">
        <w:rPr>
          <w:rStyle w:val="libAieChar"/>
          <w:rtl/>
        </w:rPr>
        <w:t xml:space="preserve">َ </w:t>
      </w:r>
      <w:r w:rsidR="00705CD5" w:rsidRPr="00705CD5">
        <w:rPr>
          <w:rStyle w:val="libAieChar"/>
          <w:rFonts w:hint="cs"/>
          <w:rtl/>
        </w:rPr>
        <w:t>ه</w:t>
      </w:r>
      <w:r w:rsidR="00476253" w:rsidRPr="00906C0A">
        <w:rPr>
          <w:rStyle w:val="libAieChar"/>
          <w:rFonts w:hint="cs"/>
          <w:rtl/>
        </w:rPr>
        <w:t>ِی</w:t>
      </w:r>
      <w:r w:rsidR="00476253" w:rsidRPr="00906C0A">
        <w:rPr>
          <w:rStyle w:val="libAieChar"/>
          <w:rtl/>
        </w:rPr>
        <w:t xml:space="preserve"> الْم</w:t>
      </w:r>
      <w:r w:rsidR="00BA0B7F">
        <w:rPr>
          <w:rStyle w:val="libAieChar"/>
          <w:rtl/>
        </w:rPr>
        <w:t>ا</w:t>
      </w:r>
      <w:r w:rsidR="00476253" w:rsidRPr="00906C0A">
        <w:rPr>
          <w:rStyle w:val="libAieChar"/>
          <w:rFonts w:hint="eastAsia"/>
          <w:rtl/>
        </w:rPr>
        <w:t>وَيٰ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(502)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جس نے اپنے رب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بارگاہ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حاضر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کا خوف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دا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اپنے نفس کو خواہشات سے روکا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۔تو جنت اس کا ٹھکانا اور مرکز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906C0A">
        <w:rPr>
          <w:rStyle w:val="libArabicChar"/>
          <w:rFonts w:hint="eastAsia"/>
          <w:rtl/>
        </w:rPr>
        <w:t>طوبيٰ</w:t>
      </w:r>
      <w:r w:rsidRPr="00906C0A">
        <w:rPr>
          <w:rStyle w:val="libArabicChar"/>
          <w:rtl/>
        </w:rPr>
        <w:t xml:space="preserve"> لِمَنْ تَرَكَ شَ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ْوَةً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حَاضِرَةً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لِمَوْعِدٍ</w:t>
      </w:r>
      <w:r w:rsidRPr="00906C0A">
        <w:rPr>
          <w:rStyle w:val="libArabicChar"/>
          <w:rtl/>
        </w:rPr>
        <w:t xml:space="preserve"> لَمْ </w:t>
      </w:r>
      <w:r w:rsidRPr="00906C0A">
        <w:rPr>
          <w:rStyle w:val="libArabicChar"/>
          <w:rFonts w:hint="cs"/>
          <w:rtl/>
        </w:rPr>
        <w:t>ی</w:t>
      </w:r>
      <w:r w:rsidRPr="00906C0A">
        <w:rPr>
          <w:rStyle w:val="libArabicChar"/>
          <w:rFonts w:hint="eastAsia"/>
          <w:rtl/>
        </w:rPr>
        <w:t>رَ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ُ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(503)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”خوش</w:t>
      </w:r>
      <w:r>
        <w:rPr>
          <w:rtl/>
          <w:lang w:bidi="ur-PK"/>
        </w:rPr>
        <w:t xml:space="preserve"> نص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وہ شخص جو موجودہ لذت کو نہ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وعدہ (جنت)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ترک کردے!“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906C0A">
        <w:rPr>
          <w:rStyle w:val="libArabicChar"/>
          <w:rFonts w:hint="eastAsia"/>
          <w:rtl/>
        </w:rPr>
        <w:t>ثَلاثٌ</w:t>
      </w:r>
      <w:r w:rsidRPr="00906C0A">
        <w:rPr>
          <w:rStyle w:val="libArabicChar"/>
          <w:rtl/>
        </w:rPr>
        <w:t xml:space="preserve"> اَخافُ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ُنَّ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بَعْدِی</w:t>
      </w:r>
      <w:r w:rsidRPr="00906C0A">
        <w:rPr>
          <w:rStyle w:val="libArabicChar"/>
          <w:rtl/>
        </w:rPr>
        <w:t xml:space="preserve"> عَليٰ اُمَّتِ</w:t>
      </w:r>
      <w:r w:rsidRPr="00906C0A">
        <w:rPr>
          <w:rStyle w:val="libArabicChar"/>
          <w:rFonts w:hint="cs"/>
          <w:rtl/>
        </w:rPr>
        <w:t>ی</w:t>
      </w:r>
      <w:r w:rsidRPr="00906C0A">
        <w:rPr>
          <w:rStyle w:val="libArabicChar"/>
          <w:rtl/>
        </w:rPr>
        <w:t>:الضَّلالَةُ بَعْدَ الْمَعْرِفَةِ، وَمَضَلّاتُ الْفِتَنِ، وَشَ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ْوَةُ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الْبَطْنِ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وَالْفَرْجِ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(504)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بعد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امت کے لئے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سے ڈرتا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ں: معرفت کے بعد گمراھ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گمراہ کرنے والے فتنے، اور شکم و جنس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شھوات“۔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906C0A">
        <w:rPr>
          <w:rStyle w:val="libArabicChar"/>
          <w:rFonts w:hint="eastAsia"/>
          <w:rtl/>
        </w:rPr>
        <w:t>عَبْدُ</w:t>
      </w:r>
      <w:r w:rsidRPr="00906C0A">
        <w:rPr>
          <w:rStyle w:val="libArabicChar"/>
          <w:rtl/>
        </w:rPr>
        <w:t xml:space="preserve"> الشَّ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ْوَةِ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اَذَلُّ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مِنْ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عَبْدِ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الرِّقِّ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(505)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”شھوت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دوسروںک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رسوا کرنے وال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906C0A">
        <w:rPr>
          <w:rStyle w:val="libArabicChar"/>
          <w:rFonts w:hint="eastAsia"/>
          <w:rtl/>
        </w:rPr>
        <w:t>اَلْحَقُّ</w:t>
      </w:r>
      <w:r w:rsidRPr="00906C0A">
        <w:rPr>
          <w:rStyle w:val="libArabicChar"/>
          <w:rtl/>
        </w:rPr>
        <w:t xml:space="preserve"> ثَق</w:t>
      </w:r>
      <w:r w:rsidRPr="00906C0A">
        <w:rPr>
          <w:rStyle w:val="libArabicChar"/>
          <w:rFonts w:hint="cs"/>
          <w:rtl/>
        </w:rPr>
        <w:t>ی</w:t>
      </w:r>
      <w:r w:rsidRPr="00906C0A">
        <w:rPr>
          <w:rStyle w:val="libArabicChar"/>
          <w:rFonts w:hint="eastAsia"/>
          <w:rtl/>
        </w:rPr>
        <w:t>لٌ</w:t>
      </w:r>
      <w:r w:rsidRPr="00906C0A">
        <w:rPr>
          <w:rStyle w:val="libArabicChar"/>
          <w:rtl/>
        </w:rPr>
        <w:t xml:space="preserve"> مَرٌّ، وَالْباطِلُ خَف</w:t>
      </w:r>
      <w:r w:rsidRPr="00906C0A">
        <w:rPr>
          <w:rStyle w:val="libArabicChar"/>
          <w:rFonts w:hint="cs"/>
          <w:rtl/>
        </w:rPr>
        <w:t>ی</w:t>
      </w:r>
      <w:r w:rsidRPr="00906C0A">
        <w:rPr>
          <w:rStyle w:val="libArabicChar"/>
          <w:rFonts w:hint="eastAsia"/>
          <w:rtl/>
        </w:rPr>
        <w:t>فٌ</w:t>
      </w:r>
      <w:r w:rsidRPr="00906C0A">
        <w:rPr>
          <w:rStyle w:val="libArabicChar"/>
          <w:rtl/>
        </w:rPr>
        <w:t xml:space="preserve"> حُلْوٌ، وَرُبَّ شَ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ْوَةِ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ساعَةٍ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تُورِثُ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حُزْناً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طَوِی</w:t>
      </w:r>
      <w:r w:rsidRPr="00906C0A">
        <w:rPr>
          <w:rStyle w:val="libArabicChar"/>
          <w:rFonts w:hint="eastAsia"/>
          <w:rtl/>
        </w:rPr>
        <w:t>لًا</w:t>
      </w:r>
      <w:r>
        <w:rPr>
          <w:rtl/>
          <w:lang w:bidi="ur-PK"/>
        </w:rPr>
        <w:t xml:space="preserve"> “</w:t>
      </w:r>
      <w:r w:rsidR="00125F42" w:rsidRPr="00125F42">
        <w:rPr>
          <w:rStyle w:val="libFootnotenumChar"/>
          <w:rtl/>
          <w:lang w:bidi="ur-PK"/>
        </w:rPr>
        <w:t>(506)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”حق</w:t>
      </w:r>
      <w:r>
        <w:rPr>
          <w:rtl/>
          <w:lang w:bidi="ur-PK"/>
        </w:rPr>
        <w:t xml:space="preserve"> ثق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اور کڑوا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باطل سبک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بعض اوقات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گھڑ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شھوت سے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حزن و ملال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31747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</w:t>
      </w:r>
      <w:r w:rsidRPr="00906C0A">
        <w:rPr>
          <w:rStyle w:val="libArabicChar"/>
          <w:rFonts w:hint="eastAsia"/>
          <w:rtl/>
        </w:rPr>
        <w:t>مَنْ</w:t>
      </w:r>
      <w:r w:rsidRPr="00906C0A">
        <w:rPr>
          <w:rStyle w:val="libArabicChar"/>
          <w:rtl/>
        </w:rPr>
        <w:t xml:space="preserve"> عَرَضَتْ لَ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ُ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فاحِشَةٌ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اَوْ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شَ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ْوَةٌ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فَاجْتَنَبَ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ا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مِنْ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مَخافَةِ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ِ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حَرَّمَ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ُ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عَلَی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ِ</w:t>
      </w:r>
      <w:r w:rsidRPr="00906C0A">
        <w:rPr>
          <w:rStyle w:val="libArabicChar"/>
          <w:rtl/>
        </w:rPr>
        <w:t xml:space="preserve"> النّارَ، وَآمَنَ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ُ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مِ</w:t>
      </w:r>
      <w:r w:rsidRPr="00906C0A">
        <w:rPr>
          <w:rStyle w:val="libArabicChar"/>
          <w:rtl/>
        </w:rPr>
        <w:t>نَ الْفَزَعِ الْاَكْبَرِ</w:t>
      </w:r>
      <w:r>
        <w:rPr>
          <w:rtl/>
          <w:lang w:bidi="ur-PK"/>
        </w:rPr>
        <w:t>۔ “</w:t>
      </w:r>
      <w:r w:rsidR="00317471" w:rsidRPr="00572206">
        <w:rPr>
          <w:rStyle w:val="libFootnotenumChar"/>
          <w:rtl/>
          <w:lang w:bidi="ur-PK"/>
        </w:rPr>
        <w:t xml:space="preserve"> </w:t>
      </w:r>
      <w:r w:rsidR="00572206" w:rsidRPr="00572206">
        <w:rPr>
          <w:rStyle w:val="libFootnotenumChar"/>
          <w:rtl/>
          <w:lang w:bidi="ur-PK"/>
        </w:rPr>
        <w:t>(</w:t>
      </w:r>
      <w:r w:rsidR="00317471" w:rsidRPr="00317471">
        <w:rPr>
          <w:rStyle w:val="libFootnotenumChar"/>
          <w:rtl/>
        </w:rPr>
        <w:t>5</w:t>
      </w:r>
      <w:r w:rsidR="00572206" w:rsidRPr="00572206">
        <w:rPr>
          <w:rStyle w:val="libFootnotenumChar"/>
          <w:rtl/>
          <w:lang w:bidi="ur-PK"/>
        </w:rPr>
        <w:t>07)</w:t>
      </w:r>
      <w:r w:rsidR="00572206">
        <w:rPr>
          <w:rtl/>
          <w:lang w:bidi="ur-PK"/>
        </w:rPr>
        <w:t xml:space="preserve"> </w:t>
      </w:r>
      <w:r w:rsidR="00572206">
        <w:rPr>
          <w:rtl/>
          <w:lang w:bidi="ur-PK"/>
        </w:rPr>
        <w:cr/>
      </w:r>
      <w:r>
        <w:rPr>
          <w:rFonts w:hint="eastAsia"/>
          <w:rtl/>
          <w:lang w:bidi="ur-PK"/>
        </w:rPr>
        <w:t>”جس</w:t>
      </w:r>
      <w:r>
        <w:rPr>
          <w:rtl/>
          <w:lang w:bidi="ur-PK"/>
        </w:rPr>
        <w:t xml:space="preserve"> شخص کے لئے گناہ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لذت کا راستہ ھموار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وہ خوف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اس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کرے تو خداوندعالم اس پر آتش جہنم کو حرام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خوف و وحشت سے امان عطا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94244C">
      <w:pPr>
        <w:pStyle w:val="Heading2Center"/>
        <w:rPr>
          <w:rtl/>
          <w:lang w:bidi="ur-PK"/>
        </w:rPr>
      </w:pPr>
      <w:bookmarkStart w:id="134" w:name="_Toc520984071"/>
      <w:r>
        <w:rPr>
          <w:rFonts w:hint="eastAsia"/>
          <w:rtl/>
          <w:lang w:bidi="ur-PK"/>
        </w:rPr>
        <w:t>ظلم</w:t>
      </w:r>
      <w:r>
        <w:rPr>
          <w:rtl/>
          <w:lang w:bidi="ur-PK"/>
        </w:rPr>
        <w:t xml:space="preserve"> و ستم</w:t>
      </w:r>
      <w:bookmarkEnd w:id="134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ظلم</w:t>
      </w:r>
      <w:r>
        <w:rPr>
          <w:rtl/>
          <w:lang w:bidi="ur-PK"/>
        </w:rPr>
        <w:t xml:space="preserve"> و ستم اور حقوق الناس پر تجاوز کرنا، دوسروں کو اپنے حقوق تک پہنچنے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مانع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دلوں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ناحق اعمال اور بر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کا ڈالنا، قانون شکن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بدعت گزار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حقوق کا پامال کرنا، بدمعاش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ظلم و ستم کے مصاد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ظلم و ستم کرنے والوں کو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قابل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سمجھا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906C0A">
        <w:rPr>
          <w:rStyle w:val="libAieChar"/>
          <w:rtl/>
        </w:rPr>
        <w:t xml:space="preserve">وَمَنْ </w:t>
      </w:r>
      <w:r w:rsidR="00BA0B7F">
        <w:rPr>
          <w:rStyle w:val="libAieChar"/>
          <w:rtl/>
        </w:rPr>
        <w:t>ا</w:t>
      </w:r>
      <w:r w:rsidR="00476253" w:rsidRPr="00906C0A">
        <w:rPr>
          <w:rStyle w:val="libAieChar"/>
          <w:rFonts w:hint="eastAsia"/>
          <w:rtl/>
        </w:rPr>
        <w:t>ظْلَمُ</w:t>
      </w:r>
      <w:r w:rsidR="00476253" w:rsidRPr="00906C0A">
        <w:rPr>
          <w:rStyle w:val="libAieChar"/>
          <w:rtl/>
        </w:rPr>
        <w:t xml:space="preserve"> مِمَّنْ افْتَرَ</w:t>
      </w:r>
      <w:r w:rsidR="00476253" w:rsidRPr="00906C0A">
        <w:rPr>
          <w:rStyle w:val="libAieChar"/>
          <w:rFonts w:hint="cs"/>
          <w:rtl/>
        </w:rPr>
        <w:t>ی</w:t>
      </w:r>
      <w:r w:rsidR="00476253" w:rsidRPr="00906C0A">
        <w:rPr>
          <w:rStyle w:val="libAieChar"/>
          <w:rtl/>
        </w:rPr>
        <w:t xml:space="preserve"> عَلَ</w:t>
      </w:r>
      <w:r w:rsidR="00476253" w:rsidRPr="00906C0A">
        <w:rPr>
          <w:rStyle w:val="libAieChar"/>
          <w:rFonts w:hint="cs"/>
          <w:rtl/>
        </w:rPr>
        <w:t>ی</w:t>
      </w:r>
      <w:r w:rsidR="00476253" w:rsidRPr="00906C0A">
        <w:rPr>
          <w:rStyle w:val="libAieChar"/>
          <w:rtl/>
        </w:rPr>
        <w:t xml:space="preserve"> اللهِ الْكَذِبَ وَ</w:t>
      </w:r>
      <w:r w:rsidR="00705CD5" w:rsidRPr="00705CD5">
        <w:rPr>
          <w:rStyle w:val="libAieChar"/>
          <w:rFonts w:hint="cs"/>
          <w:rtl/>
        </w:rPr>
        <w:t>ه</w:t>
      </w:r>
      <w:r w:rsidR="00476253" w:rsidRPr="00906C0A">
        <w:rPr>
          <w:rStyle w:val="libAieChar"/>
          <w:rFonts w:hint="cs"/>
          <w:rtl/>
        </w:rPr>
        <w:t>ُوَ</w:t>
      </w:r>
      <w:r w:rsidR="00476253" w:rsidRPr="00906C0A">
        <w:rPr>
          <w:rStyle w:val="libAieChar"/>
          <w:rtl/>
        </w:rPr>
        <w:t xml:space="preserve"> </w:t>
      </w:r>
      <w:r w:rsidR="00476253" w:rsidRPr="00906C0A">
        <w:rPr>
          <w:rStyle w:val="libAieChar"/>
          <w:rFonts w:hint="cs"/>
          <w:rtl/>
        </w:rPr>
        <w:t>ی</w:t>
      </w:r>
      <w:r w:rsidR="00476253" w:rsidRPr="00906C0A">
        <w:rPr>
          <w:rStyle w:val="libAieChar"/>
          <w:rFonts w:hint="eastAsia"/>
          <w:rtl/>
        </w:rPr>
        <w:t>دْعَ</w:t>
      </w:r>
      <w:r w:rsidR="00476253" w:rsidRPr="00906C0A">
        <w:rPr>
          <w:rStyle w:val="libAieChar"/>
          <w:rFonts w:hint="cs"/>
          <w:rtl/>
        </w:rPr>
        <w:t>ی</w:t>
      </w:r>
      <w:r w:rsidR="00476253" w:rsidRPr="00906C0A">
        <w:rPr>
          <w:rStyle w:val="libAieChar"/>
          <w:rtl/>
        </w:rPr>
        <w:t xml:space="preserve"> إِلَ</w:t>
      </w:r>
      <w:r w:rsidR="00476253" w:rsidRPr="00906C0A">
        <w:rPr>
          <w:rStyle w:val="libAieChar"/>
          <w:rFonts w:hint="cs"/>
          <w:rtl/>
        </w:rPr>
        <w:t>ی</w:t>
      </w:r>
      <w:r w:rsidR="00476253" w:rsidRPr="00906C0A">
        <w:rPr>
          <w:rStyle w:val="libAieChar"/>
          <w:rtl/>
        </w:rPr>
        <w:t xml:space="preserve"> الْإِسْلاَمِ وَاللهُ لاَ</w:t>
      </w:r>
      <w:r w:rsidR="00476253" w:rsidRPr="00906C0A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906C0A">
        <w:rPr>
          <w:rStyle w:val="libAieChar"/>
          <w:rFonts w:hint="cs"/>
          <w:rtl/>
        </w:rPr>
        <w:t>ْدِی</w:t>
      </w:r>
      <w:r w:rsidR="00476253" w:rsidRPr="00906C0A">
        <w:rPr>
          <w:rStyle w:val="libAieChar"/>
          <w:rtl/>
        </w:rPr>
        <w:t xml:space="preserve"> الْقَوْمَ الظَّالِمِ</w:t>
      </w:r>
      <w:r w:rsidR="00476253" w:rsidRPr="00906C0A">
        <w:rPr>
          <w:rStyle w:val="libAieChar"/>
          <w:rFonts w:hint="cs"/>
          <w:rtl/>
        </w:rPr>
        <w:t>ی</w:t>
      </w:r>
      <w:r w:rsidR="00476253" w:rsidRPr="00906C0A">
        <w:rPr>
          <w:rStyle w:val="libAieChar"/>
          <w:rFonts w:hint="eastAsia"/>
          <w:rtl/>
        </w:rPr>
        <w:t>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(508)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اس سے بڑا ظالم کون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گا جو خدا پر جھوٹا الزام لگائے جب کہ اسے اسلام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دعوت د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جارھ</w:t>
      </w:r>
      <w:r w:rsidR="00476253"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>اور اللہ کبھ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ظالم قوم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ہدا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ت</w:t>
      </w:r>
      <w:r w:rsidR="00476253"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کرتا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ظلم و ستم کو ھلاکت و نابود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سبب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ظلم و ستم کرنے والے معاشرہ کو بلاء و حوادث کا مستحق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906C0A">
        <w:rPr>
          <w:rStyle w:val="libAieChar"/>
          <w:rtl/>
        </w:rPr>
        <w:t>وَلَمَّا جَائَتْ رُسُلُنَا إِبْرَا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906C0A">
        <w:rPr>
          <w:rStyle w:val="libAieChar"/>
          <w:rFonts w:hint="cs"/>
          <w:rtl/>
        </w:rPr>
        <w:t>ِی</w:t>
      </w:r>
      <w:r w:rsidR="00476253" w:rsidRPr="00906C0A">
        <w:rPr>
          <w:rStyle w:val="libAieChar"/>
          <w:rFonts w:hint="eastAsia"/>
          <w:rtl/>
        </w:rPr>
        <w:t>مَ</w:t>
      </w:r>
      <w:r w:rsidR="00476253" w:rsidRPr="00906C0A">
        <w:rPr>
          <w:rStyle w:val="libAieChar"/>
          <w:rtl/>
        </w:rPr>
        <w:t xml:space="preserve"> بِالْبُشْرَ</w:t>
      </w:r>
      <w:r w:rsidR="00476253" w:rsidRPr="00906C0A">
        <w:rPr>
          <w:rStyle w:val="libAieChar"/>
          <w:rFonts w:hint="cs"/>
          <w:rtl/>
        </w:rPr>
        <w:t>ی</w:t>
      </w:r>
      <w:r w:rsidR="00476253" w:rsidRPr="00906C0A">
        <w:rPr>
          <w:rStyle w:val="libAieChar"/>
          <w:rtl/>
        </w:rPr>
        <w:t xml:space="preserve"> قَالُوا إِنَّا مُ</w:t>
      </w:r>
      <w:r w:rsidR="00705CD5" w:rsidRPr="00705CD5">
        <w:rPr>
          <w:rStyle w:val="libAieChar"/>
          <w:rFonts w:hint="cs"/>
          <w:rtl/>
        </w:rPr>
        <w:t>ه</w:t>
      </w:r>
      <w:r w:rsidR="00476253" w:rsidRPr="00906C0A">
        <w:rPr>
          <w:rStyle w:val="libAieChar"/>
          <w:rFonts w:hint="cs"/>
          <w:rtl/>
        </w:rPr>
        <w:t>لكُو</w:t>
      </w:r>
      <w:r w:rsidR="00476253" w:rsidRPr="00906C0A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705CD5" w:rsidRPr="00705CD5">
        <w:rPr>
          <w:rStyle w:val="libAieChar"/>
          <w:rFonts w:hint="cs"/>
          <w:rtl/>
        </w:rPr>
        <w:t>ه</w:t>
      </w:r>
      <w:r w:rsidR="00476253" w:rsidRPr="00906C0A">
        <w:rPr>
          <w:rStyle w:val="libAieChar"/>
          <w:rFonts w:hint="cs"/>
          <w:rtl/>
        </w:rPr>
        <w:t>ل</w:t>
      </w:r>
      <w:r w:rsidR="00476253" w:rsidRPr="00906C0A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906C0A">
        <w:rPr>
          <w:rStyle w:val="libAieChar"/>
          <w:rFonts w:hint="cs"/>
          <w:rtl/>
        </w:rPr>
        <w:t>َذِ</w:t>
      </w:r>
      <w:r w:rsidR="00705CD5" w:rsidRPr="00705CD5">
        <w:rPr>
          <w:rStyle w:val="libAieChar"/>
          <w:rFonts w:hint="cs"/>
          <w:rtl/>
        </w:rPr>
        <w:t>ه</w:t>
      </w:r>
      <w:r w:rsidR="00476253" w:rsidRPr="00906C0A">
        <w:rPr>
          <w:rStyle w:val="libAieChar"/>
          <w:rFonts w:hint="cs"/>
          <w:rtl/>
        </w:rPr>
        <w:t>ِ</w:t>
      </w:r>
      <w:r w:rsidR="00476253" w:rsidRPr="00906C0A">
        <w:rPr>
          <w:rStyle w:val="libAieChar"/>
          <w:rtl/>
        </w:rPr>
        <w:t xml:space="preserve"> </w:t>
      </w:r>
      <w:r w:rsidR="00476253" w:rsidRPr="00906C0A">
        <w:rPr>
          <w:rStyle w:val="libAieChar"/>
          <w:rFonts w:hint="cs"/>
          <w:rtl/>
        </w:rPr>
        <w:t>الْقَرْی</w:t>
      </w:r>
      <w:r w:rsidR="00476253" w:rsidRPr="00906C0A">
        <w:rPr>
          <w:rStyle w:val="libAieChar"/>
          <w:rFonts w:hint="eastAsia"/>
          <w:rtl/>
        </w:rPr>
        <w:t>ةِ</w:t>
      </w:r>
      <w:r w:rsidR="00476253" w:rsidRPr="00906C0A">
        <w:rPr>
          <w:rStyle w:val="libAieChar"/>
          <w:rtl/>
        </w:rPr>
        <w:t xml:space="preserve"> إِنَّ </w:t>
      </w:r>
      <w:r w:rsidR="00BA0B7F">
        <w:rPr>
          <w:rStyle w:val="libAieChar"/>
          <w:rtl/>
        </w:rPr>
        <w:t>ا</w:t>
      </w:r>
      <w:r w:rsidR="00705CD5" w:rsidRPr="00705CD5">
        <w:rPr>
          <w:rStyle w:val="libAieChar"/>
          <w:rFonts w:hint="cs"/>
          <w:rtl/>
        </w:rPr>
        <w:t>ه</w:t>
      </w:r>
      <w:r w:rsidR="00476253" w:rsidRPr="00906C0A">
        <w:rPr>
          <w:rStyle w:val="libAieChar"/>
          <w:rFonts w:hint="cs"/>
          <w:rtl/>
        </w:rPr>
        <w:t>ل</w:t>
      </w:r>
      <w:r w:rsidR="00705CD5" w:rsidRPr="00705CD5">
        <w:rPr>
          <w:rStyle w:val="libAieChar"/>
          <w:rFonts w:hint="cs"/>
          <w:rtl/>
        </w:rPr>
        <w:t>ه</w:t>
      </w:r>
      <w:r w:rsidR="00476253" w:rsidRPr="00906C0A">
        <w:rPr>
          <w:rStyle w:val="libAieChar"/>
          <w:rFonts w:hint="cs"/>
          <w:rtl/>
        </w:rPr>
        <w:t>ا</w:t>
      </w:r>
      <w:r w:rsidR="00476253" w:rsidRPr="00906C0A">
        <w:rPr>
          <w:rStyle w:val="libAieChar"/>
          <w:rtl/>
        </w:rPr>
        <w:t xml:space="preserve"> كَانُوا ظَالِمِ</w:t>
      </w:r>
      <w:r w:rsidR="00476253" w:rsidRPr="00906C0A">
        <w:rPr>
          <w:rStyle w:val="libAieChar"/>
          <w:rFonts w:hint="cs"/>
          <w:rtl/>
        </w:rPr>
        <w:t>ی</w:t>
      </w:r>
      <w:r w:rsidR="00476253" w:rsidRPr="00906C0A">
        <w:rPr>
          <w:rStyle w:val="libAieChar"/>
          <w:rFonts w:hint="eastAsia"/>
          <w:rtl/>
        </w:rPr>
        <w:t>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(509)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جب ھمارے نمائندہ فرشتے ابراھ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</w:t>
      </w:r>
      <w:r w:rsidR="00476253">
        <w:rPr>
          <w:rtl/>
          <w:lang w:bidi="ur-PK"/>
        </w:rPr>
        <w:t xml:space="preserve"> کے پاس بشارت لے کر آئے اور انھوں نے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خبر سنائ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کہ ھم اس بست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والوں کو ھلاک کرنا چاھتے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ونکہ</w:t>
      </w:r>
      <w:r w:rsidR="00476253">
        <w:rPr>
          <w:rtl/>
          <w:lang w:bidi="ur-PK"/>
        </w:rPr>
        <w:t xml:space="preserve"> اس بست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کے لوگ بڑے ظالم 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ظلم و ستم کرنے والوں کو شفاعت سے محروم قرارد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لوگ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بے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تنھائ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عالم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عذاب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 گے: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906C0A">
        <w:rPr>
          <w:rStyle w:val="libAieChar"/>
          <w:rtl/>
        </w:rPr>
        <w:t>وَ</w:t>
      </w:r>
      <w:r w:rsidR="00BA0B7F">
        <w:rPr>
          <w:rStyle w:val="libAieChar"/>
          <w:rtl/>
        </w:rPr>
        <w:t>ا</w:t>
      </w:r>
      <w:r w:rsidR="00476253" w:rsidRPr="00906C0A">
        <w:rPr>
          <w:rStyle w:val="libAieChar"/>
          <w:rFonts w:hint="eastAsia"/>
          <w:rtl/>
        </w:rPr>
        <w:t>نذِرْ</w:t>
      </w:r>
      <w:r w:rsidR="00705CD5" w:rsidRPr="00705CD5">
        <w:rPr>
          <w:rStyle w:val="libAieChar"/>
          <w:rFonts w:hint="cs"/>
          <w:rtl/>
        </w:rPr>
        <w:t>ه</w:t>
      </w:r>
      <w:r w:rsidR="00476253" w:rsidRPr="00906C0A">
        <w:rPr>
          <w:rStyle w:val="libAieChar"/>
          <w:rFonts w:hint="cs"/>
          <w:rtl/>
        </w:rPr>
        <w:t>م</w:t>
      </w:r>
      <w:r w:rsidR="00476253" w:rsidRPr="00906C0A">
        <w:rPr>
          <w:rStyle w:val="libAieChar"/>
          <w:rtl/>
        </w:rPr>
        <w:t xml:space="preserve"> </w:t>
      </w:r>
      <w:r w:rsidR="00476253" w:rsidRPr="00906C0A">
        <w:rPr>
          <w:rStyle w:val="libAieChar"/>
          <w:rFonts w:hint="cs"/>
          <w:rtl/>
        </w:rPr>
        <w:t>ی</w:t>
      </w:r>
      <w:r w:rsidR="00476253" w:rsidRPr="00906C0A">
        <w:rPr>
          <w:rStyle w:val="libAieChar"/>
          <w:rFonts w:hint="eastAsia"/>
          <w:rtl/>
        </w:rPr>
        <w:t>وْمَ</w:t>
      </w:r>
      <w:r w:rsidR="00476253" w:rsidRPr="00906C0A">
        <w:rPr>
          <w:rStyle w:val="libAieChar"/>
          <w:rtl/>
        </w:rPr>
        <w:t xml:space="preserve"> الْآزِفَةِ إِذْ الْقُلُوبُ لَدَ</w:t>
      </w:r>
      <w:r w:rsidR="00476253" w:rsidRPr="00906C0A">
        <w:rPr>
          <w:rStyle w:val="libAieChar"/>
          <w:rFonts w:hint="cs"/>
          <w:rtl/>
        </w:rPr>
        <w:t>ی</w:t>
      </w:r>
      <w:r w:rsidR="00476253" w:rsidRPr="00906C0A">
        <w:rPr>
          <w:rStyle w:val="libAieChar"/>
          <w:rtl/>
        </w:rPr>
        <w:t xml:space="preserve"> الْحَنَاجِرِ كَاظِمِ</w:t>
      </w:r>
      <w:r w:rsidR="00476253" w:rsidRPr="00906C0A">
        <w:rPr>
          <w:rStyle w:val="libAieChar"/>
          <w:rFonts w:hint="cs"/>
          <w:rtl/>
        </w:rPr>
        <w:t>ی</w:t>
      </w:r>
      <w:r w:rsidR="00476253" w:rsidRPr="00906C0A">
        <w:rPr>
          <w:rStyle w:val="libAieChar"/>
          <w:rFonts w:hint="eastAsia"/>
          <w:rtl/>
        </w:rPr>
        <w:t>نَ</w:t>
      </w:r>
      <w:r w:rsidR="00476253" w:rsidRPr="00906C0A">
        <w:rPr>
          <w:rStyle w:val="libAieChar"/>
          <w:rtl/>
        </w:rPr>
        <w:t xml:space="preserve"> مَا لِلظَّالِمِ</w:t>
      </w:r>
      <w:r w:rsidR="00476253" w:rsidRPr="00906C0A">
        <w:rPr>
          <w:rStyle w:val="libAieChar"/>
          <w:rFonts w:hint="cs"/>
          <w:rtl/>
        </w:rPr>
        <w:t>ی</w:t>
      </w:r>
      <w:r w:rsidR="00476253" w:rsidRPr="00906C0A">
        <w:rPr>
          <w:rStyle w:val="libAieChar"/>
          <w:rFonts w:hint="eastAsia"/>
          <w:rtl/>
        </w:rPr>
        <w:t>نَ</w:t>
      </w:r>
      <w:r w:rsidR="00476253" w:rsidRPr="00906C0A">
        <w:rPr>
          <w:rStyle w:val="libAieChar"/>
          <w:rtl/>
        </w:rPr>
        <w:t xml:space="preserve"> مِنْ حَمِ</w:t>
      </w:r>
      <w:r w:rsidR="00476253" w:rsidRPr="00906C0A">
        <w:rPr>
          <w:rStyle w:val="libAieChar"/>
          <w:rFonts w:hint="cs"/>
          <w:rtl/>
        </w:rPr>
        <w:t>ی</w:t>
      </w:r>
      <w:r w:rsidR="00476253" w:rsidRPr="00906C0A">
        <w:rPr>
          <w:rStyle w:val="libAieChar"/>
          <w:rFonts w:hint="eastAsia"/>
          <w:rtl/>
        </w:rPr>
        <w:t>مٍ</w:t>
      </w:r>
      <w:r w:rsidR="00476253" w:rsidRPr="00906C0A">
        <w:rPr>
          <w:rStyle w:val="libAieChar"/>
          <w:rtl/>
        </w:rPr>
        <w:t xml:space="preserve"> وَلاَشَفِ</w:t>
      </w:r>
      <w:r w:rsidR="00476253" w:rsidRPr="00906C0A">
        <w:rPr>
          <w:rStyle w:val="libAieChar"/>
          <w:rFonts w:hint="cs"/>
          <w:rtl/>
        </w:rPr>
        <w:t>ی</w:t>
      </w:r>
      <w:r w:rsidR="00476253" w:rsidRPr="00906C0A">
        <w:rPr>
          <w:rStyle w:val="libAieChar"/>
          <w:rFonts w:hint="eastAsia"/>
          <w:rtl/>
        </w:rPr>
        <w:t>عٍ</w:t>
      </w:r>
      <w:r w:rsidR="00476253" w:rsidRPr="00906C0A">
        <w:rPr>
          <w:rStyle w:val="libAieChar"/>
          <w:rtl/>
        </w:rPr>
        <w:t xml:space="preserve"> </w:t>
      </w:r>
      <w:r w:rsidR="00476253" w:rsidRPr="00906C0A">
        <w:rPr>
          <w:rStyle w:val="libAieChar"/>
          <w:rFonts w:hint="cs"/>
          <w:rtl/>
        </w:rPr>
        <w:t>ی</w:t>
      </w:r>
      <w:r w:rsidR="00476253" w:rsidRPr="00906C0A">
        <w:rPr>
          <w:rStyle w:val="libAieChar"/>
          <w:rFonts w:hint="eastAsia"/>
          <w:rtl/>
        </w:rPr>
        <w:t>طَاعُ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(510)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غمبر</w:t>
      </w:r>
      <w:r w:rsidR="00476253">
        <w:rPr>
          <w:rtl/>
          <w:lang w:bidi="ur-PK"/>
        </w:rPr>
        <w:t xml:space="preserve"> ان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آنے والے دن کے عذاب سے ڈرا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ئے</w:t>
      </w:r>
      <w:r w:rsidR="00476253">
        <w:rPr>
          <w:rtl/>
          <w:lang w:bidi="ur-PK"/>
        </w:rPr>
        <w:t xml:space="preserve"> جب دم گھٹ گھٹ کر دل منھ کے قر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</w:t>
      </w:r>
      <w:r w:rsidR="00476253">
        <w:rPr>
          <w:rtl/>
          <w:lang w:bidi="ur-PK"/>
        </w:rPr>
        <w:t xml:space="preserve"> آجائ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گے اور ظالم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کے لئے نہ کوئ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دوست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گا اور نہ شفاعت کرنے والا جس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بات سن ل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جائے“۔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ظلم و ستم کرنے والوں کو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لئے مستحق عذاب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ان کے تابع افراد کے لئے آتش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جگہ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24CEF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lastRenderedPageBreak/>
        <w:t>(</w:t>
      </w:r>
      <w:r w:rsidR="00476253" w:rsidRPr="00906C0A">
        <w:rPr>
          <w:rStyle w:val="libAieChar"/>
          <w:rFonts w:hint="cs"/>
          <w:rtl/>
        </w:rPr>
        <w:t>إِنَّ</w:t>
      </w:r>
      <w:r w:rsidR="00476253" w:rsidRPr="00906C0A">
        <w:rPr>
          <w:rStyle w:val="libAieChar"/>
          <w:rtl/>
        </w:rPr>
        <w:t xml:space="preserve"> </w:t>
      </w:r>
      <w:r w:rsidR="00476253" w:rsidRPr="00906C0A">
        <w:rPr>
          <w:rStyle w:val="libAieChar"/>
          <w:rFonts w:hint="cs"/>
          <w:rtl/>
        </w:rPr>
        <w:t>الْخَاسِرِی</w:t>
      </w:r>
      <w:r w:rsidR="00476253" w:rsidRPr="00906C0A">
        <w:rPr>
          <w:rStyle w:val="libAieChar"/>
          <w:rFonts w:hint="eastAsia"/>
          <w:rtl/>
        </w:rPr>
        <w:t>نَ</w:t>
      </w:r>
      <w:r w:rsidR="00476253" w:rsidRPr="00906C0A">
        <w:rPr>
          <w:rStyle w:val="libAieChar"/>
          <w:rtl/>
        </w:rPr>
        <w:t xml:space="preserve"> الَّذِ</w:t>
      </w:r>
      <w:r w:rsidR="00476253" w:rsidRPr="00906C0A">
        <w:rPr>
          <w:rStyle w:val="libAieChar"/>
          <w:rFonts w:hint="cs"/>
          <w:rtl/>
        </w:rPr>
        <w:t>ی</w:t>
      </w:r>
      <w:r w:rsidR="00476253" w:rsidRPr="00906C0A">
        <w:rPr>
          <w:rStyle w:val="libAieChar"/>
          <w:rFonts w:hint="eastAsia"/>
          <w:rtl/>
        </w:rPr>
        <w:t>نَ</w:t>
      </w:r>
      <w:r w:rsidR="00476253" w:rsidRPr="00906C0A">
        <w:rPr>
          <w:rStyle w:val="libAieChar"/>
          <w:rtl/>
        </w:rPr>
        <w:t xml:space="preserve"> خَسِرُوا </w:t>
      </w:r>
      <w:r w:rsidR="00BA0B7F">
        <w:rPr>
          <w:rStyle w:val="libAieChar"/>
          <w:rtl/>
        </w:rPr>
        <w:t>ا</w:t>
      </w:r>
      <w:r w:rsidR="00476253" w:rsidRPr="00906C0A">
        <w:rPr>
          <w:rStyle w:val="libAieChar"/>
          <w:rFonts w:hint="eastAsia"/>
          <w:rtl/>
        </w:rPr>
        <w:t>نفُسَ</w:t>
      </w:r>
      <w:r w:rsidR="00705CD5" w:rsidRPr="00705CD5">
        <w:rPr>
          <w:rStyle w:val="libAieChar"/>
          <w:rFonts w:hint="cs"/>
          <w:rtl/>
        </w:rPr>
        <w:t>ه</w:t>
      </w:r>
      <w:r w:rsidR="00476253" w:rsidRPr="00906C0A">
        <w:rPr>
          <w:rStyle w:val="libAieChar"/>
          <w:rFonts w:hint="cs"/>
          <w:rtl/>
        </w:rPr>
        <w:t>م</w:t>
      </w:r>
      <w:r w:rsidR="00476253" w:rsidRPr="00906C0A">
        <w:rPr>
          <w:rStyle w:val="libAieChar"/>
          <w:rtl/>
        </w:rPr>
        <w:t xml:space="preserve"> وَ</w:t>
      </w:r>
      <w:r w:rsidR="00BA0B7F">
        <w:rPr>
          <w:rStyle w:val="libAieChar"/>
          <w:rtl/>
        </w:rPr>
        <w:t>ا</w:t>
      </w:r>
      <w:r w:rsidR="00705CD5" w:rsidRPr="00705CD5">
        <w:rPr>
          <w:rStyle w:val="libAieChar"/>
          <w:rFonts w:hint="cs"/>
          <w:rtl/>
        </w:rPr>
        <w:t>ه</w:t>
      </w:r>
      <w:r w:rsidR="00476253" w:rsidRPr="00906C0A">
        <w:rPr>
          <w:rStyle w:val="libAieChar"/>
          <w:rFonts w:hint="cs"/>
          <w:rtl/>
        </w:rPr>
        <w:t>لی</w:t>
      </w:r>
      <w:r w:rsidR="00705CD5" w:rsidRPr="00705CD5">
        <w:rPr>
          <w:rStyle w:val="libAieChar"/>
          <w:rFonts w:hint="cs"/>
          <w:rtl/>
        </w:rPr>
        <w:t>ه</w:t>
      </w:r>
      <w:r w:rsidR="00476253" w:rsidRPr="00906C0A">
        <w:rPr>
          <w:rStyle w:val="libAieChar"/>
          <w:rFonts w:hint="cs"/>
          <w:rtl/>
        </w:rPr>
        <w:t>م</w:t>
      </w:r>
      <w:r w:rsidR="00476253" w:rsidRPr="00906C0A">
        <w:rPr>
          <w:rStyle w:val="libAieChar"/>
          <w:rtl/>
        </w:rPr>
        <w:t xml:space="preserve"> </w:t>
      </w:r>
      <w:r w:rsidR="00476253" w:rsidRPr="00906C0A">
        <w:rPr>
          <w:rStyle w:val="libAieChar"/>
          <w:rFonts w:hint="cs"/>
          <w:rtl/>
        </w:rPr>
        <w:t>ی</w:t>
      </w:r>
      <w:r w:rsidR="00476253" w:rsidRPr="00906C0A">
        <w:rPr>
          <w:rStyle w:val="libAieChar"/>
          <w:rFonts w:hint="eastAsia"/>
          <w:rtl/>
        </w:rPr>
        <w:t>وْمَ</w:t>
      </w:r>
      <w:r w:rsidR="00476253" w:rsidRPr="00906C0A">
        <w:rPr>
          <w:rStyle w:val="libAieChar"/>
          <w:rtl/>
        </w:rPr>
        <w:t xml:space="preserve"> الْقِ</w:t>
      </w:r>
      <w:r w:rsidR="00476253" w:rsidRPr="00906C0A">
        <w:rPr>
          <w:rStyle w:val="libAieChar"/>
          <w:rFonts w:hint="cs"/>
          <w:rtl/>
        </w:rPr>
        <w:t>ی</w:t>
      </w:r>
      <w:r w:rsidR="00476253" w:rsidRPr="00906C0A">
        <w:rPr>
          <w:rStyle w:val="libAieChar"/>
          <w:rFonts w:hint="eastAsia"/>
          <w:rtl/>
        </w:rPr>
        <w:t>امَةِ</w:t>
      </w:r>
      <w:r w:rsidR="00476253" w:rsidRPr="00906C0A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906C0A">
        <w:rPr>
          <w:rStyle w:val="libAieChar"/>
          <w:rFonts w:hint="eastAsia"/>
          <w:rtl/>
        </w:rPr>
        <w:t>لاَإِنَّ</w:t>
      </w:r>
      <w:r w:rsidR="00476253" w:rsidRPr="00906C0A">
        <w:rPr>
          <w:rStyle w:val="libAieChar"/>
          <w:rtl/>
        </w:rPr>
        <w:t xml:space="preserve"> الظَّالِمِ</w:t>
      </w:r>
      <w:r w:rsidR="00476253" w:rsidRPr="00906C0A">
        <w:rPr>
          <w:rStyle w:val="libAieChar"/>
          <w:rFonts w:hint="cs"/>
          <w:rtl/>
        </w:rPr>
        <w:t>ی</w:t>
      </w:r>
      <w:r w:rsidR="00476253" w:rsidRPr="00906C0A">
        <w:rPr>
          <w:rStyle w:val="libAieChar"/>
          <w:rFonts w:hint="eastAsia"/>
          <w:rtl/>
        </w:rPr>
        <w:t>نَ</w:t>
      </w:r>
      <w:r w:rsidR="00476253" w:rsidRPr="00906C0A">
        <w:rPr>
          <w:rStyle w:val="libAieChar"/>
          <w:rtl/>
        </w:rPr>
        <w:t xml:space="preserve"> فِ</w:t>
      </w:r>
      <w:r w:rsidR="00476253" w:rsidRPr="00906C0A">
        <w:rPr>
          <w:rStyle w:val="libAieChar"/>
          <w:rFonts w:hint="cs"/>
          <w:rtl/>
        </w:rPr>
        <w:t>ی</w:t>
      </w:r>
      <w:r w:rsidR="00476253" w:rsidRPr="00906C0A">
        <w:rPr>
          <w:rStyle w:val="libAieChar"/>
          <w:rtl/>
        </w:rPr>
        <w:t xml:space="preserve"> عَذَابٍ مُقِ</w:t>
      </w:r>
      <w:r w:rsidR="00476253" w:rsidRPr="00906C0A">
        <w:rPr>
          <w:rStyle w:val="libAieChar"/>
          <w:rFonts w:hint="cs"/>
          <w:rtl/>
        </w:rPr>
        <w:t>ی</w:t>
      </w:r>
      <w:r w:rsidR="00476253" w:rsidRPr="00906C0A">
        <w:rPr>
          <w:rStyle w:val="libAieChar"/>
          <w:rFonts w:hint="eastAsia"/>
          <w:rtl/>
        </w:rPr>
        <w:t>مٍ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(511)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”گھاٹے</w:t>
      </w:r>
      <w:r w:rsidR="00476253">
        <w:rPr>
          <w:rtl/>
          <w:lang w:bidi="ur-PK"/>
        </w:rPr>
        <w:t xml:space="preserve"> والے وھ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افراد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جنھوں نے اپنے نفس اور اھل کو 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امت</w:t>
      </w:r>
      <w:r w:rsidR="00476253">
        <w:rPr>
          <w:rtl/>
          <w:lang w:bidi="ur-PK"/>
        </w:rPr>
        <w:t xml:space="preserve"> کے دن گھاٹے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مبتلا کرد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، آگاہ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>جا</w:t>
      </w:r>
      <w:r w:rsidR="00AA04E3">
        <w:rPr>
          <w:rtl/>
          <w:lang w:bidi="ur-PK"/>
        </w:rPr>
        <w:t>و</w:t>
      </w:r>
      <w:r w:rsidR="00476253">
        <w:rPr>
          <w:rtl/>
          <w:lang w:bidi="ur-PK"/>
        </w:rPr>
        <w:t xml:space="preserve"> کہ ظالموں کو بھر حال دائم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عذاب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رہنا پڑے گا“۔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آخر</w:t>
      </w:r>
      <w:r>
        <w:rPr>
          <w:rtl/>
          <w:lang w:bidi="ur-PK"/>
        </w:rPr>
        <w:t xml:space="preserve"> کار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اعلان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خداوندعالم ظالم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دوست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رکھتا،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معلوم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جس گروہ سے خداوندعالم محبت نہ کرتا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لوگ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بلاؤں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!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906C0A">
        <w:rPr>
          <w:rStyle w:val="libAieChar"/>
          <w:rFonts w:hint="cs"/>
          <w:rtl/>
        </w:rPr>
        <w:t>إِنَّ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906C0A">
        <w:rPr>
          <w:rStyle w:val="libAieChar"/>
          <w:rFonts w:hint="cs"/>
          <w:rtl/>
        </w:rPr>
        <w:t>ُ</w:t>
      </w:r>
      <w:r w:rsidR="00476253" w:rsidRPr="00906C0A">
        <w:rPr>
          <w:rStyle w:val="libAieChar"/>
          <w:rtl/>
        </w:rPr>
        <w:t xml:space="preserve"> </w:t>
      </w:r>
      <w:r w:rsidR="00476253" w:rsidRPr="00906C0A">
        <w:rPr>
          <w:rStyle w:val="libAieChar"/>
          <w:rFonts w:hint="cs"/>
          <w:rtl/>
        </w:rPr>
        <w:t>لاَی</w:t>
      </w:r>
      <w:r w:rsidR="00476253" w:rsidRPr="00906C0A">
        <w:rPr>
          <w:rStyle w:val="libAieChar"/>
          <w:rFonts w:hint="eastAsia"/>
          <w:rtl/>
        </w:rPr>
        <w:t>حِبُّ</w:t>
      </w:r>
      <w:r w:rsidR="00476253" w:rsidRPr="00906C0A">
        <w:rPr>
          <w:rStyle w:val="libAieChar"/>
          <w:rtl/>
        </w:rPr>
        <w:t xml:space="preserve"> الظَّالِمِ</w:t>
      </w:r>
      <w:r w:rsidR="00476253" w:rsidRPr="00906C0A">
        <w:rPr>
          <w:rStyle w:val="libAieChar"/>
          <w:rFonts w:hint="cs"/>
          <w:rtl/>
        </w:rPr>
        <w:t>ی</w:t>
      </w:r>
      <w:r w:rsidR="00476253" w:rsidRPr="00906C0A">
        <w:rPr>
          <w:rStyle w:val="libAieChar"/>
          <w:rFonts w:hint="eastAsia"/>
          <w:rtl/>
        </w:rPr>
        <w:t>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(512)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 xml:space="preserve">وہ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نا</w:t>
      </w:r>
      <w:r w:rsidR="00476253">
        <w:rPr>
          <w:rtl/>
          <w:lang w:bidi="ur-PK"/>
        </w:rPr>
        <w:t xml:space="preserve"> ظالموں کو دوست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رکھتا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906C0A">
        <w:rPr>
          <w:rStyle w:val="libArabicChar"/>
          <w:rFonts w:hint="eastAsia"/>
          <w:rtl/>
        </w:rPr>
        <w:t>بَ</w:t>
      </w:r>
      <w:r w:rsidRPr="00906C0A">
        <w:rPr>
          <w:rStyle w:val="libArabicChar"/>
          <w:rFonts w:hint="cs"/>
          <w:rtl/>
        </w:rPr>
        <w:t>ی</w:t>
      </w:r>
      <w:r w:rsidRPr="00906C0A">
        <w:rPr>
          <w:rStyle w:val="libArabicChar"/>
          <w:rFonts w:hint="eastAsia"/>
          <w:rtl/>
        </w:rPr>
        <w:t>نَ</w:t>
      </w:r>
      <w:r w:rsidRPr="00906C0A">
        <w:rPr>
          <w:rStyle w:val="libArabicChar"/>
          <w:rtl/>
        </w:rPr>
        <w:t xml:space="preserve"> الْجَنَّةِ وَالنَّارِ سَبْعُ عِقابٍ اَ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ْوَنُ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َا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ال</w:t>
      </w:r>
      <w:r w:rsidRPr="00906C0A">
        <w:rPr>
          <w:rStyle w:val="libArabicChar"/>
          <w:rtl/>
        </w:rPr>
        <w:t>ْمَوْتُ</w:t>
      </w:r>
      <w:r w:rsidRPr="00906C0A">
        <w:rPr>
          <w:rStyle w:val="libArabicChar"/>
          <w:rFonts w:hint="cs"/>
          <w:rtl/>
        </w:rPr>
        <w:t>وَقالَ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اَنَسٌ</w:t>
      </w:r>
      <w:r w:rsidRPr="00906C0A">
        <w:rPr>
          <w:rStyle w:val="libArabicChar"/>
          <w:rtl/>
        </w:rPr>
        <w:t>:</w:t>
      </w:r>
      <w:r w:rsidRPr="00906C0A">
        <w:rPr>
          <w:rStyle w:val="libArabicChar"/>
          <w:rFonts w:hint="cs"/>
          <w:rtl/>
        </w:rPr>
        <w:t>قُلْتُ</w:t>
      </w:r>
      <w:r w:rsidRPr="00906C0A">
        <w:rPr>
          <w:rStyle w:val="libArabicChar"/>
          <w:rtl/>
        </w:rPr>
        <w:t>:</w:t>
      </w:r>
      <w:r w:rsidRPr="00906C0A">
        <w:rPr>
          <w:rStyle w:val="libArabicChar"/>
          <w:rFonts w:hint="cs"/>
          <w:rtl/>
        </w:rPr>
        <w:t>ی</w:t>
      </w:r>
      <w:r w:rsidRPr="00906C0A">
        <w:rPr>
          <w:rStyle w:val="libArabicChar"/>
          <w:rFonts w:hint="eastAsia"/>
          <w:rtl/>
        </w:rPr>
        <w:t>ا</w:t>
      </w:r>
      <w:r w:rsidRPr="00906C0A">
        <w:rPr>
          <w:rStyle w:val="libArabicChar"/>
          <w:rtl/>
        </w:rPr>
        <w:t xml:space="preserve"> رَسولَ اللّٰ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ِ</w:t>
      </w:r>
      <w:r w:rsidRPr="00906C0A">
        <w:rPr>
          <w:rStyle w:val="libArabicChar"/>
          <w:rtl/>
        </w:rPr>
        <w:t xml:space="preserve"> !</w:t>
      </w:r>
      <w:r w:rsidRPr="00906C0A">
        <w:rPr>
          <w:rStyle w:val="libArabicChar"/>
          <w:rFonts w:hint="cs"/>
          <w:rtl/>
        </w:rPr>
        <w:t>فَمَا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اَصْعَبُ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ا؟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قالَ</w:t>
      </w:r>
      <w:r w:rsidRPr="00906C0A">
        <w:rPr>
          <w:rStyle w:val="libArabicChar"/>
          <w:rtl/>
        </w:rPr>
        <w:t>:</w:t>
      </w:r>
      <w:r w:rsidRPr="00906C0A">
        <w:rPr>
          <w:rStyle w:val="libArabicChar"/>
          <w:rFonts w:hint="cs"/>
          <w:rtl/>
        </w:rPr>
        <w:t>الْوُقوفُ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بَی</w:t>
      </w:r>
      <w:r w:rsidRPr="00906C0A">
        <w:rPr>
          <w:rStyle w:val="libArabicChar"/>
          <w:rFonts w:hint="eastAsia"/>
          <w:rtl/>
        </w:rPr>
        <w:t>نَ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ی</w:t>
      </w:r>
      <w:r w:rsidRPr="00906C0A">
        <w:rPr>
          <w:rStyle w:val="libArabicChar"/>
          <w:rFonts w:hint="eastAsia"/>
          <w:rtl/>
        </w:rPr>
        <w:t>دَ</w:t>
      </w:r>
      <w:r w:rsidRPr="00906C0A">
        <w:rPr>
          <w:rStyle w:val="libArabicChar"/>
          <w:rFonts w:hint="cs"/>
          <w:rtl/>
        </w:rPr>
        <w:t>ی</w:t>
      </w:r>
      <w:r w:rsidRPr="00906C0A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ِ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عَزَّ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وَجَلَّ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اِذْ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تَعَلَّقَ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الْمَظْلُومُونَ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بِالظّٰالِمی</w:t>
      </w:r>
      <w:r w:rsidRPr="00906C0A">
        <w:rPr>
          <w:rStyle w:val="libArabicChar"/>
          <w:rFonts w:hint="eastAsia"/>
          <w:rtl/>
        </w:rPr>
        <w:t>نَ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(513)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”جنت</w:t>
      </w:r>
      <w:r>
        <w:rPr>
          <w:rtl/>
          <w:lang w:bidi="ur-PK"/>
        </w:rPr>
        <w:t xml:space="preserve"> و جہنم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سات خطرناک مقام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سب سے آسان تر موت کا وقت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انس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سخت 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کونسا مقام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؟ تو آنحضرت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بارگاہ خداوند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کھڑا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کہ جب مظلوم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ظال</w:t>
      </w:r>
      <w:r>
        <w:rPr>
          <w:rFonts w:hint="eastAsia"/>
          <w:rtl/>
          <w:lang w:bidi="ur-PK"/>
        </w:rPr>
        <w:t>موں</w:t>
      </w:r>
      <w:r>
        <w:rPr>
          <w:rtl/>
          <w:lang w:bidi="ur-PK"/>
        </w:rPr>
        <w:t xml:space="preserve"> سے اپنے حق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کے لئے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قدس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906C0A">
        <w:rPr>
          <w:rStyle w:val="libArabicChar"/>
          <w:rFonts w:hint="eastAsia"/>
          <w:rtl/>
        </w:rPr>
        <w:t>اِشْتَدَّ</w:t>
      </w:r>
      <w:r w:rsidRPr="00906C0A">
        <w:rPr>
          <w:rStyle w:val="libArabicChar"/>
          <w:rtl/>
        </w:rPr>
        <w:t xml:space="preserve"> غَضَب</w:t>
      </w:r>
      <w:r w:rsidRPr="00906C0A">
        <w:rPr>
          <w:rStyle w:val="libArabicChar"/>
          <w:rFonts w:hint="cs"/>
          <w:rtl/>
        </w:rPr>
        <w:t>ی</w:t>
      </w:r>
      <w:r w:rsidRPr="00906C0A">
        <w:rPr>
          <w:rStyle w:val="libArabicChar"/>
          <w:rtl/>
        </w:rPr>
        <w:t xml:space="preserve"> عَليٰ مَنْ ظَلَمَ مَنْ لَا</w:t>
      </w:r>
      <w:r w:rsidRPr="00906C0A">
        <w:rPr>
          <w:rStyle w:val="libArabicChar"/>
          <w:rFonts w:hint="cs"/>
          <w:rtl/>
        </w:rPr>
        <w:t>ی</w:t>
      </w:r>
      <w:r w:rsidRPr="00906C0A">
        <w:rPr>
          <w:rStyle w:val="libArabicChar"/>
          <w:rFonts w:hint="eastAsia"/>
          <w:rtl/>
        </w:rPr>
        <w:t>جِدُ</w:t>
      </w:r>
      <w:r w:rsidRPr="00906C0A">
        <w:rPr>
          <w:rStyle w:val="libArabicChar"/>
          <w:rtl/>
        </w:rPr>
        <w:t xml:space="preserve"> ناصِراًغَ</w:t>
      </w:r>
      <w:r w:rsidRPr="00906C0A">
        <w:rPr>
          <w:rStyle w:val="libArabicChar"/>
          <w:rFonts w:hint="cs"/>
          <w:rtl/>
        </w:rPr>
        <w:t>ی</w:t>
      </w:r>
      <w:r w:rsidRPr="00906C0A">
        <w:rPr>
          <w:rStyle w:val="libArabicChar"/>
          <w:rFonts w:hint="eastAsia"/>
          <w:rtl/>
        </w:rPr>
        <w:t>رِ</w:t>
      </w:r>
      <w:r w:rsidRPr="00906C0A">
        <w:rPr>
          <w:rStyle w:val="libArabicChar"/>
          <w:rFonts w:hint="cs"/>
          <w:rtl/>
        </w:rPr>
        <w:t>ی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(514)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</w:t>
      </w:r>
      <w:r>
        <w:rPr>
          <w:rtl/>
          <w:lang w:bidi="ur-PK"/>
        </w:rPr>
        <w:t xml:space="preserve"> و غضب اس ظالم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شد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تر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شخص پر ظلم و ستم کرے جس کا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ناصر و مددگار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 w:rsidRPr="00906C0A">
        <w:rPr>
          <w:rStyle w:val="libArabicChar"/>
          <w:rFonts w:hint="eastAsia"/>
          <w:rtl/>
        </w:rPr>
        <w:t>”اِتَّقُواالظُّلْمَ</w:t>
      </w:r>
      <w:r w:rsidRPr="00906C0A">
        <w:rPr>
          <w:rStyle w:val="libArabicChar"/>
          <w:rtl/>
        </w:rPr>
        <w:t xml:space="preserve"> فَاِنَّ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ُ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ظُلُماتُ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ی</w:t>
      </w:r>
      <w:r w:rsidRPr="00906C0A">
        <w:rPr>
          <w:rStyle w:val="libArabicChar"/>
          <w:rFonts w:hint="eastAsia"/>
          <w:rtl/>
        </w:rPr>
        <w:t>وْمَ</w:t>
      </w:r>
      <w:r w:rsidRPr="00906C0A">
        <w:rPr>
          <w:rStyle w:val="libArabicChar"/>
          <w:rtl/>
        </w:rPr>
        <w:t xml:space="preserve"> الْقِ</w:t>
      </w:r>
      <w:r w:rsidRPr="00906C0A">
        <w:rPr>
          <w:rStyle w:val="libArabicChar"/>
          <w:rFonts w:hint="cs"/>
          <w:rtl/>
        </w:rPr>
        <w:t>ی</w:t>
      </w:r>
      <w:r w:rsidRPr="00906C0A">
        <w:rPr>
          <w:rStyle w:val="libArabicChar"/>
          <w:rFonts w:hint="eastAsia"/>
          <w:rtl/>
        </w:rPr>
        <w:t>امَةِ“</w:t>
      </w:r>
      <w:r w:rsidR="00125F42" w:rsidRPr="00125F42">
        <w:rPr>
          <w:rStyle w:val="libFootnotenumChar"/>
          <w:rtl/>
          <w:lang w:bidi="ur-PK"/>
        </w:rPr>
        <w:t>(515)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”ظلم</w:t>
      </w:r>
      <w:r>
        <w:rPr>
          <w:rtl/>
          <w:lang w:bidi="ur-PK"/>
        </w:rPr>
        <w:t xml:space="preserve"> و ستم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امت،</w:t>
      </w:r>
      <w:r>
        <w:rPr>
          <w:rtl/>
          <w:lang w:bidi="ur-PK"/>
        </w:rPr>
        <w:t xml:space="preserve"> ظلم و ستم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ظلمت نما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 w:rsidRPr="00906C0A">
        <w:rPr>
          <w:rStyle w:val="libArabicChar"/>
          <w:rFonts w:hint="eastAsia"/>
          <w:rtl/>
        </w:rPr>
        <w:t>”اَلْعامِلُ</w:t>
      </w:r>
      <w:r w:rsidRPr="00906C0A">
        <w:rPr>
          <w:rStyle w:val="libArabicChar"/>
          <w:rtl/>
        </w:rPr>
        <w:t xml:space="preserve"> بِالظُّلْمِ وَالْمُع</w:t>
      </w:r>
      <w:r w:rsidRPr="00906C0A">
        <w:rPr>
          <w:rStyle w:val="libArabicChar"/>
          <w:rFonts w:hint="cs"/>
          <w:rtl/>
        </w:rPr>
        <w:t>ی</w:t>
      </w:r>
      <w:r w:rsidRPr="00906C0A">
        <w:rPr>
          <w:rStyle w:val="libArabicChar"/>
          <w:rFonts w:hint="eastAsia"/>
          <w:rtl/>
        </w:rPr>
        <w:t>نُ</w:t>
      </w:r>
      <w:r w:rsidRPr="00906C0A">
        <w:rPr>
          <w:rStyle w:val="libArabicChar"/>
          <w:rtl/>
        </w:rPr>
        <w:t xml:space="preserve"> عَلَ</w:t>
      </w:r>
      <w:r w:rsidRPr="00906C0A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ِ</w:t>
      </w:r>
      <w:r w:rsidRPr="00906C0A">
        <w:rPr>
          <w:rStyle w:val="libArabicChar"/>
          <w:rtl/>
        </w:rPr>
        <w:t xml:space="preserve"> وَالرَّاض</w:t>
      </w:r>
      <w:r w:rsidRPr="00906C0A">
        <w:rPr>
          <w:rStyle w:val="libArabicChar"/>
          <w:rFonts w:hint="cs"/>
          <w:rtl/>
        </w:rPr>
        <w:t>ی</w:t>
      </w:r>
      <w:r w:rsidRPr="00906C0A">
        <w:rPr>
          <w:rStyle w:val="libArabicChar"/>
          <w:rtl/>
        </w:rPr>
        <w:t xml:space="preserve"> بِ</w:t>
      </w:r>
      <w:r w:rsidR="00705CD5" w:rsidRPr="00163EB1">
        <w:rPr>
          <w:rStyle w:val="libArabicChar"/>
          <w:rFonts w:hint="cs"/>
          <w:rtl/>
        </w:rPr>
        <w:t>ه</w:t>
      </w:r>
      <w:r w:rsidRPr="00906C0A">
        <w:rPr>
          <w:rStyle w:val="libArabicChar"/>
          <w:rFonts w:hint="cs"/>
          <w:rtl/>
        </w:rPr>
        <w:t>ِ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شُرَکاءُ</w:t>
      </w:r>
      <w:r w:rsidRPr="00906C0A">
        <w:rPr>
          <w:rStyle w:val="libArabicChar"/>
          <w:rtl/>
        </w:rPr>
        <w:t xml:space="preserve"> </w:t>
      </w:r>
      <w:r w:rsidRPr="00906C0A">
        <w:rPr>
          <w:rStyle w:val="libArabicChar"/>
          <w:rFonts w:hint="cs"/>
          <w:rtl/>
        </w:rPr>
        <w:t>ثَلاثَة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(516)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”ظلم</w:t>
      </w:r>
      <w:r>
        <w:rPr>
          <w:rtl/>
          <w:lang w:bidi="ur-PK"/>
        </w:rPr>
        <w:t xml:space="preserve"> کرنے والا، ظالم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کرنے والا اور ظلم پر راض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رہنے والا ؛ھر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ظلم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</w:t>
      </w:r>
      <w:r w:rsidRPr="00600951">
        <w:rPr>
          <w:rStyle w:val="libArabicChar"/>
          <w:rFonts w:hint="eastAsia"/>
          <w:rtl/>
        </w:rPr>
        <w:t>وَاللّٰ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ِ</w:t>
      </w:r>
      <w:r w:rsidRPr="00600951">
        <w:rPr>
          <w:rStyle w:val="libArabicChar"/>
          <w:rtl/>
        </w:rPr>
        <w:t xml:space="preserve"> لَوْ اُعْط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تُ</w:t>
      </w:r>
      <w:r w:rsidRPr="00600951">
        <w:rPr>
          <w:rStyle w:val="libArabicChar"/>
          <w:rtl/>
        </w:rPr>
        <w:t xml:space="preserve"> الْاقال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مَ</w:t>
      </w:r>
      <w:r w:rsidRPr="00600951">
        <w:rPr>
          <w:rStyle w:val="libArabicChar"/>
          <w:rtl/>
        </w:rPr>
        <w:t xml:space="preserve"> السَّبْعَةَ بِما تَحْتَ اَفْلاكِ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عَليٰ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اَنْ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اَعْصِی</w:t>
      </w:r>
      <w:r w:rsidRPr="00600951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َ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فی</w:t>
      </w:r>
      <w:r w:rsidRPr="00600951">
        <w:rPr>
          <w:rStyle w:val="libArabicChar"/>
          <w:rtl/>
        </w:rPr>
        <w:t xml:space="preserve"> نَمْلَةٍ اَسْلُبُ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جُلْبَ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شَ</w:t>
      </w:r>
      <w:r w:rsidRPr="00600951">
        <w:rPr>
          <w:rStyle w:val="libArabicChar"/>
          <w:rtl/>
        </w:rPr>
        <w:t>عِ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رَةٍ</w:t>
      </w:r>
      <w:r w:rsidRPr="00600951">
        <w:rPr>
          <w:rStyle w:val="libArabicChar"/>
          <w:rtl/>
        </w:rPr>
        <w:t xml:space="preserve"> ما فَعَلْتُ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(517)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”خدا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قسم، اگر ساتوں اقل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اور جو کچھ افلاک کے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وہ سب مجھے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تاکہ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منھ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موجود چھلکاچھ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لوں تو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ظلم کا مرتکب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 گا!“۔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94244C">
      <w:pPr>
        <w:pStyle w:val="Heading2Center"/>
        <w:rPr>
          <w:rtl/>
          <w:lang w:bidi="ur-PK"/>
        </w:rPr>
      </w:pPr>
      <w:bookmarkStart w:id="135" w:name="_Toc520984072"/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</w:t>
      </w:r>
      <w:r>
        <w:rPr>
          <w:rtl/>
          <w:lang w:bidi="ur-PK"/>
        </w:rPr>
        <w:t xml:space="preserve"> و غضب</w:t>
      </w:r>
      <w:bookmarkEnd w:id="135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بلا</w:t>
      </w:r>
      <w:r>
        <w:rPr>
          <w:rtl/>
          <w:lang w:bidi="ur-PK"/>
        </w:rPr>
        <w:t xml:space="preserve"> وجہ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</w:t>
      </w:r>
      <w:r>
        <w:rPr>
          <w:rtl/>
          <w:lang w:bidi="ur-PK"/>
        </w:rPr>
        <w:t xml:space="preserve"> و غضب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بے جا غصہ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ااھل</w:t>
      </w:r>
      <w:r>
        <w:rPr>
          <w:rtl/>
          <w:lang w:bidi="ur-PK"/>
        </w:rPr>
        <w:t xml:space="preserve">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اور رشتہ داروں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غلط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غفلت و جھالت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</w:t>
      </w:r>
      <w:r>
        <w:rPr>
          <w:rtl/>
          <w:lang w:bidi="ur-PK"/>
        </w:rPr>
        <w:t xml:space="preserve"> و غضب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کرنا واقعاًا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حالت، 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منصوبہ اور ناپسند عمل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لہٰذا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</w:t>
      </w:r>
      <w:r>
        <w:rPr>
          <w:rtl/>
          <w:lang w:bidi="ur-PK"/>
        </w:rPr>
        <w:t xml:space="preserve"> و غضب اور غصہ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کرنا ھر مسلمان کے لئے لازم و ضرور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انسان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</w:t>
      </w:r>
      <w:r>
        <w:rPr>
          <w:rtl/>
          <w:lang w:bidi="ur-PK"/>
        </w:rPr>
        <w:t xml:space="preserve"> و غضب کے عالم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بھت سے گناھوں کا مرتکب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ممکن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اعمال کا مرتکب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ناممکن اور محال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</w:t>
      </w:r>
      <w:r>
        <w:rPr>
          <w:rtl/>
          <w:lang w:bidi="ur-PK"/>
        </w:rPr>
        <w:t xml:space="preserve"> و غضب کو 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اور لوگوں کے ساتھ عفو و بخشش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ان کے ساتھ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تقويٰ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سے خداوندعالم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محبوب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600951">
        <w:rPr>
          <w:rStyle w:val="libAieChar"/>
          <w:rFonts w:hint="cs"/>
          <w:rtl/>
        </w:rPr>
        <w:t>وَالْكَاظِمِی</w:t>
      </w:r>
      <w:r w:rsidR="00476253" w:rsidRPr="00600951">
        <w:rPr>
          <w:rStyle w:val="libAieChar"/>
          <w:rFonts w:hint="eastAsia"/>
          <w:rtl/>
        </w:rPr>
        <w:t>نَ</w:t>
      </w:r>
      <w:r w:rsidR="00476253" w:rsidRPr="00600951">
        <w:rPr>
          <w:rStyle w:val="libAieChar"/>
          <w:rtl/>
        </w:rPr>
        <w:t xml:space="preserve"> الْغَ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ظَ</w:t>
      </w:r>
      <w:r w:rsidR="00476253" w:rsidRPr="00600951">
        <w:rPr>
          <w:rStyle w:val="libAieChar"/>
          <w:rtl/>
        </w:rPr>
        <w:t xml:space="preserve"> وَالْعَافِ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نَ</w:t>
      </w:r>
      <w:r w:rsidR="00476253" w:rsidRPr="00600951">
        <w:rPr>
          <w:rStyle w:val="libAieChar"/>
          <w:rtl/>
        </w:rPr>
        <w:t xml:space="preserve"> عَنْ النَّاسِ وَاللهُ 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حِبُّ</w:t>
      </w:r>
      <w:r w:rsidR="00476253" w:rsidRPr="00600951">
        <w:rPr>
          <w:rStyle w:val="libAieChar"/>
          <w:rtl/>
        </w:rPr>
        <w:t xml:space="preserve"> الْمُحْسِنِ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(518)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 xml:space="preserve">اور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لوگ غصہ کو 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جاتے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لوگوں کو معاف کرنے والے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خدا احسان کرنے والوں کو دوست رکھتا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 w:rsidRPr="00600951">
        <w:rPr>
          <w:rStyle w:val="libArabicChar"/>
          <w:rFonts w:hint="eastAsia"/>
          <w:rtl/>
        </w:rPr>
        <w:t>اِذَا</w:t>
      </w:r>
      <w:r w:rsidRPr="00600951">
        <w:rPr>
          <w:rStyle w:val="libArabicChar"/>
          <w:rtl/>
        </w:rPr>
        <w:t xml:space="preserve"> غَضِبَ اَحَدُكُمْ وَ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ُوَ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قائِمٌ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فَلْی</w:t>
      </w:r>
      <w:r w:rsidRPr="00600951">
        <w:rPr>
          <w:rStyle w:val="libArabicChar"/>
          <w:rFonts w:hint="eastAsia"/>
          <w:rtl/>
        </w:rPr>
        <w:t>جْلِسْ،</w:t>
      </w:r>
      <w:r w:rsidRPr="00600951">
        <w:rPr>
          <w:rStyle w:val="libArabicChar"/>
          <w:rtl/>
        </w:rPr>
        <w:t xml:space="preserve"> فَاِنْ ذَ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َبَ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عَنْ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الْغَضَبُ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وَاِلاَّ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فَلْی</w:t>
      </w:r>
      <w:r w:rsidRPr="00600951">
        <w:rPr>
          <w:rStyle w:val="libArabicChar"/>
          <w:rFonts w:hint="eastAsia"/>
          <w:rtl/>
        </w:rPr>
        <w:t>ضْطَجِعْ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(519)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”جب</w:t>
      </w:r>
      <w:r>
        <w:rPr>
          <w:rtl/>
          <w:lang w:bidi="ur-PK"/>
        </w:rPr>
        <w:t xml:space="preserve"> تم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غصہ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تو اگر وہ کھڑا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جائے، اور اگر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غصہ ختم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تو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کہنا ورنہ تو پھلو کے بل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جائے“۔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سفارش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لَا</w:t>
      </w:r>
      <w:r w:rsidRPr="00600951">
        <w:rPr>
          <w:rStyle w:val="libArabicChar"/>
          <w:rtl/>
        </w:rPr>
        <w:t xml:space="preserve"> تَغْضَبْ فَاِذَا غَضِبْتَ فَاقْعُدْ، وَ تَفَكَّرْ فِ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tl/>
        </w:rPr>
        <w:t xml:space="preserve"> قُدْرَةِ الرَّبِّ عَلَ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tl/>
        </w:rPr>
        <w:t xml:space="preserve"> الْعِبادِ وَحِلْمِ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ِ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عَنْ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ُمْ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وَاِذَا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قِی</w:t>
      </w:r>
      <w:r w:rsidRPr="00600951">
        <w:rPr>
          <w:rStyle w:val="libArabicChar"/>
          <w:rFonts w:hint="eastAsia"/>
          <w:rtl/>
        </w:rPr>
        <w:t>لَ</w:t>
      </w:r>
      <w:r w:rsidRPr="00600951">
        <w:rPr>
          <w:rStyle w:val="libArabicChar"/>
          <w:rtl/>
        </w:rPr>
        <w:t xml:space="preserve"> لَكَ، اتَّقِ اللّٰ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َ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فَانْبِذْ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غَضَبَكَ،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وَارْجِعْ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حِلْمَكَ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(520)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>(تم لوگ غصہ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کرو، اگر غصہ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گئے تو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</w:t>
      </w:r>
      <w:r>
        <w:rPr>
          <w:rtl/>
          <w:lang w:bidi="ur-PK"/>
        </w:rPr>
        <w:t xml:space="preserve"> جاؤ، اور بندوں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قدرت اس کے حلم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غور و فکر کرو، اور اگر اس حال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تم سے کھا جائے: خدا کا لحاظ رکھو، تو تمھارا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</w:t>
      </w:r>
      <w:r>
        <w:rPr>
          <w:rtl/>
          <w:lang w:bidi="ur-PK"/>
        </w:rPr>
        <w:t xml:space="preserve"> و غضب ختم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جائے، اور حلم و بردبار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پلٹ جاؤ“۔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</w:t>
      </w:r>
      <w:r w:rsidRPr="00600951">
        <w:rPr>
          <w:rStyle w:val="libArabicChar"/>
          <w:rFonts w:hint="eastAsia"/>
          <w:rtl/>
        </w:rPr>
        <w:t>اِ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اكَ</w:t>
      </w:r>
      <w:r w:rsidRPr="00600951">
        <w:rPr>
          <w:rStyle w:val="libArabicChar"/>
          <w:rtl/>
        </w:rPr>
        <w:t xml:space="preserve"> وَالْغَضَبَ، فَاَوَّلُ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جُنونٌ،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وَآخِرُ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نَدَمٌ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(521)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</w:t>
      </w:r>
      <w:r>
        <w:rPr>
          <w:rtl/>
          <w:lang w:bidi="ur-PK"/>
        </w:rPr>
        <w:t xml:space="preserve"> و غضب اور غصہ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ابتداء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وانہ</w:t>
      </w:r>
      <w:r>
        <w:rPr>
          <w:rtl/>
          <w:lang w:bidi="ur-PK"/>
        </w:rPr>
        <w:t xml:space="preserve"> پن اور انجام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باقر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مَنْ</w:t>
      </w:r>
      <w:r w:rsidRPr="00600951">
        <w:rPr>
          <w:rStyle w:val="libArabicChar"/>
          <w:rtl/>
        </w:rPr>
        <w:t xml:space="preserve"> كَظَمَ غَ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ظاً</w:t>
      </w:r>
      <w:r w:rsidRPr="00600951">
        <w:rPr>
          <w:rStyle w:val="libArabicChar"/>
          <w:rtl/>
        </w:rPr>
        <w:t xml:space="preserve"> وَ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ُوَ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قْدِرُ</w:t>
      </w:r>
      <w:r w:rsidRPr="00600951">
        <w:rPr>
          <w:rStyle w:val="libArabicChar"/>
          <w:rtl/>
        </w:rPr>
        <w:t xml:space="preserve"> عَليٰ اِمْضائِ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ِ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حَشَا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قَلْبَ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اَمْناً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وَاِی</w:t>
      </w:r>
      <w:r w:rsidRPr="00600951">
        <w:rPr>
          <w:rStyle w:val="libArabicChar"/>
          <w:rFonts w:hint="eastAsia"/>
          <w:rtl/>
        </w:rPr>
        <w:t>ماناً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(522)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</w:t>
      </w:r>
      <w:r>
        <w:rPr>
          <w:rtl/>
          <w:lang w:bidi="ur-PK"/>
        </w:rPr>
        <w:t xml:space="preserve"> و غضب اور غصہ پر قابو پالے جب کہ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</w:t>
      </w:r>
      <w:r>
        <w:rPr>
          <w:rtl/>
          <w:lang w:bidi="ur-PK"/>
        </w:rPr>
        <w:t xml:space="preserve"> و غضب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پر قدرت رکھتا تو خداوندعالم اس کے دل کو امن 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سے بھر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اَلْغَضَبُ</w:t>
      </w:r>
      <w:r w:rsidRPr="00600951">
        <w:rPr>
          <w:rStyle w:val="libArabicChar"/>
          <w:rtl/>
        </w:rPr>
        <w:t xml:space="preserve"> مِفْتاحُ كُلِّ شَرٍّ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(523)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</w:t>
      </w:r>
      <w:r>
        <w:rPr>
          <w:rtl/>
          <w:lang w:bidi="ur-PK"/>
        </w:rPr>
        <w:t xml:space="preserve"> و غضب اور غصہ ھر فساد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جڑ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94244C">
      <w:pPr>
        <w:pStyle w:val="Heading2Center"/>
        <w:rPr>
          <w:rtl/>
          <w:lang w:bidi="ur-PK"/>
        </w:rPr>
      </w:pPr>
      <w:bookmarkStart w:id="136" w:name="_Toc520984073"/>
      <w:r>
        <w:rPr>
          <w:rFonts w:hint="eastAsia"/>
          <w:rtl/>
          <w:lang w:bidi="ur-PK"/>
        </w:rPr>
        <w:t>بغض</w:t>
      </w:r>
      <w:r>
        <w:rPr>
          <w:rtl/>
          <w:lang w:bidi="ur-PK"/>
        </w:rPr>
        <w:t xml:space="preserve"> 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bookmarkEnd w:id="136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بغض</w:t>
      </w:r>
      <w:r>
        <w:rPr>
          <w:rtl/>
          <w:lang w:bidi="ur-PK"/>
        </w:rPr>
        <w:t xml:space="preserve"> 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رکھنا اور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شرع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کرنا، ممنوع اور حرام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بغض</w:t>
      </w:r>
      <w:r>
        <w:rPr>
          <w:rtl/>
          <w:lang w:bidi="ur-PK"/>
        </w:rPr>
        <w:t xml:space="preserve"> 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رکھنے والا اپنے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کو ختم کرنے کے لئے مجبور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ظلم و ستم کا سھارا لے اور بعض گناھوں کو انجام دے۔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رکھنے والا دوسروں پر مھربان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کرتا،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اور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شخص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اور اس کے لطف سے محروم رھتاھے۔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اَلْحِقْدُ</w:t>
      </w:r>
      <w:r w:rsidRPr="00600951">
        <w:rPr>
          <w:rStyle w:val="libArabicChar"/>
          <w:rtl/>
        </w:rPr>
        <w:t xml:space="preserve"> </w:t>
      </w:r>
      <w:r w:rsidR="00BA0B7F">
        <w:rPr>
          <w:rStyle w:val="libArabicChar"/>
          <w:rtl/>
        </w:rPr>
        <w:t>ا</w:t>
      </w:r>
      <w:r w:rsidRPr="00600951">
        <w:rPr>
          <w:rStyle w:val="libArabicChar"/>
          <w:rFonts w:hint="eastAsia"/>
          <w:rtl/>
        </w:rPr>
        <w:t>لْ</w:t>
      </w:r>
      <w:r w:rsidR="00BA0B7F">
        <w:rPr>
          <w:rStyle w:val="libArabicChar"/>
          <w:rFonts w:hint="eastAsia"/>
          <w:rtl/>
        </w:rPr>
        <w:t>ا</w:t>
      </w:r>
      <w:r w:rsidRPr="00600951">
        <w:rPr>
          <w:rStyle w:val="libArabicChar"/>
          <w:rFonts w:hint="eastAsia"/>
          <w:rtl/>
        </w:rPr>
        <w:t>مُ</w:t>
      </w:r>
      <w:r w:rsidRPr="00600951">
        <w:rPr>
          <w:rStyle w:val="libArabicChar"/>
          <w:rtl/>
        </w:rPr>
        <w:t xml:space="preserve"> الْعُ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وبِ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(524)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”بغض</w:t>
      </w:r>
      <w:r>
        <w:rPr>
          <w:rtl/>
          <w:lang w:bidi="ur-PK"/>
        </w:rPr>
        <w:t xml:space="preserve"> 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نہ،</w:t>
      </w:r>
      <w:r>
        <w:rPr>
          <w:rtl/>
          <w:lang w:bidi="ur-PK"/>
        </w:rPr>
        <w:t xml:space="preserve"> ھر برائ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جڑ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ارشاد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اَلْحِقْدُ</w:t>
      </w:r>
      <w:r w:rsidRPr="00600951">
        <w:rPr>
          <w:rStyle w:val="libArabicChar"/>
          <w:rtl/>
        </w:rPr>
        <w:t xml:space="preserve"> مِنْ طَبا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عِ</w:t>
      </w:r>
      <w:r w:rsidRPr="00600951">
        <w:rPr>
          <w:rStyle w:val="libArabicChar"/>
          <w:rtl/>
        </w:rPr>
        <w:t xml:space="preserve"> الْاَشْرارِ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(525)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”بغض</w:t>
      </w:r>
      <w:r>
        <w:rPr>
          <w:rtl/>
          <w:lang w:bidi="ur-PK"/>
        </w:rPr>
        <w:t xml:space="preserve"> 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فطرت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آپ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اَلْحِقْدُ</w:t>
      </w:r>
      <w:r w:rsidRPr="00600951">
        <w:rPr>
          <w:rStyle w:val="libArabicChar"/>
          <w:rtl/>
        </w:rPr>
        <w:t xml:space="preserve"> نارٌ کامِنَةٌ، لَا 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طْف</w:t>
      </w:r>
      <w:r w:rsidRPr="00600951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ا</w:t>
      </w:r>
      <w:r w:rsidRPr="00600951">
        <w:rPr>
          <w:rStyle w:val="libArabicChar"/>
          <w:rtl/>
        </w:rPr>
        <w:t xml:space="preserve"> اِلّا مَوْتٌ اَوْ ظَفَرٌ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(526)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”بغض</w:t>
      </w:r>
      <w:r>
        <w:rPr>
          <w:rtl/>
          <w:lang w:bidi="ur-PK"/>
        </w:rPr>
        <w:t xml:space="preserve"> 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مرنے سے پھلے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مدّمقابل پر کام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بغ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خاموش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کلام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آپ سے منقول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اُحْصُدِ</w:t>
      </w:r>
      <w:r w:rsidRPr="00600951">
        <w:rPr>
          <w:rStyle w:val="libArabicChar"/>
          <w:rtl/>
        </w:rPr>
        <w:t xml:space="preserve"> الشَّرَّ مِنْ صَدْرِ غَ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رِكَ</w:t>
      </w:r>
      <w:r w:rsidRPr="00600951">
        <w:rPr>
          <w:rStyle w:val="libArabicChar"/>
          <w:rtl/>
        </w:rPr>
        <w:t xml:space="preserve"> بِقَلْعِ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ِ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مِ</w:t>
      </w:r>
      <w:r w:rsidRPr="00600951">
        <w:rPr>
          <w:rStyle w:val="libArabicChar"/>
          <w:rtl/>
        </w:rPr>
        <w:t>نْ صَدْرِكَ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(527)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”بغض</w:t>
      </w:r>
      <w:r>
        <w:rPr>
          <w:rtl/>
          <w:lang w:bidi="ur-PK"/>
        </w:rPr>
        <w:t xml:space="preserve"> 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کو اپنے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سے نکال کر دوسروں کے دلوں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ختم کردو“۔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سَبَبُ</w:t>
      </w:r>
      <w:r w:rsidRPr="00600951">
        <w:rPr>
          <w:rStyle w:val="libArabicChar"/>
          <w:rtl/>
        </w:rPr>
        <w:t xml:space="preserve"> الْفِتَنِ الْحِقْدُ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(528)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”بغض</w:t>
      </w:r>
      <w:r>
        <w:rPr>
          <w:rtl/>
          <w:lang w:bidi="ur-PK"/>
        </w:rPr>
        <w:t xml:space="preserve"> 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نہ،</w:t>
      </w:r>
      <w:r>
        <w:rPr>
          <w:rtl/>
          <w:lang w:bidi="ur-PK"/>
        </w:rPr>
        <w:t xml:space="preserve"> فتنہ و فساد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جڑ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مَنِ</w:t>
      </w:r>
      <w:r w:rsidRPr="00600951">
        <w:rPr>
          <w:rStyle w:val="libArabicChar"/>
          <w:rtl/>
        </w:rPr>
        <w:t xml:space="preserve"> اطَّرَحَ الْحِقْدَ اسْتَراحَ قَلْبُ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وَلبُّ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(529)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بغض 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کو اپنے دل سے نکال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نکے</w:t>
      </w:r>
      <w:r>
        <w:rPr>
          <w:rtl/>
          <w:lang w:bidi="ur-PK"/>
        </w:rPr>
        <w:t xml:space="preserve"> تو اس کے دل و دماغ کو سکون ملتا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لَ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سَ</w:t>
      </w:r>
      <w:r w:rsidRPr="00600951">
        <w:rPr>
          <w:rStyle w:val="libArabicChar"/>
          <w:rtl/>
        </w:rPr>
        <w:t xml:space="preserve"> لِحَقُودٍ اِخْوَةٌ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(530)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کرنے والے کے لئے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اخوت (بھائ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چارگ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ھم دعائے ندبہ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پڑھتے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وفات کے بعد لوگوں نے جو مصائب آپ کے اھل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ہم</w:t>
      </w:r>
      <w:r>
        <w:rPr>
          <w:rtl/>
          <w:lang w:bidi="ur-PK"/>
        </w:rPr>
        <w:t xml:space="preserve"> السلام پرڈھائے، اور جتنے فتنہ و فساد برپا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ودن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جو انحرافات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جاد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کہ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 محال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</w:t>
      </w:r>
      <w:r>
        <w:rPr>
          <w:rFonts w:hint="eastAsia"/>
          <w:rtl/>
          <w:lang w:bidi="ur-PK"/>
        </w:rPr>
        <w:t>جہ</w:t>
      </w:r>
      <w:r>
        <w:rPr>
          <w:rtl/>
          <w:lang w:bidi="ur-PK"/>
        </w:rPr>
        <w:t xml:space="preserve"> حاسدوں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بغض و حسد تھا۔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94244C">
      <w:pPr>
        <w:pStyle w:val="Heading2Center"/>
        <w:rPr>
          <w:rtl/>
          <w:lang w:bidi="ur-PK"/>
        </w:rPr>
      </w:pPr>
      <w:bookmarkStart w:id="137" w:name="_Toc520984074"/>
      <w:r>
        <w:rPr>
          <w:rFonts w:hint="eastAsia"/>
          <w:rtl/>
          <w:lang w:bidi="ur-PK"/>
        </w:rPr>
        <w:t>بخل</w:t>
      </w:r>
      <w:bookmarkEnd w:id="137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بخل</w:t>
      </w:r>
      <w:r>
        <w:rPr>
          <w:rtl/>
          <w:lang w:bidi="ur-PK"/>
        </w:rPr>
        <w:t xml:space="preserve"> اس حالت کا نام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انسان کو مال، مقام اور عزت کو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کرنے سے مانع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انسان کو مشکلات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گرفتاراور دردمندوں اورکمزوں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مدد کرنے سے روکنے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کو بخل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بخل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حالت، 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اخلاق، ناپاک،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راور</w:t>
      </w:r>
      <w:r>
        <w:rPr>
          <w:rtl/>
          <w:lang w:bidi="ur-PK"/>
        </w:rPr>
        <w:t xml:space="preserve"> حاسدوں کے اوصاف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بخل</w:t>
      </w:r>
      <w:r>
        <w:rPr>
          <w:rtl/>
          <w:lang w:bidi="ur-PK"/>
        </w:rPr>
        <w:t xml:space="preserve"> اور بخل کرنے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شدت کے ساتھ مذمت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روزق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بخل کرنے والوں پر دردناک عذاب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خبر د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600951">
        <w:rPr>
          <w:rStyle w:val="libAieChar"/>
          <w:rtl/>
        </w:rPr>
        <w:t>وَلاَ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حْسَبَنَّ</w:t>
      </w:r>
      <w:r w:rsidR="00476253" w:rsidRPr="00600951">
        <w:rPr>
          <w:rStyle w:val="libAieChar"/>
          <w:rtl/>
        </w:rPr>
        <w:t xml:space="preserve"> الَّذِ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نَ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بْخَلُونَ</w:t>
      </w:r>
      <w:r w:rsidR="00476253" w:rsidRPr="00600951">
        <w:rPr>
          <w:rStyle w:val="libAieChar"/>
          <w:rtl/>
        </w:rPr>
        <w:t xml:space="preserve"> بِمَا آتَا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م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اللهُ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مِنْ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فَضْلِ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ِ</w:t>
      </w:r>
      <w:r w:rsidR="00476253" w:rsidRPr="00600951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ُو</w:t>
      </w:r>
      <w:r w:rsidR="00476253" w:rsidRPr="00600951">
        <w:rPr>
          <w:rStyle w:val="libAieChar"/>
          <w:rtl/>
        </w:rPr>
        <w:t>َ خَ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رًا</w:t>
      </w:r>
      <w:r w:rsidR="00476253" w:rsidRPr="00600951">
        <w:rPr>
          <w:rStyle w:val="libAieChar"/>
          <w:rtl/>
        </w:rPr>
        <w:t xml:space="preserve"> 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م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بَلْ</w:t>
      </w:r>
      <w:r w:rsidR="00476253" w:rsidRPr="00600951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ُوَ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شَرٌّ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م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سَی</w:t>
      </w:r>
      <w:r w:rsidR="00476253" w:rsidRPr="00600951">
        <w:rPr>
          <w:rStyle w:val="libAieChar"/>
          <w:rFonts w:hint="eastAsia"/>
          <w:rtl/>
        </w:rPr>
        <w:t>طَوَّقُونَ</w:t>
      </w:r>
      <w:r w:rsidR="00476253" w:rsidRPr="00600951">
        <w:rPr>
          <w:rStyle w:val="libAieChar"/>
          <w:rtl/>
        </w:rPr>
        <w:t xml:space="preserve"> مَا بَخِلُوا 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ِ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وْمَ</w:t>
      </w:r>
      <w:r w:rsidR="00476253" w:rsidRPr="00600951">
        <w:rPr>
          <w:rStyle w:val="libAieChar"/>
          <w:rtl/>
        </w:rPr>
        <w:t xml:space="preserve"> الْقِ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امَةِ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(531)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lastRenderedPageBreak/>
        <w:t>”اور</w:t>
      </w:r>
      <w:r w:rsidR="00476253">
        <w:rPr>
          <w:rtl/>
          <w:lang w:bidi="ur-PK"/>
        </w:rPr>
        <w:t xml:space="preserve"> خبردار جو لوگ خدا کے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ئے</w:t>
      </w:r>
      <w:r w:rsidR="006E184C">
        <w:rPr>
          <w:rtl/>
          <w:lang w:bidi="ur-PK"/>
        </w:rPr>
        <w:t xml:space="preserve"> ہوئے </w:t>
      </w:r>
      <w:r w:rsidR="00476253">
        <w:rPr>
          <w:rtl/>
          <w:lang w:bidi="ur-PK"/>
        </w:rPr>
        <w:t>مال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بخل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ان کے بارے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نہ سوچنا کہ اس بخل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کچھ بھلائ</w:t>
      </w:r>
      <w:r w:rsidR="00476253"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>۔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بھت بُرا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اور عنقر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</w:t>
      </w:r>
      <w:r w:rsidR="00476253">
        <w:rPr>
          <w:rtl/>
          <w:lang w:bidi="ur-PK"/>
        </w:rPr>
        <w:t xml:space="preserve"> جس مال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بخل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وہ روز ق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امت</w:t>
      </w:r>
      <w:r w:rsidR="00476253">
        <w:rPr>
          <w:rtl/>
          <w:lang w:bidi="ur-PK"/>
        </w:rPr>
        <w:t xml:space="preserve"> ان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گردن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طوق بناد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جائے گا“۔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600951">
        <w:rPr>
          <w:rStyle w:val="libAieChar"/>
          <w:rFonts w:hint="cs"/>
          <w:rtl/>
        </w:rPr>
        <w:t>وَالَّذِی</w:t>
      </w:r>
      <w:r w:rsidR="00476253" w:rsidRPr="00600951">
        <w:rPr>
          <w:rStyle w:val="libAieChar"/>
          <w:rFonts w:hint="eastAsia"/>
          <w:rtl/>
        </w:rPr>
        <w:t>نَ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كْنِزُونَ</w:t>
      </w:r>
      <w:r w:rsidR="00476253" w:rsidRPr="00600951">
        <w:rPr>
          <w:rStyle w:val="libAieChar"/>
          <w:rtl/>
        </w:rPr>
        <w:t xml:space="preserve"> الذَّ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ب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وَالْفِضَّةَ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وَلاَی</w:t>
      </w:r>
      <w:r w:rsidR="00476253" w:rsidRPr="00600951">
        <w:rPr>
          <w:rStyle w:val="libAieChar"/>
          <w:rFonts w:hint="eastAsia"/>
          <w:rtl/>
        </w:rPr>
        <w:t>نفِقُونَ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ا</w:t>
      </w:r>
      <w:r w:rsidR="00476253" w:rsidRPr="00600951">
        <w:rPr>
          <w:rStyle w:val="libAieChar"/>
          <w:rtl/>
        </w:rPr>
        <w:t xml:space="preserve"> فِ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tl/>
        </w:rPr>
        <w:t xml:space="preserve"> سَبِ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لِ</w:t>
      </w:r>
      <w:r w:rsidR="00476253" w:rsidRPr="00600951">
        <w:rPr>
          <w:rStyle w:val="libAieChar"/>
          <w:rtl/>
        </w:rPr>
        <w:t xml:space="preserve"> اللهِ فَبَشِّرْ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م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بِعَذَابٍ</w:t>
      </w:r>
      <w:r w:rsidR="00476253" w:rsidRPr="00600951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600951">
        <w:rPr>
          <w:rStyle w:val="libAieChar"/>
          <w:rFonts w:hint="eastAsia"/>
          <w:rtl/>
        </w:rPr>
        <w:t>لِ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مٍ</w:t>
      </w:r>
      <w:r w:rsidR="00476253" w:rsidRPr="00600951">
        <w:rPr>
          <w:rStyle w:val="libAieChar"/>
          <w:rtl/>
        </w:rPr>
        <w:t xml:space="preserve">  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وْمَ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حْمَ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tl/>
        </w:rPr>
        <w:t xml:space="preserve"> عَلَ</w:t>
      </w:r>
      <w:r w:rsidR="00476253" w:rsidRPr="00600951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ا</w:t>
      </w:r>
      <w:r w:rsidR="00476253" w:rsidRPr="00600951">
        <w:rPr>
          <w:rStyle w:val="libAieChar"/>
          <w:rtl/>
        </w:rPr>
        <w:t xml:space="preserve"> فِ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tl/>
        </w:rPr>
        <w:t xml:space="preserve"> نَارِ جَ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َنَّمَ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فَتُكْوَی</w:t>
      </w:r>
      <w:r w:rsidR="00476253" w:rsidRPr="00600951">
        <w:rPr>
          <w:rStyle w:val="libAieChar"/>
          <w:rtl/>
        </w:rPr>
        <w:t xml:space="preserve"> بِ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ا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جِبَا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ُ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م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وَجُنُوبُ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م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وَظُ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ُو</w:t>
      </w:r>
      <w:r w:rsidR="00476253" w:rsidRPr="00600951">
        <w:rPr>
          <w:rStyle w:val="libAieChar"/>
          <w:rtl/>
        </w:rPr>
        <w:t>رُ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م</w:t>
      </w:r>
      <w:r w:rsidR="00476253" w:rsidRPr="00600951">
        <w:rPr>
          <w:rStyle w:val="libAieChar"/>
          <w:rtl/>
        </w:rPr>
        <w:t xml:space="preserve"> 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َذَا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مَا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كَنَزْتُمْ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لِ</w:t>
      </w:r>
      <w:r w:rsidR="00BA0B7F">
        <w:rPr>
          <w:rStyle w:val="libAieChar"/>
          <w:rFonts w:hint="cs"/>
          <w:rtl/>
        </w:rPr>
        <w:t>ا</w:t>
      </w:r>
      <w:r w:rsidR="00476253" w:rsidRPr="00600951">
        <w:rPr>
          <w:rStyle w:val="libAieChar"/>
          <w:rFonts w:hint="eastAsia"/>
          <w:rtl/>
        </w:rPr>
        <w:t>نفُسِكُمْ</w:t>
      </w:r>
      <w:r w:rsidR="00476253" w:rsidRPr="00600951">
        <w:rPr>
          <w:rStyle w:val="libAieChar"/>
          <w:rtl/>
        </w:rPr>
        <w:t xml:space="preserve"> فَذُوقُوا مَ</w:t>
      </w:r>
      <w:r w:rsidR="00476253" w:rsidRPr="00600951">
        <w:rPr>
          <w:rStyle w:val="libAieChar"/>
          <w:rFonts w:hint="eastAsia"/>
          <w:rtl/>
        </w:rPr>
        <w:t>ا</w:t>
      </w:r>
      <w:r w:rsidR="00476253" w:rsidRPr="00600951">
        <w:rPr>
          <w:rStyle w:val="libAieChar"/>
          <w:rtl/>
        </w:rPr>
        <w:t xml:space="preserve"> كُنتُمْ تَكْنِزُونَ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(532)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اور جو لوگ سونے چاند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کا ذخ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رہ</w:t>
      </w:r>
      <w:r w:rsidR="00476253"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اسے راہ خدا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خرچ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کرتے، اے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غمبر</w:t>
      </w:r>
      <w:r w:rsidR="00476253">
        <w:rPr>
          <w:rtl/>
          <w:lang w:bidi="ur-PK"/>
        </w:rPr>
        <w:t xml:space="preserve"> آپ ان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دردناک عذاب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بشارت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>۔جس دن وہ سونا چاند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آتش جہنم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تپا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جائے گا اور اس سے ان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شان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وں</w:t>
      </w:r>
      <w:r w:rsidR="00476253">
        <w:rPr>
          <w:rtl/>
          <w:lang w:bidi="ur-PK"/>
        </w:rPr>
        <w:t xml:space="preserve"> اور ان کے پھلو</w:t>
      </w:r>
      <w:r w:rsidR="00AA04E3">
        <w:rPr>
          <w:rtl/>
          <w:lang w:bidi="ur-PK"/>
        </w:rPr>
        <w:t>و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اور پشت کو داغا جائے گا کہ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وہ ذخ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رہ</w:t>
      </w:r>
      <w:r w:rsidR="00476253">
        <w:rPr>
          <w:rtl/>
          <w:lang w:bidi="ur-PK"/>
        </w:rPr>
        <w:t xml:space="preserve"> جوتم نے اپنے لئے جمع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تھا اب اپنے خزانوں اور ذخ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روں</w:t>
      </w:r>
      <w:r w:rsidR="00476253">
        <w:rPr>
          <w:rtl/>
          <w:lang w:bidi="ur-PK"/>
        </w:rPr>
        <w:t xml:space="preserve"> کا مزہ چکھو“۔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اَقَلُّ</w:t>
      </w:r>
      <w:r w:rsidRPr="00600951">
        <w:rPr>
          <w:rStyle w:val="libArabicChar"/>
          <w:rtl/>
        </w:rPr>
        <w:t xml:space="preserve"> النّاسِ راحَةً الْبَخِ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لُ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(533)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”لوگوں</w:t>
      </w:r>
      <w:r>
        <w:rPr>
          <w:rtl/>
          <w:lang w:bidi="ur-PK"/>
        </w:rPr>
        <w:t xml:space="preserve"> کے درم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بخ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سب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tl/>
          <w:lang w:bidi="ur-PK"/>
        </w:rPr>
        <w:t xml:space="preserve"> رھتا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اَلْبُخْلُ</w:t>
      </w:r>
      <w:r w:rsidRPr="00600951">
        <w:rPr>
          <w:rStyle w:val="libArabicChar"/>
          <w:rtl/>
        </w:rPr>
        <w:t xml:space="preserve"> جامِعٌ لِمَساوِ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ءِ</w:t>
      </w:r>
      <w:r w:rsidRPr="00600951">
        <w:rPr>
          <w:rStyle w:val="libArabicChar"/>
          <w:rtl/>
        </w:rPr>
        <w:t xml:space="preserve"> الْعُ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وبِ،</w:t>
      </w:r>
      <w:r w:rsidRPr="00600951">
        <w:rPr>
          <w:rStyle w:val="libArabicChar"/>
          <w:rtl/>
        </w:rPr>
        <w:t xml:space="preserve"> وَ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ُوَ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زِمامٌ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قادُ</w:t>
      </w:r>
      <w:r w:rsidRPr="00600951">
        <w:rPr>
          <w:rStyle w:val="libArabicChar"/>
          <w:rtl/>
        </w:rPr>
        <w:t xml:space="preserve"> بِ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ِ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اِليٰ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كُلِّ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سُوءٍ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(534)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بخل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تمام بُرائ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جمع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لگام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انسان کو ھر بُرائ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کھ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نچ</w:t>
      </w:r>
      <w:r>
        <w:rPr>
          <w:rtl/>
          <w:lang w:bidi="ur-PK"/>
        </w:rPr>
        <w:t xml:space="preserve"> کر لے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موسيٰ کاظم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اَلْبَخِ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لُ</w:t>
      </w:r>
      <w:r w:rsidRPr="00600951">
        <w:rPr>
          <w:rStyle w:val="libArabicChar"/>
          <w:rtl/>
        </w:rPr>
        <w:t xml:space="preserve"> مَنْ بَخِلَ بِمَا افْتَرَضَ اللّٰ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عَلَی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ِ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(535)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”بخ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وہ شخص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خداکے واجب کردہ اعمال کو انجام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بخل سے کام لے“۔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94244C">
      <w:pPr>
        <w:pStyle w:val="Heading2Center"/>
        <w:rPr>
          <w:rtl/>
          <w:lang w:bidi="ur-PK"/>
        </w:rPr>
      </w:pPr>
      <w:bookmarkStart w:id="138" w:name="_Toc520984075"/>
      <w:r>
        <w:rPr>
          <w:rFonts w:hint="eastAsia"/>
          <w:rtl/>
          <w:lang w:bidi="ur-PK"/>
        </w:rPr>
        <w:t>احتکار</w:t>
      </w:r>
      <w:bookmarkEnd w:id="138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احتکار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مخصوصاً غذائ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سامان کو مہنگا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غرض سے جمع کرنا،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واقعاً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ظلم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خصوصاً معاشرہ کے غر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اور کمزور لوگوں پر بھت بڑا ستم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احتکار</w:t>
      </w:r>
      <w:r>
        <w:rPr>
          <w:rtl/>
          <w:lang w:bidi="ur-PK"/>
        </w:rPr>
        <w:t xml:space="preserve"> کرنے والا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رحم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اپنے آپ کو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رحمت خدا سے محروم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احتکار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حاصل کئے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مال کا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چنا</w:t>
      </w:r>
      <w:r>
        <w:rPr>
          <w:rtl/>
          <w:lang w:bidi="ur-PK"/>
        </w:rPr>
        <w:t xml:space="preserve"> حرام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کا کھانا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لحاظ سے قابل مذمت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احتکار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حاصل کئے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ناجائز مال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ارشاد فرماتا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lastRenderedPageBreak/>
        <w:t>(</w:t>
      </w:r>
      <w:r w:rsidR="00476253" w:rsidRPr="00600951">
        <w:rPr>
          <w:rStyle w:val="libAieChar"/>
          <w:rtl/>
        </w:rPr>
        <w:t xml:space="preserve">وَمَنْ 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فْعَلْ</w:t>
      </w:r>
      <w:r w:rsidR="00476253" w:rsidRPr="00600951">
        <w:rPr>
          <w:rStyle w:val="libAieChar"/>
          <w:rtl/>
        </w:rPr>
        <w:t xml:space="preserve"> ذَلِكَ عُدْوَانًا وَظُلْمًا فَسَوْفَ نُصْلِ</w:t>
      </w:r>
      <w:r w:rsidR="00476253" w:rsidRPr="00600951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ِ</w:t>
      </w:r>
      <w:r w:rsidR="00476253" w:rsidRPr="00600951">
        <w:rPr>
          <w:rStyle w:val="libAieChar"/>
          <w:rtl/>
        </w:rPr>
        <w:t xml:space="preserve"> نَارًا وَكَانَ ذَلِكَ عَلَ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tl/>
        </w:rPr>
        <w:t xml:space="preserve"> اللهِ 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سِ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رًا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(536)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جو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سا</w:t>
      </w:r>
      <w:r w:rsidR="00476253">
        <w:rPr>
          <w:rtl/>
          <w:lang w:bidi="ur-PK"/>
        </w:rPr>
        <w:t xml:space="preserve"> اقدام حدود سے تجاوز اور ظلم کے عنوان سے کرے گا ھم عنقر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ب</w:t>
      </w:r>
      <w:r w:rsidR="00476253">
        <w:rPr>
          <w:rtl/>
          <w:lang w:bidi="ur-PK"/>
        </w:rPr>
        <w:t xml:space="preserve"> اسے جہنم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ڈال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گے اور اللہ کے لئے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کام بھت آسان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مَنْ</w:t>
      </w:r>
      <w:r w:rsidRPr="00600951">
        <w:rPr>
          <w:rStyle w:val="libArabicChar"/>
          <w:rtl/>
        </w:rPr>
        <w:t xml:space="preserve"> جَمَعَ طَعاماً 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تَرَبَّصُ</w:t>
      </w:r>
      <w:r w:rsidRPr="00600951">
        <w:rPr>
          <w:rStyle w:val="libArabicChar"/>
          <w:rtl/>
        </w:rPr>
        <w:t xml:space="preserve"> بِ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ِ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الْغ</w:t>
      </w:r>
      <w:r w:rsidRPr="00600951">
        <w:rPr>
          <w:rStyle w:val="libArabicChar"/>
          <w:rtl/>
        </w:rPr>
        <w:t>َلاءَ اَرْبَعِ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نَ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وْماً</w:t>
      </w:r>
      <w:r w:rsidRPr="00600951">
        <w:rPr>
          <w:rStyle w:val="libArabicChar"/>
          <w:rtl/>
        </w:rPr>
        <w:t xml:space="preserve"> فَقَدْ بَرِ</w:t>
      </w:r>
      <w:r w:rsidRPr="00600951">
        <w:rPr>
          <w:rStyle w:val="libArabicChar"/>
          <w:rFonts w:hint="cs"/>
          <w:rtl/>
        </w:rPr>
        <w:t>یٴَ</w:t>
      </w:r>
      <w:r w:rsidRPr="00600951">
        <w:rPr>
          <w:rStyle w:val="libArabicChar"/>
          <w:rtl/>
        </w:rPr>
        <w:t xml:space="preserve"> مِنَ اللّٰ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بَرِیٴَ</w:t>
      </w:r>
      <w:r w:rsidRPr="00600951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مِنْ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(537)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بازار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اجناس کو مہنگ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کے لئے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دن تک احتکار کرے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شخص خدا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زار</w:t>
      </w:r>
      <w:r>
        <w:rPr>
          <w:rtl/>
          <w:lang w:bidi="ur-PK"/>
        </w:rPr>
        <w:t xml:space="preserve"> اور خدا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سے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مَنِ</w:t>
      </w:r>
      <w:r w:rsidRPr="00600951">
        <w:rPr>
          <w:rStyle w:val="libArabicChar"/>
          <w:rtl/>
        </w:rPr>
        <w:t xml:space="preserve"> احْتَكَرَ طَعاماً اَرْبَعِ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نَ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وْماً</w:t>
      </w:r>
      <w:r w:rsidRPr="00600951">
        <w:rPr>
          <w:rStyle w:val="libArabicChar"/>
          <w:rtl/>
        </w:rPr>
        <w:t xml:space="preserve"> وَ تَصَدَّقَ بِ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ِ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لَمْ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قْبَلْ</w:t>
      </w:r>
      <w:r w:rsidRPr="00600951">
        <w:rPr>
          <w:rStyle w:val="libArabicChar"/>
          <w:rtl/>
        </w:rPr>
        <w:t xml:space="preserve"> مِنْ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(538)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لوگوں کے کھانے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زوںکو</w:t>
      </w:r>
      <w:r>
        <w:rPr>
          <w:rtl/>
          <w:lang w:bidi="ur-PK"/>
        </w:rPr>
        <w:t xml:space="preserve">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دن تک احتکار کرے اور پھر رہ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کو صدقہ دےدے، تو اس کا صدقہ قبول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جگہ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بِئْسَ</w:t>
      </w:r>
      <w:r w:rsidRPr="00600951">
        <w:rPr>
          <w:rStyle w:val="libArabicChar"/>
          <w:rtl/>
        </w:rPr>
        <w:t xml:space="preserve"> الْعَبْدُ الْمُحْتَكِرُ اِنْ اَرْخَصَ اللّٰ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الْاِسْعارَ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حَزِنَ،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وَاِنْ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اَغْلاَ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َا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اللّٰ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فَرِحَ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(539)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”احتکار</w:t>
      </w:r>
      <w:r>
        <w:rPr>
          <w:rtl/>
          <w:lang w:bidi="ur-PK"/>
        </w:rPr>
        <w:t xml:space="preserve"> کرنے والا بُرا آدم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اگر خداوندعالم اس مال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مت</w:t>
      </w:r>
      <w:r>
        <w:rPr>
          <w:rtl/>
          <w:lang w:bidi="ur-PK"/>
        </w:rPr>
        <w:t xml:space="preserve"> کو کم کردے تو غمگ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اگر مہنگا کردے تو خوش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حْشَرُ</w:t>
      </w:r>
      <w:r w:rsidRPr="00600951">
        <w:rPr>
          <w:rStyle w:val="libArabicChar"/>
          <w:rtl/>
        </w:rPr>
        <w:t xml:space="preserve"> الْحَکاّرُونَ وَقََتَلَةُ الْاَنْفُسِ اِليٰ جَ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َنَّم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فِی</w:t>
      </w:r>
      <w:r w:rsidRPr="00600951">
        <w:rPr>
          <w:rStyle w:val="libArabicChar"/>
          <w:rtl/>
        </w:rPr>
        <w:t xml:space="preserve"> دَرَجةٍ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(540)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”احتکار</w:t>
      </w:r>
      <w:r>
        <w:rPr>
          <w:rtl/>
          <w:lang w:bidi="ur-PK"/>
        </w:rPr>
        <w:t xml:space="preserve"> کرنے والے اور لوگوں کا قتل کرنے والے، جہنم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درجہ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گے“۔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اَلْاِحْتِکارُ</w:t>
      </w:r>
      <w:r w:rsidRPr="00600951">
        <w:rPr>
          <w:rStyle w:val="libArabicChar"/>
          <w:rtl/>
        </w:rPr>
        <w:t xml:space="preserve"> شِ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مُ</w:t>
      </w:r>
      <w:r w:rsidRPr="00600951">
        <w:rPr>
          <w:rStyle w:val="libArabicChar"/>
          <w:rtl/>
        </w:rPr>
        <w:t xml:space="preserve"> الْاَشْرارِ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(541)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احتکار کرنا اشرار اور برے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عادت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94244C">
      <w:pPr>
        <w:pStyle w:val="Heading2Center"/>
        <w:rPr>
          <w:rtl/>
          <w:lang w:bidi="ur-PK"/>
        </w:rPr>
      </w:pPr>
      <w:bookmarkStart w:id="139" w:name="_Toc520984076"/>
      <w:r>
        <w:rPr>
          <w:rFonts w:hint="eastAsia"/>
          <w:rtl/>
          <w:lang w:bidi="ur-PK"/>
        </w:rPr>
        <w:t>حبّ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bookmarkEnd w:id="139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معقول اور جائز حد تک چاہناتاکہ انسان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پاک و سالم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گزار سکے،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پسند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دہ</w:t>
      </w:r>
      <w:r>
        <w:rPr>
          <w:rtl/>
          <w:lang w:bidi="ur-PK"/>
        </w:rPr>
        <w:t xml:space="preserve"> امر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اگر انسان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حرص و لالچ اور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 و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اور انسان ھر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مال حاصل کرے، حرام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لذت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آگ بجھائے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نامعقول اور نامشروع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سے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آخرت تباہ و برباد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لئے لعنت و عذاب کا </w:t>
      </w:r>
      <w:r>
        <w:rPr>
          <w:rFonts w:hint="eastAsia"/>
          <w:rtl/>
          <w:lang w:bidi="ur-PK"/>
        </w:rPr>
        <w:t>مستحق</w:t>
      </w:r>
      <w:r>
        <w:rPr>
          <w:rtl/>
          <w:lang w:bidi="ur-PK"/>
        </w:rPr>
        <w:t xml:space="preserve"> بن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ھم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کو مذمت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اس سے ناجائز اور نامشروع کاموں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مال جمع کرنا اور حرام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جسمان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لذت حاصل کرنا مراد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جو واقعاً ظلم و ستم اور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طرح کے مضام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6E184C">
        <w:rPr>
          <w:rtl/>
          <w:lang w:bidi="ur-PK"/>
        </w:rPr>
        <w:t xml:space="preserve"> ہوئے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کہ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متاع غرور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لھو لعب کے علاوہ کچھ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مال قل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>
        <w:rPr>
          <w:rtl/>
          <w:lang w:bidi="ur-PK"/>
        </w:rPr>
        <w:t xml:space="preserve"> قابل توجہ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وقت کے لئے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جب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حرص و لال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اور جھل و غفلت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ھاں،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چاہنے والے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عاشق اس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لالچ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آخرت کو خراب کرل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خدا کا قھر و غضب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نفرت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لئے رضائے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جنت سے محروم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انسان</w:t>
      </w:r>
      <w:r>
        <w:rPr>
          <w:rtl/>
          <w:lang w:bidi="ur-PK"/>
        </w:rPr>
        <w:t xml:space="preserve"> کا دل، عرش خدا اور حرم الٰھ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کو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سے آلودہ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سے محفوظ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جائے، 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محبت طمع و لالچ کا ثمرہ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معصوم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شدہ صورت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فائدہ اٹھانا چاہئے۔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جائز</w:t>
      </w:r>
      <w:r>
        <w:rPr>
          <w:rtl/>
          <w:lang w:bidi="ur-PK"/>
        </w:rPr>
        <w:t xml:space="preserve">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سے مال و دولت جمع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جائے، اس کو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سنوارنے اور راہ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چنانچہ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تعلق رکھنا، خداوندعالم پسند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سے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آخرت آباد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نامعقول محبت انسان کے لئے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ذلت و رسوائ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باعث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 w:rsidRPr="00600951">
        <w:rPr>
          <w:rStyle w:val="libArabicChar"/>
          <w:rFonts w:hint="eastAsia"/>
          <w:rtl/>
        </w:rPr>
        <w:t>”اِنَّ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ما سَكَنَ حُبُّ الدُّنْ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ا</w:t>
      </w:r>
      <w:r w:rsidRPr="00600951">
        <w:rPr>
          <w:rStyle w:val="libArabicChar"/>
          <w:rtl/>
        </w:rPr>
        <w:t xml:space="preserve"> قَلْبَ عَبْدٍ اِلّا الْتاطَ فِ</w:t>
      </w:r>
      <w:r w:rsidRPr="00600951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ا</w:t>
      </w:r>
      <w:r w:rsidRPr="00600951">
        <w:rPr>
          <w:rStyle w:val="libArabicChar"/>
          <w:rtl/>
        </w:rPr>
        <w:t xml:space="preserve"> بِثَلاثٍ:شُغْلٍ لَا 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نْفَدُ</w:t>
      </w:r>
      <w:r w:rsidRPr="00600951">
        <w:rPr>
          <w:rStyle w:val="libArabicChar"/>
          <w:rtl/>
        </w:rPr>
        <w:t xml:space="preserve"> عنا</w:t>
      </w:r>
      <w:r w:rsidR="00AA04E3">
        <w:rPr>
          <w:rStyle w:val="libArabicChar"/>
          <w:rtl/>
        </w:rPr>
        <w:t>و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وَ فَقْرٍ لَا 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دْرَكُ</w:t>
      </w:r>
      <w:r w:rsidRPr="00600951">
        <w:rPr>
          <w:rStyle w:val="libArabicChar"/>
          <w:rtl/>
        </w:rPr>
        <w:t xml:space="preserve"> غِنا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ُ،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وَاَمَلٍ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لَا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نالُ</w:t>
      </w:r>
      <w:r w:rsidRPr="00600951">
        <w:rPr>
          <w:rStyle w:val="libArabicChar"/>
          <w:rtl/>
        </w:rPr>
        <w:t xml:space="preserve"> مُنْتَ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ا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(542)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”جس</w:t>
      </w:r>
      <w:r>
        <w:rPr>
          <w:rtl/>
          <w:lang w:bidi="ur-PK"/>
        </w:rPr>
        <w:t xml:space="preserve"> شخص کے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وہ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مبتلا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کام جس کا رنج ختم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غربت جو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ختم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آرزو جو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حَرامٌ</w:t>
      </w:r>
      <w:r w:rsidRPr="00600951">
        <w:rPr>
          <w:rStyle w:val="libArabicChar"/>
          <w:rtl/>
        </w:rPr>
        <w:t xml:space="preserve"> عَليٰ كُلِّ قَلْبٍ 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حِبُّ</w:t>
      </w:r>
      <w:r w:rsidRPr="00600951">
        <w:rPr>
          <w:rStyle w:val="libArabicChar"/>
          <w:rtl/>
        </w:rPr>
        <w:t xml:space="preserve"> الدُّنْ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ا</w:t>
      </w:r>
      <w:r w:rsidRPr="00600951">
        <w:rPr>
          <w:rStyle w:val="libArabicChar"/>
          <w:rtl/>
        </w:rPr>
        <w:t xml:space="preserve"> اَنْ 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فارِقَ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الطَّمَعُ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(543)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”جس</w:t>
      </w:r>
      <w:r>
        <w:rPr>
          <w:rtl/>
          <w:lang w:bidi="ur-PK"/>
        </w:rPr>
        <w:t xml:space="preserve"> دل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عشق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تو اس سے لالچ کبھ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دور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سکتا“۔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مَنْ</w:t>
      </w:r>
      <w:r w:rsidRPr="00600951">
        <w:rPr>
          <w:rStyle w:val="libArabicChar"/>
          <w:rtl/>
        </w:rPr>
        <w:t xml:space="preserve"> اَحَبَّ الدُّنْ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ا</w:t>
      </w:r>
      <w:r w:rsidRPr="00600951">
        <w:rPr>
          <w:rStyle w:val="libArabicChar"/>
          <w:rtl/>
        </w:rPr>
        <w:t xml:space="preserve"> جَمَعَ لِغَ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رِ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ِ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(544)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عاشق دوسروں کے لئے مال و دولت جمع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کے عشق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وہ خرچ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کرتا، اور انسان کا کام صرف مال جمع کرنا، اور اس کو دوسروں کے لئے چھوڑکر مرجانا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!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فَمَنْ</w:t>
      </w:r>
      <w:r w:rsidRPr="00600951">
        <w:rPr>
          <w:rStyle w:val="libArabicChar"/>
          <w:rtl/>
        </w:rPr>
        <w:t xml:space="preserve"> اَحَبَّ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اَوْرَثَتْ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الْكِبْرَ،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وَمَنِ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اسْتَحْسَنَ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اَوْرَثَتْ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الْحِرْصَ،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وَمَنْ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طَلَبَ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اَوْرَدَتْ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الطَّمَعَ،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وَمَنْ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مَدَحَ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اَكَبَّتْ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الرِّی</w:t>
      </w:r>
      <w:r w:rsidRPr="00600951">
        <w:rPr>
          <w:rStyle w:val="libArabicChar"/>
          <w:rFonts w:hint="eastAsia"/>
          <w:rtl/>
        </w:rPr>
        <w:t>اءُ،</w:t>
      </w:r>
      <w:r w:rsidRPr="00600951">
        <w:rPr>
          <w:rStyle w:val="libArabicChar"/>
          <w:rtl/>
        </w:rPr>
        <w:t xml:space="preserve"> وَمَنْ اَرادَ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مَكَّنَتْ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مِنَ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الْعُجْبِ،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وَمَنِ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اطْمَ</w:t>
      </w:r>
      <w:r w:rsidR="00BA0B7F">
        <w:rPr>
          <w:rStyle w:val="libArabicChar"/>
          <w:rFonts w:hint="cs"/>
          <w:rtl/>
        </w:rPr>
        <w:t>ا</w:t>
      </w:r>
      <w:r w:rsidRPr="00600951">
        <w:rPr>
          <w:rStyle w:val="libArabicChar"/>
          <w:rFonts w:hint="eastAsia"/>
          <w:rtl/>
        </w:rPr>
        <w:t>نَّ</w:t>
      </w:r>
      <w:r w:rsidRPr="00600951">
        <w:rPr>
          <w:rStyle w:val="libArabicChar"/>
          <w:rtl/>
        </w:rPr>
        <w:t xml:space="preserve"> اِلَ</w:t>
      </w:r>
      <w:r w:rsidRPr="00600951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ا</w:t>
      </w:r>
      <w:r w:rsidRPr="00600951">
        <w:rPr>
          <w:rStyle w:val="libArabicChar"/>
          <w:rtl/>
        </w:rPr>
        <w:t xml:space="preserve"> رَكَّبَتْ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الْغَفْ</w:t>
      </w:r>
      <w:r w:rsidRPr="00600951">
        <w:rPr>
          <w:rStyle w:val="libArabicChar"/>
          <w:rFonts w:hint="eastAsia"/>
          <w:rtl/>
        </w:rPr>
        <w:t>لَةَ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(545)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عاشق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والا شخص غرور و تکبر کا شکار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 اچھا ماننے والا لالچ کا شکار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جو شخص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کا طالب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وہ طمع کا شکار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جس نے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مدح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وہ 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شکار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جو شخص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سے محبت کرے تو وہ خودپسند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شکار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جو شخص اس سے مطمئن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وہ غفلت کا شکار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94244C">
      <w:pPr>
        <w:pStyle w:val="Heading2Center"/>
        <w:rPr>
          <w:rtl/>
          <w:lang w:bidi="ur-PK"/>
        </w:rPr>
      </w:pPr>
      <w:bookmarkStart w:id="140" w:name="_Toc520984077"/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bookmarkEnd w:id="140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لفظ</w:t>
      </w:r>
      <w:r>
        <w:rPr>
          <w:rtl/>
          <w:lang w:bidi="ur-PK"/>
        </w:rPr>
        <w:t xml:space="preserve"> ”خ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انت“،</w:t>
      </w:r>
      <w:r>
        <w:rPr>
          <w:rtl/>
          <w:lang w:bidi="ur-PK"/>
        </w:rPr>
        <w:t xml:space="preserve"> امانت کے مقابل اور ”خائن“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مقابلہ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لہٰذا جو شخص امانات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دوسرے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امانتوں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ناجائز تصرف کرے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سمجھتا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اور وہ اس کے ساتھ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کرے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شخص کو ”خائن“ کھا 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بھت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ناپسند کام اور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انت،</w:t>
      </w:r>
      <w:r>
        <w:rPr>
          <w:rtl/>
          <w:lang w:bidi="ur-PK"/>
        </w:rPr>
        <w:t xml:space="preserve"> بے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کمزور عقائد رکھنے والوں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خصوص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اشارہ ملتا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مثلاً: آنکھوں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(نامحرم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>) خود اپنے ذات کے ساتھ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کرنا، (اپن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خراب کرنا، اور آخرت کو تباہ و برباد کرنا)، امانت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(چاھے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امانات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اعضاء و جوارح اور </w:t>
      </w:r>
      <w:r>
        <w:rPr>
          <w:rFonts w:hint="eastAsia"/>
          <w:rtl/>
          <w:lang w:bidi="ur-PK"/>
        </w:rPr>
        <w:t>دل</w:t>
      </w:r>
      <w:r>
        <w:rPr>
          <w:rtl/>
          <w:lang w:bidi="ur-PK"/>
        </w:rPr>
        <w:t xml:space="preserve"> و جان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استعداد اور قابل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دوسروں کے مال اور اسرار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) کاروبار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مسائل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رہ،</w:t>
      </w:r>
      <w:r>
        <w:rPr>
          <w:rtl/>
          <w:lang w:bidi="ur-PK"/>
        </w:rPr>
        <w:t xml:space="preserve">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اعلان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خداوندعالم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کرنے والے اور ناشکر انسان کو دوست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رکھتا۔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600951">
        <w:rPr>
          <w:rStyle w:val="libAieChar"/>
          <w:rtl/>
        </w:rPr>
        <w:t>وَاِمَّا تَخَافَنَّ مِنْ قَوْمٍ خِ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انَةً</w:t>
      </w:r>
      <w:r w:rsidR="00476253" w:rsidRPr="00600951">
        <w:rPr>
          <w:rStyle w:val="libAieChar"/>
          <w:rtl/>
        </w:rPr>
        <w:t xml:space="preserve"> فَانْبِذْ اِلَ</w:t>
      </w:r>
      <w:r w:rsidR="00476253" w:rsidRPr="00600951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ِمْ</w:t>
      </w:r>
      <w:r w:rsidR="00476253" w:rsidRPr="00600951">
        <w:rPr>
          <w:rStyle w:val="libAieChar"/>
          <w:rtl/>
        </w:rPr>
        <w:t xml:space="preserve"> عَلَيٰ سَوَاءٍ اِنَّ اللّٰ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َ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لَا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حِبُّ</w:t>
      </w:r>
      <w:r w:rsidR="00476253" w:rsidRPr="00600951">
        <w:rPr>
          <w:rStyle w:val="libAieChar"/>
          <w:rtl/>
        </w:rPr>
        <w:t xml:space="preserve"> الْخَائِنِ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نَ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(546)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”اورا</w:t>
      </w:r>
      <w:r w:rsidR="00476253">
        <w:rPr>
          <w:rtl/>
          <w:lang w:bidi="ur-PK"/>
        </w:rPr>
        <w:t xml:space="preserve"> گر کس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قوم سے کس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خ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انت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بد عہد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کا خطرہ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تو آپ بھ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ان کے عہد ک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طرف پھ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نک</w:t>
      </w:r>
      <w:r w:rsidR="00476253">
        <w:rPr>
          <w:rtl/>
          <w:lang w:bidi="ur-PK"/>
        </w:rPr>
        <w:t xml:space="preserve"> 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کہ اللہ خ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انت</w:t>
      </w:r>
      <w:r w:rsidR="00476253">
        <w:rPr>
          <w:rtl/>
          <w:lang w:bidi="ur-PK"/>
        </w:rPr>
        <w:t xml:space="preserve"> کاروں کو دوست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رکھتا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خداوندعالم</w:t>
      </w:r>
      <w:r>
        <w:rPr>
          <w:rtl/>
          <w:lang w:bidi="ur-PK"/>
        </w:rPr>
        <w:t xml:space="preserve"> چونکہ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سے بھت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نفرت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خدا و رسول اور امانات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سے سخت منع فرماتا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ا</w:t>
      </w:r>
      <w:r w:rsidR="00476253" w:rsidRPr="00600951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600951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َا</w:t>
      </w:r>
      <w:r w:rsidR="00476253" w:rsidRPr="00600951">
        <w:rPr>
          <w:rStyle w:val="libAieChar"/>
          <w:rtl/>
        </w:rPr>
        <w:t xml:space="preserve"> الَّذِ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نَ</w:t>
      </w:r>
      <w:r w:rsidR="00476253" w:rsidRPr="00600951">
        <w:rPr>
          <w:rStyle w:val="libAieChar"/>
          <w:rtl/>
        </w:rPr>
        <w:t xml:space="preserve"> آمَنُوا لَا تَخُونُوا اللّٰ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َ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وَالرَّسُولَ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وَتَخُونُوا</w:t>
      </w:r>
      <w:r w:rsidR="00476253" w:rsidRPr="00600951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600951">
        <w:rPr>
          <w:rStyle w:val="libAieChar"/>
          <w:rFonts w:hint="eastAsia"/>
          <w:rtl/>
        </w:rPr>
        <w:t>مَانَاتِكُمْ</w:t>
      </w:r>
      <w:r w:rsidR="00476253" w:rsidRPr="00600951">
        <w:rPr>
          <w:rStyle w:val="libAieChar"/>
          <w:rtl/>
        </w:rPr>
        <w:t xml:space="preserve"> وَ</w:t>
      </w:r>
      <w:r w:rsidR="00BA0B7F">
        <w:rPr>
          <w:rStyle w:val="libAieChar"/>
          <w:rtl/>
        </w:rPr>
        <w:t>ا</w:t>
      </w:r>
      <w:r w:rsidR="00476253" w:rsidRPr="00600951">
        <w:rPr>
          <w:rStyle w:val="libAieChar"/>
          <w:rFonts w:hint="eastAsia"/>
          <w:rtl/>
        </w:rPr>
        <w:t>نْتُمْ</w:t>
      </w:r>
      <w:r w:rsidR="00476253" w:rsidRPr="00600951">
        <w:rPr>
          <w:rStyle w:val="libAieChar"/>
          <w:rtl/>
        </w:rPr>
        <w:t xml:space="preserve"> تَعْلَمُونَ</w:t>
      </w:r>
      <w:r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(547)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والو! خداو رسول اور اپن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امانتوں کے بارے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خ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انت</w:t>
      </w:r>
      <w:r w:rsidR="00476253">
        <w:rPr>
          <w:rtl/>
          <w:lang w:bidi="ur-PK"/>
        </w:rPr>
        <w:t xml:space="preserve"> نہ کرو جب کہ تم جانتے بھ</w:t>
      </w:r>
      <w:r w:rsidR="00476253"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لَ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سَ</w:t>
      </w:r>
      <w:r w:rsidRPr="00600951">
        <w:rPr>
          <w:rStyle w:val="libArabicChar"/>
          <w:rtl/>
        </w:rPr>
        <w:t xml:space="preserve"> مِنّا مَنْ خَاَن مُسْلِماً فِ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tl/>
        </w:rPr>
        <w:t xml:space="preserve"> اَ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ْلِ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ِ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وَمالِ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(548)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مسلمان کے مال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 کے اھل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کے ساتھ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کرے تو وہ مسلمان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اِفْشاءُ</w:t>
      </w:r>
      <w:r w:rsidRPr="00600951">
        <w:rPr>
          <w:rStyle w:val="libArabicChar"/>
          <w:rtl/>
        </w:rPr>
        <w:t xml:space="preserve"> سِرِّ اَخِ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كَ</w:t>
      </w:r>
      <w:r w:rsidRPr="00600951">
        <w:rPr>
          <w:rStyle w:val="libArabicChar"/>
          <w:rtl/>
        </w:rPr>
        <w:t xml:space="preserve"> خِ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انَةٌ،</w:t>
      </w:r>
      <w:r w:rsidRPr="00600951">
        <w:rPr>
          <w:rStyle w:val="libArabicChar"/>
          <w:rtl/>
        </w:rPr>
        <w:t xml:space="preserve"> فَاجْتَنِبْ ذٰلِكَ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(549)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مسلمان برادر کے راز کو فاش کرنا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لہٰذا اس سے اجتناب کرو“۔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مقام پر ارشاد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لَا</w:t>
      </w:r>
      <w:r w:rsidRPr="00600951">
        <w:rPr>
          <w:rStyle w:val="libArabicChar"/>
          <w:rtl/>
        </w:rPr>
        <w:t xml:space="preserve"> تَخُنْ مَنْ خَاَنَک فَتَكُنْ مِثْلَ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(550)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”جس</w:t>
      </w:r>
      <w:r>
        <w:rPr>
          <w:rtl/>
          <w:lang w:bidi="ur-PK"/>
        </w:rPr>
        <w:t xml:space="preserve"> شخص نے تمھارے ساتھ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کے ساتھ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نہ کرو،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اگرتم نے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تم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جاؤگے“۔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آپ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”چار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جس گھر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وہ تباہ و برباد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انت،</w:t>
      </w:r>
      <w:r>
        <w:rPr>
          <w:rtl/>
          <w:lang w:bidi="ur-PK"/>
        </w:rPr>
        <w:t xml:space="preserve"> چور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شرابخور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زنا“</w:t>
      </w:r>
      <w:r w:rsidR="00125F42" w:rsidRPr="00125F42">
        <w:rPr>
          <w:rStyle w:val="libFootnotenumChar"/>
          <w:rtl/>
          <w:lang w:bidi="ur-PK"/>
        </w:rPr>
        <w:t>(551)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اَلْمَكْرُ</w:t>
      </w:r>
      <w:r w:rsidRPr="00600951">
        <w:rPr>
          <w:rStyle w:val="libArabicChar"/>
          <w:rtl/>
        </w:rPr>
        <w:t xml:space="preserve"> وَالْخَدِ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عَةُ</w:t>
      </w:r>
      <w:r w:rsidRPr="00600951">
        <w:rPr>
          <w:rStyle w:val="libArabicChar"/>
          <w:rtl/>
        </w:rPr>
        <w:t xml:space="preserve"> وَالْخِ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انَةُ</w:t>
      </w:r>
      <w:r w:rsidRPr="00600951">
        <w:rPr>
          <w:rStyle w:val="libArabicChar"/>
          <w:rtl/>
        </w:rPr>
        <w:t xml:space="preserve"> فِ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tl/>
        </w:rPr>
        <w:t xml:space="preserve"> النّارِ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(552)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(کرنے والا)، دھوکہ (د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والا)اور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 w:rsidR="0005211C">
        <w:rPr>
          <w:rtl/>
          <w:lang w:bidi="ur-PK"/>
        </w:rPr>
        <w:t>(</w:t>
      </w:r>
      <w:r>
        <w:rPr>
          <w:rtl/>
          <w:lang w:bidi="ur-PK"/>
        </w:rPr>
        <w:t>کرنے والا) آتش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اَلْخِ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انَةُ</w:t>
      </w:r>
      <w:r w:rsidRPr="00600951">
        <w:rPr>
          <w:rStyle w:val="libArabicChar"/>
          <w:rtl/>
        </w:rPr>
        <w:t xml:space="preserve"> دَل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لٌ</w:t>
      </w:r>
      <w:r w:rsidRPr="00600951">
        <w:rPr>
          <w:rStyle w:val="libArabicChar"/>
          <w:rtl/>
        </w:rPr>
        <w:t xml:space="preserve"> عَليٰ قِلَّةِ الْوَرَعِ وَعَدَمِ الدِّ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انَةِ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(553)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کرنا، تقويٰ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قلت اور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جْبَلُ</w:t>
      </w:r>
      <w:r w:rsidRPr="00600951">
        <w:rPr>
          <w:rStyle w:val="libArabicChar"/>
          <w:rtl/>
        </w:rPr>
        <w:t xml:space="preserve"> الْمُ</w:t>
      </w:r>
      <w:r w:rsidR="00AA04E3">
        <w:rPr>
          <w:rStyle w:val="libArabicChar"/>
          <w:rtl/>
        </w:rPr>
        <w:t>و</w:t>
      </w:r>
      <w:r w:rsidRPr="00600951">
        <w:rPr>
          <w:rStyle w:val="libArabicChar"/>
          <w:rFonts w:hint="eastAsia"/>
          <w:rtl/>
        </w:rPr>
        <w:t>مِنُ</w:t>
      </w:r>
      <w:r w:rsidRPr="00600951">
        <w:rPr>
          <w:rStyle w:val="libArabicChar"/>
          <w:rtl/>
        </w:rPr>
        <w:t xml:space="preserve"> عَليٰ كُلِّّ طَبِ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عَةٍ</w:t>
      </w:r>
      <w:r w:rsidRPr="00600951">
        <w:rPr>
          <w:rStyle w:val="libArabicChar"/>
          <w:rtl/>
        </w:rPr>
        <w:t xml:space="preserve"> اِلّا الْخِ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انَةَ</w:t>
      </w:r>
      <w:r w:rsidRPr="00600951">
        <w:rPr>
          <w:rStyle w:val="libArabicChar"/>
          <w:rtl/>
        </w:rPr>
        <w:t xml:space="preserve"> وَالْكِذْبَ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(554)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”مومن</w:t>
      </w:r>
      <w:r>
        <w:rPr>
          <w:rtl/>
          <w:lang w:bidi="ur-PK"/>
        </w:rPr>
        <w:t xml:space="preserve"> ھر فطرت پر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سکتا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سوائے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اور جھوٹ کے 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94244C">
      <w:pPr>
        <w:pStyle w:val="Heading2Center"/>
        <w:rPr>
          <w:rtl/>
          <w:lang w:bidi="ur-PK"/>
        </w:rPr>
      </w:pPr>
      <w:bookmarkStart w:id="141" w:name="_Toc520984078"/>
      <w:r>
        <w:rPr>
          <w:rFonts w:hint="eastAsia"/>
          <w:rtl/>
          <w:lang w:bidi="ur-PK"/>
        </w:rPr>
        <w:t>شرابخور</w:t>
      </w:r>
      <w:r>
        <w:rPr>
          <w:rFonts w:hint="cs"/>
          <w:rtl/>
          <w:lang w:bidi="ur-PK"/>
        </w:rPr>
        <w:t>ی</w:t>
      </w:r>
      <w:bookmarkEnd w:id="141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مات</w:t>
      </w:r>
      <w:r>
        <w:rPr>
          <w:rtl/>
          <w:lang w:bidi="ur-PK"/>
        </w:rPr>
        <w:t xml:space="preserve">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نظر شراب بنانے والا اور شراب خور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ڈالنے والا 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تاھے۔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سمجھتے کہ شراب خور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 ضرر اور نقصان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مخف</w:t>
      </w:r>
      <w:r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ھاںتک</w:t>
      </w:r>
      <w:r>
        <w:rPr>
          <w:rtl/>
          <w:lang w:bidi="ur-PK"/>
        </w:rPr>
        <w:t xml:space="preserve"> کہ شراب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والے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شر</w:t>
      </w:r>
      <w:r>
        <w:rPr>
          <w:rtl/>
          <w:lang w:bidi="ur-PK"/>
        </w:rPr>
        <w:t xml:space="preserve"> اب اور ھر مست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 و قدرت تفکر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کار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ضرب لگات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آہستہ آہستہ انسان نابود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خداوندعالم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ھر نعمت جو بدن کو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عبادت اور بندگان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کے لئے عطا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 قدرت کو شراب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مست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نابودکرنا بھت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ناپسند کام اور گناہ 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شراب</w:t>
      </w:r>
      <w:r>
        <w:rPr>
          <w:rtl/>
          <w:lang w:bidi="ur-PK"/>
        </w:rPr>
        <w:t xml:space="preserve"> بنانے کے لئے انگور، خرمہ اور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چنا</w:t>
      </w:r>
      <w:r>
        <w:rPr>
          <w:rtl/>
          <w:lang w:bidi="ur-PK"/>
        </w:rPr>
        <w:t xml:space="preserve"> حرام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ناپسند امر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وندعالم اور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کے ساتھ مقابلہ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شراب</w:t>
      </w:r>
      <w:r>
        <w:rPr>
          <w:rtl/>
          <w:lang w:bidi="ur-PK"/>
        </w:rPr>
        <w:t xml:space="preserve"> بنانا، ادھر ادھر لے جانا،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چنے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واسطہ بننا، شراب کے کارخانہ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کام کرنا اور شراب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حرام اور موجب غضب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اور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دردناک عذاب کا باعث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ا</w:t>
      </w:r>
      <w:r w:rsidR="00BA0B7F">
        <w:rPr>
          <w:rStyle w:val="libAieChar"/>
          <w:rFonts w:hint="eastAsia"/>
          <w:rtl/>
        </w:rPr>
        <w:t>ا</w:t>
      </w:r>
      <w:r w:rsidR="00476253" w:rsidRPr="00600951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ا</w:t>
      </w:r>
      <w:r w:rsidR="00476253" w:rsidRPr="00600951">
        <w:rPr>
          <w:rStyle w:val="libAieChar"/>
          <w:rtl/>
        </w:rPr>
        <w:t xml:space="preserve"> الَّذِ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نَ</w:t>
      </w:r>
      <w:r w:rsidR="00476253" w:rsidRPr="00600951">
        <w:rPr>
          <w:rStyle w:val="libAieChar"/>
          <w:rtl/>
        </w:rPr>
        <w:t xml:space="preserve"> آمَنُوا إِنَّمَا الْخَمْرُ وَالْمَ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سِرُ</w:t>
      </w:r>
      <w:r w:rsidR="00476253" w:rsidRPr="00600951">
        <w:rPr>
          <w:rStyle w:val="libAieChar"/>
          <w:rtl/>
        </w:rPr>
        <w:t xml:space="preserve"> وَالْ</w:t>
      </w:r>
      <w:r w:rsidR="00BA0B7F">
        <w:rPr>
          <w:rStyle w:val="libAieChar"/>
          <w:rtl/>
        </w:rPr>
        <w:t>ا</w:t>
      </w:r>
      <w:r w:rsidR="00476253" w:rsidRPr="00600951">
        <w:rPr>
          <w:rStyle w:val="libAieChar"/>
          <w:rFonts w:hint="eastAsia"/>
          <w:rtl/>
        </w:rPr>
        <w:t>نصَابُ</w:t>
      </w:r>
      <w:r w:rsidR="00476253" w:rsidRPr="00600951">
        <w:rPr>
          <w:rStyle w:val="libAieChar"/>
          <w:rtl/>
        </w:rPr>
        <w:t xml:space="preserve"> وَالْ</w:t>
      </w:r>
      <w:r w:rsidR="00BA0B7F">
        <w:rPr>
          <w:rStyle w:val="libAieChar"/>
          <w:rtl/>
        </w:rPr>
        <w:t>ا</w:t>
      </w:r>
      <w:r w:rsidR="00476253" w:rsidRPr="00600951">
        <w:rPr>
          <w:rStyle w:val="libAieChar"/>
          <w:rFonts w:hint="eastAsia"/>
          <w:rtl/>
        </w:rPr>
        <w:t>زْلاَمُ</w:t>
      </w:r>
      <w:r w:rsidR="00476253" w:rsidRPr="00600951">
        <w:rPr>
          <w:rStyle w:val="libAieChar"/>
          <w:rtl/>
        </w:rPr>
        <w:t xml:space="preserve"> رِجْسٌ مِنْ عَمَلِ الشَّ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طَانِ</w:t>
      </w:r>
      <w:r w:rsidR="00476253" w:rsidRPr="00600951">
        <w:rPr>
          <w:rStyle w:val="libAieChar"/>
          <w:rtl/>
        </w:rPr>
        <w:t xml:space="preserve"> فَاجْتَنِبُو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ُ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لَعَلَّكُمْ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تُفْلِحُونَ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إِنَّمَا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رِ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دُ</w:t>
      </w:r>
      <w:r w:rsidR="00476253" w:rsidRPr="00600951">
        <w:rPr>
          <w:rStyle w:val="libAieChar"/>
          <w:rtl/>
        </w:rPr>
        <w:t xml:space="preserve"> الشَّ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طَانُ</w:t>
      </w:r>
      <w:r w:rsidR="00476253" w:rsidRPr="00600951">
        <w:rPr>
          <w:rStyle w:val="libAieChar"/>
          <w:rtl/>
        </w:rPr>
        <w:t xml:space="preserve"> </w:t>
      </w:r>
      <w:r w:rsidR="00BA0B7F">
        <w:rPr>
          <w:rStyle w:val="libAieChar"/>
          <w:rtl/>
        </w:rPr>
        <w:t>ا</w:t>
      </w:r>
      <w:r w:rsidR="00476253" w:rsidRPr="00600951">
        <w:rPr>
          <w:rStyle w:val="libAieChar"/>
          <w:rFonts w:hint="eastAsia"/>
          <w:rtl/>
        </w:rPr>
        <w:t>نْ</w:t>
      </w:r>
      <w:r w:rsidR="00476253" w:rsidRPr="00600951">
        <w:rPr>
          <w:rStyle w:val="libAieChar"/>
          <w:rtl/>
        </w:rPr>
        <w:t xml:space="preserve"> 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وقِعَ</w:t>
      </w:r>
      <w:r w:rsidR="00476253" w:rsidRPr="00600951">
        <w:rPr>
          <w:rStyle w:val="libAieChar"/>
          <w:rtl/>
        </w:rPr>
        <w:t xml:space="preserve"> بَ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نَكُمْ</w:t>
      </w:r>
      <w:r w:rsidR="00476253" w:rsidRPr="00600951">
        <w:rPr>
          <w:rStyle w:val="libAieChar"/>
          <w:rtl/>
        </w:rPr>
        <w:t xml:space="preserve"> الْعَدَاوَةَ وَالْبَغْضَاءَ فِ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tl/>
        </w:rPr>
        <w:t xml:space="preserve"> الْخَمْ</w:t>
      </w:r>
      <w:r w:rsidR="00476253" w:rsidRPr="00600951">
        <w:rPr>
          <w:rStyle w:val="libAieChar"/>
          <w:rFonts w:hint="eastAsia"/>
          <w:rtl/>
        </w:rPr>
        <w:t>رِ</w:t>
      </w:r>
      <w:r w:rsidR="00476253" w:rsidRPr="00600951">
        <w:rPr>
          <w:rStyle w:val="libAieChar"/>
          <w:rtl/>
        </w:rPr>
        <w:t xml:space="preserve"> وَالْمَ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سِرِ</w:t>
      </w:r>
      <w:r w:rsidR="00476253" w:rsidRPr="00600951">
        <w:rPr>
          <w:rStyle w:val="libAieChar"/>
          <w:rtl/>
        </w:rPr>
        <w:t xml:space="preserve"> وَ</w:t>
      </w:r>
      <w:r w:rsidR="00476253" w:rsidRPr="00600951">
        <w:rPr>
          <w:rStyle w:val="libAieChar"/>
          <w:rFonts w:hint="cs"/>
          <w:rtl/>
        </w:rPr>
        <w:t>ی</w:t>
      </w:r>
      <w:r w:rsidR="00476253" w:rsidRPr="00600951">
        <w:rPr>
          <w:rStyle w:val="libAieChar"/>
          <w:rFonts w:hint="eastAsia"/>
          <w:rtl/>
        </w:rPr>
        <w:t>صُدَّكُمْ</w:t>
      </w:r>
      <w:r w:rsidR="00476253" w:rsidRPr="00600951">
        <w:rPr>
          <w:rStyle w:val="libAieChar"/>
          <w:rtl/>
        </w:rPr>
        <w:t xml:space="preserve"> عَنْ ذِكْرِ اللهِ وَعَنْ الصَّلاَةِ فَ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ل</w:t>
      </w:r>
      <w:r w:rsidR="00476253" w:rsidRPr="00600951">
        <w:rPr>
          <w:rStyle w:val="libAieChar"/>
          <w:rtl/>
        </w:rPr>
        <w:t xml:space="preserve"> </w:t>
      </w:r>
      <w:r w:rsidR="00BA0B7F">
        <w:rPr>
          <w:rStyle w:val="libAieChar"/>
          <w:rFonts w:hint="cs"/>
          <w:rtl/>
        </w:rPr>
        <w:t>ا</w:t>
      </w:r>
      <w:r w:rsidR="00476253" w:rsidRPr="00600951">
        <w:rPr>
          <w:rStyle w:val="libAieChar"/>
          <w:rFonts w:hint="eastAsia"/>
          <w:rtl/>
        </w:rPr>
        <w:t>نْتُمْ</w:t>
      </w:r>
      <w:r w:rsidR="00476253" w:rsidRPr="00600951">
        <w:rPr>
          <w:rStyle w:val="libAieChar"/>
          <w:rtl/>
        </w:rPr>
        <w:t xml:space="preserve"> مُنتَ</w:t>
      </w:r>
      <w:r w:rsidR="00705CD5" w:rsidRPr="00705CD5">
        <w:rPr>
          <w:rStyle w:val="libAieChar"/>
          <w:rFonts w:hint="cs"/>
          <w:rtl/>
        </w:rPr>
        <w:t>ه</w:t>
      </w:r>
      <w:r w:rsidR="00476253" w:rsidRPr="00600951">
        <w:rPr>
          <w:rStyle w:val="libAieChar"/>
          <w:rFonts w:hint="cs"/>
          <w:rtl/>
        </w:rPr>
        <w:t>ُونَ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(555)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”اے</w:t>
      </w:r>
      <w:r w:rsidR="00476253">
        <w:rPr>
          <w:rtl/>
          <w:lang w:bidi="ur-PK"/>
        </w:rPr>
        <w:t xml:space="preserve">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والو! شراب، جوا، بت، پانسہ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سب گندے ش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طان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اعمال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لہٰذا ان سے پر</w:t>
      </w:r>
      <w:r w:rsidR="00EC52B0">
        <w:rPr>
          <w:rtl/>
          <w:lang w:bidi="ur-PK"/>
        </w:rPr>
        <w:t xml:space="preserve"> ہی</w:t>
      </w:r>
      <w:r w:rsidR="00476253">
        <w:rPr>
          <w:rFonts w:hint="eastAsia"/>
          <w:rtl/>
          <w:lang w:bidi="ur-PK"/>
        </w:rPr>
        <w:t>ز</w:t>
      </w:r>
      <w:r w:rsidR="00476253">
        <w:rPr>
          <w:rtl/>
          <w:lang w:bidi="ur-PK"/>
        </w:rPr>
        <w:t xml:space="preserve"> کرو تاکہ کام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اب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حاصل کر سکو۔ش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طان</w:t>
      </w:r>
      <w:r w:rsidR="00476253">
        <w:rPr>
          <w:rtl/>
          <w:lang w:bidi="ur-PK"/>
        </w:rPr>
        <w:t xml:space="preserve"> تو بس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ھ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چاھتا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کہ شراب اور جوے کے بارے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تمھارے درم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ان</w:t>
      </w:r>
      <w:r w:rsidR="00476253">
        <w:rPr>
          <w:rtl/>
          <w:lang w:bidi="ur-PK"/>
        </w:rPr>
        <w:t xml:space="preserve"> بغض اور عداوت پ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دا</w:t>
      </w:r>
      <w:r w:rsidR="00476253">
        <w:rPr>
          <w:rtl/>
          <w:lang w:bidi="ur-PK"/>
        </w:rPr>
        <w:t xml:space="preserve"> کردے اور تم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ادِ</w:t>
      </w:r>
      <w:r w:rsidR="00476253">
        <w:rPr>
          <w:rtl/>
          <w:lang w:bidi="ur-PK"/>
        </w:rPr>
        <w:t xml:space="preserve"> خدا اور نماز سے روک دے تو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تم واقع</w:t>
      </w:r>
      <w:r w:rsidR="00476253">
        <w:rPr>
          <w:rFonts w:hint="eastAsia"/>
          <w:rtl/>
          <w:lang w:bidi="ur-PK"/>
        </w:rPr>
        <w:t>اً</w:t>
      </w:r>
      <w:r w:rsidR="00476253">
        <w:rPr>
          <w:rtl/>
          <w:lang w:bidi="ur-PK"/>
        </w:rPr>
        <w:t xml:space="preserve"> رک جا</w:t>
      </w:r>
      <w:r w:rsidR="00AA04E3">
        <w:rPr>
          <w:rtl/>
          <w:lang w:bidi="ur-PK"/>
        </w:rPr>
        <w:t>و</w:t>
      </w:r>
      <w:r w:rsidR="00476253">
        <w:rPr>
          <w:rFonts w:hint="eastAsia"/>
          <w:rtl/>
          <w:lang w:bidi="ur-PK"/>
        </w:rPr>
        <w:t>گے“</w:t>
      </w:r>
      <w:r w:rsidR="00476253"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31747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شارِبُ</w:t>
      </w:r>
      <w:r w:rsidRPr="00600951">
        <w:rPr>
          <w:rStyle w:val="libArabicChar"/>
          <w:rtl/>
        </w:rPr>
        <w:t xml:space="preserve"> الْخَمْرِ لَا تُصَدِّقُو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اِذَا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حَدَّثَ،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وَلَاتُزَوِّ</w:t>
      </w:r>
      <w:r w:rsidRPr="00600951">
        <w:rPr>
          <w:rStyle w:val="libArabicChar"/>
          <w:rtl/>
        </w:rPr>
        <w:t>جُو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اِذَا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خَطَبَ،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وَلَا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تَعُودُو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اِذَا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مَرِضَ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وَلَا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تُحْضِرُو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اِذَا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مَاتَ،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وَلا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تَ</w:t>
      </w:r>
      <w:r w:rsidR="00BA0B7F">
        <w:rPr>
          <w:rStyle w:val="libArabicChar"/>
          <w:rFonts w:hint="cs"/>
          <w:rtl/>
        </w:rPr>
        <w:t>ا</w:t>
      </w:r>
      <w:r w:rsidRPr="00600951">
        <w:rPr>
          <w:rStyle w:val="libArabicChar"/>
          <w:rFonts w:hint="eastAsia"/>
          <w:rtl/>
        </w:rPr>
        <w:t>مَنُو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عَليٰ اَمانَةٍ“</w:t>
      </w:r>
      <w:r w:rsidR="00317471" w:rsidRPr="00572206">
        <w:rPr>
          <w:rStyle w:val="libFootnotenumChar"/>
          <w:rtl/>
          <w:lang w:bidi="ur-PK"/>
        </w:rPr>
        <w:t xml:space="preserve"> </w:t>
      </w:r>
      <w:r w:rsidR="00572206" w:rsidRPr="00572206">
        <w:rPr>
          <w:rStyle w:val="libFootnotenumChar"/>
          <w:rtl/>
          <w:lang w:bidi="ur-PK"/>
        </w:rPr>
        <w:t>(</w:t>
      </w:r>
      <w:r w:rsidR="00317471" w:rsidRPr="00317471">
        <w:rPr>
          <w:rStyle w:val="libFootnotenumChar"/>
          <w:rtl/>
        </w:rPr>
        <w:t>5</w:t>
      </w:r>
      <w:r w:rsidR="00572206" w:rsidRPr="00317471">
        <w:rPr>
          <w:rStyle w:val="libFootnotenumChar"/>
          <w:rtl/>
          <w:lang w:bidi="ur-PK"/>
        </w:rPr>
        <w:t>56</w:t>
      </w:r>
      <w:r w:rsidR="00572206" w:rsidRPr="00572206">
        <w:rPr>
          <w:rStyle w:val="libFootnotenumChar"/>
          <w:rtl/>
          <w:lang w:bidi="ur-PK"/>
        </w:rPr>
        <w:t>)</w:t>
      </w:r>
      <w:r w:rsidR="00572206">
        <w:rPr>
          <w:rtl/>
          <w:lang w:bidi="ur-PK"/>
        </w:rPr>
        <w:t xml:space="preserve"> </w:t>
      </w:r>
      <w:r w:rsidR="00572206">
        <w:rPr>
          <w:rtl/>
          <w:lang w:bidi="ur-PK"/>
        </w:rPr>
        <w:cr/>
      </w:r>
      <w:r>
        <w:rPr>
          <w:rFonts w:hint="eastAsia"/>
          <w:rtl/>
          <w:lang w:bidi="ur-PK"/>
        </w:rPr>
        <w:lastRenderedPageBreak/>
        <w:t>”شراب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تصد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نہ کرو، اور اس سے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کرو، جب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جائے تو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ادت</w:t>
      </w:r>
      <w:r>
        <w:rPr>
          <w:rtl/>
          <w:lang w:bidi="ur-PK"/>
        </w:rPr>
        <w:t xml:space="preserve"> کے لئے نہ جاؤ، اور جب مرجائے تو اس کے جنازہ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نہ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اور اس کو د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امانت پر مطمئن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خْرُجُ</w:t>
      </w:r>
      <w:r w:rsidRPr="00600951">
        <w:rPr>
          <w:rStyle w:val="libArabicChar"/>
          <w:rtl/>
        </w:rPr>
        <w:t xml:space="preserve"> الْخَمّارُ مِنْ قَبْرِ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ِ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مَكْتُوبٌ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بَی</w:t>
      </w:r>
      <w:r w:rsidRPr="00600951">
        <w:rPr>
          <w:rStyle w:val="libArabicChar"/>
          <w:rFonts w:hint="eastAsia"/>
          <w:rtl/>
        </w:rPr>
        <w:t>نَ</w:t>
      </w:r>
      <w:r w:rsidRPr="00600951">
        <w:rPr>
          <w:rStyle w:val="libArabicChar"/>
          <w:rtl/>
        </w:rPr>
        <w:t xml:space="preserve"> عَ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نَ</w:t>
      </w:r>
      <w:r w:rsidRPr="00600951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ِ</w:t>
      </w:r>
      <w:r w:rsidRPr="00600951">
        <w:rPr>
          <w:rStyle w:val="libArabicChar"/>
          <w:rtl/>
        </w:rPr>
        <w:t xml:space="preserve"> :آ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سٌ</w:t>
      </w:r>
      <w:r w:rsidRPr="00600951">
        <w:rPr>
          <w:rStyle w:val="libArabicChar"/>
          <w:rtl/>
        </w:rPr>
        <w:t xml:space="preserve"> مِنْ رَحْمَةِ اللّٰ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(557)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”جس</w:t>
      </w:r>
      <w:r>
        <w:rPr>
          <w:rtl/>
          <w:lang w:bidi="ur-PK"/>
        </w:rPr>
        <w:t xml:space="preserve"> وقت شراب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والا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قبر سے باھر آئے گا تو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پر لکھا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گا: رحمت خدا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اَلْخَمْرُ</w:t>
      </w:r>
      <w:r w:rsidRPr="00600951">
        <w:rPr>
          <w:rStyle w:val="libArabicChar"/>
          <w:rtl/>
        </w:rPr>
        <w:t xml:space="preserve"> اُمُّ الْفَواحِشِ، وَاَكْبَرُ الْكَبائِرِ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(558)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”شراب</w:t>
      </w:r>
      <w:r>
        <w:rPr>
          <w:rtl/>
          <w:lang w:bidi="ur-PK"/>
        </w:rPr>
        <w:t xml:space="preserve"> خور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تمام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گناھان 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کا سرچشمہ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لَعْنَ</w:t>
      </w:r>
      <w:r w:rsidRPr="00600951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ُ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الْخَمْرَ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وَعاصِرَ</w:t>
      </w:r>
      <w:r w:rsidRPr="00600951">
        <w:rPr>
          <w:rStyle w:val="libArabicChar"/>
          <w:rtl/>
        </w:rPr>
        <w:t xml:space="preserve"> 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وَغَاِرسَ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شارِبَ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وَساقِی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اوَ</w:t>
      </w:r>
      <w:r w:rsidRPr="00600951">
        <w:rPr>
          <w:rStyle w:val="libArabicChar"/>
          <w:rtl/>
        </w:rPr>
        <w:t xml:space="preserve"> بائِعَ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وَمُشْتَرِی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ا</w:t>
      </w:r>
      <w:r w:rsidRPr="00600951">
        <w:rPr>
          <w:rStyle w:val="libArabicChar"/>
          <w:rtl/>
        </w:rPr>
        <w:t xml:space="preserve"> وَآكِلَ ثَمَنِ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وَحامِلَ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ا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وَالْمَحْمُولَةَ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اِلَی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ِ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(559)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”خداوندعالم</w:t>
      </w:r>
      <w:r>
        <w:rPr>
          <w:rtl/>
          <w:lang w:bidi="ur-PK"/>
        </w:rPr>
        <w:t xml:space="preserve"> شراب، شراب بنانے والے، شراب بننے والے درختوں کو لگانے والے، شراب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والے، شراب پلانے والے، شراب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دنے</w:t>
      </w:r>
      <w:r>
        <w:rPr>
          <w:rtl/>
          <w:lang w:bidi="ur-PK"/>
        </w:rPr>
        <w:t xml:space="preserve"> والے اور شراب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چنے</w:t>
      </w:r>
      <w:r>
        <w:rPr>
          <w:rtl/>
          <w:lang w:bidi="ur-PK"/>
        </w:rPr>
        <w:t xml:space="preserve"> والے،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تجارت سے حاصل کرنے والے، اس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کو لے جانے والے، اور (شراب )کو اٹھانے والے، سب پر خداوندعالم نے لعنت ک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بھت اھم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600951">
        <w:rPr>
          <w:rStyle w:val="libArabicChar"/>
          <w:rFonts w:hint="eastAsia"/>
          <w:rtl/>
        </w:rPr>
        <w:t>مَنْ</w:t>
      </w:r>
      <w:r w:rsidRPr="00600951">
        <w:rPr>
          <w:rStyle w:val="libArabicChar"/>
          <w:rtl/>
        </w:rPr>
        <w:t xml:space="preserve"> کانَ </w:t>
      </w:r>
      <w:r w:rsidRPr="00600951">
        <w:rPr>
          <w:rStyle w:val="libArabicChar"/>
          <w:rFonts w:hint="cs"/>
          <w:rtl/>
        </w:rPr>
        <w:t>ی</w:t>
      </w:r>
      <w:r w:rsidR="00AA04E3">
        <w:rPr>
          <w:rStyle w:val="libArabicChar"/>
          <w:rFonts w:hint="eastAsia"/>
          <w:rtl/>
        </w:rPr>
        <w:t>و</w:t>
      </w:r>
      <w:r w:rsidRPr="00600951">
        <w:rPr>
          <w:rStyle w:val="libArabicChar"/>
          <w:rFonts w:hint="eastAsia"/>
          <w:rtl/>
        </w:rPr>
        <w:t>مِنُ</w:t>
      </w:r>
      <w:r w:rsidRPr="00600951">
        <w:rPr>
          <w:rStyle w:val="libArabicChar"/>
          <w:rtl/>
        </w:rPr>
        <w:t xml:space="preserve"> بِاللّٰ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ِ</w:t>
      </w:r>
      <w:r w:rsidRPr="00600951">
        <w:rPr>
          <w:rStyle w:val="libArabicChar"/>
          <w:rtl/>
        </w:rPr>
        <w:t xml:space="preserve"> </w:t>
      </w:r>
      <w:r w:rsidRPr="00600951">
        <w:rPr>
          <w:rStyle w:val="libArabicChar"/>
          <w:rFonts w:hint="cs"/>
          <w:rtl/>
        </w:rPr>
        <w:t>وَالْی</w:t>
      </w:r>
      <w:r w:rsidRPr="00600951">
        <w:rPr>
          <w:rStyle w:val="libArabicChar"/>
          <w:rFonts w:hint="eastAsia"/>
          <w:rtl/>
        </w:rPr>
        <w:t>وْمِ</w:t>
      </w:r>
      <w:r w:rsidRPr="00600951">
        <w:rPr>
          <w:rStyle w:val="libArabicChar"/>
          <w:rtl/>
        </w:rPr>
        <w:t xml:space="preserve"> الْآخِرِ فَلاَ 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جْلِسْ</w:t>
      </w:r>
      <w:r w:rsidRPr="00600951">
        <w:rPr>
          <w:rStyle w:val="libArabicChar"/>
          <w:rtl/>
        </w:rPr>
        <w:t xml:space="preserve"> عَليٰ مائِدَةٍ </w:t>
      </w:r>
      <w:r w:rsidRPr="00600951">
        <w:rPr>
          <w:rStyle w:val="libArabicChar"/>
          <w:rFonts w:hint="cs"/>
          <w:rtl/>
        </w:rPr>
        <w:t>ی</w:t>
      </w:r>
      <w:r w:rsidRPr="00600951">
        <w:rPr>
          <w:rStyle w:val="libArabicChar"/>
          <w:rFonts w:hint="eastAsia"/>
          <w:rtl/>
        </w:rPr>
        <w:t>شْرَبُ</w:t>
      </w:r>
      <w:r w:rsidRPr="00600951">
        <w:rPr>
          <w:rStyle w:val="libArabicChar"/>
          <w:rtl/>
        </w:rPr>
        <w:t xml:space="preserve"> عَلَ</w:t>
      </w:r>
      <w:r w:rsidRPr="00600951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600951">
        <w:rPr>
          <w:rStyle w:val="libArabicChar"/>
          <w:rFonts w:hint="cs"/>
          <w:rtl/>
        </w:rPr>
        <w:t>ا</w:t>
      </w:r>
      <w:r w:rsidRPr="00600951">
        <w:rPr>
          <w:rStyle w:val="libArabicChar"/>
          <w:rtl/>
        </w:rPr>
        <w:t xml:space="preserve"> الْخَمْرُ</w:t>
      </w:r>
      <w:r>
        <w:rPr>
          <w:rtl/>
          <w:lang w:bidi="ur-PK"/>
        </w:rPr>
        <w:t xml:space="preserve"> “</w:t>
      </w:r>
      <w:r w:rsidR="00125F42" w:rsidRPr="00125F42">
        <w:rPr>
          <w:rStyle w:val="libFootnotenumChar"/>
          <w:rtl/>
          <w:lang w:bidi="ur-PK"/>
        </w:rPr>
        <w:t>(560)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خدا اور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پر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>
        <w:rPr>
          <w:rtl/>
          <w:lang w:bidi="ur-PK"/>
        </w:rPr>
        <w:t xml:space="preserve"> رکھتا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اس کے لئے سزاوار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کہ شراب کے دسترخوان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ٹھے“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مفضل</w:t>
      </w:r>
      <w:r>
        <w:rPr>
          <w:rtl/>
          <w:lang w:bidi="ur-PK"/>
        </w:rPr>
        <w:t xml:space="preserve"> کھتے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نے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سے سوال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کہ خداوندعالم نے مست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حرام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؟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تو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سے فتنہ و فساد اور نقصان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شراب خور کے بدن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رعشہ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کے دل سے نور ختم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مروت ختم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گناہ کرنے پر جر</w:t>
      </w:r>
      <w:r w:rsidR="00BA0B7F">
        <w:rPr>
          <w:rtl/>
          <w:lang w:bidi="ur-PK"/>
        </w:rPr>
        <w:t>ا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خونر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زناکار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مست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حالت 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محرم پر تجاوز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عقل کو گنواد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اور شر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اضافہ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۔!</w:t>
      </w:r>
      <w:r w:rsidR="0005211C" w:rsidRPr="00125F42">
        <w:rPr>
          <w:rStyle w:val="libFootnotenumChar"/>
          <w:rtl/>
          <w:lang w:bidi="ur-PK"/>
        </w:rPr>
        <w:t>(561)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</w:p>
    <w:p w:rsidR="00600951" w:rsidRDefault="00600951" w:rsidP="00476253">
      <w:pPr>
        <w:pStyle w:val="libNormal"/>
        <w:rPr>
          <w:rtl/>
          <w:lang w:bidi="ur-PK"/>
        </w:rPr>
      </w:pPr>
    </w:p>
    <w:p w:rsidR="00317471" w:rsidRDefault="00317471" w:rsidP="00476253">
      <w:pPr>
        <w:pStyle w:val="libNormal"/>
        <w:rPr>
          <w:rtl/>
          <w:lang w:bidi="ur-PK"/>
        </w:rPr>
      </w:pPr>
    </w:p>
    <w:p w:rsidR="00476253" w:rsidRDefault="00476253" w:rsidP="0094244C">
      <w:pPr>
        <w:pStyle w:val="Heading2Center"/>
        <w:rPr>
          <w:rtl/>
          <w:lang w:bidi="ur-PK"/>
        </w:rPr>
      </w:pPr>
      <w:bookmarkStart w:id="142" w:name="_Toc520984079"/>
      <w:r>
        <w:rPr>
          <w:rFonts w:hint="eastAsia"/>
          <w:rtl/>
          <w:lang w:bidi="ur-PK"/>
        </w:rPr>
        <w:lastRenderedPageBreak/>
        <w:t>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اور ناز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</w:t>
      </w:r>
      <w:r>
        <w:rPr>
          <w:rtl/>
          <w:lang w:bidi="ur-PK"/>
        </w:rPr>
        <w:t xml:space="preserve"> الفاظ</w:t>
      </w:r>
      <w:bookmarkEnd w:id="142"/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لوگوں</w:t>
      </w:r>
      <w:r>
        <w:rPr>
          <w:rtl/>
          <w:lang w:bidi="ur-PK"/>
        </w:rPr>
        <w:t xml:space="preserve"> کو ناز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باالفاظ</w:t>
      </w:r>
      <w:r>
        <w:rPr>
          <w:rtl/>
          <w:lang w:bidi="ur-PK"/>
        </w:rPr>
        <w:t xml:space="preserve"> کہنا اور 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نابھت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بُر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جو اخلاق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ندار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وقار کے برخلاف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سبّ وشتم اور 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اجازت دشمنان خدا تک کے لئے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و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لوگوں کو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وانات</w:t>
      </w:r>
      <w:r>
        <w:rPr>
          <w:rtl/>
          <w:lang w:bidi="ur-PK"/>
        </w:rPr>
        <w:t xml:space="preserve"> اور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ناسزا کہنے سے منع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6F6A7F" w:rsidP="00476253">
      <w:pPr>
        <w:pStyle w:val="libNormal"/>
        <w:rPr>
          <w:rtl/>
          <w:lang w:bidi="ur-PK"/>
        </w:rPr>
      </w:pPr>
      <w:r w:rsidRPr="006F6A7F">
        <w:rPr>
          <w:rStyle w:val="libAlaemChar"/>
          <w:rtl/>
        </w:rPr>
        <w:t>(</w:t>
      </w:r>
      <w:r w:rsidR="00476253" w:rsidRPr="000D4A83">
        <w:rPr>
          <w:rStyle w:val="libAieChar"/>
          <w:rtl/>
        </w:rPr>
        <w:t>وَلاَتَسُبُّوا الَّذِ</w:t>
      </w:r>
      <w:r w:rsidR="00476253" w:rsidRPr="000D4A83">
        <w:rPr>
          <w:rStyle w:val="libAieChar"/>
          <w:rFonts w:hint="cs"/>
          <w:rtl/>
        </w:rPr>
        <w:t>ی</w:t>
      </w:r>
      <w:r w:rsidR="00476253" w:rsidRPr="000D4A83">
        <w:rPr>
          <w:rStyle w:val="libAieChar"/>
          <w:rFonts w:hint="eastAsia"/>
          <w:rtl/>
        </w:rPr>
        <w:t>نَ</w:t>
      </w:r>
      <w:r w:rsidR="00476253" w:rsidRPr="000D4A83">
        <w:rPr>
          <w:rStyle w:val="libAieChar"/>
          <w:rtl/>
        </w:rPr>
        <w:t xml:space="preserve"> </w:t>
      </w:r>
      <w:r w:rsidR="00476253" w:rsidRPr="000D4A83">
        <w:rPr>
          <w:rStyle w:val="libAieChar"/>
          <w:rFonts w:hint="cs"/>
          <w:rtl/>
        </w:rPr>
        <w:t>ی</w:t>
      </w:r>
      <w:r w:rsidR="00476253" w:rsidRPr="000D4A83">
        <w:rPr>
          <w:rStyle w:val="libAieChar"/>
          <w:rFonts w:hint="eastAsia"/>
          <w:rtl/>
        </w:rPr>
        <w:t>دْعُونَ</w:t>
      </w:r>
      <w:r w:rsidR="00476253" w:rsidRPr="000D4A83">
        <w:rPr>
          <w:rStyle w:val="libAieChar"/>
          <w:rtl/>
        </w:rPr>
        <w:t xml:space="preserve"> مِنْ دُونِ اللهِ فَ</w:t>
      </w:r>
      <w:r w:rsidR="00476253" w:rsidRPr="000D4A83">
        <w:rPr>
          <w:rStyle w:val="libAieChar"/>
          <w:rFonts w:hint="cs"/>
          <w:rtl/>
        </w:rPr>
        <w:t>ی</w:t>
      </w:r>
      <w:r w:rsidR="00476253" w:rsidRPr="000D4A83">
        <w:rPr>
          <w:rStyle w:val="libAieChar"/>
          <w:rFonts w:hint="eastAsia"/>
          <w:rtl/>
        </w:rPr>
        <w:t>سُبُّوا</w:t>
      </w:r>
      <w:r w:rsidR="00476253" w:rsidRPr="000D4A83">
        <w:rPr>
          <w:rStyle w:val="libAieChar"/>
          <w:rtl/>
        </w:rPr>
        <w:t xml:space="preserve"> اللهَ عَدْوًا بِغَ</w:t>
      </w:r>
      <w:r w:rsidR="00476253" w:rsidRPr="000D4A83">
        <w:rPr>
          <w:rStyle w:val="libAieChar"/>
          <w:rFonts w:hint="cs"/>
          <w:rtl/>
        </w:rPr>
        <w:t>ی</w:t>
      </w:r>
      <w:r w:rsidR="00476253" w:rsidRPr="000D4A83">
        <w:rPr>
          <w:rStyle w:val="libAieChar"/>
          <w:rFonts w:hint="eastAsia"/>
          <w:rtl/>
        </w:rPr>
        <w:t>رعلمٍ</w:t>
      </w:r>
      <w:r w:rsidRPr="006F6A7F">
        <w:rPr>
          <w:rStyle w:val="libAlaemChar"/>
          <w:rtl/>
        </w:rPr>
        <w:t>)</w:t>
      </w:r>
      <w:r w:rsidR="00125F42" w:rsidRPr="00125F42">
        <w:rPr>
          <w:rStyle w:val="libFootnotenumChar"/>
          <w:rtl/>
          <w:lang w:bidi="ur-PK"/>
        </w:rPr>
        <w:t>(562)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”اور</w:t>
      </w:r>
      <w:r w:rsidR="00476253">
        <w:rPr>
          <w:rtl/>
          <w:lang w:bidi="ur-PK"/>
        </w:rPr>
        <w:t xml:space="preserve"> خبر دار تم لوگ ان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بُرا بھلا نہ کھو جن کو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لوگ خدا کو چھوڑ کر پکارتے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کہ اس طرح 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ہ</w:t>
      </w:r>
      <w:r w:rsidR="00476253">
        <w:rPr>
          <w:rtl/>
          <w:lang w:bidi="ur-PK"/>
        </w:rPr>
        <w:t xml:space="preserve"> دشمن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بغ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ر</w:t>
      </w:r>
      <w:r w:rsidR="00476253">
        <w:rPr>
          <w:rtl/>
          <w:lang w:bidi="ur-PK"/>
        </w:rPr>
        <w:t xml:space="preserve"> سمجھے بوجھے خدا کو بُرا بھلا ک</w:t>
      </w:r>
      <w:r w:rsidR="00AA04E3">
        <w:rPr>
          <w:rtl/>
          <w:lang w:bidi="ur-PK"/>
        </w:rPr>
        <w:t xml:space="preserve"> ہیں </w:t>
      </w:r>
      <w:r w:rsidR="00476253">
        <w:rPr>
          <w:rFonts w:hint="eastAsia"/>
          <w:rtl/>
          <w:lang w:bidi="ur-PK"/>
        </w:rPr>
        <w:t>گے</w:t>
      </w:r>
      <w:r w:rsidR="00476253">
        <w:rPr>
          <w:rtl/>
          <w:lang w:bidi="ur-PK"/>
        </w:rPr>
        <w:t xml:space="preserve">۔۔“۔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</w:t>
      </w:r>
      <w:r w:rsidRPr="000D4A83">
        <w:rPr>
          <w:rStyle w:val="libArabicChar"/>
          <w:rtl/>
        </w:rPr>
        <w:t>لَا تَسُبُّوا النّاسَ فَتَكْسِبُوا الْعَداوَةَ بَ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نَ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ُمْ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(563)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”لوگوں</w:t>
      </w:r>
      <w:r>
        <w:rPr>
          <w:rtl/>
          <w:lang w:bidi="ur-PK"/>
        </w:rPr>
        <w:t xml:space="preserve"> کو گال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نہ دو،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 سے دشمن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D4A83">
        <w:rPr>
          <w:rStyle w:val="libArabicChar"/>
          <w:rFonts w:hint="eastAsia"/>
          <w:rtl/>
        </w:rPr>
        <w:t>سِبابُ</w:t>
      </w:r>
      <w:r w:rsidRPr="000D4A83">
        <w:rPr>
          <w:rStyle w:val="libArabicChar"/>
          <w:rtl/>
        </w:rPr>
        <w:t xml:space="preserve"> الْمُ</w:t>
      </w:r>
      <w:r w:rsidR="00AA04E3">
        <w:rPr>
          <w:rStyle w:val="libArabicChar"/>
          <w:rtl/>
        </w:rPr>
        <w:t>و</w:t>
      </w:r>
      <w:r w:rsidRPr="000D4A83">
        <w:rPr>
          <w:rStyle w:val="libArabicChar"/>
          <w:rFonts w:hint="eastAsia"/>
          <w:rtl/>
        </w:rPr>
        <w:t>مِنِ</w:t>
      </w:r>
      <w:r w:rsidRPr="000D4A83">
        <w:rPr>
          <w:rStyle w:val="libArabicChar"/>
          <w:rtl/>
        </w:rPr>
        <w:t xml:space="preserve"> فُسُوقٌ، وَقِتالُ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كُفْرٌ،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وَاَكْلُ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لَحْمِ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مِنْ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مَعْصِی</w:t>
      </w:r>
      <w:r w:rsidRPr="000D4A83">
        <w:rPr>
          <w:rStyle w:val="libArabicChar"/>
          <w:rFonts w:hint="eastAsia"/>
          <w:rtl/>
        </w:rPr>
        <w:t>ةِ</w:t>
      </w:r>
      <w:r w:rsidRPr="000D4A83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</w:t>
      </w:r>
      <w:r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(564)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>
        <w:rPr>
          <w:rFonts w:hint="eastAsia"/>
          <w:rtl/>
          <w:lang w:bidi="ur-PK"/>
        </w:rPr>
        <w:t>”مومن</w:t>
      </w:r>
      <w:r>
        <w:rPr>
          <w:rtl/>
          <w:lang w:bidi="ur-PK"/>
        </w:rPr>
        <w:t xml:space="preserve"> کو گال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</w:t>
      </w:r>
      <w:r>
        <w:rPr>
          <w:rtl/>
          <w:lang w:bidi="ur-PK"/>
        </w:rPr>
        <w:t xml:space="preserve"> فسق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کا قتل کفر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بت</w:t>
      </w:r>
      <w:r>
        <w:rPr>
          <w:rtl/>
          <w:lang w:bidi="ur-PK"/>
        </w:rPr>
        <w:t xml:space="preserve"> کرنا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D4A83">
        <w:rPr>
          <w:rStyle w:val="libArabicChar"/>
          <w:rFonts w:hint="eastAsia"/>
          <w:rtl/>
        </w:rPr>
        <w:t>لَا</w:t>
      </w:r>
      <w:r w:rsidRPr="000D4A83">
        <w:rPr>
          <w:rStyle w:val="libArabicChar"/>
          <w:rtl/>
        </w:rPr>
        <w:t xml:space="preserve"> تَسُبُّوا الشَّ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طانَ،</w:t>
      </w:r>
      <w:r w:rsidRPr="000D4A83">
        <w:rPr>
          <w:rStyle w:val="libArabicChar"/>
          <w:rtl/>
        </w:rPr>
        <w:t xml:space="preserve"> وَتَعَوَّذُوبِاللّٰ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مِنْ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شَرِّ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(565)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تک کو گال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دو، صرف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شر سے خدا سے پناہ مانگو“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D4A83">
        <w:rPr>
          <w:rStyle w:val="libArabicChar"/>
          <w:rFonts w:hint="eastAsia"/>
          <w:rtl/>
        </w:rPr>
        <w:t>لاَ</w:t>
      </w:r>
      <w:r w:rsidRPr="000D4A83">
        <w:rPr>
          <w:rStyle w:val="libArabicChar"/>
          <w:rtl/>
        </w:rPr>
        <w:t xml:space="preserve"> تَسُبُّوا لرِّ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احَ،</w:t>
      </w:r>
      <w:r w:rsidRPr="000D4A83">
        <w:rPr>
          <w:rStyle w:val="libArabicChar"/>
          <w:rtl/>
        </w:rPr>
        <w:t xml:space="preserve"> فَاِنَّ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ا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مَ</w:t>
      </w:r>
      <w:r w:rsidR="00BA0B7F">
        <w:rPr>
          <w:rStyle w:val="libArabicChar"/>
          <w:rFonts w:hint="cs"/>
          <w:rtl/>
        </w:rPr>
        <w:t>ا</w:t>
      </w:r>
      <w:r w:rsidRPr="000D4A83">
        <w:rPr>
          <w:rStyle w:val="libArabicChar"/>
          <w:rFonts w:hint="eastAsia"/>
          <w:rtl/>
        </w:rPr>
        <w:t>مُورَةٌ،</w:t>
      </w:r>
      <w:r w:rsidRPr="000D4A83">
        <w:rPr>
          <w:rStyle w:val="libArabicChar"/>
          <w:rtl/>
        </w:rPr>
        <w:t xml:space="preserve"> وَلَا تَسُبُّوا الْجِبالَ وَلَا السَّاعاتِ وَلَا الْاَ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امَ</w:t>
      </w:r>
      <w:r w:rsidRPr="000D4A83">
        <w:rPr>
          <w:rStyle w:val="libArabicChar"/>
          <w:rtl/>
        </w:rPr>
        <w:t xml:space="preserve"> وَلاَ اللَّ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الِ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tl/>
        </w:rPr>
        <w:t xml:space="preserve"> فَتَاْثَمُوا وَتَرْجِعْ اِلَ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كُمْ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(566)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”ھوا</w:t>
      </w:r>
      <w:r>
        <w:rPr>
          <w:rtl/>
          <w:lang w:bidi="ur-PK"/>
        </w:rPr>
        <w:t xml:space="preserve"> کو گال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نہ دوک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پھاڑوں، وقت اور روز و شب کے بارے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ناسزا نہ کھو، چونکہ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گناہ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، اور گناھوں کا نقصان خود تم کو پہنچے گا“۔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0D4A83" w:rsidRDefault="000D4A83" w:rsidP="00476253">
      <w:pPr>
        <w:pStyle w:val="libNormal"/>
        <w:rPr>
          <w:rtl/>
          <w:lang w:bidi="ur-PK"/>
        </w:rPr>
      </w:pPr>
    </w:p>
    <w:p w:rsidR="000D4A83" w:rsidRDefault="000D4A83" w:rsidP="00476253">
      <w:pPr>
        <w:pStyle w:val="libNormal"/>
        <w:rPr>
          <w:rtl/>
          <w:lang w:bidi="ur-PK"/>
        </w:rPr>
      </w:pPr>
    </w:p>
    <w:p w:rsidR="00476253" w:rsidRDefault="00476253" w:rsidP="0094244C">
      <w:pPr>
        <w:pStyle w:val="Heading2Center"/>
        <w:rPr>
          <w:rtl/>
          <w:lang w:bidi="ur-PK"/>
        </w:rPr>
      </w:pPr>
      <w:bookmarkStart w:id="143" w:name="_Toc520984080"/>
      <w:r>
        <w:rPr>
          <w:rFonts w:hint="eastAsia"/>
          <w:rtl/>
          <w:lang w:bidi="ur-PK"/>
        </w:rPr>
        <w:lastRenderedPageBreak/>
        <w:t>اسراف</w:t>
      </w:r>
      <w:r>
        <w:rPr>
          <w:rtl/>
          <w:lang w:bidi="ur-PK"/>
        </w:rPr>
        <w:t xml:space="preserve"> (فضول خرچ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</w:t>
      </w:r>
      <w:bookmarkEnd w:id="143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کھانے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نے،</w:t>
      </w:r>
      <w:r>
        <w:rPr>
          <w:rtl/>
          <w:lang w:bidi="ur-PK"/>
        </w:rPr>
        <w:t xml:space="preserve"> لباس، معاشرت و محبت،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عشق اوربخشش و انفاق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اسراف کے مصاد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اسراف قرآن و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قابل مذمت اور بُرا عمل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اسراف</w:t>
      </w:r>
      <w:r>
        <w:rPr>
          <w:rtl/>
          <w:lang w:bidi="ur-PK"/>
        </w:rPr>
        <w:t xml:space="preserve"> اس قدر بُرا کام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خداوندعالم نے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اسراف کرنے والے کو خدا دوست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رکھتا۔ </w:t>
      </w:r>
    </w:p>
    <w:p w:rsidR="00476253" w:rsidRDefault="0005211C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0D4A83">
        <w:rPr>
          <w:rStyle w:val="libAieChar"/>
          <w:rtl/>
        </w:rPr>
        <w:t>كُلُوا وَاشْرَبُوا وَلاَتُسْرِفُوا إِنَّ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0D4A83">
        <w:rPr>
          <w:rStyle w:val="libAieChar"/>
          <w:rFonts w:hint="cs"/>
          <w:rtl/>
        </w:rPr>
        <w:t>ُ</w:t>
      </w:r>
      <w:r w:rsidR="00476253" w:rsidRPr="000D4A83">
        <w:rPr>
          <w:rStyle w:val="libAieChar"/>
          <w:rtl/>
        </w:rPr>
        <w:t xml:space="preserve"> </w:t>
      </w:r>
      <w:r w:rsidR="00476253" w:rsidRPr="000D4A83">
        <w:rPr>
          <w:rStyle w:val="libAieChar"/>
          <w:rFonts w:hint="cs"/>
          <w:rtl/>
        </w:rPr>
        <w:t>لاَی</w:t>
      </w:r>
      <w:r w:rsidR="00476253" w:rsidRPr="000D4A83">
        <w:rPr>
          <w:rStyle w:val="libAieChar"/>
          <w:rFonts w:hint="eastAsia"/>
          <w:rtl/>
        </w:rPr>
        <w:t>حِبُّ</w:t>
      </w:r>
      <w:r w:rsidR="00476253" w:rsidRPr="000D4A83">
        <w:rPr>
          <w:rStyle w:val="libAieChar"/>
          <w:rtl/>
        </w:rPr>
        <w:t xml:space="preserve"> الْمُسْرِفِ</w:t>
      </w:r>
      <w:r w:rsidR="00476253" w:rsidRPr="000D4A83">
        <w:rPr>
          <w:rStyle w:val="libAieChar"/>
          <w:rFonts w:hint="cs"/>
          <w:rtl/>
        </w:rPr>
        <w:t>ی</w:t>
      </w:r>
      <w:r w:rsidR="00476253" w:rsidRPr="000D4A83">
        <w:rPr>
          <w:rStyle w:val="libAieChar"/>
          <w:rFonts w:hint="eastAsia"/>
          <w:rtl/>
        </w:rPr>
        <w:t>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(567)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کھا</w:t>
      </w:r>
      <w:r w:rsidR="00AA04E3">
        <w:rPr>
          <w:rtl/>
          <w:lang w:bidi="ur-PK"/>
        </w:rPr>
        <w:t>و</w:t>
      </w:r>
      <w:r w:rsidR="00476253">
        <w:rPr>
          <w:rFonts w:hint="eastAsia"/>
          <w:rtl/>
          <w:lang w:bidi="ur-PK"/>
        </w:rPr>
        <w:t>پ</w:t>
      </w:r>
      <w:r w:rsidR="00476253">
        <w:rPr>
          <w:rFonts w:hint="cs"/>
          <w:rtl/>
          <w:lang w:bidi="ur-PK"/>
        </w:rPr>
        <w:t>ی</w:t>
      </w:r>
      <w:r w:rsidR="00AA04E3">
        <w:rPr>
          <w:rFonts w:hint="eastAsia"/>
          <w:rtl/>
          <w:lang w:bidi="ur-PK"/>
        </w:rPr>
        <w:t>و</w:t>
      </w:r>
      <w:r w:rsidR="00476253">
        <w:rPr>
          <w:rtl/>
          <w:lang w:bidi="ur-PK"/>
        </w:rPr>
        <w:t xml:space="preserve"> مگر اسراف نہ کرو کہ خدا اسراف کرنے والوں دوست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رکھتا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اسراف</w:t>
      </w:r>
      <w:r>
        <w:rPr>
          <w:rtl/>
          <w:lang w:bidi="ur-PK"/>
        </w:rPr>
        <w:t xml:space="preserve"> کرنے والا، فضول خرچ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کرنے والا اور مال و دولت کو تباہ و برباد کرنے والا؛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نظر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اسراف کرنے والاھے اور اسراف کرنے والے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کے بھائ</w:t>
      </w:r>
      <w:r>
        <w:rPr>
          <w:rFonts w:hint="cs"/>
          <w:rtl/>
          <w:lang w:bidi="ur-PK"/>
        </w:rPr>
        <w:t>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0D4A83">
        <w:rPr>
          <w:rStyle w:val="libAieChar"/>
          <w:rtl/>
        </w:rPr>
        <w:t>إِنَّ الْمُبَذِّرِ</w:t>
      </w:r>
      <w:r w:rsidR="00476253" w:rsidRPr="000D4A83">
        <w:rPr>
          <w:rStyle w:val="libAieChar"/>
          <w:rFonts w:hint="cs"/>
          <w:rtl/>
        </w:rPr>
        <w:t>ی</w:t>
      </w:r>
      <w:r w:rsidR="00476253" w:rsidRPr="000D4A83">
        <w:rPr>
          <w:rStyle w:val="libAieChar"/>
          <w:rFonts w:hint="eastAsia"/>
          <w:rtl/>
        </w:rPr>
        <w:t>نَ</w:t>
      </w:r>
      <w:r w:rsidR="00476253" w:rsidRPr="000D4A83">
        <w:rPr>
          <w:rStyle w:val="libAieChar"/>
          <w:rtl/>
        </w:rPr>
        <w:t xml:space="preserve"> كَانُوا إِخْوَانَ الشَّ</w:t>
      </w:r>
      <w:r w:rsidR="00476253" w:rsidRPr="000D4A83">
        <w:rPr>
          <w:rStyle w:val="libAieChar"/>
          <w:rFonts w:hint="cs"/>
          <w:rtl/>
        </w:rPr>
        <w:t>ی</w:t>
      </w:r>
      <w:r w:rsidR="00476253" w:rsidRPr="000D4A83">
        <w:rPr>
          <w:rStyle w:val="libAieChar"/>
          <w:rFonts w:hint="eastAsia"/>
          <w:rtl/>
        </w:rPr>
        <w:t>اطِ</w:t>
      </w:r>
      <w:r w:rsidR="00476253" w:rsidRPr="000D4A83">
        <w:rPr>
          <w:rStyle w:val="libAieChar"/>
          <w:rFonts w:hint="cs"/>
          <w:rtl/>
        </w:rPr>
        <w:t>ی</w:t>
      </w:r>
      <w:r w:rsidR="00476253" w:rsidRPr="000D4A83">
        <w:rPr>
          <w:rStyle w:val="libAieChar"/>
          <w:rFonts w:hint="eastAsia"/>
          <w:rtl/>
        </w:rPr>
        <w:t>نِ</w:t>
      </w:r>
      <w:r w:rsidR="00476253" w:rsidRPr="000D4A83">
        <w:rPr>
          <w:rStyle w:val="libAieChar"/>
          <w:rtl/>
        </w:rPr>
        <w:t xml:space="preserve"> وَكَانَ الشَّ</w:t>
      </w:r>
      <w:r w:rsidR="00476253" w:rsidRPr="000D4A83">
        <w:rPr>
          <w:rStyle w:val="libAieChar"/>
          <w:rFonts w:hint="cs"/>
          <w:rtl/>
        </w:rPr>
        <w:t>ی</w:t>
      </w:r>
      <w:r w:rsidR="00476253" w:rsidRPr="000D4A83">
        <w:rPr>
          <w:rStyle w:val="libAieChar"/>
          <w:rFonts w:hint="eastAsia"/>
          <w:rtl/>
        </w:rPr>
        <w:t>طَانُ</w:t>
      </w:r>
      <w:r w:rsidR="00476253" w:rsidRPr="000D4A83">
        <w:rPr>
          <w:rStyle w:val="libAieChar"/>
          <w:rtl/>
        </w:rPr>
        <w:t xml:space="preserve"> لِرَبِّ</w:t>
      </w:r>
      <w:r w:rsidR="00705CD5" w:rsidRPr="00705CD5">
        <w:rPr>
          <w:rStyle w:val="libAieChar"/>
          <w:rFonts w:hint="cs"/>
          <w:rtl/>
        </w:rPr>
        <w:t>ه</w:t>
      </w:r>
      <w:r w:rsidR="00476253" w:rsidRPr="000D4A83">
        <w:rPr>
          <w:rStyle w:val="libAieChar"/>
          <w:rFonts w:hint="cs"/>
          <w:rtl/>
        </w:rPr>
        <w:t>ِ</w:t>
      </w:r>
      <w:r w:rsidR="00476253" w:rsidRPr="000D4A83">
        <w:rPr>
          <w:rStyle w:val="libAieChar"/>
          <w:rtl/>
        </w:rPr>
        <w:t xml:space="preserve"> </w:t>
      </w:r>
      <w:r w:rsidR="00476253" w:rsidRPr="000D4A83">
        <w:rPr>
          <w:rStyle w:val="libAieChar"/>
          <w:rFonts w:hint="cs"/>
          <w:rtl/>
        </w:rPr>
        <w:t>كَفُورًا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(568)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”اسراف</w:t>
      </w:r>
      <w:r w:rsidR="00476253">
        <w:rPr>
          <w:rtl/>
          <w:lang w:bidi="ur-PK"/>
        </w:rPr>
        <w:t xml:space="preserve"> کرنے والے ش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اط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کے بھائ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بند 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اور ش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طان</w:t>
      </w:r>
      <w:r w:rsidR="00476253">
        <w:rPr>
          <w:rtl/>
          <w:lang w:bidi="ur-PK"/>
        </w:rPr>
        <w:t xml:space="preserve"> تو اپنے پروردگار کا بھت بڑا انکا ر کرنے وا لاھے“۔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D4A83">
        <w:rPr>
          <w:rStyle w:val="libArabicChar"/>
          <w:rFonts w:hint="eastAsia"/>
          <w:rtl/>
        </w:rPr>
        <w:t>اِنَّ</w:t>
      </w:r>
      <w:r w:rsidRPr="000D4A83">
        <w:rPr>
          <w:rStyle w:val="libArabicChar"/>
          <w:rtl/>
        </w:rPr>
        <w:t xml:space="preserve"> مِنَ السَّرَفِ اَنْ تَاكُلَ كُلَّ مَا اشْتَ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َی</w:t>
      </w:r>
      <w:r w:rsidRPr="000D4A83">
        <w:rPr>
          <w:rStyle w:val="libArabicChar"/>
          <w:rFonts w:hint="eastAsia"/>
          <w:rtl/>
        </w:rPr>
        <w:t>تَ</w:t>
      </w:r>
      <w:r w:rsidRPr="000D4A83">
        <w:rPr>
          <w:rStyle w:val="libArabicChar"/>
          <w:rtl/>
        </w:rPr>
        <w:t xml:space="preserve"> 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(569)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”جس</w:t>
      </w:r>
      <w:r>
        <w:rPr>
          <w:rtl/>
          <w:lang w:bidi="ur-PK"/>
        </w:rPr>
        <w:t xml:space="preserve"> ھر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دل چاھے ان کا کھانا اسراف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D4A83">
        <w:rPr>
          <w:rStyle w:val="libArabicChar"/>
          <w:rFonts w:hint="eastAsia"/>
          <w:rtl/>
        </w:rPr>
        <w:t>اِنَّ</w:t>
      </w:r>
      <w:r w:rsidRPr="000D4A83">
        <w:rPr>
          <w:rStyle w:val="libArabicChar"/>
          <w:rtl/>
        </w:rPr>
        <w:t xml:space="preserve"> لِلسَّخاءِ مِقْداراً فَاِنْ زادَ عَلَ</w:t>
      </w:r>
      <w:r w:rsidRPr="000D4A83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</w:t>
      </w:r>
      <w:r w:rsidRPr="000D4A83">
        <w:rPr>
          <w:rStyle w:val="libArabicChar"/>
          <w:rtl/>
        </w:rPr>
        <w:t xml:space="preserve"> فَ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ُوَ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سَرَفٌ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(570)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”سخاوت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اگر انسان اس حد سے گزر جائے تو اسراف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D4A83">
        <w:rPr>
          <w:rStyle w:val="libArabicChar"/>
          <w:rFonts w:hint="eastAsia"/>
          <w:rtl/>
        </w:rPr>
        <w:t>وَ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حَ</w:t>
      </w:r>
      <w:r w:rsidRPr="000D4A83">
        <w:rPr>
          <w:rStyle w:val="libArabicChar"/>
          <w:rtl/>
        </w:rPr>
        <w:t xml:space="preserve"> الْمُسْرِفِ، مَا اَبْعَدَ ُ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عَنْ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صَلَاحِ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نَفْسِ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وَاسْتِدْراكِ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اَمْرِ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(571)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”افسوس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اسراف کرنے والے پر، کہ وہ اپنے نفس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کرنے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درک کرنے سے کس قدر دور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317471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D4A83">
        <w:rPr>
          <w:rStyle w:val="libArabicChar"/>
          <w:rFonts w:hint="eastAsia"/>
          <w:rtl/>
        </w:rPr>
        <w:t>لِلْمُسْرِفِ</w:t>
      </w:r>
      <w:r w:rsidRPr="000D4A83">
        <w:rPr>
          <w:rStyle w:val="libArabicChar"/>
          <w:rtl/>
        </w:rPr>
        <w:t xml:space="preserve"> ثَلاَثُ عَلاماتٍ: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شْتَر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tl/>
        </w:rPr>
        <w:t xml:space="preserve"> مَا لَ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سَ</w:t>
      </w:r>
      <w:r w:rsidRPr="000D4A83">
        <w:rPr>
          <w:rStyle w:val="libArabicChar"/>
          <w:rtl/>
        </w:rPr>
        <w:t xml:space="preserve"> لَ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ُ،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وَی</w:t>
      </w:r>
      <w:r w:rsidRPr="000D4A83">
        <w:rPr>
          <w:rStyle w:val="libArabicChar"/>
          <w:rFonts w:hint="eastAsia"/>
          <w:rtl/>
        </w:rPr>
        <w:t>لْبِسُ</w:t>
      </w:r>
      <w:r w:rsidRPr="000D4A83">
        <w:rPr>
          <w:rStyle w:val="libArabicChar"/>
          <w:rtl/>
        </w:rPr>
        <w:t xml:space="preserve"> مَا لَ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سَ</w:t>
      </w:r>
      <w:r w:rsidRPr="000D4A83">
        <w:rPr>
          <w:rStyle w:val="libArabicChar"/>
          <w:rtl/>
        </w:rPr>
        <w:t xml:space="preserve"> لَ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ُ،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وَی</w:t>
      </w:r>
      <w:r w:rsidR="00BA0B7F">
        <w:rPr>
          <w:rStyle w:val="libArabicChar"/>
          <w:rFonts w:hint="eastAsia"/>
          <w:rtl/>
        </w:rPr>
        <w:t>ا</w:t>
      </w:r>
      <w:r w:rsidRPr="000D4A83">
        <w:rPr>
          <w:rStyle w:val="libArabicChar"/>
          <w:rFonts w:hint="eastAsia"/>
          <w:rtl/>
        </w:rPr>
        <w:t>كُلُ</w:t>
      </w:r>
      <w:r w:rsidRPr="000D4A83">
        <w:rPr>
          <w:rStyle w:val="libArabicChar"/>
          <w:rtl/>
        </w:rPr>
        <w:t xml:space="preserve"> مَا لَ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سَ</w:t>
      </w:r>
      <w:r w:rsidRPr="000D4A83">
        <w:rPr>
          <w:rStyle w:val="libArabicChar"/>
          <w:rtl/>
        </w:rPr>
        <w:t xml:space="preserve"> لَ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</w:t>
      </w:r>
      <w:r>
        <w:rPr>
          <w:rtl/>
          <w:lang w:bidi="ur-PK"/>
        </w:rPr>
        <w:t>، “</w:t>
      </w:r>
      <w:r w:rsidR="00317471" w:rsidRPr="00572206">
        <w:rPr>
          <w:rStyle w:val="libFootnotenumChar"/>
          <w:rtl/>
          <w:lang w:bidi="ur-PK"/>
        </w:rPr>
        <w:t xml:space="preserve"> </w:t>
      </w:r>
      <w:r w:rsidR="00572206" w:rsidRPr="00572206">
        <w:rPr>
          <w:rStyle w:val="libFootnotenumChar"/>
          <w:rtl/>
          <w:lang w:bidi="ur-PK"/>
        </w:rPr>
        <w:t>(</w:t>
      </w:r>
      <w:r w:rsidR="00317471" w:rsidRPr="00317471">
        <w:rPr>
          <w:rStyle w:val="libFootnotenumChar"/>
          <w:rtl/>
        </w:rPr>
        <w:t>5</w:t>
      </w:r>
      <w:r w:rsidR="00572206" w:rsidRPr="00317471">
        <w:rPr>
          <w:rStyle w:val="libFootnotenumChar"/>
          <w:rtl/>
          <w:lang w:bidi="ur-PK"/>
        </w:rPr>
        <w:t>72</w:t>
      </w:r>
      <w:r w:rsidR="00572206" w:rsidRPr="00572206">
        <w:rPr>
          <w:rStyle w:val="libFootnotenumChar"/>
          <w:rtl/>
          <w:lang w:bidi="ur-PK"/>
        </w:rPr>
        <w:t>)</w:t>
      </w:r>
      <w:r w:rsidR="00572206">
        <w:rPr>
          <w:rtl/>
          <w:lang w:bidi="ur-PK"/>
        </w:rPr>
        <w:t xml:space="preserve"> </w:t>
      </w:r>
      <w:r w:rsidR="00572206">
        <w:rPr>
          <w:rtl/>
          <w:lang w:bidi="ur-PK"/>
        </w:rPr>
        <w:cr/>
      </w: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اسراف کرنے والے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نشان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پہنتا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کھاتا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شان کے مطابق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</w:t>
      </w:r>
      <w:r w:rsidRPr="000D4A83">
        <w:rPr>
          <w:rStyle w:val="libArabicChar"/>
          <w:rFonts w:hint="eastAsia"/>
          <w:rtl/>
        </w:rPr>
        <w:t>اِنَّ</w:t>
      </w:r>
      <w:r w:rsidRPr="000D4A83">
        <w:rPr>
          <w:rStyle w:val="libArabicChar"/>
          <w:rtl/>
        </w:rPr>
        <w:t xml:space="preserve"> الْقَصْدَ اَمْرٌ 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حِبُّ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</w:t>
      </w:r>
      <w:r w:rsidRPr="000D4A83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عَزَّوَجَلَّ،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وَاِنَّ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السَّرَفَ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بْغِضُ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</w:t>
      </w:r>
      <w:r w:rsidRPr="000D4A83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ُ،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حَتّی</w:t>
      </w:r>
      <w:r w:rsidRPr="000D4A83">
        <w:rPr>
          <w:rStyle w:val="libArabicChar"/>
          <w:rtl/>
        </w:rPr>
        <w:t xml:space="preserve"> طَرْحَكَ النَّواةَ، فَاِنَّ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ا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تَصْلُح</w:t>
      </w:r>
      <w:r w:rsidRPr="000D4A83">
        <w:rPr>
          <w:rStyle w:val="libArabicChar"/>
          <w:rtl/>
        </w:rPr>
        <w:t>ُ لِشَ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ءٍ</w:t>
      </w:r>
      <w:r w:rsidRPr="000D4A83">
        <w:rPr>
          <w:rStyle w:val="libArabicChar"/>
          <w:rtl/>
        </w:rPr>
        <w:t xml:space="preserve"> وَحَتّ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tl/>
        </w:rPr>
        <w:t xml:space="preserve"> صَبَّكَ فَضْلَ شَرابِكَ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(573)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”بے</w:t>
      </w:r>
      <w:r>
        <w:rPr>
          <w:rtl/>
          <w:lang w:bidi="ur-PK"/>
        </w:rPr>
        <w:t xml:space="preserve"> شک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انہ</w:t>
      </w:r>
      <w:r>
        <w:rPr>
          <w:rtl/>
          <w:lang w:bidi="ur-PK"/>
        </w:rPr>
        <w:t xml:space="preserve"> 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کو خداوندعالم دوست رکھتا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اسراف کرنے والے کو دشمن رکھتا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خرمہ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جانے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گٹھل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کو دور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نک</w:t>
      </w:r>
      <w:r>
        <w:rPr>
          <w:rtl/>
          <w:lang w:bidi="ur-PK"/>
        </w:rPr>
        <w:t xml:space="preserve"> دےنا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پان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بھانا، اسراف اور فضول خرچ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D4A83">
        <w:rPr>
          <w:rStyle w:val="libArabicChar"/>
          <w:rFonts w:hint="eastAsia"/>
          <w:rtl/>
        </w:rPr>
        <w:t>مَنْ</w:t>
      </w:r>
      <w:r w:rsidRPr="000D4A83">
        <w:rPr>
          <w:rStyle w:val="libArabicChar"/>
          <w:rtl/>
        </w:rPr>
        <w:t xml:space="preserve"> کانَ لَ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مالٌ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فَاِی</w:t>
      </w:r>
      <w:r w:rsidRPr="000D4A83">
        <w:rPr>
          <w:rStyle w:val="libArabicChar"/>
          <w:rFonts w:hint="eastAsia"/>
          <w:rtl/>
        </w:rPr>
        <w:t>ا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</w:t>
      </w:r>
      <w:r w:rsidRPr="000D4A83">
        <w:rPr>
          <w:rStyle w:val="libArabicChar"/>
          <w:rtl/>
        </w:rPr>
        <w:t xml:space="preserve"> وَالْفَسادَ، فَاِنَّ اِعْطائِكَ الْمالَ فِ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tl/>
        </w:rPr>
        <w:t xml:space="preserve"> غَ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رِ</w:t>
      </w:r>
      <w:r w:rsidRPr="000D4A83">
        <w:rPr>
          <w:rStyle w:val="libArabicChar"/>
          <w:rtl/>
        </w:rPr>
        <w:t xml:space="preserve"> وَجْ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تَبْذِی</w:t>
      </w:r>
      <w:r w:rsidRPr="000D4A83">
        <w:rPr>
          <w:rStyle w:val="libArabicChar"/>
          <w:rFonts w:hint="eastAsia"/>
          <w:rtl/>
        </w:rPr>
        <w:t>رٌ</w:t>
      </w:r>
      <w:r w:rsidRPr="000D4A83">
        <w:rPr>
          <w:rStyle w:val="libArabicChar"/>
          <w:rtl/>
        </w:rPr>
        <w:t xml:space="preserve"> وَاِسْرافٌ وَ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ُوَ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رْفَعُ</w:t>
      </w:r>
      <w:r w:rsidRPr="000D4A83">
        <w:rPr>
          <w:rStyle w:val="libArabicChar"/>
          <w:rtl/>
        </w:rPr>
        <w:t xml:space="preserve"> ذِكْرَ صاحِبِ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فِی</w:t>
      </w:r>
      <w:r w:rsidRPr="000D4A83">
        <w:rPr>
          <w:rStyle w:val="libArabicChar"/>
          <w:rtl/>
        </w:rPr>
        <w:t xml:space="preserve"> النّاسِ، وَ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ضَعُ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</w:t>
      </w:r>
      <w:r w:rsidRPr="000D4A83">
        <w:rPr>
          <w:rStyle w:val="libArabicChar"/>
          <w:rtl/>
        </w:rPr>
        <w:t xml:space="preserve"> عِنْدَ اللّٰ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(574)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صاحب مال ودولت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اس کو فساد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کرنا چاہئے، بے شک اسراف و تبذ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اپنے مال ودولت کو بلا وجہ صرف کرے، اس طرح خرچ کرنا صاحب مال کے نام کو مٹاد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کرنے والا انسان خدا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رسوا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94244C">
      <w:pPr>
        <w:pStyle w:val="Heading2Center"/>
        <w:rPr>
          <w:rtl/>
          <w:lang w:bidi="ur-PK"/>
        </w:rPr>
      </w:pPr>
      <w:bookmarkStart w:id="144" w:name="_Toc520984081"/>
      <w:r>
        <w:rPr>
          <w:rFonts w:hint="eastAsia"/>
          <w:rtl/>
          <w:lang w:bidi="ur-PK"/>
        </w:rPr>
        <w:t>ملاوٹ</w:t>
      </w:r>
      <w:r>
        <w:rPr>
          <w:rtl/>
          <w:lang w:bidi="ur-PK"/>
        </w:rPr>
        <w:t xml:space="preserve"> اور دھوکہ باز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</w:t>
      </w:r>
      <w:bookmarkEnd w:id="144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کام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دھوکہ باز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 اور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چنے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 w:rsidR="000D4A83">
        <w:rPr>
          <w:rFonts w:hint="cs"/>
          <w:rtl/>
          <w:lang w:bidi="ur-PK"/>
        </w:rPr>
        <w:t xml:space="preserve"> </w:t>
      </w:r>
      <w:r>
        <w:rPr>
          <w:rFonts w:hint="eastAsia"/>
          <w:rtl/>
          <w:lang w:bidi="ur-PK"/>
        </w:rPr>
        <w:t>ملاوٹ</w:t>
      </w:r>
      <w:r>
        <w:rPr>
          <w:rtl/>
          <w:lang w:bidi="ur-PK"/>
        </w:rPr>
        <w:t xml:space="preserve"> کرنا مثلاً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دار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بے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بناکر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چنا</w:t>
      </w:r>
      <w:r>
        <w:rPr>
          <w:rtl/>
          <w:lang w:bidi="ur-PK"/>
        </w:rPr>
        <w:t xml:space="preserve"> وغ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کے دوسرے کام غشّ اور دھوکہ باز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مصاد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ملاوٹ</w:t>
      </w:r>
      <w:r>
        <w:rPr>
          <w:rtl/>
          <w:lang w:bidi="ur-PK"/>
        </w:rPr>
        <w:t xml:space="preserve"> اور دھوکہ باز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اقتصاد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مسائل سے متعلق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بُرے کام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ساتھ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ملتا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بے</w:t>
      </w:r>
      <w:r>
        <w:rPr>
          <w:rtl/>
          <w:lang w:bidi="ur-PK"/>
        </w:rPr>
        <w:t xml:space="preserve"> شک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اور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ملاوٹ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حرام کام اور لوگوں کے ساتھ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سے روا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D4A83">
        <w:rPr>
          <w:rStyle w:val="libArabicChar"/>
          <w:rFonts w:hint="eastAsia"/>
          <w:rtl/>
        </w:rPr>
        <w:t>اَلْمُسْلِمُ</w:t>
      </w:r>
      <w:r w:rsidRPr="000D4A83">
        <w:rPr>
          <w:rStyle w:val="libArabicChar"/>
          <w:rtl/>
        </w:rPr>
        <w:t xml:space="preserve"> اَخُو الْمُسْلِمِ وَلاَ 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حِلُّ</w:t>
      </w:r>
      <w:r w:rsidRPr="000D4A83">
        <w:rPr>
          <w:rStyle w:val="libArabicChar"/>
          <w:rtl/>
        </w:rPr>
        <w:t xml:space="preserve"> لِمُسْلِمٍ اِذا باعَ مِنْ اَخِ</w:t>
      </w:r>
      <w:r w:rsidRPr="000D4A83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</w:t>
      </w:r>
      <w:r w:rsidRPr="000D4A83">
        <w:rPr>
          <w:rStyle w:val="libArabicChar"/>
          <w:rtl/>
        </w:rPr>
        <w:t xml:space="preserve"> بَ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عاً</w:t>
      </w:r>
      <w:r w:rsidRPr="000D4A83">
        <w:rPr>
          <w:rStyle w:val="libArabicChar"/>
          <w:rtl/>
        </w:rPr>
        <w:t xml:space="preserve"> فِ</w:t>
      </w:r>
      <w:r w:rsidRPr="000D4A83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</w:t>
      </w:r>
      <w:r w:rsidRPr="000D4A83">
        <w:rPr>
          <w:rStyle w:val="libArabicChar"/>
          <w:rtl/>
        </w:rPr>
        <w:t xml:space="preserve"> عَ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بٌ</w:t>
      </w:r>
      <w:r w:rsidRPr="000D4A83">
        <w:rPr>
          <w:rStyle w:val="libArabicChar"/>
          <w:rtl/>
        </w:rPr>
        <w:t xml:space="preserve"> اَنْ لاَ 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بَ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نَ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(575)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”مسلمان</w:t>
      </w:r>
      <w:r>
        <w:rPr>
          <w:rtl/>
          <w:lang w:bidi="ur-PK"/>
        </w:rPr>
        <w:t xml:space="preserve"> آپس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دوسرے کے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مسلمان کے لئے جائز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 xml:space="preserve"> کہ اپنے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دار مال کو فروخت کرتے وقت اس کے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کو نہ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کرے اور دوسرے مسلمان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چ</w:t>
      </w:r>
      <w:r>
        <w:rPr>
          <w:rtl/>
          <w:lang w:bidi="ur-PK"/>
        </w:rPr>
        <w:t xml:space="preserve"> دے“۔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</w:t>
      </w:r>
      <w:r w:rsidRPr="000D4A83">
        <w:rPr>
          <w:rStyle w:val="libArabicChar"/>
          <w:rFonts w:hint="eastAsia"/>
          <w:rtl/>
        </w:rPr>
        <w:t>مَنْ</w:t>
      </w:r>
      <w:r w:rsidRPr="000D4A83">
        <w:rPr>
          <w:rStyle w:val="libArabicChar"/>
          <w:rtl/>
        </w:rPr>
        <w:t xml:space="preserve"> غَشَّ الْمُسْلِمِ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نَ</w:t>
      </w:r>
      <w:r w:rsidRPr="000D4A83">
        <w:rPr>
          <w:rStyle w:val="libArabicChar"/>
          <w:rtl/>
        </w:rPr>
        <w:t xml:space="preserve"> حُشِرَ مَعَ الْ</w:t>
      </w:r>
      <w:r w:rsidRPr="000D4A83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ُودِ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وْمَ</w:t>
      </w:r>
      <w:r w:rsidRPr="000D4A83">
        <w:rPr>
          <w:rStyle w:val="libArabicChar"/>
          <w:rtl/>
        </w:rPr>
        <w:t xml:space="preserve"> الْقِ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امَةِ،</w:t>
      </w:r>
      <w:r w:rsidRPr="000D4A83">
        <w:rPr>
          <w:rStyle w:val="libArabicChar"/>
          <w:rtl/>
        </w:rPr>
        <w:t xml:space="preserve"> لِاَ نَّ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ُمْ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اَغَشُّ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النّاسِ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لِلْمُسْلِمی</w:t>
      </w:r>
      <w:r w:rsidRPr="000D4A83">
        <w:rPr>
          <w:rStyle w:val="libArabicChar"/>
          <w:rFonts w:hint="eastAsia"/>
          <w:rtl/>
        </w:rPr>
        <w:t>نَ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(576)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مسلمانوں کے ساتھ ملاوٹ اور دھوکہ سے کام لے تو خداوندعالم اس کو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ھود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محشور کرے گا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مسلمانوں کے ساتھ سب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ھود</w:t>
      </w:r>
      <w:r>
        <w:rPr>
          <w:rFonts w:hint="cs"/>
          <w:rtl/>
          <w:lang w:bidi="ur-PK"/>
        </w:rPr>
        <w:t>ی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کرتے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D4A83">
        <w:rPr>
          <w:rStyle w:val="libArabicChar"/>
          <w:rFonts w:hint="eastAsia"/>
          <w:rtl/>
        </w:rPr>
        <w:t>مَنْ</w:t>
      </w:r>
      <w:r w:rsidRPr="000D4A83">
        <w:rPr>
          <w:rStyle w:val="libArabicChar"/>
          <w:rtl/>
        </w:rPr>
        <w:t xml:space="preserve"> باعَ عَ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باً</w:t>
      </w:r>
      <w:r w:rsidRPr="000D4A83">
        <w:rPr>
          <w:rStyle w:val="libArabicChar"/>
          <w:rtl/>
        </w:rPr>
        <w:t xml:space="preserve"> لَمْ 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بَ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نْ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</w:t>
      </w:r>
      <w:r w:rsidRPr="000D4A83">
        <w:rPr>
          <w:rStyle w:val="libArabicChar"/>
          <w:rtl/>
        </w:rPr>
        <w:t xml:space="preserve"> لَمْ 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زَلْ</w:t>
      </w:r>
      <w:r w:rsidRPr="000D4A83">
        <w:rPr>
          <w:rStyle w:val="libArabicChar"/>
          <w:rtl/>
        </w:rPr>
        <w:t xml:space="preserve"> فِ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tl/>
        </w:rPr>
        <w:t xml:space="preserve"> مَقْتِ اللّٰ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ِ،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وَلَمْ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تَزَلِ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الْمَلَائِكَةُ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تَلْعَنُ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(577)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دار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کو فروخت کرے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اس کے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>
        <w:rPr>
          <w:rtl/>
          <w:lang w:bidi="ur-PK"/>
        </w:rPr>
        <w:t xml:space="preserve"> کو نہ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کرے تو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اس پر غضب پروردگار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 رھتا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فرشتے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لعنت کرتے رھتے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D4A83">
        <w:rPr>
          <w:rStyle w:val="libArabicChar"/>
          <w:rFonts w:hint="eastAsia"/>
          <w:rtl/>
        </w:rPr>
        <w:t>مَنْ</w:t>
      </w:r>
      <w:r w:rsidRPr="000D4A83">
        <w:rPr>
          <w:rStyle w:val="libArabicChar"/>
          <w:rtl/>
        </w:rPr>
        <w:t xml:space="preserve"> غَشَّ النّاسَ فِ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tl/>
        </w:rPr>
        <w:t xml:space="preserve"> دِ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نِ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ِمْ</w:t>
      </w:r>
      <w:r w:rsidRPr="000D4A83">
        <w:rPr>
          <w:rStyle w:val="libArabicChar"/>
          <w:rtl/>
        </w:rPr>
        <w:t xml:space="preserve"> فَ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ُوَ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مُعانِدٌ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لِلّٰ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وَ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رَسُولِ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(578)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اپنے مومن بھائ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ملاوٹ اور دھوکہ باز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کام لے تو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شخص خدا و رسول کا دشمن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حضرت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کا فرمان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D4A83">
        <w:rPr>
          <w:rStyle w:val="libArabicChar"/>
          <w:rFonts w:hint="eastAsia"/>
          <w:rtl/>
        </w:rPr>
        <w:t>اِنَّ</w:t>
      </w:r>
      <w:r w:rsidRPr="000D4A83">
        <w:rPr>
          <w:rStyle w:val="libArabicChar"/>
          <w:rtl/>
        </w:rPr>
        <w:t xml:space="preserve"> اَعْظَمَ الْخِ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انَةِ</w:t>
      </w:r>
      <w:r w:rsidRPr="000D4A83">
        <w:rPr>
          <w:rStyle w:val="libArabicChar"/>
          <w:rtl/>
        </w:rPr>
        <w:t xml:space="preserve"> خِ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انَةُ</w:t>
      </w:r>
      <w:r w:rsidRPr="000D4A83">
        <w:rPr>
          <w:rStyle w:val="libArabicChar"/>
          <w:rtl/>
        </w:rPr>
        <w:t xml:space="preserve"> الْاُمَّةِ، وَافْظَعَ الْغِشَّ غِشُّ الْاَئِمَّةِ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(579)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</w:t>
      </w:r>
      <w:r>
        <w:rPr>
          <w:rtl/>
          <w:lang w:bidi="ur-PK"/>
        </w:rPr>
        <w:t xml:space="preserve"> بے شک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؛ امت (مسلمہ) کے ساتھ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کرنا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سب سے بڑ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دھوکہ باز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 رھبروں کے ساتھ دھوکہ باز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94244C">
      <w:pPr>
        <w:pStyle w:val="Heading2Center"/>
        <w:rPr>
          <w:rtl/>
          <w:lang w:bidi="ur-PK"/>
        </w:rPr>
      </w:pPr>
      <w:bookmarkStart w:id="145" w:name="_Toc520984082"/>
      <w:r>
        <w:rPr>
          <w:rFonts w:hint="eastAsia"/>
          <w:rtl/>
          <w:lang w:bidi="ur-PK"/>
        </w:rPr>
        <w:t>ربا</w:t>
      </w:r>
      <w:r>
        <w:rPr>
          <w:rtl/>
          <w:lang w:bidi="ur-PK"/>
        </w:rPr>
        <w:t xml:space="preserve"> (سود)</w:t>
      </w:r>
      <w:bookmarkEnd w:id="145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لوگوں</w:t>
      </w:r>
      <w:r>
        <w:rPr>
          <w:rtl/>
          <w:lang w:bidi="ur-PK"/>
        </w:rPr>
        <w:t xml:space="preserve"> سے سود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غرض سے قرض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پست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دے کر اچھ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غرض سے معاملہ کرنا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دس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لو</w:t>
      </w:r>
      <w:r>
        <w:rPr>
          <w:rtl/>
          <w:lang w:bidi="ur-PK"/>
        </w:rPr>
        <w:t xml:space="preserve"> گھٹ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ھوں،</w:t>
      </w:r>
      <w:r>
        <w:rPr>
          <w:rtl/>
          <w:lang w:bidi="ur-PK"/>
        </w:rPr>
        <w:t xml:space="preserve"> چاول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خرمادے کر 8 گلو بھتر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ھوں،</w:t>
      </w:r>
      <w:r>
        <w:rPr>
          <w:rtl/>
          <w:lang w:bidi="ur-PK"/>
        </w:rPr>
        <w:t xml:space="preserve"> چاول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خرما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ربا، سود کے مصداق اور گناھان کب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رہ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سے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جس کے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 وندع</w:t>
      </w:r>
      <w:r>
        <w:rPr>
          <w:rFonts w:hint="eastAsia"/>
          <w:rtl/>
          <w:lang w:bidi="ur-PK"/>
        </w:rPr>
        <w:t>الم</w:t>
      </w:r>
      <w:r>
        <w:rPr>
          <w:rtl/>
          <w:lang w:bidi="ur-PK"/>
        </w:rPr>
        <w:t xml:space="preserve"> نے 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عذاب کا وعدہ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0D4A83">
        <w:rPr>
          <w:rStyle w:val="libAieChar"/>
          <w:rFonts w:hint="cs"/>
          <w:rtl/>
        </w:rPr>
        <w:t>ی</w:t>
      </w:r>
      <w:r w:rsidR="00476253" w:rsidRPr="000D4A83">
        <w:rPr>
          <w:rStyle w:val="libAieChar"/>
          <w:rFonts w:hint="eastAsia"/>
          <w:rtl/>
        </w:rPr>
        <w:t>ا</w:t>
      </w:r>
      <w:r w:rsidR="00BA0B7F">
        <w:rPr>
          <w:rStyle w:val="libAieChar"/>
          <w:rFonts w:hint="eastAsia"/>
          <w:rtl/>
        </w:rPr>
        <w:t>ا</w:t>
      </w:r>
      <w:r w:rsidR="00476253" w:rsidRPr="000D4A83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0D4A83">
        <w:rPr>
          <w:rStyle w:val="libAieChar"/>
          <w:rFonts w:hint="cs"/>
          <w:rtl/>
        </w:rPr>
        <w:t>ا</w:t>
      </w:r>
      <w:r w:rsidR="00476253" w:rsidRPr="000D4A83">
        <w:rPr>
          <w:rStyle w:val="libAieChar"/>
          <w:rtl/>
        </w:rPr>
        <w:t xml:space="preserve"> الَّذِ</w:t>
      </w:r>
      <w:r w:rsidR="00476253" w:rsidRPr="000D4A83">
        <w:rPr>
          <w:rStyle w:val="libAieChar"/>
          <w:rFonts w:hint="cs"/>
          <w:rtl/>
        </w:rPr>
        <w:t>ی</w:t>
      </w:r>
      <w:r w:rsidR="00476253" w:rsidRPr="000D4A83">
        <w:rPr>
          <w:rStyle w:val="libAieChar"/>
          <w:rFonts w:hint="eastAsia"/>
          <w:rtl/>
        </w:rPr>
        <w:t>نَ</w:t>
      </w:r>
      <w:r w:rsidR="00476253" w:rsidRPr="000D4A83">
        <w:rPr>
          <w:rStyle w:val="libAieChar"/>
          <w:rtl/>
        </w:rPr>
        <w:t xml:space="preserve"> آمَنُوا اتَّقُوا اللهَ وَذَرُوا مَا بَقِ</w:t>
      </w:r>
      <w:r w:rsidR="00476253" w:rsidRPr="000D4A83">
        <w:rPr>
          <w:rStyle w:val="libAieChar"/>
          <w:rFonts w:hint="cs"/>
          <w:rtl/>
        </w:rPr>
        <w:t>ی</w:t>
      </w:r>
      <w:r w:rsidR="00476253" w:rsidRPr="000D4A83">
        <w:rPr>
          <w:rStyle w:val="libAieChar"/>
          <w:rtl/>
        </w:rPr>
        <w:t xml:space="preserve"> مِنْ الرِّبَا إِنْ كُنتُمْ مُؤْمِنِ</w:t>
      </w:r>
      <w:r w:rsidR="00476253" w:rsidRPr="000D4A83">
        <w:rPr>
          <w:rStyle w:val="libAieChar"/>
          <w:rFonts w:hint="cs"/>
          <w:rtl/>
        </w:rPr>
        <w:t>ی</w:t>
      </w:r>
      <w:r w:rsidR="00476253" w:rsidRPr="000D4A83">
        <w:rPr>
          <w:rStyle w:val="libAieChar"/>
          <w:rFonts w:hint="eastAsia"/>
          <w:rtl/>
        </w:rPr>
        <w:t>نَ</w:t>
      </w:r>
      <w:r w:rsidR="00476253" w:rsidRPr="000D4A83">
        <w:rPr>
          <w:rStyle w:val="libAieChar"/>
          <w:rFonts w:hint="cs"/>
          <w:rtl/>
        </w:rPr>
        <w:t>فَإِنْ</w:t>
      </w:r>
      <w:r w:rsidR="00476253" w:rsidRPr="000D4A83">
        <w:rPr>
          <w:rStyle w:val="libAieChar"/>
          <w:rtl/>
        </w:rPr>
        <w:t xml:space="preserve"> </w:t>
      </w:r>
      <w:r w:rsidR="00476253" w:rsidRPr="000D4A83">
        <w:rPr>
          <w:rStyle w:val="libAieChar"/>
          <w:rFonts w:hint="cs"/>
          <w:rtl/>
        </w:rPr>
        <w:t>لَمْ</w:t>
      </w:r>
      <w:r w:rsidR="00476253" w:rsidRPr="000D4A83">
        <w:rPr>
          <w:rStyle w:val="libAieChar"/>
          <w:rtl/>
        </w:rPr>
        <w:t xml:space="preserve"> </w:t>
      </w:r>
      <w:r w:rsidR="00476253" w:rsidRPr="000D4A83">
        <w:rPr>
          <w:rStyle w:val="libAieChar"/>
          <w:rFonts w:hint="cs"/>
          <w:rtl/>
        </w:rPr>
        <w:t>تَفْعَلُوا</w:t>
      </w:r>
      <w:r w:rsidR="00476253" w:rsidRPr="000D4A83">
        <w:rPr>
          <w:rStyle w:val="libAieChar"/>
          <w:rtl/>
        </w:rPr>
        <w:t xml:space="preserve"> </w:t>
      </w:r>
      <w:r w:rsidR="00476253" w:rsidRPr="000D4A83">
        <w:rPr>
          <w:rStyle w:val="libAieChar"/>
          <w:rFonts w:hint="cs"/>
          <w:rtl/>
        </w:rPr>
        <w:t>فَ</w:t>
      </w:r>
      <w:r w:rsidR="00BA0B7F">
        <w:rPr>
          <w:rStyle w:val="libAieChar"/>
          <w:rFonts w:hint="cs"/>
          <w:rtl/>
        </w:rPr>
        <w:t>ا</w:t>
      </w:r>
      <w:r w:rsidR="00476253" w:rsidRPr="000D4A83">
        <w:rPr>
          <w:rStyle w:val="libAieChar"/>
          <w:rFonts w:hint="eastAsia"/>
          <w:rtl/>
        </w:rPr>
        <w:t>ذَنُوا</w:t>
      </w:r>
      <w:r w:rsidR="00476253" w:rsidRPr="000D4A83">
        <w:rPr>
          <w:rStyle w:val="libAieChar"/>
          <w:rtl/>
        </w:rPr>
        <w:t xml:space="preserve"> بِحَرْبٍ مِنْ اللهِ وَرَسُولِ</w:t>
      </w:r>
      <w:r w:rsidR="00705CD5" w:rsidRPr="00705CD5">
        <w:rPr>
          <w:rStyle w:val="libAieChar"/>
          <w:rFonts w:hint="cs"/>
          <w:rtl/>
        </w:rPr>
        <w:t>ه</w:t>
      </w:r>
      <w:r w:rsidR="00476253" w:rsidRPr="000D4A83">
        <w:rPr>
          <w:rStyle w:val="libAieChar"/>
          <w:rFonts w:hint="cs"/>
          <w:rtl/>
        </w:rPr>
        <w:t>ِ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(580)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”اے</w:t>
      </w:r>
      <w:r w:rsidR="00476253">
        <w:rPr>
          <w:rtl/>
          <w:lang w:bidi="ur-PK"/>
        </w:rPr>
        <w:t xml:space="preserve">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476253">
        <w:rPr>
          <w:rtl/>
          <w:lang w:bidi="ur-PK"/>
        </w:rPr>
        <w:t xml:space="preserve"> والو! اللہ سے ڈرواور جو سود باق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رہ گ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اسے چھوڑ دو اگر تم صاحبان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مان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۔اگر تم نے ا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سا</w:t>
      </w:r>
      <w:r w:rsidR="00476253">
        <w:rPr>
          <w:rtl/>
          <w:lang w:bidi="ur-PK"/>
        </w:rPr>
        <w:t xml:space="preserve"> نہ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تو خداو رسول سے جنگ کرنے کے لئے ت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ار</w:t>
      </w:r>
      <w:r w:rsidR="00EC52B0">
        <w:rPr>
          <w:rtl/>
          <w:lang w:bidi="ur-PK"/>
        </w:rPr>
        <w:t xml:space="preserve"> ہو </w:t>
      </w:r>
      <w:r w:rsidR="00476253">
        <w:rPr>
          <w:rtl/>
          <w:lang w:bidi="ur-PK"/>
        </w:rPr>
        <w:t>جا</w:t>
      </w:r>
      <w:r w:rsidR="00AA04E3">
        <w:rPr>
          <w:rtl/>
          <w:lang w:bidi="ur-PK"/>
        </w:rPr>
        <w:t>و</w:t>
      </w:r>
      <w:r w:rsidR="00476253">
        <w:rPr>
          <w:rtl/>
          <w:lang w:bidi="ur-PK"/>
        </w:rPr>
        <w:t xml:space="preserve">۔۔“۔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</w:t>
      </w:r>
      <w:r w:rsidRPr="000D4A83">
        <w:rPr>
          <w:rStyle w:val="libArabicChar"/>
          <w:rFonts w:hint="eastAsia"/>
          <w:rtl/>
        </w:rPr>
        <w:t>شَرُّالْمَکاسِبِ</w:t>
      </w:r>
      <w:r w:rsidRPr="000D4A83">
        <w:rPr>
          <w:rStyle w:val="libArabicChar"/>
          <w:rtl/>
        </w:rPr>
        <w:t xml:space="preserve"> كَسْبُ الرِّبَا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(581)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”سب</w:t>
      </w:r>
      <w:r>
        <w:rPr>
          <w:rtl/>
          <w:lang w:bidi="ur-PK"/>
        </w:rPr>
        <w:t xml:space="preserve"> سے بُرا کسب معاش، سود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کسب معاش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D4A83">
        <w:rPr>
          <w:rStyle w:val="libArabicChar"/>
          <w:rFonts w:hint="eastAsia"/>
          <w:rtl/>
        </w:rPr>
        <w:t>مَنْ</w:t>
      </w:r>
      <w:r w:rsidRPr="000D4A83">
        <w:rPr>
          <w:rStyle w:val="libArabicChar"/>
          <w:rtl/>
        </w:rPr>
        <w:t xml:space="preserve"> اَكَلَ الرِّبا مَلَ</w:t>
      </w:r>
      <w:r w:rsidR="00BA0B7F">
        <w:rPr>
          <w:rStyle w:val="libArabicChar"/>
          <w:rtl/>
        </w:rPr>
        <w:t>ا</w:t>
      </w:r>
      <w:r w:rsidRPr="000D4A83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عَزَّ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وَجَلَّ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بَطْنَ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مِنْ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نارِ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جَ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َنَّمَ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بِقَدْرِ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مَا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اَكَلَ،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وَاِنِ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اكْتَسَبَ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مِنْ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</w:t>
      </w:r>
      <w:r w:rsidRPr="000D4A83">
        <w:rPr>
          <w:rStyle w:val="libArabicChar"/>
          <w:rtl/>
        </w:rPr>
        <w:t xml:space="preserve"> مَالاً لَا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قْبَلِ</w:t>
      </w:r>
      <w:r w:rsidRPr="000D4A83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مِنْ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شَی</w:t>
      </w:r>
      <w:r w:rsidRPr="000D4A83">
        <w:rPr>
          <w:rStyle w:val="libArabicChar"/>
          <w:rFonts w:hint="eastAsia"/>
          <w:rtl/>
        </w:rPr>
        <w:t>ئاً</w:t>
      </w:r>
      <w:r w:rsidRPr="000D4A83">
        <w:rPr>
          <w:rStyle w:val="libArabicChar"/>
          <w:rtl/>
        </w:rPr>
        <w:t xml:space="preserve"> مِنْ عَمَلِ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ِ،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وَلَمْ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زَلْ</w:t>
      </w:r>
      <w:r w:rsidRPr="000D4A83">
        <w:rPr>
          <w:rStyle w:val="libArabicChar"/>
          <w:rtl/>
        </w:rPr>
        <w:t xml:space="preserve"> فِ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tl/>
        </w:rPr>
        <w:t xml:space="preserve"> لَعْنَةِ اللّٰ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وَالْمَلَائِكَةِ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ماکانَ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عِنْدَ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قِی</w:t>
      </w:r>
      <w:r w:rsidRPr="000D4A83">
        <w:rPr>
          <w:rStyle w:val="libArabicChar"/>
          <w:rFonts w:hint="eastAsia"/>
          <w:rtl/>
        </w:rPr>
        <w:t>راطٌ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(582)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جس قدر سود خور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خداوندعالم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مقدار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کے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</w:t>
      </w:r>
      <w:r>
        <w:rPr>
          <w:rtl/>
          <w:lang w:bidi="ur-PK"/>
        </w:rPr>
        <w:t xml:space="preserve"> کو آتش جہنم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بھر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اگر انسان رباخور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دولت کمائے تو خداوندعالم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اس کا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عمل قبول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کرے گا، اور سود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 کے پاس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تو خداوندعالم اور فرشتہ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اس پرلعنت کرتے رھتے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D4A83">
        <w:rPr>
          <w:rStyle w:val="libArabicChar"/>
          <w:rFonts w:hint="eastAsia"/>
          <w:rtl/>
        </w:rPr>
        <w:t>دِرْ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َمُ</w:t>
      </w:r>
      <w:r w:rsidRPr="000D4A83">
        <w:rPr>
          <w:rStyle w:val="libArabicChar"/>
          <w:rtl/>
        </w:rPr>
        <w:t xml:space="preserve"> رِبَا اَعْظَمُ عِنْدَاللّٰ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مِنْ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سَبْعِی</w:t>
      </w:r>
      <w:r w:rsidRPr="000D4A83">
        <w:rPr>
          <w:rStyle w:val="libArabicChar"/>
          <w:rFonts w:hint="eastAsia"/>
          <w:rtl/>
        </w:rPr>
        <w:t>نَ</w:t>
      </w:r>
      <w:r w:rsidRPr="000D4A83">
        <w:rPr>
          <w:rStyle w:val="libArabicChar"/>
          <w:rtl/>
        </w:rPr>
        <w:t xml:space="preserve"> زِنْ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ةً</w:t>
      </w:r>
      <w:r w:rsidRPr="000D4A83">
        <w:rPr>
          <w:rStyle w:val="libArabicChar"/>
          <w:rtl/>
        </w:rPr>
        <w:t xml:space="preserve"> بِذاتِ مَحْرَمٍ فِ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tl/>
        </w:rPr>
        <w:t xml:space="preserve"> بَ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تِ</w:t>
      </w:r>
      <w:r w:rsidRPr="000D4A83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الْحَرامِ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(583)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”سود</w:t>
      </w:r>
      <w:r>
        <w:rPr>
          <w:rtl/>
          <w:lang w:bidi="ur-PK"/>
        </w:rPr>
        <w:t xml:space="preserve"> کا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سہ</w:t>
      </w:r>
      <w:r>
        <w:rPr>
          <w:rtl/>
          <w:lang w:bidi="ur-PK"/>
        </w:rPr>
        <w:t xml:space="preserve"> خدا کے نزد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اس سے ک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بُرا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خانہ خدا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محرم (ماں بہن)سے 70بار زنا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اھو“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D4A83">
        <w:rPr>
          <w:rStyle w:val="libArabicChar"/>
          <w:rFonts w:hint="eastAsia"/>
          <w:rtl/>
        </w:rPr>
        <w:t>اِنَّ</w:t>
      </w:r>
      <w:r w:rsidRPr="000D4A83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َ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عَزَّوَجَلَّ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لَعَنَ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آكِلَ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الر</w:t>
      </w:r>
      <w:r w:rsidRPr="000D4A83">
        <w:rPr>
          <w:rStyle w:val="libArabicChar"/>
          <w:rtl/>
        </w:rPr>
        <w:t>ِّبا وَمُ</w:t>
      </w:r>
      <w:r w:rsidR="00AA04E3">
        <w:rPr>
          <w:rStyle w:val="libArabicChar"/>
          <w:rtl/>
        </w:rPr>
        <w:t>و</w:t>
      </w:r>
      <w:r w:rsidRPr="000D4A83">
        <w:rPr>
          <w:rStyle w:val="libArabicChar"/>
          <w:rFonts w:hint="eastAsia"/>
          <w:rtl/>
        </w:rPr>
        <w:t>كِلَ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</w:t>
      </w:r>
      <w:r w:rsidRPr="000D4A83">
        <w:rPr>
          <w:rStyle w:val="libArabicChar"/>
          <w:rtl/>
        </w:rPr>
        <w:t xml:space="preserve"> وَکاتِبَ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وَشا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ِدَی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</w:t>
      </w:r>
      <w:r>
        <w:rPr>
          <w:rFonts w:hint="eastAsia"/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(584)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خداوندعالم،</w:t>
      </w:r>
      <w:r>
        <w:rPr>
          <w:rtl/>
          <w:lang w:bidi="ur-PK"/>
        </w:rPr>
        <w:t xml:space="preserve"> سود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والے، سود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والے، سود کے معاملہ کو لکھنے والے اور اس معاملہ پر گواہ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والے پر لعنت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بھت 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گزشتہ امتوں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ھلاکت و تباھ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ان کے مختلف عذاب کے اسباب و علل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کئے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انسان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ان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پر غور و فکر کرے جو گزشتہ امتوں کے عذاب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وجوھات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تو انسان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نفسان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کمال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ھلاکت و تباھ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دور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جائے۔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درج ذ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عناو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کو گزشتہ امتوں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ھلاکت اور ان کے عذاب کے اسباب بتا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اپنے</w:t>
      </w:r>
      <w:r>
        <w:rPr>
          <w:rtl/>
          <w:lang w:bidi="ur-PK"/>
        </w:rPr>
        <w:t xml:space="preserve"> نفس پر ظلم، دوسروں پر ظلم، اسراف، حق کا انکار و کفر، فسق، طغ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ان،</w:t>
      </w:r>
      <w:r>
        <w:rPr>
          <w:rtl/>
          <w:lang w:bidi="ur-PK"/>
        </w:rPr>
        <w:t xml:space="preserve"> غفلت اور جرم</w:t>
      </w:r>
      <w:r w:rsidR="00125F42" w:rsidRPr="00125F42">
        <w:rPr>
          <w:rStyle w:val="libFootnotenumChar"/>
          <w:rtl/>
          <w:lang w:bidi="ur-PK"/>
        </w:rPr>
        <w:t>(585)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ارشاد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D4A83">
        <w:rPr>
          <w:rStyle w:val="libArabicChar"/>
          <w:rFonts w:hint="eastAsia"/>
          <w:rtl/>
        </w:rPr>
        <w:t>اَمَّاالْمُ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ْلِکاتُ</w:t>
      </w:r>
      <w:r w:rsidRPr="000D4A83">
        <w:rPr>
          <w:rStyle w:val="libArabicChar"/>
          <w:rtl/>
        </w:rPr>
        <w:t>:فَشُحٌّ مُطاعٌ، وَ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َوی</w:t>
      </w:r>
      <w:r w:rsidRPr="000D4A83">
        <w:rPr>
          <w:rStyle w:val="libArabicChar"/>
          <w:rtl/>
        </w:rPr>
        <w:t xml:space="preserve"> مُتَّبِعٌ، وَاِعْجابُ الْمَرْءِ بِنَفْسِ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(586)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”ھلاک</w:t>
      </w:r>
      <w:r>
        <w:rPr>
          <w:rtl/>
          <w:lang w:bidi="ur-PK"/>
        </w:rPr>
        <w:t xml:space="preserve"> کرنے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: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بخل کرنا،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ائے نفس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کرنا، اور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خود غرض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”</w:t>
      </w:r>
      <w:r w:rsidRPr="000D4A83">
        <w:rPr>
          <w:rStyle w:val="libArabicChar"/>
          <w:rFonts w:hint="eastAsia"/>
          <w:rtl/>
        </w:rPr>
        <w:t>اِنَّ</w:t>
      </w:r>
      <w:r w:rsidRPr="000D4A83">
        <w:rPr>
          <w:rStyle w:val="libArabicChar"/>
          <w:rtl/>
        </w:rPr>
        <w:t xml:space="preserve"> الدّ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نارَ</w:t>
      </w:r>
      <w:r w:rsidRPr="000D4A83">
        <w:rPr>
          <w:rStyle w:val="libArabicChar"/>
          <w:rtl/>
        </w:rPr>
        <w:t xml:space="preserve"> وَالدِّرْ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َمَ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اَ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ْلَکا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مَنْ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کانَ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قَبْلَكُم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وَ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ُما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مُ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ْلکاكُمْ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(587)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”بے</w:t>
      </w:r>
      <w:r>
        <w:rPr>
          <w:rtl/>
          <w:lang w:bidi="ur-PK"/>
        </w:rPr>
        <w:t xml:space="preserve"> شک درھم 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نار</w:t>
      </w:r>
      <w:r>
        <w:rPr>
          <w:rtl/>
          <w:lang w:bidi="ur-PK"/>
        </w:rPr>
        <w:t xml:space="preserve"> نے گزشتہ قوموں کو ھلاک کرد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ااور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تم لوگوں کو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ھلاک کرنے وال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D4A83">
        <w:rPr>
          <w:rStyle w:val="libArabicChar"/>
          <w:rFonts w:hint="eastAsia"/>
          <w:rtl/>
        </w:rPr>
        <w:t>مَنِ</w:t>
      </w:r>
      <w:r w:rsidRPr="000D4A83">
        <w:rPr>
          <w:rStyle w:val="libArabicChar"/>
          <w:rtl/>
        </w:rPr>
        <w:t xml:space="preserve"> اسْتَبَدَّ بِرَ</w:t>
      </w:r>
      <w:r w:rsidR="00BA0B7F">
        <w:rPr>
          <w:rStyle w:val="libArabicChar"/>
          <w:rtl/>
        </w:rPr>
        <w:t>ا</w:t>
      </w:r>
      <w:r w:rsidRPr="000D4A83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ِ</w:t>
      </w:r>
      <w:r w:rsidRPr="000D4A83">
        <w:rPr>
          <w:rStyle w:val="libArabicChar"/>
          <w:rtl/>
        </w:rPr>
        <w:t xml:space="preserve"> 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َلَكَ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(588)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رائے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استبداد کرے اور قوان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عاقل لوگوں سے مشورہ نہ کرے تو ھلاک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جائے گا“۔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َلَكَ</w:t>
      </w:r>
      <w:r w:rsidRPr="000D4A83">
        <w:rPr>
          <w:rStyle w:val="libArabicChar"/>
          <w:rtl/>
        </w:rPr>
        <w:t xml:space="preserve"> مَنْ لَمْ 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عْرِفْ</w:t>
      </w:r>
      <w:r w:rsidRPr="000D4A83">
        <w:rPr>
          <w:rStyle w:val="libArabicChar"/>
          <w:rtl/>
        </w:rPr>
        <w:t xml:space="preserve"> قَدْرَ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(589)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”جو</w:t>
      </w:r>
      <w:r>
        <w:rPr>
          <w:rtl/>
          <w:lang w:bidi="ur-PK"/>
        </w:rPr>
        <w:t xml:space="preserve"> شخص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قدر و منزلت نہ پہچانے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موقع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حالت سے آشنا نہ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وہ ھلاک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D4A83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ْلِكُ</w:t>
      </w:r>
      <w:r w:rsidRPr="000D4A83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ُ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سِتّاً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بِسِتٍّ</w:t>
      </w:r>
      <w:r w:rsidRPr="000D4A83">
        <w:rPr>
          <w:rStyle w:val="libArabicChar"/>
          <w:rtl/>
        </w:rPr>
        <w:t xml:space="preserve"> :</w:t>
      </w:r>
      <w:r w:rsidRPr="000D4A83">
        <w:rPr>
          <w:rStyle w:val="libArabicChar"/>
          <w:rFonts w:hint="cs"/>
          <w:rtl/>
        </w:rPr>
        <w:t>الْاُمَراءَ</w:t>
      </w:r>
      <w:r w:rsidRPr="000D4A83">
        <w:rPr>
          <w:rStyle w:val="libArabicChar"/>
          <w:rtl/>
        </w:rPr>
        <w:t xml:space="preserve"> بِالْجَوْرِ، وَالْعَرَبَ بِالْعَصَبِ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ةِ،</w:t>
      </w:r>
      <w:r w:rsidRPr="000D4A83">
        <w:rPr>
          <w:rStyle w:val="libArabicChar"/>
          <w:rtl/>
        </w:rPr>
        <w:t xml:space="preserve"> وَالدَّ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اقِی</w:t>
      </w:r>
      <w:r w:rsidRPr="000D4A83">
        <w:rPr>
          <w:rStyle w:val="libArabicChar"/>
          <w:rFonts w:hint="eastAsia"/>
          <w:rtl/>
        </w:rPr>
        <w:t>نَ</w:t>
      </w:r>
      <w:r w:rsidRPr="000D4A83">
        <w:rPr>
          <w:rStyle w:val="libArabicChar"/>
          <w:rtl/>
        </w:rPr>
        <w:t xml:space="preserve"> بِالْكِبْرِ، وَالتُّجارَ بِالْخِ</w:t>
      </w:r>
      <w:r w:rsidRPr="000D4A83">
        <w:rPr>
          <w:rStyle w:val="libArabicChar"/>
          <w:rFonts w:hint="cs"/>
          <w:rtl/>
        </w:rPr>
        <w:t>ی</w:t>
      </w:r>
      <w:r w:rsidRPr="000D4A83">
        <w:rPr>
          <w:rStyle w:val="libArabicChar"/>
          <w:rFonts w:hint="eastAsia"/>
          <w:rtl/>
        </w:rPr>
        <w:t>انَةِ،</w:t>
      </w:r>
      <w:r w:rsidRPr="000D4A83">
        <w:rPr>
          <w:rStyle w:val="libArabicChar"/>
          <w:rtl/>
        </w:rPr>
        <w:t xml:space="preserve"> وَاَ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ْلَ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الرُّسْتاقِ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بِالْجَ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ْلِ،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وَالْفُقَ</w:t>
      </w:r>
      <w:r w:rsidR="00705CD5" w:rsidRPr="00163EB1">
        <w:rPr>
          <w:rStyle w:val="libArabicChar"/>
          <w:rFonts w:hint="cs"/>
          <w:rtl/>
        </w:rPr>
        <w:t>ه</w:t>
      </w:r>
      <w:r w:rsidRPr="000D4A83">
        <w:rPr>
          <w:rStyle w:val="libArabicChar"/>
          <w:rFonts w:hint="cs"/>
          <w:rtl/>
        </w:rPr>
        <w:t>اءَ</w:t>
      </w:r>
      <w:r w:rsidRPr="000D4A83">
        <w:rPr>
          <w:rStyle w:val="libArabicChar"/>
          <w:rtl/>
        </w:rPr>
        <w:t xml:space="preserve"> </w:t>
      </w:r>
      <w:r w:rsidRPr="000D4A83">
        <w:rPr>
          <w:rStyle w:val="libArabicChar"/>
          <w:rFonts w:hint="cs"/>
          <w:rtl/>
        </w:rPr>
        <w:t>بِالْحَسَدِ</w:t>
      </w:r>
      <w:r>
        <w:rPr>
          <w:rtl/>
          <w:lang w:bidi="ur-PK"/>
        </w:rPr>
        <w:t>“</w:t>
      </w:r>
      <w:r w:rsidR="00125F42" w:rsidRPr="00125F42">
        <w:rPr>
          <w:rStyle w:val="libFootnotenumChar"/>
          <w:rtl/>
          <w:lang w:bidi="ur-PK"/>
        </w:rPr>
        <w:t>(590)</w:t>
      </w:r>
      <w:r w:rsidR="00125F42">
        <w:rPr>
          <w:rtl/>
          <w:lang w:bidi="ur-PK"/>
        </w:rPr>
        <w:t xml:space="preserve"> </w:t>
      </w:r>
      <w:r w:rsidR="00125F42">
        <w:rPr>
          <w:rtl/>
          <w:lang w:bidi="ur-PK"/>
        </w:rPr>
        <w:cr/>
      </w:r>
      <w:r>
        <w:rPr>
          <w:rFonts w:hint="eastAsia"/>
          <w:rtl/>
          <w:lang w:bidi="ur-PK"/>
        </w:rPr>
        <w:t>”خداوندعالم</w:t>
      </w:r>
      <w:r>
        <w:rPr>
          <w:rtl/>
          <w:lang w:bidi="ur-PK"/>
        </w:rPr>
        <w:t xml:space="preserve"> نے چھ گرھوں کو چھ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ھلاک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حکام کو ظلم و ستم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سے، عرب کو تعصب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سے، ر</w:t>
      </w:r>
      <w:r w:rsidR="00AA04E3">
        <w:rPr>
          <w:rtl/>
          <w:lang w:bidi="ur-PK"/>
        </w:rPr>
        <w:t>و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کو تکبر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سے، تاجروں کو خ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انت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سے،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کو جھالت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اور (علماء و)فقھاء کو حسد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سے“ </w:t>
      </w:r>
    </w:p>
    <w:p w:rsidR="00476253" w:rsidRDefault="00476253" w:rsidP="00476253">
      <w:pPr>
        <w:pStyle w:val="libNormal"/>
        <w:rPr>
          <w:rtl/>
          <w:lang w:bidi="ur-PK"/>
        </w:rPr>
      </w:pPr>
    </w:p>
    <w:p w:rsidR="00476253" w:rsidRDefault="00476253" w:rsidP="0094244C">
      <w:pPr>
        <w:pStyle w:val="Heading2Center"/>
        <w:rPr>
          <w:rtl/>
          <w:lang w:bidi="ur-PK"/>
        </w:rPr>
      </w:pPr>
      <w:bookmarkStart w:id="146" w:name="_Toc520984083"/>
      <w:r>
        <w:rPr>
          <w:rFonts w:hint="eastAsia"/>
          <w:rtl/>
          <w:lang w:bidi="ur-PK"/>
        </w:rPr>
        <w:t>تکبر</w:t>
      </w:r>
      <w:bookmarkEnd w:id="146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تکبر،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صفت، خدا کے مدمقابل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نے</w:t>
      </w:r>
      <w:r>
        <w:rPr>
          <w:rtl/>
          <w:lang w:bidi="ur-PK"/>
        </w:rPr>
        <w:t xml:space="preserve">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اور لوگوں کو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خوار سمجھنے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شئے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تکبر</w:t>
      </w:r>
      <w:r>
        <w:rPr>
          <w:rtl/>
          <w:lang w:bidi="ur-PK"/>
        </w:rPr>
        <w:t xml:space="preserve"> چاھے خدا، قرآن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اور ائمہ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</w:t>
      </w:r>
      <w:r w:rsidR="00EC52B0">
        <w:rPr>
          <w:rtl/>
          <w:lang w:bidi="ur-PK"/>
        </w:rPr>
        <w:t xml:space="preserve">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دوسرے لوگوں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(جو شا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اس سے بھتر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ں) تو تکبر کرنے والا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گروہ اور 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کا ساتھ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ملعون اور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سے محروم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کہ قرآن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کے فرمان کے مطابق 591 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اپنے تکبر اور غرور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سے نکال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لعنت کاطوق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کے لئے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گردن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ڈال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ا،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تکبر کرنے والا شخص اپنے تکبر و غرور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انسان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اور مقام آدم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کو کھوب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ٹھتا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تکبر کرنے والوں اور تکبر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عادت رکھنے والوں کو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کے د ردناک عذاب کا مستحق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lastRenderedPageBreak/>
        <w:t>(</w:t>
      </w:r>
      <w:r w:rsidR="00476253" w:rsidRPr="000D4A83">
        <w:rPr>
          <w:rStyle w:val="libAieChar"/>
          <w:rFonts w:hint="cs"/>
          <w:rtl/>
        </w:rPr>
        <w:t>وَ</w:t>
      </w:r>
      <w:r w:rsidR="00BA0B7F">
        <w:rPr>
          <w:rStyle w:val="libAieChar"/>
          <w:rFonts w:hint="cs"/>
          <w:rtl/>
        </w:rPr>
        <w:t>ا</w:t>
      </w:r>
      <w:r w:rsidR="00476253" w:rsidRPr="000D4A83">
        <w:rPr>
          <w:rStyle w:val="libAieChar"/>
          <w:rFonts w:hint="eastAsia"/>
          <w:rtl/>
        </w:rPr>
        <w:t>مَّا</w:t>
      </w:r>
      <w:r w:rsidR="00476253" w:rsidRPr="000D4A83">
        <w:rPr>
          <w:rStyle w:val="libAieChar"/>
          <w:rtl/>
        </w:rPr>
        <w:t xml:space="preserve"> الَّذِ</w:t>
      </w:r>
      <w:r w:rsidR="00476253" w:rsidRPr="000D4A83">
        <w:rPr>
          <w:rStyle w:val="libAieChar"/>
          <w:rFonts w:hint="cs"/>
          <w:rtl/>
        </w:rPr>
        <w:t>ی</w:t>
      </w:r>
      <w:r w:rsidR="00476253" w:rsidRPr="000D4A83">
        <w:rPr>
          <w:rStyle w:val="libAieChar"/>
          <w:rFonts w:hint="eastAsia"/>
          <w:rtl/>
        </w:rPr>
        <w:t>نَ</w:t>
      </w:r>
      <w:r w:rsidR="00476253" w:rsidRPr="000D4A83">
        <w:rPr>
          <w:rStyle w:val="libAieChar"/>
          <w:rtl/>
        </w:rPr>
        <w:t xml:space="preserve"> اسْتَنكَفُوا وَاسْتَكْبَرُوا فَ</w:t>
      </w:r>
      <w:r w:rsidR="00476253" w:rsidRPr="000D4A83">
        <w:rPr>
          <w:rStyle w:val="libAieChar"/>
          <w:rFonts w:hint="cs"/>
          <w:rtl/>
        </w:rPr>
        <w:t>ی</w:t>
      </w:r>
      <w:r w:rsidR="00476253" w:rsidRPr="000D4A83">
        <w:rPr>
          <w:rStyle w:val="libAieChar"/>
          <w:rFonts w:hint="eastAsia"/>
          <w:rtl/>
        </w:rPr>
        <w:t>عَذِّبُ</w:t>
      </w:r>
      <w:r w:rsidR="00705CD5" w:rsidRPr="00705CD5">
        <w:rPr>
          <w:rStyle w:val="libAieChar"/>
          <w:rFonts w:hint="cs"/>
          <w:rtl/>
        </w:rPr>
        <w:t>ه</w:t>
      </w:r>
      <w:r w:rsidR="00476253" w:rsidRPr="000D4A83">
        <w:rPr>
          <w:rStyle w:val="libAieChar"/>
          <w:rFonts w:hint="cs"/>
          <w:rtl/>
        </w:rPr>
        <w:t>م</w:t>
      </w:r>
      <w:r w:rsidR="00476253" w:rsidRPr="000D4A83">
        <w:rPr>
          <w:rStyle w:val="libAieChar"/>
          <w:rtl/>
        </w:rPr>
        <w:t xml:space="preserve"> عَذَابًا </w:t>
      </w:r>
      <w:r w:rsidR="00BA0B7F">
        <w:rPr>
          <w:rStyle w:val="libAieChar"/>
          <w:rtl/>
        </w:rPr>
        <w:t>ا</w:t>
      </w:r>
      <w:r w:rsidR="00476253" w:rsidRPr="000D4A83">
        <w:rPr>
          <w:rStyle w:val="libAieChar"/>
          <w:rFonts w:hint="eastAsia"/>
          <w:rtl/>
        </w:rPr>
        <w:t>لِ</w:t>
      </w:r>
      <w:r w:rsidR="00476253" w:rsidRPr="000D4A83">
        <w:rPr>
          <w:rStyle w:val="libAieChar"/>
          <w:rFonts w:hint="cs"/>
          <w:rtl/>
        </w:rPr>
        <w:t>ی</w:t>
      </w:r>
      <w:r w:rsidR="00476253" w:rsidRPr="000D4A83">
        <w:rPr>
          <w:rStyle w:val="libAieChar"/>
          <w:rFonts w:hint="eastAsia"/>
          <w:rtl/>
        </w:rPr>
        <w:t>مًا</w:t>
      </w:r>
      <w:r w:rsidR="00476253" w:rsidRPr="000D4A83">
        <w:rPr>
          <w:rStyle w:val="libAieChar"/>
          <w:rtl/>
        </w:rPr>
        <w:t xml:space="preserve"> وَلاَ</w:t>
      </w:r>
      <w:r w:rsidR="00476253" w:rsidRPr="000D4A83">
        <w:rPr>
          <w:rStyle w:val="libAieChar"/>
          <w:rFonts w:hint="cs"/>
          <w:rtl/>
        </w:rPr>
        <w:t>ی</w:t>
      </w:r>
      <w:r w:rsidR="00476253" w:rsidRPr="000D4A83">
        <w:rPr>
          <w:rStyle w:val="libAieChar"/>
          <w:rFonts w:hint="eastAsia"/>
          <w:rtl/>
        </w:rPr>
        <w:t>جِدُونَ</w:t>
      </w:r>
      <w:r w:rsidR="00476253" w:rsidRPr="000D4A83">
        <w:rPr>
          <w:rStyle w:val="libAieChar"/>
          <w:rtl/>
        </w:rPr>
        <w:t xml:space="preserve"> لَ</w:t>
      </w:r>
      <w:r w:rsidR="00705CD5" w:rsidRPr="00705CD5">
        <w:rPr>
          <w:rStyle w:val="libAieChar"/>
          <w:rFonts w:hint="cs"/>
          <w:rtl/>
        </w:rPr>
        <w:t>ه</w:t>
      </w:r>
      <w:r w:rsidR="00476253" w:rsidRPr="000D4A83">
        <w:rPr>
          <w:rStyle w:val="libAieChar"/>
          <w:rFonts w:hint="cs"/>
          <w:rtl/>
        </w:rPr>
        <w:t>م</w:t>
      </w:r>
      <w:r w:rsidR="00476253" w:rsidRPr="000D4A83">
        <w:rPr>
          <w:rStyle w:val="libAieChar"/>
          <w:rtl/>
        </w:rPr>
        <w:t xml:space="preserve"> </w:t>
      </w:r>
      <w:r w:rsidR="00476253" w:rsidRPr="000D4A83">
        <w:rPr>
          <w:rStyle w:val="libAieChar"/>
          <w:rFonts w:hint="cs"/>
          <w:rtl/>
        </w:rPr>
        <w:t>مِنْ</w:t>
      </w:r>
      <w:r w:rsidR="00476253" w:rsidRPr="000D4A83">
        <w:rPr>
          <w:rStyle w:val="libAieChar"/>
          <w:rtl/>
        </w:rPr>
        <w:t xml:space="preserve"> </w:t>
      </w:r>
      <w:r w:rsidR="00476253" w:rsidRPr="000D4A83">
        <w:rPr>
          <w:rStyle w:val="libAieChar"/>
          <w:rFonts w:hint="cs"/>
          <w:rtl/>
        </w:rPr>
        <w:t>دُونِ</w:t>
      </w:r>
      <w:r w:rsidR="00476253" w:rsidRPr="000D4A83">
        <w:rPr>
          <w:rStyle w:val="libAieChar"/>
          <w:rtl/>
        </w:rPr>
        <w:t xml:space="preserve"> </w:t>
      </w:r>
      <w:r w:rsidR="00476253" w:rsidRPr="000D4A83">
        <w:rPr>
          <w:rStyle w:val="libAieChar"/>
          <w:rFonts w:hint="cs"/>
          <w:rtl/>
        </w:rPr>
        <w:t>اللهِ</w:t>
      </w:r>
      <w:r w:rsidR="00476253" w:rsidRPr="000D4A83">
        <w:rPr>
          <w:rStyle w:val="libAieChar"/>
          <w:rtl/>
        </w:rPr>
        <w:t xml:space="preserve"> </w:t>
      </w:r>
      <w:r w:rsidR="00476253" w:rsidRPr="000D4A83">
        <w:rPr>
          <w:rStyle w:val="libAieChar"/>
          <w:rFonts w:hint="cs"/>
          <w:rtl/>
        </w:rPr>
        <w:t>وَلِی</w:t>
      </w:r>
      <w:r w:rsidR="00476253" w:rsidRPr="000D4A83">
        <w:rPr>
          <w:rStyle w:val="libAieChar"/>
          <w:rFonts w:hint="eastAsia"/>
          <w:rtl/>
        </w:rPr>
        <w:t>ا</w:t>
      </w:r>
      <w:r w:rsidR="00476253" w:rsidRPr="000D4A83">
        <w:rPr>
          <w:rStyle w:val="libAieChar"/>
          <w:rtl/>
        </w:rPr>
        <w:t xml:space="preserve"> وَلاَنَصِ</w:t>
      </w:r>
      <w:r w:rsidR="00476253" w:rsidRPr="000D4A83">
        <w:rPr>
          <w:rStyle w:val="libAieChar"/>
          <w:rFonts w:hint="cs"/>
          <w:rtl/>
        </w:rPr>
        <w:t>ی</w:t>
      </w:r>
      <w:r w:rsidR="00476253" w:rsidRPr="000D4A83">
        <w:rPr>
          <w:rStyle w:val="libAieChar"/>
          <w:rFonts w:hint="eastAsia"/>
          <w:rtl/>
        </w:rPr>
        <w:t>رًا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(592)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اور جن لوگوں نے انکار ک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476253">
        <w:rPr>
          <w:rtl/>
          <w:lang w:bidi="ur-PK"/>
        </w:rPr>
        <w:t xml:space="preserve"> اور تکبر سے کام ل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 ان پر دردناک عذاب کرے گا اور ان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خدا کے علاوہ نہ کوئ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سرپرست ملے گا اور نہ مدد گار“۔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قرآن</w:t>
      </w:r>
      <w:r>
        <w:rPr>
          <w:rtl/>
          <w:lang w:bidi="ur-PK"/>
        </w:rPr>
        <w:t xml:space="preserve"> مج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نے تکبر کرنے والوں کو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محبت سے خارج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>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لعنت کا مستحق قرار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024CEF" w:rsidP="00125F42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D85C91">
        <w:rPr>
          <w:rStyle w:val="libAieChar"/>
          <w:rFonts w:hint="cs"/>
          <w:rtl/>
        </w:rPr>
        <w:t>إِنَّ</w:t>
      </w:r>
      <w:r w:rsidR="00705CD5" w:rsidRPr="00705CD5">
        <w:rPr>
          <w:rStyle w:val="libAieChar"/>
          <w:rFonts w:hint="cs"/>
          <w:rtl/>
        </w:rPr>
        <w:t>ه</w:t>
      </w:r>
      <w:r w:rsidR="00476253" w:rsidRPr="00D85C91">
        <w:rPr>
          <w:rStyle w:val="libAieChar"/>
          <w:rFonts w:hint="cs"/>
          <w:rtl/>
        </w:rPr>
        <w:t>ُ</w:t>
      </w:r>
      <w:r w:rsidR="00476253" w:rsidRPr="00D85C91">
        <w:rPr>
          <w:rStyle w:val="libAieChar"/>
          <w:rtl/>
        </w:rPr>
        <w:t xml:space="preserve"> </w:t>
      </w:r>
      <w:r w:rsidR="00476253" w:rsidRPr="00D85C91">
        <w:rPr>
          <w:rStyle w:val="libAieChar"/>
          <w:rFonts w:hint="cs"/>
          <w:rtl/>
        </w:rPr>
        <w:t>لاَی</w:t>
      </w:r>
      <w:r w:rsidR="00476253" w:rsidRPr="00D85C91">
        <w:rPr>
          <w:rStyle w:val="libAieChar"/>
          <w:rFonts w:hint="eastAsia"/>
          <w:rtl/>
        </w:rPr>
        <w:t>حِبُّ</w:t>
      </w:r>
      <w:r w:rsidR="00476253" w:rsidRPr="00D85C91">
        <w:rPr>
          <w:rStyle w:val="libAieChar"/>
          <w:rtl/>
        </w:rPr>
        <w:t xml:space="preserve"> الْمُسْتَكْبِرِ</w:t>
      </w:r>
      <w:r w:rsidR="00476253" w:rsidRPr="00D85C91">
        <w:rPr>
          <w:rStyle w:val="libAieChar"/>
          <w:rFonts w:hint="cs"/>
          <w:rtl/>
        </w:rPr>
        <w:t>ی</w:t>
      </w:r>
      <w:r w:rsidR="00476253" w:rsidRPr="00D85C91">
        <w:rPr>
          <w:rStyle w:val="libAieChar"/>
          <w:rFonts w:hint="eastAsia"/>
          <w:rtl/>
        </w:rPr>
        <w:t>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="0005211C" w:rsidRPr="00125F42">
        <w:rPr>
          <w:rStyle w:val="libFootnotenumChar"/>
          <w:rtl/>
          <w:lang w:bidi="ur-PK"/>
        </w:rPr>
        <w:t>(593)</w:t>
      </w:r>
      <w:r w:rsidR="0005211C">
        <w:rPr>
          <w:rtl/>
          <w:lang w:bidi="ur-PK"/>
        </w:rPr>
        <w:t xml:space="preserve"> </w:t>
      </w:r>
      <w:r w:rsidR="0005211C"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</w:t>
      </w:r>
      <w:r w:rsidR="00476253">
        <w:rPr>
          <w:rtl/>
          <w:lang w:bidi="ur-PK"/>
        </w:rPr>
        <w:t>وہ مستکبر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ن</w:t>
      </w:r>
      <w:r w:rsidR="00476253">
        <w:rPr>
          <w:rtl/>
          <w:lang w:bidi="ur-PK"/>
        </w:rPr>
        <w:t xml:space="preserve"> کو ھرگز پسند ن</w:t>
      </w:r>
      <w:r w:rsidR="00AA04E3">
        <w:rPr>
          <w:rtl/>
          <w:lang w:bidi="ur-PK"/>
        </w:rPr>
        <w:t xml:space="preserve"> ہیں </w:t>
      </w:r>
      <w:r w:rsidR="00476253">
        <w:rPr>
          <w:rtl/>
          <w:lang w:bidi="ur-PK"/>
        </w:rPr>
        <w:t xml:space="preserve"> کرتا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روز</w:t>
      </w:r>
      <w:r>
        <w:rPr>
          <w:rtl/>
          <w:lang w:bidi="ur-PK"/>
        </w:rPr>
        <w:t xml:space="preserve">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تکبر کرنے والوں کو سخت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حکم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 کہ جہنم کے دروازوں سے داخل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جاؤ۔ </w:t>
      </w:r>
    </w:p>
    <w:p w:rsidR="00476253" w:rsidRDefault="0005211C" w:rsidP="00476253">
      <w:pPr>
        <w:pStyle w:val="libNormal"/>
        <w:rPr>
          <w:rtl/>
          <w:lang w:bidi="ur-PK"/>
        </w:rPr>
      </w:pPr>
      <w:r>
        <w:rPr>
          <w:rStyle w:val="libAlaemChar"/>
          <w:rtl/>
        </w:rPr>
        <w:t>(</w:t>
      </w:r>
      <w:r w:rsidR="00476253" w:rsidRPr="00DA4573">
        <w:rPr>
          <w:rStyle w:val="libAieChar"/>
          <w:rtl/>
        </w:rPr>
        <w:t xml:space="preserve">ادْخُلُوا </w:t>
      </w:r>
      <w:r w:rsidR="00BA0B7F">
        <w:rPr>
          <w:rStyle w:val="libAieChar"/>
          <w:rtl/>
        </w:rPr>
        <w:t>ا</w:t>
      </w:r>
      <w:r w:rsidR="00476253" w:rsidRPr="00DA4573">
        <w:rPr>
          <w:rStyle w:val="libAieChar"/>
          <w:rFonts w:hint="eastAsia"/>
          <w:rtl/>
        </w:rPr>
        <w:t>بْوَابَ</w:t>
      </w:r>
      <w:r w:rsidR="00476253" w:rsidRPr="00DA4573">
        <w:rPr>
          <w:rStyle w:val="libAieChar"/>
          <w:rtl/>
        </w:rPr>
        <w:t xml:space="preserve"> جَ</w:t>
      </w:r>
      <w:r w:rsidR="00705CD5" w:rsidRPr="00705CD5">
        <w:rPr>
          <w:rStyle w:val="libAieChar"/>
          <w:rFonts w:hint="cs"/>
          <w:rtl/>
        </w:rPr>
        <w:t>ه</w:t>
      </w:r>
      <w:r w:rsidR="00476253" w:rsidRPr="00DA4573">
        <w:rPr>
          <w:rStyle w:val="libAieChar"/>
          <w:rFonts w:hint="cs"/>
          <w:rtl/>
        </w:rPr>
        <w:t>َنَّمَ</w:t>
      </w:r>
      <w:r w:rsidR="00476253" w:rsidRPr="00DA4573">
        <w:rPr>
          <w:rStyle w:val="libAieChar"/>
          <w:rtl/>
        </w:rPr>
        <w:t xml:space="preserve"> </w:t>
      </w:r>
      <w:r w:rsidR="00476253" w:rsidRPr="00DA4573">
        <w:rPr>
          <w:rStyle w:val="libAieChar"/>
          <w:rFonts w:hint="cs"/>
          <w:rtl/>
        </w:rPr>
        <w:t>خَالِدِی</w:t>
      </w:r>
      <w:r w:rsidR="00476253" w:rsidRPr="00DA4573">
        <w:rPr>
          <w:rStyle w:val="libAieChar"/>
          <w:rFonts w:hint="eastAsia"/>
          <w:rtl/>
        </w:rPr>
        <w:t>نَ</w:t>
      </w:r>
      <w:r w:rsidR="00476253" w:rsidRPr="00DA4573">
        <w:rPr>
          <w:rStyle w:val="libAieChar"/>
          <w:rtl/>
        </w:rPr>
        <w:t xml:space="preserve"> فِ</w:t>
      </w:r>
      <w:r w:rsidR="00476253" w:rsidRPr="00DA4573">
        <w:rPr>
          <w:rStyle w:val="libAieChar"/>
          <w:rFonts w:hint="cs"/>
          <w:rtl/>
        </w:rPr>
        <w:t>ی</w:t>
      </w:r>
      <w:r w:rsidR="00705CD5" w:rsidRPr="00705CD5">
        <w:rPr>
          <w:rStyle w:val="libAieChar"/>
          <w:rFonts w:hint="cs"/>
          <w:rtl/>
        </w:rPr>
        <w:t>ه</w:t>
      </w:r>
      <w:r w:rsidR="00476253" w:rsidRPr="00DA4573">
        <w:rPr>
          <w:rStyle w:val="libAieChar"/>
          <w:rFonts w:hint="cs"/>
          <w:rtl/>
        </w:rPr>
        <w:t>ا</w:t>
      </w:r>
      <w:r w:rsidR="00476253" w:rsidRPr="00DA4573">
        <w:rPr>
          <w:rStyle w:val="libAieChar"/>
          <w:rtl/>
        </w:rPr>
        <w:t xml:space="preserve"> فَبِئْسَ مَثْوَ</w:t>
      </w:r>
      <w:r w:rsidR="00476253" w:rsidRPr="00DA4573">
        <w:rPr>
          <w:rStyle w:val="libAieChar"/>
          <w:rFonts w:hint="cs"/>
          <w:rtl/>
        </w:rPr>
        <w:t>ی</w:t>
      </w:r>
      <w:r w:rsidR="00476253" w:rsidRPr="00DA4573">
        <w:rPr>
          <w:rStyle w:val="libAieChar"/>
          <w:rtl/>
        </w:rPr>
        <w:t xml:space="preserve"> الْمُتَكَبِّرِ</w:t>
      </w:r>
      <w:r w:rsidR="00476253" w:rsidRPr="00DA4573">
        <w:rPr>
          <w:rStyle w:val="libAieChar"/>
          <w:rFonts w:hint="cs"/>
          <w:rtl/>
        </w:rPr>
        <w:t>ی</w:t>
      </w:r>
      <w:r w:rsidR="00476253" w:rsidRPr="00DA4573">
        <w:rPr>
          <w:rStyle w:val="libAieChar"/>
          <w:rFonts w:hint="eastAsia"/>
          <w:rtl/>
        </w:rPr>
        <w:t>نَ</w:t>
      </w:r>
      <w:r w:rsidR="006F6A7F" w:rsidRPr="006F6A7F">
        <w:rPr>
          <w:rStyle w:val="libAlaemChar"/>
          <w:rtl/>
        </w:rPr>
        <w:t>)</w:t>
      </w:r>
      <w:r w:rsidR="00476253">
        <w:rPr>
          <w:rtl/>
          <w:lang w:bidi="ur-PK"/>
        </w:rPr>
        <w:t>۔</w:t>
      </w:r>
      <w:r w:rsidRPr="00125F42">
        <w:rPr>
          <w:rStyle w:val="libFootnotenumChar"/>
          <w:rtl/>
          <w:lang w:bidi="ur-PK"/>
        </w:rPr>
        <w:t>(594)</w:t>
      </w:r>
      <w:r>
        <w:rPr>
          <w:rtl/>
          <w:lang w:bidi="ur-PK"/>
        </w:rPr>
        <w:t xml:space="preserve"> </w:t>
      </w:r>
      <w:r>
        <w:rPr>
          <w:rtl/>
          <w:lang w:bidi="ur-PK"/>
        </w:rPr>
        <w:cr/>
      </w:r>
      <w:r w:rsidR="00476253">
        <w:rPr>
          <w:rFonts w:hint="eastAsia"/>
          <w:rtl/>
          <w:lang w:bidi="ur-PK"/>
        </w:rPr>
        <w:t>”اب</w:t>
      </w:r>
      <w:r w:rsidR="00476253">
        <w:rPr>
          <w:rtl/>
          <w:lang w:bidi="ur-PK"/>
        </w:rPr>
        <w:t xml:space="preserve"> جہنم کے دروازوں سے داخل</w:t>
      </w:r>
      <w:r w:rsidR="003264F6">
        <w:rPr>
          <w:rtl/>
          <w:lang w:bidi="ur-PK"/>
        </w:rPr>
        <w:t xml:space="preserve"> ہو</w:t>
      </w:r>
      <w:r w:rsidR="00476253">
        <w:rPr>
          <w:rtl/>
          <w:lang w:bidi="ur-PK"/>
        </w:rPr>
        <w:t>جا</w:t>
      </w:r>
      <w:r w:rsidR="00AA04E3">
        <w:rPr>
          <w:rtl/>
          <w:lang w:bidi="ur-PK"/>
        </w:rPr>
        <w:t>و</w:t>
      </w:r>
      <w:r w:rsidR="00476253">
        <w:rPr>
          <w:rtl/>
          <w:lang w:bidi="ur-PK"/>
        </w:rPr>
        <w:t xml:space="preserve"> اور اس</w:t>
      </w:r>
      <w:r w:rsidR="00476253">
        <w:rPr>
          <w:rFonts w:hint="cs"/>
          <w:rtl/>
          <w:lang w:bidi="ur-PK"/>
        </w:rPr>
        <w:t>ی</w:t>
      </w:r>
      <w:r w:rsidR="00476253">
        <w:rPr>
          <w:rtl/>
          <w:lang w:bidi="ur-PK"/>
        </w:rPr>
        <w:t xml:space="preserve"> 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ں</w:t>
      </w:r>
      <w:r w:rsidR="00476253">
        <w:rPr>
          <w:rtl/>
          <w:lang w:bidi="ur-PK"/>
        </w:rPr>
        <w:t xml:space="preserve"> ھم</w:t>
      </w:r>
      <w:r w:rsidR="00476253">
        <w:rPr>
          <w:rFonts w:hint="cs"/>
          <w:rtl/>
          <w:lang w:bidi="ur-PK"/>
        </w:rPr>
        <w:t>ی</w:t>
      </w:r>
      <w:r w:rsidR="00476253">
        <w:rPr>
          <w:rFonts w:hint="eastAsia"/>
          <w:rtl/>
          <w:lang w:bidi="ur-PK"/>
        </w:rPr>
        <w:t>شہ</w:t>
      </w:r>
      <w:r w:rsidR="00476253">
        <w:rPr>
          <w:rtl/>
          <w:lang w:bidi="ur-PK"/>
        </w:rPr>
        <w:t xml:space="preserve"> رھو کہ اکڑنے والوں کا ٹھکانہ بھت بُرا</w:t>
      </w:r>
      <w:r w:rsidR="00AA04E3">
        <w:rPr>
          <w:rtl/>
          <w:lang w:bidi="ur-PK"/>
        </w:rPr>
        <w:t xml:space="preserve"> ہے</w:t>
      </w:r>
      <w:r w:rsidR="00476253"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رسول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ارشاد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011FF">
        <w:rPr>
          <w:rStyle w:val="libArabicChar"/>
          <w:rFonts w:hint="eastAsia"/>
          <w:rtl/>
        </w:rPr>
        <w:t>اِجْتَنِبُوا</w:t>
      </w:r>
      <w:r w:rsidRPr="000011FF">
        <w:rPr>
          <w:rStyle w:val="libArabicChar"/>
          <w:rtl/>
        </w:rPr>
        <w:t xml:space="preserve"> الْكِبْرَ، فَاِنَّ الْعَبْدَ لَا </w:t>
      </w:r>
      <w:r w:rsidRPr="000011FF">
        <w:rPr>
          <w:rStyle w:val="libArabicChar"/>
          <w:rFonts w:hint="cs"/>
          <w:rtl/>
        </w:rPr>
        <w:t>ی</w:t>
      </w:r>
      <w:r w:rsidRPr="000011FF">
        <w:rPr>
          <w:rStyle w:val="libArabicChar"/>
          <w:rFonts w:hint="eastAsia"/>
          <w:rtl/>
        </w:rPr>
        <w:t>زالُ</w:t>
      </w:r>
      <w:r w:rsidRPr="000011FF">
        <w:rPr>
          <w:rStyle w:val="libArabicChar"/>
          <w:rtl/>
        </w:rPr>
        <w:t xml:space="preserve"> </w:t>
      </w:r>
      <w:r w:rsidRPr="000011FF">
        <w:rPr>
          <w:rStyle w:val="libArabicChar"/>
          <w:rFonts w:hint="cs"/>
          <w:rtl/>
        </w:rPr>
        <w:t>ی</w:t>
      </w:r>
      <w:r w:rsidRPr="000011FF">
        <w:rPr>
          <w:rStyle w:val="libArabicChar"/>
          <w:rFonts w:hint="eastAsia"/>
          <w:rtl/>
        </w:rPr>
        <w:t>تَكَبَّرُ</w:t>
      </w:r>
      <w:r w:rsidRPr="000011FF">
        <w:rPr>
          <w:rStyle w:val="libArabicChar"/>
          <w:rtl/>
        </w:rPr>
        <w:t xml:space="preserve"> حَتّ</w:t>
      </w:r>
      <w:r w:rsidRPr="000011FF">
        <w:rPr>
          <w:rStyle w:val="libArabicChar"/>
          <w:rFonts w:hint="cs"/>
          <w:rtl/>
        </w:rPr>
        <w:t>ی</w:t>
      </w:r>
      <w:r w:rsidRPr="000011FF">
        <w:rPr>
          <w:rStyle w:val="libArabicChar"/>
          <w:rtl/>
        </w:rPr>
        <w:t xml:space="preserve"> </w:t>
      </w:r>
      <w:r w:rsidRPr="000011FF">
        <w:rPr>
          <w:rStyle w:val="libArabicChar"/>
          <w:rFonts w:hint="cs"/>
          <w:rtl/>
        </w:rPr>
        <w:t>ی</w:t>
      </w:r>
      <w:r w:rsidRPr="000011FF">
        <w:rPr>
          <w:rStyle w:val="libArabicChar"/>
          <w:rFonts w:hint="eastAsia"/>
          <w:rtl/>
        </w:rPr>
        <w:t>قُولَ</w:t>
      </w:r>
      <w:r w:rsidRPr="000011FF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0011FF">
        <w:rPr>
          <w:rStyle w:val="libArabicChar"/>
          <w:rFonts w:hint="cs"/>
          <w:rtl/>
        </w:rPr>
        <w:t>ُ</w:t>
      </w:r>
      <w:r w:rsidRPr="000011FF">
        <w:rPr>
          <w:rStyle w:val="libArabicChar"/>
          <w:rtl/>
        </w:rPr>
        <w:t xml:space="preserve"> </w:t>
      </w:r>
      <w:r w:rsidRPr="000011FF">
        <w:rPr>
          <w:rStyle w:val="libArabicChar"/>
          <w:rFonts w:hint="cs"/>
          <w:rtl/>
        </w:rPr>
        <w:t>عَزَّوَ</w:t>
      </w:r>
      <w:r w:rsidRPr="000011FF">
        <w:rPr>
          <w:rStyle w:val="libArabicChar"/>
          <w:rtl/>
        </w:rPr>
        <w:t>جَلَّ:اكْتُبُوا عَبْدِ</w:t>
      </w:r>
      <w:r w:rsidRPr="000011FF">
        <w:rPr>
          <w:rStyle w:val="libArabicChar"/>
          <w:rFonts w:hint="cs"/>
          <w:rtl/>
        </w:rPr>
        <w:t>ی</w:t>
      </w:r>
      <w:r w:rsidRPr="000011FF">
        <w:rPr>
          <w:rStyle w:val="libArabicChar"/>
          <w:rtl/>
        </w:rPr>
        <w:t xml:space="preserve"> </w:t>
      </w:r>
      <w:r w:rsidR="00705CD5" w:rsidRPr="00163EB1">
        <w:rPr>
          <w:rStyle w:val="libArabicChar"/>
          <w:rFonts w:hint="cs"/>
          <w:rtl/>
        </w:rPr>
        <w:t>ه</w:t>
      </w:r>
      <w:r w:rsidRPr="000011FF">
        <w:rPr>
          <w:rStyle w:val="libArabicChar"/>
          <w:rFonts w:hint="cs"/>
          <w:rtl/>
        </w:rPr>
        <w:t>ٰذا</w:t>
      </w:r>
      <w:r w:rsidRPr="000011FF">
        <w:rPr>
          <w:rStyle w:val="libArabicChar"/>
          <w:rtl/>
        </w:rPr>
        <w:t xml:space="preserve"> </w:t>
      </w:r>
      <w:r w:rsidRPr="000011FF">
        <w:rPr>
          <w:rStyle w:val="libArabicChar"/>
          <w:rFonts w:hint="cs"/>
          <w:rtl/>
        </w:rPr>
        <w:t>فِی</w:t>
      </w:r>
      <w:r w:rsidRPr="000011FF">
        <w:rPr>
          <w:rStyle w:val="libArabicChar"/>
          <w:rtl/>
        </w:rPr>
        <w:t xml:space="preserve"> الْجَبَّارِ</w:t>
      </w:r>
      <w:r w:rsidRPr="000011FF">
        <w:rPr>
          <w:rStyle w:val="libArabicChar"/>
          <w:rFonts w:hint="cs"/>
          <w:rtl/>
        </w:rPr>
        <w:t>ی</w:t>
      </w:r>
      <w:r w:rsidRPr="000011FF">
        <w:rPr>
          <w:rStyle w:val="libArabicChar"/>
          <w:rFonts w:hint="eastAsia"/>
          <w:rtl/>
        </w:rPr>
        <w:t>نَ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”تکبر</w:t>
      </w:r>
      <w:r>
        <w:rPr>
          <w:rtl/>
          <w:lang w:bidi="ur-PK"/>
        </w:rPr>
        <w:t xml:space="preserve"> سے اجتناب کرو، بے شک جب انسان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شہ</w:t>
      </w:r>
      <w:r>
        <w:rPr>
          <w:rtl/>
          <w:lang w:bidi="ur-PK"/>
        </w:rPr>
        <w:t xml:space="preserve"> تکبر سے کام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تو خداوندعالم فرماتا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: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اس بندے کانام جباروں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لکھ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جائے“۔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011FF">
        <w:rPr>
          <w:rStyle w:val="libArabicChar"/>
          <w:rFonts w:hint="eastAsia"/>
          <w:rtl/>
        </w:rPr>
        <w:t>اِ</w:t>
      </w:r>
      <w:r w:rsidRPr="000011FF">
        <w:rPr>
          <w:rStyle w:val="libArabicChar"/>
          <w:rFonts w:hint="cs"/>
          <w:rtl/>
        </w:rPr>
        <w:t>ی</w:t>
      </w:r>
      <w:r w:rsidRPr="000011FF">
        <w:rPr>
          <w:rStyle w:val="libArabicChar"/>
          <w:rFonts w:hint="eastAsia"/>
          <w:rtl/>
        </w:rPr>
        <w:t>اكَ</w:t>
      </w:r>
      <w:r w:rsidRPr="000011FF">
        <w:rPr>
          <w:rStyle w:val="libArabicChar"/>
          <w:rtl/>
        </w:rPr>
        <w:t xml:space="preserve"> وَالْكِبْرَ، فَاِنَّ</w:t>
      </w:r>
      <w:r w:rsidR="00705CD5" w:rsidRPr="00163EB1">
        <w:rPr>
          <w:rStyle w:val="libArabicChar"/>
          <w:rFonts w:hint="cs"/>
          <w:rtl/>
        </w:rPr>
        <w:t>ه</w:t>
      </w:r>
      <w:r w:rsidRPr="000011FF">
        <w:rPr>
          <w:rStyle w:val="libArabicChar"/>
          <w:rFonts w:hint="cs"/>
          <w:rtl/>
        </w:rPr>
        <w:t>ُ</w:t>
      </w:r>
      <w:r w:rsidRPr="000011FF">
        <w:rPr>
          <w:rStyle w:val="libArabicChar"/>
          <w:rtl/>
        </w:rPr>
        <w:t xml:space="preserve"> </w:t>
      </w:r>
      <w:r w:rsidRPr="000011FF">
        <w:rPr>
          <w:rStyle w:val="libArabicChar"/>
          <w:rFonts w:hint="cs"/>
          <w:rtl/>
        </w:rPr>
        <w:t>اَعْظَمُ</w:t>
      </w:r>
      <w:r w:rsidRPr="000011FF">
        <w:rPr>
          <w:rStyle w:val="libArabicChar"/>
          <w:rtl/>
        </w:rPr>
        <w:t xml:space="preserve"> </w:t>
      </w:r>
      <w:r w:rsidRPr="000011FF">
        <w:rPr>
          <w:rStyle w:val="libArabicChar"/>
          <w:rFonts w:hint="cs"/>
          <w:rtl/>
        </w:rPr>
        <w:t>الذُّنُوبِ،</w:t>
      </w:r>
      <w:r w:rsidRPr="000011FF">
        <w:rPr>
          <w:rStyle w:val="libArabicChar"/>
          <w:rtl/>
        </w:rPr>
        <w:t xml:space="preserve"> </w:t>
      </w:r>
      <w:r w:rsidRPr="000011FF">
        <w:rPr>
          <w:rStyle w:val="libArabicChar"/>
          <w:rFonts w:hint="cs"/>
          <w:rtl/>
        </w:rPr>
        <w:t>وَاَلْ</w:t>
      </w:r>
      <w:r w:rsidR="00BA0B7F">
        <w:rPr>
          <w:rStyle w:val="libArabicChar"/>
          <w:rFonts w:hint="cs"/>
          <w:rtl/>
        </w:rPr>
        <w:t>ا</w:t>
      </w:r>
      <w:r w:rsidRPr="000011FF">
        <w:rPr>
          <w:rStyle w:val="libArabicChar"/>
          <w:rFonts w:hint="eastAsia"/>
          <w:rtl/>
        </w:rPr>
        <w:t>مُ</w:t>
      </w:r>
      <w:r w:rsidRPr="000011FF">
        <w:rPr>
          <w:rStyle w:val="libArabicChar"/>
          <w:rtl/>
        </w:rPr>
        <w:t xml:space="preserve"> الْعُ</w:t>
      </w:r>
      <w:r w:rsidRPr="000011FF">
        <w:rPr>
          <w:rStyle w:val="libArabicChar"/>
          <w:rFonts w:hint="cs"/>
          <w:rtl/>
        </w:rPr>
        <w:t>ی</w:t>
      </w:r>
      <w:r w:rsidRPr="000011FF">
        <w:rPr>
          <w:rStyle w:val="libArabicChar"/>
          <w:rFonts w:hint="eastAsia"/>
          <w:rtl/>
        </w:rPr>
        <w:t>وبِ،</w:t>
      </w:r>
      <w:r w:rsidRPr="000011FF">
        <w:rPr>
          <w:rStyle w:val="libArabicChar"/>
          <w:rtl/>
        </w:rPr>
        <w:t xml:space="preserve"> وَ</w:t>
      </w:r>
      <w:r w:rsidR="00705CD5" w:rsidRPr="00163EB1">
        <w:rPr>
          <w:rStyle w:val="libArabicChar"/>
          <w:rFonts w:hint="cs"/>
          <w:rtl/>
        </w:rPr>
        <w:t>ه</w:t>
      </w:r>
      <w:r w:rsidRPr="000011FF">
        <w:rPr>
          <w:rStyle w:val="libArabicChar"/>
          <w:rFonts w:hint="cs"/>
          <w:rtl/>
        </w:rPr>
        <w:t>ُوَحِلْی</w:t>
      </w:r>
      <w:r w:rsidRPr="000011FF">
        <w:rPr>
          <w:rStyle w:val="libArabicChar"/>
          <w:rFonts w:hint="eastAsia"/>
          <w:rtl/>
        </w:rPr>
        <w:t>ةُ</w:t>
      </w:r>
      <w:r w:rsidRPr="000011FF">
        <w:rPr>
          <w:rStyle w:val="libArabicChar"/>
          <w:rtl/>
        </w:rPr>
        <w:t xml:space="preserve"> اِبْلِ</w:t>
      </w:r>
      <w:r w:rsidRPr="000011FF">
        <w:rPr>
          <w:rStyle w:val="libArabicChar"/>
          <w:rFonts w:hint="cs"/>
          <w:rtl/>
        </w:rPr>
        <w:t>ی</w:t>
      </w:r>
      <w:r w:rsidRPr="000011FF">
        <w:rPr>
          <w:rStyle w:val="libArabicChar"/>
          <w:rFonts w:hint="eastAsia"/>
          <w:rtl/>
        </w:rPr>
        <w:t>سَ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”تکبر</w:t>
      </w:r>
      <w:r>
        <w:rPr>
          <w:rtl/>
          <w:lang w:bidi="ur-PK"/>
        </w:rPr>
        <w:t xml:space="preserve"> سے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کرو،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سب سے بڑا گناہ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بھت بُرا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تکبر ابل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امام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011FF">
        <w:rPr>
          <w:rStyle w:val="libArabicChar"/>
          <w:rFonts w:hint="eastAsia"/>
          <w:rtl/>
        </w:rPr>
        <w:t>عَجِبْتُ</w:t>
      </w:r>
      <w:r w:rsidRPr="000011FF">
        <w:rPr>
          <w:rStyle w:val="libArabicChar"/>
          <w:rtl/>
        </w:rPr>
        <w:t xml:space="preserve"> لِابْنِ آدَمَ، اَوَّلُ</w:t>
      </w:r>
      <w:r w:rsidR="00705CD5" w:rsidRPr="00163EB1">
        <w:rPr>
          <w:rStyle w:val="libArabicChar"/>
          <w:rFonts w:hint="cs"/>
          <w:rtl/>
        </w:rPr>
        <w:t>ه</w:t>
      </w:r>
      <w:r w:rsidRPr="000011FF">
        <w:rPr>
          <w:rStyle w:val="libArabicChar"/>
          <w:rFonts w:hint="cs"/>
          <w:rtl/>
        </w:rPr>
        <w:t>ُ</w:t>
      </w:r>
      <w:r w:rsidRPr="000011FF">
        <w:rPr>
          <w:rStyle w:val="libArabicChar"/>
          <w:rtl/>
        </w:rPr>
        <w:t xml:space="preserve"> </w:t>
      </w:r>
      <w:r w:rsidRPr="000011FF">
        <w:rPr>
          <w:rStyle w:val="libArabicChar"/>
          <w:rFonts w:hint="cs"/>
          <w:rtl/>
        </w:rPr>
        <w:t>نُطْفَةٌ،</w:t>
      </w:r>
      <w:r w:rsidRPr="000011FF">
        <w:rPr>
          <w:rStyle w:val="libArabicChar"/>
          <w:rtl/>
        </w:rPr>
        <w:t xml:space="preserve"> </w:t>
      </w:r>
      <w:r w:rsidRPr="000011FF">
        <w:rPr>
          <w:rStyle w:val="libArabicChar"/>
          <w:rFonts w:hint="cs"/>
          <w:rtl/>
        </w:rPr>
        <w:t>وَآخِرُ</w:t>
      </w:r>
      <w:r w:rsidR="00705CD5" w:rsidRPr="00163EB1">
        <w:rPr>
          <w:rStyle w:val="libArabicChar"/>
          <w:rFonts w:hint="cs"/>
          <w:rtl/>
        </w:rPr>
        <w:t>ه</w:t>
      </w:r>
      <w:r w:rsidRPr="000011FF">
        <w:rPr>
          <w:rStyle w:val="libArabicChar"/>
          <w:rFonts w:hint="cs"/>
          <w:rtl/>
        </w:rPr>
        <w:t>ُ</w:t>
      </w:r>
      <w:r w:rsidRPr="000011FF">
        <w:rPr>
          <w:rStyle w:val="libArabicChar"/>
          <w:rtl/>
        </w:rPr>
        <w:t xml:space="preserve"> </w:t>
      </w:r>
      <w:r w:rsidRPr="000011FF">
        <w:rPr>
          <w:rStyle w:val="libArabicChar"/>
          <w:rFonts w:hint="cs"/>
          <w:rtl/>
        </w:rPr>
        <w:t>جِی</w:t>
      </w:r>
      <w:r w:rsidRPr="000011FF">
        <w:rPr>
          <w:rStyle w:val="libArabicChar"/>
          <w:rFonts w:hint="eastAsia"/>
          <w:rtl/>
        </w:rPr>
        <w:t>فَةٌ،</w:t>
      </w:r>
      <w:r w:rsidRPr="000011FF">
        <w:rPr>
          <w:rStyle w:val="libArabicChar"/>
          <w:rtl/>
        </w:rPr>
        <w:t xml:space="preserve"> وَ</w:t>
      </w:r>
      <w:r w:rsidR="00705CD5" w:rsidRPr="00163EB1">
        <w:rPr>
          <w:rStyle w:val="libArabicChar"/>
          <w:rFonts w:hint="cs"/>
          <w:rtl/>
        </w:rPr>
        <w:t>ه</w:t>
      </w:r>
      <w:r w:rsidRPr="000011FF">
        <w:rPr>
          <w:rStyle w:val="libArabicChar"/>
          <w:rFonts w:hint="cs"/>
          <w:rtl/>
        </w:rPr>
        <w:t>ُوَ</w:t>
      </w:r>
      <w:r w:rsidRPr="000011FF">
        <w:rPr>
          <w:rStyle w:val="libArabicChar"/>
          <w:rtl/>
        </w:rPr>
        <w:t xml:space="preserve"> </w:t>
      </w:r>
      <w:r w:rsidRPr="000011FF">
        <w:rPr>
          <w:rStyle w:val="libArabicChar"/>
          <w:rFonts w:hint="cs"/>
          <w:rtl/>
        </w:rPr>
        <w:t>قائِمٌ</w:t>
      </w:r>
      <w:r w:rsidRPr="000011FF">
        <w:rPr>
          <w:rStyle w:val="libArabicChar"/>
          <w:rtl/>
        </w:rPr>
        <w:t xml:space="preserve"> </w:t>
      </w:r>
      <w:r w:rsidRPr="000011FF">
        <w:rPr>
          <w:rStyle w:val="libArabicChar"/>
          <w:rFonts w:hint="cs"/>
          <w:rtl/>
        </w:rPr>
        <w:t>بَی</w:t>
      </w:r>
      <w:r w:rsidRPr="000011FF">
        <w:rPr>
          <w:rStyle w:val="libArabicChar"/>
          <w:rFonts w:hint="eastAsia"/>
          <w:rtl/>
        </w:rPr>
        <w:t>نَ</w:t>
      </w:r>
      <w:r w:rsidR="00705CD5" w:rsidRPr="00163EB1">
        <w:rPr>
          <w:rStyle w:val="libArabicChar"/>
          <w:rFonts w:hint="cs"/>
          <w:rtl/>
        </w:rPr>
        <w:t>ه</w:t>
      </w:r>
      <w:r w:rsidRPr="000011FF">
        <w:rPr>
          <w:rStyle w:val="libArabicChar"/>
          <w:rFonts w:hint="cs"/>
          <w:rtl/>
        </w:rPr>
        <w:t>ُما</w:t>
      </w:r>
      <w:r w:rsidRPr="000011FF">
        <w:rPr>
          <w:rStyle w:val="libArabicChar"/>
          <w:rtl/>
        </w:rPr>
        <w:t xml:space="preserve"> وِعاءً لِلْغائِطِ ثُمَّ </w:t>
      </w:r>
      <w:r w:rsidRPr="000011FF">
        <w:rPr>
          <w:rStyle w:val="libArabicChar"/>
          <w:rFonts w:hint="cs"/>
          <w:rtl/>
        </w:rPr>
        <w:t>ی</w:t>
      </w:r>
      <w:r w:rsidRPr="000011FF">
        <w:rPr>
          <w:rStyle w:val="libArabicChar"/>
          <w:rFonts w:hint="eastAsia"/>
          <w:rtl/>
        </w:rPr>
        <w:t>تَكَبَّرُ</w:t>
      </w:r>
      <w:r>
        <w:rPr>
          <w:rFonts w:hint="eastAsia"/>
          <w:rtl/>
          <w:lang w:bidi="ur-PK"/>
        </w:rPr>
        <w:t>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”واقعاً</w:t>
      </w:r>
      <w:r>
        <w:rPr>
          <w:rtl/>
          <w:lang w:bidi="ur-PK"/>
        </w:rPr>
        <w:t xml:space="preserve"> انسان پر تعجب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ابتداء نطفہ اور جس کا انجام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بدبودار مردار</w:t>
      </w:r>
      <w:r w:rsidR="00EC52B0">
        <w:rPr>
          <w:rtl/>
          <w:lang w:bidi="ur-PK"/>
        </w:rPr>
        <w:t xml:space="preserve"> ہو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ابتداء اور انتھا نجاست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، 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کن</w:t>
      </w:r>
      <w:r>
        <w:rPr>
          <w:rtl/>
          <w:lang w:bidi="ur-PK"/>
        </w:rPr>
        <w:t xml:space="preserve"> پھر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تکبر کرتا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اعلان عام تھا: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011FF">
        <w:rPr>
          <w:rStyle w:val="libArabicChar"/>
          <w:rFonts w:hint="eastAsia"/>
          <w:rtl/>
        </w:rPr>
        <w:t>اِ</w:t>
      </w:r>
      <w:r w:rsidRPr="000011FF">
        <w:rPr>
          <w:rStyle w:val="libArabicChar"/>
          <w:rFonts w:hint="cs"/>
          <w:rtl/>
        </w:rPr>
        <w:t>ی</w:t>
      </w:r>
      <w:r w:rsidRPr="000011FF">
        <w:rPr>
          <w:rStyle w:val="libArabicChar"/>
          <w:rFonts w:hint="eastAsia"/>
          <w:rtl/>
        </w:rPr>
        <w:t>اكّم</w:t>
      </w:r>
      <w:r w:rsidRPr="000011FF">
        <w:rPr>
          <w:rStyle w:val="libArabicChar"/>
          <w:rtl/>
        </w:rPr>
        <w:t xml:space="preserve"> وَالْكِبْرَ، فَاِنَّ اِبْلِ</w:t>
      </w:r>
      <w:r w:rsidRPr="000011FF">
        <w:rPr>
          <w:rStyle w:val="libArabicChar"/>
          <w:rFonts w:hint="cs"/>
          <w:rtl/>
        </w:rPr>
        <w:t>ی</w:t>
      </w:r>
      <w:r w:rsidRPr="000011FF">
        <w:rPr>
          <w:rStyle w:val="libArabicChar"/>
          <w:rFonts w:hint="eastAsia"/>
          <w:rtl/>
        </w:rPr>
        <w:t>سَ</w:t>
      </w:r>
      <w:r w:rsidRPr="000011FF">
        <w:rPr>
          <w:rStyle w:val="libArabicChar"/>
          <w:rtl/>
        </w:rPr>
        <w:t xml:space="preserve"> حَمَلَ</w:t>
      </w:r>
      <w:r w:rsidR="00705CD5" w:rsidRPr="00163EB1">
        <w:rPr>
          <w:rStyle w:val="libArabicChar"/>
          <w:rFonts w:hint="cs"/>
          <w:rtl/>
        </w:rPr>
        <w:t>ه</w:t>
      </w:r>
      <w:r w:rsidRPr="000011FF">
        <w:rPr>
          <w:rStyle w:val="libArabicChar"/>
          <w:rFonts w:hint="cs"/>
          <w:rtl/>
        </w:rPr>
        <w:t>ُ</w:t>
      </w:r>
      <w:r w:rsidRPr="000011FF">
        <w:rPr>
          <w:rStyle w:val="libArabicChar"/>
          <w:rtl/>
        </w:rPr>
        <w:t xml:space="preserve"> </w:t>
      </w:r>
      <w:r w:rsidRPr="000011FF">
        <w:rPr>
          <w:rStyle w:val="libArabicChar"/>
          <w:rFonts w:hint="cs"/>
          <w:rtl/>
        </w:rPr>
        <w:t>الْكِبْرُ</w:t>
      </w:r>
      <w:r w:rsidRPr="000011FF">
        <w:rPr>
          <w:rStyle w:val="libArabicChar"/>
          <w:rtl/>
        </w:rPr>
        <w:t xml:space="preserve"> </w:t>
      </w:r>
      <w:r w:rsidRPr="000011FF">
        <w:rPr>
          <w:rStyle w:val="libArabicChar"/>
          <w:rFonts w:hint="cs"/>
          <w:rtl/>
        </w:rPr>
        <w:t>عَلَی</w:t>
      </w:r>
      <w:r w:rsidRPr="000011FF">
        <w:rPr>
          <w:rStyle w:val="libArabicChar"/>
          <w:rtl/>
        </w:rPr>
        <w:t xml:space="preserve"> تَرْكِ السُّجُود لِآدَمَ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”تکبر</w:t>
      </w:r>
      <w:r>
        <w:rPr>
          <w:rtl/>
          <w:lang w:bidi="ur-PK"/>
        </w:rPr>
        <w:t xml:space="preserve"> سے دور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کرو،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ونکہ</w:t>
      </w:r>
      <w:r>
        <w:rPr>
          <w:rtl/>
          <w:lang w:bidi="ur-PK"/>
        </w:rPr>
        <w:t xml:space="preserve">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تکبر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طان</w:t>
      </w:r>
      <w:r>
        <w:rPr>
          <w:rtl/>
          <w:lang w:bidi="ur-PK"/>
        </w:rPr>
        <w:t xml:space="preserve"> نے حکم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مخالفت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جناب آدم (عل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السلام) کو سجدہ نہ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قارئ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کرام! گزشتہ صفحات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والے عناو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سے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بات واضح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تمام بُرائ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بلکہ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تو بُرائ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چند نمونہ تھے جن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وجہ سے انسان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ذل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و رسوا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بعض</w:t>
      </w:r>
      <w:r>
        <w:rPr>
          <w:rtl/>
          <w:lang w:bidi="ur-PK"/>
        </w:rPr>
        <w:t xml:space="preserve"> دوسر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بُرائ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کا مرتکب انسان سب سے بُرے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وانوں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بُرا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روز 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امت</w:t>
      </w:r>
      <w:r>
        <w:rPr>
          <w:rtl/>
          <w:lang w:bidi="ur-PK"/>
        </w:rPr>
        <w:t xml:space="preserve"> انسان کا باطن انسان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شکل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ظاھر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گا، وہ برائ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اں</w:t>
      </w:r>
      <w:r>
        <w:rPr>
          <w:rtl/>
          <w:lang w:bidi="ur-PK"/>
        </w:rPr>
        <w:t xml:space="preserve"> کچھ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اپنے کوکفار و مشرک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بنانا، جھالت و نادان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رہنا، نسل و اقتصاد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فساد کرنا، </w:t>
      </w:r>
      <w:r>
        <w:rPr>
          <w:rFonts w:hint="eastAsia"/>
          <w:rtl/>
          <w:lang w:bidi="ur-PK"/>
        </w:rPr>
        <w:t>بدعت</w:t>
      </w:r>
      <w:r>
        <w:rPr>
          <w:rtl/>
          <w:lang w:bidi="ur-PK"/>
        </w:rPr>
        <w:t xml:space="preserve"> گزار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غرور، سست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کاھل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چور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قتل، حرام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کرنا، دوسروں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بدگمان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کرنا، خدا سے بدگمان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کرنا، وسوسہ، پست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ذلت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بسر کرنا، فتنہ و فساد پھ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لانا،</w:t>
      </w:r>
      <w:r>
        <w:rPr>
          <w:rtl/>
          <w:lang w:bidi="ur-PK"/>
        </w:rPr>
        <w:t xml:space="preserve"> چغل خور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شرک، بے جا تمنا کرنا، جلد باز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کرنا، قساوت قلب، لجاجت ا</w:t>
      </w:r>
      <w:r>
        <w:rPr>
          <w:rFonts w:hint="eastAsia"/>
          <w:rtl/>
          <w:lang w:bidi="ur-PK"/>
        </w:rPr>
        <w:t>ور</w:t>
      </w:r>
      <w:r>
        <w:rPr>
          <w:rtl/>
          <w:lang w:bidi="ur-PK"/>
        </w:rPr>
        <w:t xml:space="preserve"> ہٹ دھرم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جنگ و جدال کرنا، ناچ گانا، اختلاف کرنا، (غ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)گروہ بنانا، 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ظ</w:t>
      </w:r>
      <w:r>
        <w:rPr>
          <w:rtl/>
          <w:lang w:bidi="ur-PK"/>
        </w:rPr>
        <w:t xml:space="preserve"> و غضب اور جدائ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بے جا تعصب، لالچ، لوگوں کے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وب</w:t>
      </w:r>
      <w:r>
        <w:rPr>
          <w:rtl/>
          <w:lang w:bidi="ur-PK"/>
        </w:rPr>
        <w:t xml:space="preserve"> ڈھونڈنا، حرص، زنا، حسد، ماں باپ، اھل و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ال</w:t>
      </w:r>
      <w:r>
        <w:rPr>
          <w:rtl/>
          <w:lang w:bidi="ur-PK"/>
        </w:rPr>
        <w:t xml:space="preserve"> اور دوسرے لوگوں کے حقوق ضائع کرنا۔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اگر</w:t>
      </w:r>
      <w:r>
        <w:rPr>
          <w:rtl/>
          <w:lang w:bidi="ur-PK"/>
        </w:rPr>
        <w:t xml:space="preserve"> ھم ان تمام عناو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قرآن و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وضاحت کرنا چا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تو چند جلد کتاب بن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ان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زوں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کے سلسلہ قرآن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تفاس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اور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و اخلاق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مفصل کتابوں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رجوع فرمائ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اس فصل کو 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کتاب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والے مطالب کا خلاصہ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کرتے</w:t>
      </w:r>
      <w:r w:rsidR="006E184C">
        <w:rPr>
          <w:rtl/>
          <w:lang w:bidi="ur-PK"/>
        </w:rPr>
        <w:t xml:space="preserve"> ہوئے </w:t>
      </w:r>
      <w:r>
        <w:rPr>
          <w:rtl/>
          <w:lang w:bidi="ur-PK"/>
        </w:rPr>
        <w:t xml:space="preserve">ختم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کتاب کے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حصہ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کا ذکر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جن سے انسان عبادت و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طاقت حاصل کرنے کے لئے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اب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اس بات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توجہ دلائ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معنو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کو بے جا اور نامناسب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>
        <w:rPr>
          <w:rtl/>
          <w:lang w:bidi="ur-PK"/>
        </w:rPr>
        <w:t xml:space="preserve"> پر خرچ کرن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گناہ و معص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اس</w:t>
      </w:r>
      <w:r>
        <w:rPr>
          <w:rtl/>
          <w:lang w:bidi="ur-PK"/>
        </w:rPr>
        <w:t xml:space="preserve"> کتاب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بات پر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توجہ دلائ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گئ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توبہ و انابہ اور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بازگشت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نعمتوں کو اس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کردہ راہ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خرچ کرے، دوسرے الفاظ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توبہ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اپنے گزشتہ پر نادم و پش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مان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اور اپنے گزشتہ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تلاف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جبران </w:t>
      </w:r>
      <w:r>
        <w:rPr>
          <w:rFonts w:hint="eastAsia"/>
          <w:rtl/>
          <w:lang w:bidi="ur-PK"/>
        </w:rPr>
        <w:t>کرنا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آئندہ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اپنے اصلاح کے لئے کوشش کرنا۔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حصہ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انسان کتنا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گناھوں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آلودہ</w:t>
      </w:r>
      <w:r w:rsidR="00EC52B0">
        <w:rPr>
          <w:rtl/>
          <w:lang w:bidi="ur-PK"/>
        </w:rPr>
        <w:t xml:space="preserve"> ہو </w:t>
      </w:r>
      <w:r>
        <w:rPr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خدا 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سے اس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علاج اور شفاء کے لئے تمام دروازے کھلے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لہٰذا انسان کو ھرگز ناام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نا چاہئے بلکہ اس بات پر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رکھنا چاہئے کہ خداو</w:t>
      </w:r>
      <w:r>
        <w:rPr>
          <w:rFonts w:hint="eastAsia"/>
          <w:rtl/>
          <w:lang w:bidi="ur-PK"/>
        </w:rPr>
        <w:t>ندعالم</w:t>
      </w:r>
      <w:r>
        <w:rPr>
          <w:rtl/>
          <w:lang w:bidi="ur-PK"/>
        </w:rPr>
        <w:t xml:space="preserve"> توبہ قبول کرنے والا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بے نھا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رحمت و قدرت اور اس کا لطف و کرم آسان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ساتھ توبہ کرنے والے گناھگار کے شامل حال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خداوندعالم انسان کے تمام گناھوں کو بخش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اس پراپن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نازل کرتاھے، توبہ کرنے والے کو چاہئے کہ لوگوں کے 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حقوق کو ادا کرے اور قرآن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روسے واجب مال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حقوق کو ادا کرے، قضا شدہ واجبات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ادائ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کرے، اور گناھوں کو ترک کرنے کا 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کرے، اور اس قطع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صلہ</w:t>
      </w:r>
      <w:r>
        <w:rPr>
          <w:rtl/>
          <w:lang w:bidi="ur-PK"/>
        </w:rPr>
        <w:t xml:space="preserve"> پر پابند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اس</w:t>
      </w:r>
      <w:r>
        <w:rPr>
          <w:rtl/>
          <w:lang w:bidi="ur-PK"/>
        </w:rPr>
        <w:t xml:space="preserve"> کتاب کے اھم حصہ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سے متعلق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</w:t>
      </w:r>
      <w:r>
        <w:rPr>
          <w:rtl/>
          <w:lang w:bidi="ur-PK"/>
        </w:rPr>
        <w:t xml:space="preserve"> و احاد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توبہ کرنے والوں کے واقعات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کئے گئے خصوصاً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سے</w:t>
      </w:r>
      <w:r>
        <w:rPr>
          <w:rtl/>
          <w:lang w:bidi="ur-PK"/>
        </w:rPr>
        <w:t xml:space="preserve"> واقعات جن کو کم لکھا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سنا 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اور آخر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قرآن و 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روشن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اصلاح نفس کے چال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</w:t>
      </w:r>
      <w:r>
        <w:rPr>
          <w:rtl/>
          <w:lang w:bidi="ur-PK"/>
        </w:rPr>
        <w:t xml:space="preserve"> عنوان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کئے گئے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کا نظر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اگر گناھوں کا مرتکب انسان اس کتاب کا غورسے مطالعہ کرلے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مجالس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نماز جمعہ کے خطبوں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اس کتاب کے مطالب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کرےں اور بعض گناھوں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ملوث حضرات جو خود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طرف مائل 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؛</w:t>
      </w:r>
      <w:r>
        <w:rPr>
          <w:rtl/>
          <w:lang w:bidi="ur-PK"/>
        </w:rPr>
        <w:t xml:space="preserve"> ان سبھ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کے لئے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کتاب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ثابت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>۔د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مبلغ کو لوگوں </w:t>
      </w:r>
      <w:r>
        <w:rPr>
          <w:rFonts w:hint="eastAsia"/>
          <w:rtl/>
          <w:lang w:bidi="ur-PK"/>
        </w:rPr>
        <w:t>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سے 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</w:t>
      </w:r>
      <w:r>
        <w:rPr>
          <w:rtl/>
          <w:lang w:bidi="ur-PK"/>
        </w:rPr>
        <w:t xml:space="preserve"> اور ناام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نا چاہئے، مبلغ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ز،</w:t>
      </w:r>
      <w:r>
        <w:rPr>
          <w:rtl/>
          <w:lang w:bidi="ur-PK"/>
        </w:rPr>
        <w:t xml:space="preserve"> انب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گمراھوں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نسبت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باپ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سلوک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گناھگاروں کے ساتھ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اولاد 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سا</w:t>
      </w:r>
      <w:r>
        <w:rPr>
          <w:rtl/>
          <w:lang w:bidi="ur-PK"/>
        </w:rPr>
        <w:t xml:space="preserve"> برتاؤ کرے ان کو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و محبت کے ساتھ سمجھائے، بھت</w:t>
      </w:r>
      <w:r w:rsidR="00EC52B0">
        <w:rPr>
          <w:rtl/>
          <w:lang w:bidi="ur-PK"/>
        </w:rPr>
        <w:t xml:space="preserve"> ہی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و محبت اور لط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انداز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حلال و حر</w:t>
      </w:r>
      <w:r>
        <w:rPr>
          <w:rFonts w:hint="eastAsia"/>
          <w:rtl/>
          <w:lang w:bidi="ur-PK"/>
        </w:rPr>
        <w:t>ام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انسان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اخلاق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حقائق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وضاحت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صبر و حوصلہ کے ساتھ کام کرتے ر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امام</w:t>
      </w:r>
      <w:r>
        <w:rPr>
          <w:rtl/>
          <w:lang w:bidi="ur-PK"/>
        </w:rPr>
        <w:t xml:space="preserve"> عارف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مولائے عاشق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المومن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نے تمام مبلغ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اور معاشرہ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اصلاح کرنے والے دلسوز علماء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غام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کہ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گناہ کے علاج سے ناام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نہ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 xml:space="preserve">ں۔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گناھگاروںکے</w:t>
      </w:r>
      <w:r>
        <w:rPr>
          <w:rtl/>
          <w:lang w:bidi="ur-PK"/>
        </w:rPr>
        <w:t xml:space="preserve"> ساتھ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و محبت اور لطف و کرم کا 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ان کو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حقائق بتائ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اور ان کو نرم لہجہ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توبہ کے لئے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ںاور</w:t>
      </w:r>
      <w:r>
        <w:rPr>
          <w:rtl/>
          <w:lang w:bidi="ur-PK"/>
        </w:rPr>
        <w:t xml:space="preserve"> اس سلسلہ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</w:t>
      </w:r>
      <w:r>
        <w:rPr>
          <w:rtl/>
          <w:lang w:bidi="ur-PK"/>
        </w:rPr>
        <w:t xml:space="preserve"> آنے 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زحمتوں کو برداشت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جو واقعاً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رحمت الٰھ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شامل حال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نے کا طر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قہ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شخص نے رسول خدا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خدمت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عرض 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</w:t>
      </w:r>
      <w:r w:rsidRPr="000011FF">
        <w:rPr>
          <w:rStyle w:val="libArabicChar"/>
          <w:rFonts w:hint="eastAsia"/>
          <w:rtl/>
        </w:rPr>
        <w:t>اُحِبُّ</w:t>
      </w:r>
      <w:r w:rsidRPr="000011FF">
        <w:rPr>
          <w:rStyle w:val="libArabicChar"/>
          <w:rtl/>
        </w:rPr>
        <w:t xml:space="preserve"> اَنْ </w:t>
      </w:r>
      <w:r w:rsidRPr="000011FF">
        <w:rPr>
          <w:rStyle w:val="libArabicChar"/>
          <w:rFonts w:hint="cs"/>
          <w:rtl/>
        </w:rPr>
        <w:t>ی</w:t>
      </w:r>
      <w:r w:rsidRPr="000011FF">
        <w:rPr>
          <w:rStyle w:val="libArabicChar"/>
          <w:rFonts w:hint="eastAsia"/>
          <w:rtl/>
        </w:rPr>
        <w:t>رْحَمَنِ</w:t>
      </w:r>
      <w:r w:rsidRPr="000011FF">
        <w:rPr>
          <w:rStyle w:val="libArabicChar"/>
          <w:rFonts w:hint="cs"/>
          <w:rtl/>
        </w:rPr>
        <w:t>ی</w:t>
      </w:r>
      <w:r w:rsidRPr="000011FF">
        <w:rPr>
          <w:rStyle w:val="libArabicChar"/>
          <w:rtl/>
        </w:rPr>
        <w:t xml:space="preserve"> رَبّ</w:t>
      </w:r>
      <w:r w:rsidRPr="000011FF">
        <w:rPr>
          <w:rStyle w:val="libArabicChar"/>
          <w:rFonts w:hint="cs"/>
          <w:rtl/>
        </w:rPr>
        <w:t>ی</w:t>
      </w:r>
      <w:r w:rsidRPr="000011FF">
        <w:rPr>
          <w:rStyle w:val="libArabicChar"/>
          <w:rFonts w:hint="eastAsia"/>
          <w:rtl/>
        </w:rPr>
        <w:t>،</w:t>
      </w:r>
      <w:r w:rsidRPr="000011FF">
        <w:rPr>
          <w:rStyle w:val="libArabicChar"/>
          <w:rtl/>
        </w:rPr>
        <w:t xml:space="preserve"> قالَ:ارْحَمْ نَفْسَكَ، وَارْحَمْ خَلْقَ اللّٰ</w:t>
      </w:r>
      <w:r w:rsidR="00705CD5" w:rsidRPr="00163EB1">
        <w:rPr>
          <w:rStyle w:val="libArabicChar"/>
          <w:rFonts w:hint="cs"/>
          <w:rtl/>
        </w:rPr>
        <w:t>ه</w:t>
      </w:r>
      <w:r w:rsidRPr="000011FF">
        <w:rPr>
          <w:rStyle w:val="libArabicChar"/>
          <w:rFonts w:hint="cs"/>
          <w:rtl/>
        </w:rPr>
        <w:t>ِ</w:t>
      </w:r>
      <w:r w:rsidRPr="000011FF">
        <w:rPr>
          <w:rStyle w:val="libArabicChar"/>
          <w:rtl/>
        </w:rPr>
        <w:t xml:space="preserve"> </w:t>
      </w:r>
      <w:r w:rsidRPr="000011FF">
        <w:rPr>
          <w:rStyle w:val="libArabicChar"/>
          <w:rFonts w:hint="cs"/>
          <w:rtl/>
        </w:rPr>
        <w:t>ی</w:t>
      </w:r>
      <w:r w:rsidRPr="000011FF">
        <w:rPr>
          <w:rStyle w:val="libArabicChar"/>
          <w:rFonts w:hint="eastAsia"/>
          <w:rtl/>
        </w:rPr>
        <w:t>رْحَمْكَ</w:t>
      </w:r>
      <w:r w:rsidRPr="000011FF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0011FF">
        <w:rPr>
          <w:rStyle w:val="libArabicChar"/>
          <w:rFonts w:hint="cs"/>
          <w:rtl/>
        </w:rPr>
        <w:t>ُ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چاھتا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ں کہ خدامجھ پر رحم و کرم کرے، تو آنحضرت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تو خودا پنے اوپر اور دوسروں پر رحم کر تو خداوندعالم تجھ پر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رحمت نازل فرمائے گا“۔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بعض</w:t>
      </w:r>
      <w:r>
        <w:rPr>
          <w:rtl/>
          <w:lang w:bidi="ur-PK"/>
        </w:rPr>
        <w:t xml:space="preserve"> وجوھات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بنا پر انسان گناھوں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گرفتار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جاتا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اپنے سے دور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کرنا چاہئے اور اس کے ساتھ سخت رو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اخت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ار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 کرنا چاہئے بلکہ اس کو 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</w:t>
      </w:r>
      <w:r>
        <w:rPr>
          <w:rtl/>
          <w:lang w:bidi="ur-PK"/>
        </w:rPr>
        <w:t xml:space="preserve">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نگاہ سے د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کھنا</w:t>
      </w:r>
      <w:r>
        <w:rPr>
          <w:rtl/>
          <w:lang w:bidi="ur-PK"/>
        </w:rPr>
        <w:t xml:space="preserve"> چاہئے،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کو فطر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طور پر مدد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ضرورت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</w:t>
      </w:r>
      <w:r>
        <w:rPr>
          <w:rFonts w:hint="cs"/>
          <w:rtl/>
          <w:lang w:bidi="ur-PK"/>
        </w:rPr>
        <w:t>ی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 اور اپن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نجات کے لئے امداد چاھت</w:t>
      </w:r>
      <w:r>
        <w:rPr>
          <w:rFonts w:hint="eastAsia"/>
          <w:rtl/>
          <w:lang w:bidi="ur-PK"/>
        </w:rPr>
        <w:t>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واقعاً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مار</w:t>
      </w:r>
      <w:r>
        <w:rPr>
          <w:rtl/>
          <w:lang w:bidi="ur-PK"/>
        </w:rPr>
        <w:t xml:space="preserve"> قابل ترحم</w:t>
      </w:r>
      <w:r w:rsidR="003264F6">
        <w:rPr>
          <w:rtl/>
          <w:lang w:bidi="ur-PK"/>
        </w:rPr>
        <w:t xml:space="preserve"> ہو</w:t>
      </w:r>
      <w:r>
        <w:rPr>
          <w:rtl/>
          <w:lang w:bidi="ur-PK"/>
        </w:rPr>
        <w:t>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>، اس کو بلائ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اگر وہ نہ آئے تو ھم خود جائ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اور اس سے نرم لہجہ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گفتگو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دن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و آخرت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گناھوں کے خطرناک آثار کو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</w:t>
      </w:r>
      <w:r>
        <w:rPr>
          <w:rtl/>
          <w:lang w:bidi="ur-PK"/>
        </w:rPr>
        <w:t xml:space="preserve">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ں،</w:t>
      </w:r>
      <w:r>
        <w:rPr>
          <w:rtl/>
          <w:lang w:bidi="ur-PK"/>
        </w:rPr>
        <w:t xml:space="preserve"> اس کو خدا کے لطف و کرم اور نعمتوں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 دلائ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ںاور</w:t>
      </w:r>
      <w:r>
        <w:rPr>
          <w:rtl/>
          <w:lang w:bidi="ur-PK"/>
        </w:rPr>
        <w:t xml:space="preserve"> اس بات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درکھنا</w:t>
      </w:r>
      <w:r>
        <w:rPr>
          <w:rtl/>
          <w:lang w:bidi="ur-PK"/>
        </w:rPr>
        <w:t xml:space="preserve"> چاہئے کہ خداوندع</w:t>
      </w:r>
      <w:r>
        <w:rPr>
          <w:rFonts w:hint="eastAsia"/>
          <w:rtl/>
          <w:lang w:bidi="ur-PK"/>
        </w:rPr>
        <w:t>الم</w:t>
      </w:r>
      <w:r>
        <w:rPr>
          <w:rtl/>
          <w:lang w:bidi="ur-PK"/>
        </w:rPr>
        <w:t xml:space="preserve"> تمھارے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اس کو توبہ اور بازگشت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فرمائے گا، کہ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ھمارے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سے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پاگ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 اور اپنے گناھوں سے توبہ کرل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 واقعاً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کام ھمارے ھر عمل سے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ادہ</w:t>
      </w:r>
      <w:r>
        <w:rPr>
          <w:rtl/>
          <w:lang w:bidi="ur-PK"/>
        </w:rPr>
        <w:t xml:space="preserve"> ثواب رکھتا</w:t>
      </w:r>
      <w:r w:rsidR="00AA04E3">
        <w:rPr>
          <w:rtl/>
          <w:lang w:bidi="ur-PK"/>
        </w:rPr>
        <w:t xml:space="preserve"> ہے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lastRenderedPageBreak/>
        <w:t>حضرت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فرماتے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>: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غمبر</w:t>
      </w:r>
      <w:r>
        <w:rPr>
          <w:rtl/>
          <w:lang w:bidi="ur-PK"/>
        </w:rPr>
        <w:t xml:space="preserve"> اکرم صل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اللہ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و آلہ و سلم نے مجھے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کے لئے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من</w:t>
      </w:r>
      <w:r>
        <w:rPr>
          <w:rtl/>
          <w:lang w:bidi="ur-PK"/>
        </w:rPr>
        <w:t xml:space="preserve"> بھ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جاتو</w:t>
      </w:r>
      <w:r>
        <w:rPr>
          <w:rtl/>
          <w:lang w:bidi="ur-PK"/>
        </w:rPr>
        <w:t xml:space="preserve"> مجھ سے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: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بھ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جنگ نہ کرنامگر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کہ پھلے اس کو اسلام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دعوت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نا،</w:t>
      </w:r>
      <w:r>
        <w:rPr>
          <w:rtl/>
          <w:lang w:bidi="ur-PK"/>
        </w:rPr>
        <w:t xml:space="preserve"> اور اس کے بعد فرما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”و</w:t>
      </w:r>
      <w:r w:rsidRPr="00D85C91">
        <w:rPr>
          <w:rStyle w:val="libArabicChar"/>
          <w:rFonts w:hint="eastAsia"/>
          <w:rtl/>
        </w:rPr>
        <w:t>َا</w:t>
      </w:r>
      <w:r w:rsidRPr="00D85C91">
        <w:rPr>
          <w:rStyle w:val="libArabicChar"/>
          <w:rFonts w:hint="cs"/>
          <w:rtl/>
        </w:rPr>
        <w:t>ی</w:t>
      </w:r>
      <w:r w:rsidRPr="00D85C91">
        <w:rPr>
          <w:rStyle w:val="libArabicChar"/>
          <w:rFonts w:hint="eastAsia"/>
          <w:rtl/>
        </w:rPr>
        <w:t>مُ</w:t>
      </w:r>
      <w:r w:rsidRPr="00D85C91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D85C91">
        <w:rPr>
          <w:rStyle w:val="libArabicChar"/>
          <w:rFonts w:hint="cs"/>
          <w:rtl/>
        </w:rPr>
        <w:t>ِ</w:t>
      </w:r>
      <w:r w:rsidRPr="00D85C91">
        <w:rPr>
          <w:rStyle w:val="libArabicChar"/>
          <w:rtl/>
        </w:rPr>
        <w:t xml:space="preserve"> </w:t>
      </w:r>
      <w:r w:rsidRPr="00D85C91">
        <w:rPr>
          <w:rStyle w:val="libArabicChar"/>
          <w:rFonts w:hint="cs"/>
          <w:rtl/>
        </w:rPr>
        <w:t>لَاَنْ</w:t>
      </w:r>
      <w:r w:rsidRPr="00D85C91">
        <w:rPr>
          <w:rStyle w:val="libArabicChar"/>
          <w:rtl/>
        </w:rPr>
        <w:t xml:space="preserve"> </w:t>
      </w:r>
      <w:r w:rsidRPr="00D85C91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D85C91">
        <w:rPr>
          <w:rStyle w:val="libArabicChar"/>
          <w:rFonts w:hint="cs"/>
          <w:rtl/>
        </w:rPr>
        <w:t>ْدِی</w:t>
      </w:r>
      <w:r w:rsidRPr="00D85C91">
        <w:rPr>
          <w:rStyle w:val="libArabicChar"/>
          <w:rtl/>
        </w:rPr>
        <w:t xml:space="preserve"> اللّٰ</w:t>
      </w:r>
      <w:r w:rsidR="00705CD5" w:rsidRPr="00163EB1">
        <w:rPr>
          <w:rStyle w:val="libArabicChar"/>
          <w:rFonts w:hint="cs"/>
          <w:rtl/>
        </w:rPr>
        <w:t>ه</w:t>
      </w:r>
      <w:r w:rsidRPr="00D85C91">
        <w:rPr>
          <w:rStyle w:val="libArabicChar"/>
          <w:rFonts w:hint="cs"/>
          <w:rtl/>
        </w:rPr>
        <w:t>ُ</w:t>
      </w:r>
      <w:r w:rsidRPr="00D85C91">
        <w:rPr>
          <w:rStyle w:val="libArabicChar"/>
          <w:rtl/>
        </w:rPr>
        <w:t xml:space="preserve"> </w:t>
      </w:r>
      <w:r w:rsidRPr="00D85C91">
        <w:rPr>
          <w:rStyle w:val="libArabicChar"/>
          <w:rFonts w:hint="cs"/>
          <w:rtl/>
        </w:rPr>
        <w:t>عَليٰ</w:t>
      </w:r>
      <w:r w:rsidRPr="00D85C91">
        <w:rPr>
          <w:rStyle w:val="libArabicChar"/>
          <w:rtl/>
        </w:rPr>
        <w:t xml:space="preserve"> </w:t>
      </w:r>
      <w:r w:rsidRPr="00D85C91">
        <w:rPr>
          <w:rStyle w:val="libArabicChar"/>
          <w:rFonts w:hint="cs"/>
          <w:rtl/>
        </w:rPr>
        <w:t>ی</w:t>
      </w:r>
      <w:r w:rsidRPr="00D85C91">
        <w:rPr>
          <w:rStyle w:val="libArabicChar"/>
          <w:rFonts w:hint="eastAsia"/>
          <w:rtl/>
        </w:rPr>
        <w:t>دَ</w:t>
      </w:r>
      <w:r w:rsidRPr="00D85C91">
        <w:rPr>
          <w:rStyle w:val="libArabicChar"/>
          <w:rFonts w:hint="cs"/>
          <w:rtl/>
        </w:rPr>
        <w:t>ی</w:t>
      </w:r>
      <w:r w:rsidRPr="00D85C91">
        <w:rPr>
          <w:rStyle w:val="libArabicChar"/>
          <w:rFonts w:hint="eastAsia"/>
          <w:rtl/>
        </w:rPr>
        <w:t>كَ</w:t>
      </w:r>
      <w:r w:rsidRPr="00D85C91">
        <w:rPr>
          <w:rStyle w:val="libArabicChar"/>
          <w:rtl/>
        </w:rPr>
        <w:t xml:space="preserve"> رَجُلاً خَ</w:t>
      </w:r>
      <w:r w:rsidRPr="00D85C91">
        <w:rPr>
          <w:rStyle w:val="libArabicChar"/>
          <w:rFonts w:hint="cs"/>
          <w:rtl/>
        </w:rPr>
        <w:t>ی</w:t>
      </w:r>
      <w:r w:rsidRPr="00D85C91">
        <w:rPr>
          <w:rStyle w:val="libArabicChar"/>
          <w:rFonts w:hint="eastAsia"/>
          <w:rtl/>
        </w:rPr>
        <w:t>رٌلَكَ</w:t>
      </w:r>
      <w:r w:rsidRPr="00D85C91">
        <w:rPr>
          <w:rStyle w:val="libArabicChar"/>
          <w:rtl/>
        </w:rPr>
        <w:t xml:space="preserve"> مِمّا طَلَعَتْ عَلَ</w:t>
      </w:r>
      <w:r w:rsidRPr="00D85C91">
        <w:rPr>
          <w:rStyle w:val="libArabicChar"/>
          <w:rFonts w:hint="cs"/>
          <w:rtl/>
        </w:rPr>
        <w:t>ی</w:t>
      </w:r>
      <w:r w:rsidR="00705CD5" w:rsidRPr="00163EB1">
        <w:rPr>
          <w:rStyle w:val="libArabicChar"/>
          <w:rFonts w:hint="cs"/>
          <w:rtl/>
        </w:rPr>
        <w:t>ه</w:t>
      </w:r>
      <w:r w:rsidRPr="00D85C91">
        <w:rPr>
          <w:rStyle w:val="libArabicChar"/>
          <w:rFonts w:hint="cs"/>
          <w:rtl/>
        </w:rPr>
        <w:t>ِ</w:t>
      </w:r>
      <w:r w:rsidRPr="00D85C91">
        <w:rPr>
          <w:rStyle w:val="libArabicChar"/>
          <w:rtl/>
        </w:rPr>
        <w:t xml:space="preserve"> الشَّمْسُ وَغَرَبَتْ</w:t>
      </w:r>
      <w:r>
        <w:rPr>
          <w:rtl/>
          <w:lang w:bidi="ur-PK"/>
        </w:rPr>
        <w:t xml:space="preserve">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”ذات</w:t>
      </w:r>
      <w:r>
        <w:rPr>
          <w:rtl/>
          <w:lang w:bidi="ur-PK"/>
        </w:rPr>
        <w:t xml:space="preserve"> خدا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قسم! اگر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شخص تمھارے ذر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</w:t>
      </w:r>
      <w:r>
        <w:rPr>
          <w:rtl/>
          <w:lang w:bidi="ur-PK"/>
        </w:rPr>
        <w:t xml:space="preserve"> ہدا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حاصل کرلے تو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تمھارے لئے ھر اس 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زسے</w:t>
      </w:r>
      <w:r>
        <w:rPr>
          <w:rtl/>
          <w:lang w:bidi="ur-PK"/>
        </w:rPr>
        <w:t xml:space="preserve"> بھت</w:t>
      </w:r>
      <w:r w:rsidR="00AA04E3">
        <w:rPr>
          <w:rtl/>
          <w:lang w:bidi="ur-PK"/>
        </w:rPr>
        <w:t xml:space="preserve">رہے </w:t>
      </w:r>
      <w:r>
        <w:rPr>
          <w:rtl/>
          <w:lang w:bidi="ur-PK"/>
        </w:rPr>
        <w:t xml:space="preserve"> جس پرسورج چمکتاھے“۔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آخر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خداوندعالم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بارگاہ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دعا کرتے </w:t>
      </w:r>
      <w:r w:rsidR="00AA04E3">
        <w:rPr>
          <w:rtl/>
          <w:lang w:bidi="ur-PK"/>
        </w:rPr>
        <w:t xml:space="preserve"> ہیں </w:t>
      </w:r>
      <w:r>
        <w:rPr>
          <w:rtl/>
          <w:lang w:bidi="ur-PK"/>
        </w:rPr>
        <w:t xml:space="preserve">: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Fonts w:hint="eastAsia"/>
          <w:rtl/>
          <w:lang w:bidi="ur-PK"/>
        </w:rPr>
        <w:t>”پالنے</w:t>
      </w:r>
      <w:r>
        <w:rPr>
          <w:rtl/>
          <w:lang w:bidi="ur-PK"/>
        </w:rPr>
        <w:t xml:space="preserve"> والے! ھمارے پاس آنس</w:t>
      </w:r>
      <w:r w:rsidR="00AA04E3">
        <w:rPr>
          <w:rtl/>
          <w:lang w:bidi="ur-PK"/>
        </w:rPr>
        <w:t>و</w:t>
      </w:r>
      <w:r>
        <w:rPr>
          <w:rFonts w:hint="eastAsia"/>
          <w:rtl/>
          <w:lang w:bidi="ur-PK"/>
        </w:rPr>
        <w:t>وں</w:t>
      </w:r>
      <w:r>
        <w:rPr>
          <w:rtl/>
          <w:lang w:bidi="ur-PK"/>
        </w:rPr>
        <w:t xml:space="preserve"> کے علاوہ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سرما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سوائے دعا کے کوئ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اسلحہ ن</w:t>
      </w:r>
      <w:r w:rsidR="00AA04E3">
        <w:rPr>
          <w:rtl/>
          <w:lang w:bidi="ur-PK"/>
        </w:rPr>
        <w:t xml:space="preserve"> ہیں 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اور 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رے</w:t>
      </w:r>
      <w:r>
        <w:rPr>
          <w:rtl/>
          <w:lang w:bidi="ur-PK"/>
        </w:rPr>
        <w:t xml:space="preserve"> علاوہ کس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ن</w:t>
      </w:r>
      <w:r w:rsidR="00AA04E3">
        <w:rPr>
          <w:rtl/>
          <w:lang w:bidi="ur-PK"/>
        </w:rPr>
        <w:t xml:space="preserve"> ہیں  ہے</w:t>
      </w:r>
      <w:r>
        <w:rPr>
          <w:rtl/>
          <w:lang w:bidi="ur-PK"/>
        </w:rPr>
        <w:t>؛ خدا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</w:t>
      </w:r>
      <w:r>
        <w:rPr>
          <w:rtl/>
          <w:lang w:bidi="ur-PK"/>
        </w:rPr>
        <w:t>!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توبہ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توف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ق</w:t>
      </w:r>
      <w:r>
        <w:rPr>
          <w:rtl/>
          <w:lang w:bidi="ur-PK"/>
        </w:rPr>
        <w:t xml:space="preserve"> عنا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فرما!، اور ھم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ں</w:t>
      </w:r>
      <w:r>
        <w:rPr>
          <w:rtl/>
          <w:lang w:bidi="ur-PK"/>
        </w:rPr>
        <w:t xml:space="preserve"> تقويٰ و پرھ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زگار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اور عبادت و بندگ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سے مز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فرمادے، اور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باق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ماندہ عمر ک</w:t>
      </w:r>
      <w:r>
        <w:rPr>
          <w:rFonts w:hint="eastAsia"/>
          <w:rtl/>
          <w:lang w:bidi="ur-PK"/>
        </w:rPr>
        <w:t>و</w:t>
      </w:r>
      <w:r>
        <w:rPr>
          <w:rtl/>
          <w:lang w:bidi="ur-PK"/>
        </w:rPr>
        <w:t xml:space="preserve"> ظاھر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باطن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گناھوں سے محفوظ فرما، اور ھمار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موت کو محمد و آل محمد (عل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ھم</w:t>
      </w:r>
      <w:r>
        <w:rPr>
          <w:rtl/>
          <w:lang w:bidi="ur-PK"/>
        </w:rPr>
        <w:t xml:space="preserve"> السلام)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و موت 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طرح قرار دے۔(</w:t>
      </w:r>
      <w:r w:rsidRPr="000C2BDD">
        <w:rPr>
          <w:rStyle w:val="libArabicChar"/>
          <w:rtl/>
        </w:rPr>
        <w:t>آم</w:t>
      </w:r>
      <w:r w:rsidRPr="000C2BDD">
        <w:rPr>
          <w:rStyle w:val="libArabicChar"/>
          <w:rFonts w:hint="cs"/>
          <w:rtl/>
        </w:rPr>
        <w:t>ی</w:t>
      </w:r>
      <w:r w:rsidRPr="000C2BDD">
        <w:rPr>
          <w:rStyle w:val="libArabicChar"/>
          <w:rFonts w:hint="eastAsia"/>
          <w:rtl/>
        </w:rPr>
        <w:t>ن</w:t>
      </w:r>
      <w:r w:rsidRPr="000C2BDD">
        <w:rPr>
          <w:rStyle w:val="libArabicChar"/>
          <w:rtl/>
        </w:rPr>
        <w:t xml:space="preserve"> </w:t>
      </w:r>
      <w:r w:rsidRPr="000C2BDD">
        <w:rPr>
          <w:rStyle w:val="libArabicChar"/>
          <w:rFonts w:hint="cs"/>
          <w:rtl/>
        </w:rPr>
        <w:t>ی</w:t>
      </w:r>
      <w:r w:rsidRPr="000C2BDD">
        <w:rPr>
          <w:rStyle w:val="libArabicChar"/>
          <w:rFonts w:hint="eastAsia"/>
          <w:rtl/>
        </w:rPr>
        <w:t>ا</w:t>
      </w:r>
      <w:r w:rsidRPr="000C2BDD">
        <w:rPr>
          <w:rStyle w:val="libArabicChar"/>
          <w:rtl/>
        </w:rPr>
        <w:t xml:space="preserve"> رب العالم</w:t>
      </w:r>
      <w:r w:rsidRPr="000C2BDD">
        <w:rPr>
          <w:rStyle w:val="libArabicChar"/>
          <w:rFonts w:hint="cs"/>
          <w:rtl/>
        </w:rPr>
        <w:t>ی</w:t>
      </w:r>
      <w:r w:rsidRPr="000C2BDD">
        <w:rPr>
          <w:rStyle w:val="libArabicChar"/>
          <w:rFonts w:hint="eastAsia"/>
          <w:rtl/>
        </w:rPr>
        <w:t>ن</w:t>
      </w:r>
      <w:r w:rsidRPr="000C2BDD">
        <w:rPr>
          <w:rStyle w:val="libArabicChar"/>
          <w:rtl/>
        </w:rPr>
        <w:t xml:space="preserve"> بحق محمد آل محمد</w:t>
      </w:r>
      <w:r>
        <w:rPr>
          <w:rtl/>
          <w:lang w:bidi="ur-PK"/>
        </w:rPr>
        <w:t xml:space="preserve">) </w:t>
      </w:r>
    </w:p>
    <w:p w:rsidR="0094244C" w:rsidRDefault="0094244C" w:rsidP="006F6A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p w:rsidR="00476253" w:rsidRDefault="00476253" w:rsidP="0094244C">
      <w:pPr>
        <w:pStyle w:val="Heading2Center"/>
        <w:rPr>
          <w:rtl/>
          <w:lang w:bidi="ur-PK"/>
        </w:rPr>
      </w:pPr>
      <w:bookmarkStart w:id="147" w:name="_Toc520984084"/>
      <w:r>
        <w:rPr>
          <w:rFonts w:hint="eastAsia"/>
          <w:rtl/>
          <w:lang w:bidi="ur-PK"/>
        </w:rPr>
        <w:lastRenderedPageBreak/>
        <w:t>فھرست</w:t>
      </w:r>
      <w:r>
        <w:rPr>
          <w:rtl/>
          <w:lang w:bidi="ur-PK"/>
        </w:rPr>
        <w:t xml:space="preserve"> منابع و ماخذ</w:t>
      </w:r>
      <w:bookmarkEnd w:id="147"/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1۔ قرآن کر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2۔ نہج البلاغہ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3۔ اختصاص،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د،</w:t>
      </w:r>
      <w:r>
        <w:rPr>
          <w:rtl/>
          <w:lang w:bidi="ur-PK"/>
        </w:rPr>
        <w:t xml:space="preserve"> کنگرہ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”قم 1413 ھ ق“۔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4۔ ارشاد القلوب،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د،</w:t>
      </w:r>
      <w:r>
        <w:rPr>
          <w:rtl/>
          <w:lang w:bidi="ur-PK"/>
        </w:rPr>
        <w:t xml:space="preserve"> کنگرہ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”قم 1413 ھ ق“۔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5۔ اسرار معراج،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قرن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گلپائ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گان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6۔ اعلام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حسن بن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7۔ اعلام الور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فضل بن حسن طبرس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8۔الترغ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ب،</w:t>
      </w:r>
      <w:r>
        <w:rPr>
          <w:rtl/>
          <w:lang w:bidi="ur-PK"/>
        </w:rPr>
        <w:t xml:space="preserve"> زک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عبد العظ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بن عبد القو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منذر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9۔ الدر المنثور،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وط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10۔ الزہد، احمد بن 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اد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11۔ امال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صدوق، کتابخانہ اسلام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”1362 ھ ش“۔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12۔ امال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طوس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الثقافہ ”قم 1414 ھ ق“۔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13۔ امال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کنگرہ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مف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”قم 1413 ھ ق“۔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14۔ بازگشت بہ خدا،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اکبر ناصر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15۔ بحار الانوار، علامہ مجلس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الوفاء ”ب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</w:t>
      </w:r>
      <w:r>
        <w:rPr>
          <w:rtl/>
          <w:lang w:bidi="ur-PK"/>
        </w:rPr>
        <w:t xml:space="preserve"> 1404 ھ ق“۔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16۔بصائر الدرجات، محمد بن حسن بن فروخ صفار، کتابخانہ آ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اللہ مرعش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نجف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2 ”قم 1410 ھ ق“۔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17۔ 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شوا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دان،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رضا صدر۔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18۔ تحف العقول، حسن بن شعبہ بحران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جامعہ مدرس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”قم 1404 ھ ق“۔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19۔ تذکرة الاول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اء،</w:t>
      </w:r>
      <w:r>
        <w:rPr>
          <w:rtl/>
          <w:lang w:bidi="ur-PK"/>
        </w:rPr>
        <w:t xml:space="preserve"> عطار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شاپور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20۔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امام حسن عسکر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21۔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برھان،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ھاشم بحران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22۔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صاف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کاشان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الاعلم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23۔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مکتب العلم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الاسلام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>24۔ توح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مفضل،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 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25۔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فرات، فرات کوف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26۔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قم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ابراھ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tl/>
          <w:lang w:bidi="ur-PK"/>
        </w:rPr>
        <w:t xml:space="preserve"> قم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الاعلم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27۔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کشف الاسرار،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بد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28۔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مع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نور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محمد کاشان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29۔ تفس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tl/>
          <w:lang w:bidi="ur-PK"/>
        </w:rPr>
        <w:t xml:space="preserve"> نمونہ، مکارم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راز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الکتب الاسلام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30۔ ثواب الاعمال،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صدوق، 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”قم 1364ھ ش۔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31۔ جامع الاخبار، تاج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شع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انتشارات 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”قم 1363 ھ ش“۔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32۔ جامع النور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ملا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سبزوار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33۔ جاھل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قرن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ستم،</w:t>
      </w:r>
      <w:r>
        <w:rPr>
          <w:rtl/>
          <w:lang w:bidi="ur-PK"/>
        </w:rPr>
        <w:t xml:space="preserve"> صدر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بلاغ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34۔ جعفر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ات،</w:t>
      </w:r>
      <w:r>
        <w:rPr>
          <w:rtl/>
          <w:lang w:bidi="ur-PK"/>
        </w:rPr>
        <w:t xml:space="preserve"> عبداللہ حم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35۔ حسن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وسف،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رضا صدر۔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36۔ خرائج، قطب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راوند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37۔ خصال،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صدوق، جامع</w:t>
      </w:r>
      <w:r w:rsidR="00BA0B7F">
        <w:rPr>
          <w:rtl/>
          <w:lang w:bidi="ur-PK"/>
        </w:rPr>
        <w:t>ہ</w:t>
      </w:r>
      <w:r>
        <w:rPr>
          <w:rtl/>
          <w:lang w:bidi="ur-PK"/>
        </w:rPr>
        <w:t xml:space="preserve"> مدرس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”قم 1403 ھ ق“۔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38۔ دعوات، قطب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راوند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مدرسہ امام مہد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(عج) ”قم 1407 ھ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39۔ 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وان</w:t>
      </w:r>
      <w:r>
        <w:rPr>
          <w:rtl/>
          <w:lang w:bidi="ur-PK"/>
        </w:rPr>
        <w:t xml:space="preserve"> شمس، مولو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40۔ راز آفر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نش</w:t>
      </w:r>
      <w:r>
        <w:rPr>
          <w:rtl/>
          <w:lang w:bidi="ur-PK"/>
        </w:rPr>
        <w:t xml:space="preserve"> انسان، کرس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مور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سن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41۔ راہ خدا شناس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فھ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42۔ رجال، علامہ بحر العلوم۔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43۔ روح 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ان،</w:t>
      </w:r>
      <w:r>
        <w:rPr>
          <w:rtl/>
          <w:lang w:bidi="ur-PK"/>
        </w:rPr>
        <w:t xml:space="preserve"> الش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اسماع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حق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البروسو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44۔ روضات الجنات،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احمد خوانسار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45۔ روضة الواعظ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محمد بن حسن فتال 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شاپور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”قم“۔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46۔ سف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نة</w:t>
      </w:r>
      <w:r>
        <w:rPr>
          <w:rtl/>
          <w:lang w:bidi="ur-PK"/>
        </w:rPr>
        <w:t xml:space="preserve"> البحار، حاج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عباس قم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47۔ شرح نہج البلاغہ،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>48۔ شرح نہج البلاغہ جعفر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علامہ جعفر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49۔طب النب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رزا</w:t>
      </w:r>
      <w:r>
        <w:rPr>
          <w:rtl/>
          <w:lang w:bidi="ur-PK"/>
        </w:rPr>
        <w:t xml:space="preserve"> ابو طالب نائ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50۔عدة الداع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ابن فہد حل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دارالکتب الاسلام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”1407 ھ ق“۔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51۔ علل الشرائع،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صدوق،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دالشہداء</w:t>
      </w:r>
      <w:r>
        <w:rPr>
          <w:rtl/>
          <w:lang w:bidi="ur-PK"/>
        </w:rPr>
        <w:t xml:space="preserve"> ”قم 1366“۔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52۔ علم و زندگ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ترجمہ احمد 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دشک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53۔ عنصر شجاعت، حاج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رازا</w:t>
      </w:r>
      <w:r>
        <w:rPr>
          <w:rtl/>
          <w:lang w:bidi="ur-PK"/>
        </w:rPr>
        <w:t xml:space="preserve"> خل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ل</w:t>
      </w:r>
      <w:r>
        <w:rPr>
          <w:rtl/>
          <w:lang w:bidi="ur-PK"/>
        </w:rPr>
        <w:t xml:space="preserve"> کمرہ 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54۔ عوال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اللآل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جمھور احسائ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الشہداء ”قم 1405 ھ ق“۔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55۔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ون</w:t>
      </w:r>
      <w:r>
        <w:rPr>
          <w:rtl/>
          <w:lang w:bidi="ur-PK"/>
        </w:rPr>
        <w:t xml:space="preserve"> اخبار الرضا،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صدوق، جھان ”1378“۔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56۔ غرر الحکم، عبد الواحد بن محمد تم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آمد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دفتر تبل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غات</w:t>
      </w:r>
      <w:r>
        <w:rPr>
          <w:rtl/>
          <w:lang w:bidi="ur-PK"/>
        </w:rPr>
        <w:t xml:space="preserve"> ”قم 1366“۔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57۔ کاف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کل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الرحمہ، دار الکتب الاسلام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”1365 ھ ش“۔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58۔ کشف الغمہ،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ع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سيٰ</w:t>
      </w:r>
      <w:r>
        <w:rPr>
          <w:rtl/>
          <w:lang w:bidi="ur-PK"/>
        </w:rPr>
        <w:t xml:space="preserve"> اربل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مکتبہ بن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ھاشم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”تبر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</w:t>
      </w:r>
      <w:r>
        <w:rPr>
          <w:rtl/>
          <w:lang w:bidi="ur-PK"/>
        </w:rPr>
        <w:t xml:space="preserve"> 1381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59۔ کنز العمال،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المتق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الھند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التراث الاسلام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</w:t>
      </w:r>
      <w:r>
        <w:rPr>
          <w:rtl/>
          <w:lang w:bidi="ur-PK"/>
        </w:rPr>
        <w:t xml:space="preserve"> 1389 ھ ق“۔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60۔ کنز الفوائد، ابوالفتح کراجک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الزخائر ”قم 1410 ھ ق“۔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61۔ گنج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نہ</w:t>
      </w:r>
      <w:r>
        <w:rPr>
          <w:rtl/>
          <w:lang w:bidi="ur-PK"/>
        </w:rPr>
        <w:t xml:space="preserve"> ھا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زندگ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62۔مجمع 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ان،</w:t>
      </w:r>
      <w:r>
        <w:rPr>
          <w:rtl/>
          <w:lang w:bidi="ur-PK"/>
        </w:rPr>
        <w:t xml:space="preserve"> طبرس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الاح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اء</w:t>
      </w:r>
      <w:r>
        <w:rPr>
          <w:rtl/>
          <w:lang w:bidi="ur-PK"/>
        </w:rPr>
        <w:t xml:space="preserve"> التراث العرب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روت“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63۔ مجموعہ ورام، ورام بن اب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فراس، مکتبة الفق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”قم“۔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64۔ محاسن، احمد بن محمد بن خالد برق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الکتب الاسلام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”قم 1371“۔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65۔ محجة 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ضاء،</w:t>
      </w:r>
      <w:r>
        <w:rPr>
          <w:rtl/>
          <w:lang w:bidi="ur-PK"/>
        </w:rPr>
        <w:t xml:space="preserve"> ف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ض</w:t>
      </w:r>
      <w:r>
        <w:rPr>
          <w:rtl/>
          <w:lang w:bidi="ur-PK"/>
        </w:rPr>
        <w:t xml:space="preserve"> کاشان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دفتر انتشارات اسلام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66۔ مستدرک الوسائل، محدث نور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آل 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”قم 1408 ھ ق“۔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67۔ مشکاة الانوار، ابوالفضل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طبرس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”نجف 1385 ھ ق“۔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68۔ مصباح الشر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عہ،</w:t>
      </w:r>
      <w:r>
        <w:rPr>
          <w:rtl/>
          <w:lang w:bidi="ur-PK"/>
        </w:rPr>
        <w:t xml:space="preserve"> امام صادق عل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</w:t>
      </w:r>
      <w:r>
        <w:rPr>
          <w:rtl/>
          <w:lang w:bidi="ur-PK"/>
        </w:rPr>
        <w:t xml:space="preserve"> السلام، الاعلم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للمطبوعات ”1400ھق“۔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69۔معان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الاخبار،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صدوق، جامعہ مدرس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قم۔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70۔ مفات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</w:t>
      </w:r>
      <w:r>
        <w:rPr>
          <w:rtl/>
          <w:lang w:bidi="ur-PK"/>
        </w:rPr>
        <w:t xml:space="preserve"> الجنان، حاج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عباس قم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71۔ مفردات، راغب اصفھان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انتشارات ذو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القربيٰ ”قم 1423 ھ ق“۔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lastRenderedPageBreak/>
        <w:t>72۔ مکارم الاخلاق، 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حسن بن فضل طبرس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شر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ف</w:t>
      </w:r>
      <w:r>
        <w:rPr>
          <w:rtl/>
          <w:lang w:bidi="ur-PK"/>
        </w:rPr>
        <w:t xml:space="preserve"> رض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”قم“۔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 xml:space="preserve">73۔ من لا 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حضر</w:t>
      </w:r>
      <w:r>
        <w:rPr>
          <w:rtl/>
          <w:lang w:bidi="ur-PK"/>
        </w:rPr>
        <w:t xml:space="preserve"> الفق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ہ،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صدوق، جامعہ مدرس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 xml:space="preserve"> ”قم 1413 ھ ق“۔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74۔منہج الصادق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ن،</w:t>
      </w:r>
      <w:r>
        <w:rPr>
          <w:rtl/>
          <w:lang w:bidi="ur-PK"/>
        </w:rPr>
        <w:t xml:space="preserve"> ملا فتح اللہ کاشان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75۔ من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ة</w:t>
      </w:r>
      <w:r>
        <w:rPr>
          <w:rtl/>
          <w:lang w:bidi="ur-PK"/>
        </w:rPr>
        <w:t xml:space="preserve"> المر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د،</w:t>
      </w:r>
      <w:r>
        <w:rPr>
          <w:rtl/>
          <w:lang w:bidi="ur-PK"/>
        </w:rPr>
        <w:t xml:space="preserve"> شھ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ثان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76۔ مواعظ العدد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ة،</w:t>
      </w:r>
      <w:r>
        <w:rPr>
          <w:rtl/>
          <w:lang w:bidi="ur-PK"/>
        </w:rPr>
        <w:t xml:space="preserve"> مشک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77۔ م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زان</w:t>
      </w:r>
      <w:r>
        <w:rPr>
          <w:rtl/>
          <w:lang w:bidi="ur-PK"/>
        </w:rPr>
        <w:t xml:space="preserve"> الحکمہ ”مترجم“ محمد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ر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شھر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دارالحد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ث</w:t>
      </w:r>
      <w:r>
        <w:rPr>
          <w:rtl/>
          <w:lang w:bidi="ur-PK"/>
        </w:rPr>
        <w:t xml:space="preserve"> ”دوم 1379 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78۔ نوادر، س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د</w:t>
      </w:r>
      <w:r>
        <w:rPr>
          <w:rtl/>
          <w:lang w:bidi="ur-PK"/>
        </w:rPr>
        <w:t xml:space="preserve"> فضل اللہ راوند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دار الکتاب ”قم“۔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79۔ نور الثقل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ن</w:t>
      </w:r>
      <w:r>
        <w:rPr>
          <w:rtl/>
          <w:lang w:bidi="ur-PK"/>
        </w:rPr>
        <w:t>۔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عبد عل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بن جمعہ العروس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 الح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وز</w:t>
      </w:r>
      <w:r>
        <w:rPr>
          <w:rFonts w:hint="cs"/>
          <w:rtl/>
          <w:lang w:bidi="ur-PK"/>
        </w:rPr>
        <w:t>ی</w:t>
      </w:r>
      <w:r>
        <w:rPr>
          <w:rtl/>
          <w:lang w:bidi="ur-PK"/>
        </w:rPr>
        <w:t xml:space="preserve">۔ </w:t>
      </w:r>
    </w:p>
    <w:p w:rsidR="00476253" w:rsidRDefault="00476253" w:rsidP="00476253">
      <w:pPr>
        <w:pStyle w:val="libNormal"/>
        <w:rPr>
          <w:rtl/>
          <w:lang w:bidi="ur-PK"/>
        </w:rPr>
      </w:pPr>
      <w:r>
        <w:rPr>
          <w:rtl/>
          <w:lang w:bidi="ur-PK"/>
        </w:rPr>
        <w:t>80۔ وسائل الش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عہ،</w:t>
      </w:r>
      <w:r>
        <w:rPr>
          <w:rtl/>
          <w:lang w:bidi="ur-PK"/>
        </w:rPr>
        <w:t xml:space="preserve"> ش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خ</w:t>
      </w:r>
      <w:r>
        <w:rPr>
          <w:rtl/>
          <w:lang w:bidi="ur-PK"/>
        </w:rPr>
        <w:t xml:space="preserve"> حر عامل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،</w:t>
      </w:r>
      <w:r>
        <w:rPr>
          <w:rtl/>
          <w:lang w:bidi="ur-PK"/>
        </w:rPr>
        <w:t xml:space="preserve"> آل الب</w:t>
      </w:r>
      <w:r>
        <w:rPr>
          <w:rFonts w:hint="cs"/>
          <w:rtl/>
          <w:lang w:bidi="ur-PK"/>
        </w:rPr>
        <w:t>ی</w:t>
      </w:r>
      <w:r>
        <w:rPr>
          <w:rFonts w:hint="eastAsia"/>
          <w:rtl/>
          <w:lang w:bidi="ur-PK"/>
        </w:rPr>
        <w:t>ت</w:t>
      </w:r>
      <w:r>
        <w:rPr>
          <w:rtl/>
          <w:lang w:bidi="ur-PK"/>
        </w:rPr>
        <w:t xml:space="preserve"> ”قم 1409 “۔ </w:t>
      </w:r>
    </w:p>
    <w:p w:rsidR="00476253" w:rsidRPr="0094244C" w:rsidRDefault="0094244C" w:rsidP="0094244C">
      <w:pPr>
        <w:pStyle w:val="libLine"/>
        <w:rPr>
          <w:rtl/>
          <w:lang w:bidi="ur-PK"/>
        </w:rPr>
      </w:pPr>
      <w:r>
        <w:rPr>
          <w:rFonts w:hint="cs"/>
          <w:rtl/>
          <w:lang w:bidi="ur-PK"/>
        </w:rPr>
        <w:t>____________________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480. سور</w:t>
      </w:r>
      <w:r w:rsidR="00BA0B7F">
        <w:rPr>
          <w:rtl/>
        </w:rPr>
        <w:t>ہ</w:t>
      </w:r>
      <w:r>
        <w:rPr>
          <w:rtl/>
        </w:rPr>
        <w:t xml:space="preserve"> آل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61۔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481. سور</w:t>
      </w:r>
      <w:r w:rsidR="00BA0B7F">
        <w:rPr>
          <w:rtl/>
        </w:rPr>
        <w:t>ہ</w:t>
      </w:r>
      <w:r>
        <w:rPr>
          <w:rtl/>
        </w:rPr>
        <w:t xml:space="preserve"> منافقون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482. مجموعہ ورام ج1، ص114، باب الکذب ؛الترغ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ج3، ص596۔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483. تحف العقول ص224؛مشکاة الانوار ص180، الفصل الرابع والعشرون ف</w:t>
      </w:r>
      <w:r>
        <w:rPr>
          <w:rFonts w:hint="cs"/>
          <w:rtl/>
        </w:rPr>
        <w:t>ی</w:t>
      </w:r>
      <w:r>
        <w:rPr>
          <w:rtl/>
        </w:rPr>
        <w:t xml:space="preserve"> محاسن الافعال ؛بحار الانوار ج75، ص64، باب 16،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157۔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484. مستدرک الوسائل ج9، ص85، باب 120،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10283؛محجة الب</w:t>
      </w:r>
      <w:r>
        <w:rPr>
          <w:rFonts w:hint="cs"/>
          <w:rtl/>
        </w:rPr>
        <w:t>ی</w:t>
      </w:r>
      <w:r>
        <w:rPr>
          <w:rFonts w:hint="eastAsia"/>
          <w:rtl/>
        </w:rPr>
        <w:t>ضاء</w:t>
      </w:r>
      <w:r>
        <w:rPr>
          <w:rtl/>
        </w:rPr>
        <w:t xml:space="preserve"> ج5، ص 243، کتاب آفات اللسان۔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485. شرح نہج البلاغہ ج6، ص357، فصل ف</w:t>
      </w:r>
      <w:r>
        <w:rPr>
          <w:rFonts w:hint="cs"/>
          <w:rtl/>
        </w:rPr>
        <w:t>ی</w:t>
      </w:r>
      <w:r>
        <w:rPr>
          <w:rtl/>
        </w:rPr>
        <w:t xml:space="preserve"> ذم الکذب۔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486. کاف</w:t>
      </w:r>
      <w:r>
        <w:rPr>
          <w:rFonts w:hint="cs"/>
          <w:rtl/>
        </w:rPr>
        <w:t>ی</w:t>
      </w:r>
      <w:r>
        <w:rPr>
          <w:rtl/>
        </w:rPr>
        <w:t xml:space="preserve"> ج2، ص338، باب الکذب،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3؛بحار الانوار ج69، ص236، باب 114،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 xml:space="preserve">487. مجموعہ ورام ج1، ص113، باب الکذب۔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488. سور</w:t>
      </w:r>
      <w:r w:rsidR="00BA0B7F">
        <w:rPr>
          <w:rtl/>
        </w:rPr>
        <w:t>ہ</w:t>
      </w:r>
      <w:r>
        <w:rPr>
          <w:rtl/>
        </w:rPr>
        <w:t xml:space="preserve">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112۔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489.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اخبار الرضا ج2، ص33، باب 31،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63؛بحار الانوارج72، ص194، باب 62،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5۔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490. معان</w:t>
      </w:r>
      <w:r>
        <w:rPr>
          <w:rFonts w:hint="cs"/>
          <w:rtl/>
        </w:rPr>
        <w:t>ی</w:t>
      </w:r>
      <w:r>
        <w:rPr>
          <w:rtl/>
        </w:rPr>
        <w:t xml:space="preserve"> الاخبار ص163، باب معن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نة</w:t>
      </w:r>
      <w:r>
        <w:rPr>
          <w:rtl/>
        </w:rPr>
        <w:t xml:space="preserve"> خبال،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1؛بحار الانوار ج72، ص194، باب 62،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6۔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491. خصال ج2، ص348،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21؛بحار الانوار ج75، ص447، باب 33،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7۔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492. سور</w:t>
      </w:r>
      <w:r w:rsidR="00BA0B7F">
        <w:rPr>
          <w:rtl/>
        </w:rPr>
        <w:t>ہ</w:t>
      </w:r>
      <w:r>
        <w:rPr>
          <w:rtl/>
        </w:rPr>
        <w:t xml:space="preserve"> حجرات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12۔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lastRenderedPageBreak/>
        <w:t>493.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ص537، مجلس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 xml:space="preserve"> الجمعة،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1162؛بحار الانوار ج74، ص91، باب4،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494. غررالحکم ص221، سامع الغ</w:t>
      </w:r>
      <w:r>
        <w:rPr>
          <w:rFonts w:hint="cs"/>
          <w:rtl/>
        </w:rPr>
        <w:t>ی</w:t>
      </w:r>
      <w:r>
        <w:rPr>
          <w:rFonts w:hint="eastAsia"/>
          <w:rtl/>
        </w:rPr>
        <w:t>بة،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4443؛تفس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ص102۔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495. سور</w:t>
      </w:r>
      <w:r w:rsidR="00BA0B7F">
        <w:rPr>
          <w:rtl/>
        </w:rPr>
        <w:t>ہ</w:t>
      </w:r>
      <w:r>
        <w:rPr>
          <w:rtl/>
        </w:rPr>
        <w:t xml:space="preserve"> حجرات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11۔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 xml:space="preserve">496. کنزل العمال ص8328۔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497. مجموعہ ورام ج1، ص31، باب الرسوم ف</w:t>
      </w:r>
      <w:r>
        <w:rPr>
          <w:rFonts w:hint="cs"/>
          <w:rtl/>
        </w:rPr>
        <w:t>ی</w:t>
      </w:r>
      <w:r>
        <w:rPr>
          <w:rtl/>
        </w:rPr>
        <w:t xml:space="preserve"> معاشرة الناس۔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 xml:space="preserve">498. مجموعہ ورام ج2ص121۔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499.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224۔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500. تحف العقول ص13؛بحار الانوار ج74، ص68، باب3،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6۔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501. کاف</w:t>
      </w:r>
      <w:r>
        <w:rPr>
          <w:rFonts w:hint="cs"/>
          <w:rtl/>
        </w:rPr>
        <w:t>ی</w:t>
      </w:r>
      <w:r>
        <w:rPr>
          <w:rtl/>
        </w:rPr>
        <w:t xml:space="preserve"> ج7، ص435، باب ال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الکاذبة،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1؛بحار الانوار ج101، ص209، باب1،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15۔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502. سور</w:t>
      </w:r>
      <w:r w:rsidR="00BA0B7F">
        <w:rPr>
          <w:rtl/>
        </w:rPr>
        <w:t>ہ</w:t>
      </w:r>
      <w:r>
        <w:rPr>
          <w:rtl/>
        </w:rPr>
        <w:t xml:space="preserve"> نازعات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40۔41۔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503. خصال ج1، ص2حد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2؛امال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ص51، مجلس 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11؛وسائل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ج15، ص210، باب9،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20299۔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504. کاف</w:t>
      </w:r>
      <w:r>
        <w:rPr>
          <w:rFonts w:hint="cs"/>
          <w:rtl/>
        </w:rPr>
        <w:t>ی</w:t>
      </w:r>
      <w:r>
        <w:rPr>
          <w:rtl/>
        </w:rPr>
        <w:t xml:space="preserve"> ج2، ص79، باب العفة،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6؛وسائل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ج15، ص249، باب 22،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20417۔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505. غررالحکم ص304، ف</w:t>
      </w:r>
      <w:r>
        <w:rPr>
          <w:rFonts w:hint="cs"/>
          <w:rtl/>
        </w:rPr>
        <w:t>ی</w:t>
      </w:r>
      <w:r>
        <w:rPr>
          <w:rtl/>
        </w:rPr>
        <w:t xml:space="preserve"> الشھوات ذل ورق،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6965۔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506. مکارم الاخلا ق ص465، الفصل الخامس ؛بحار الانوارج74، ص84، باب 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507.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ج4، ص13، باب ذکر جمل من مناھ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4968؛بحارالانوار ج67، ص378، باب 59،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25۔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508. سور</w:t>
      </w:r>
      <w:r w:rsidR="00BA0B7F">
        <w:rPr>
          <w:rtl/>
        </w:rPr>
        <w:t>ہ</w:t>
      </w:r>
      <w:r>
        <w:rPr>
          <w:rtl/>
        </w:rPr>
        <w:t xml:space="preserve"> صف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7۔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509. سور</w:t>
      </w:r>
      <w:r w:rsidR="00BA0B7F">
        <w:rPr>
          <w:rtl/>
        </w:rPr>
        <w:t>ہ</w:t>
      </w:r>
      <w:r>
        <w:rPr>
          <w:rtl/>
        </w:rPr>
        <w:t xml:space="preserve"> عنکبوت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31۔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510. سور</w:t>
      </w:r>
      <w:r w:rsidR="00BA0B7F">
        <w:rPr>
          <w:rtl/>
        </w:rPr>
        <w:t>ہ</w:t>
      </w:r>
      <w:r>
        <w:rPr>
          <w:rtl/>
        </w:rPr>
        <w:t xml:space="preserve"> غافر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18۔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511. سور</w:t>
      </w:r>
      <w:r w:rsidR="00BA0B7F">
        <w:rPr>
          <w:rtl/>
        </w:rPr>
        <w:t>ہ</w:t>
      </w:r>
      <w:r>
        <w:rPr>
          <w:rtl/>
        </w:rPr>
        <w:t xml:space="preserve"> شوريٰ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45۔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512. سور</w:t>
      </w:r>
      <w:r w:rsidR="00BA0B7F">
        <w:rPr>
          <w:rtl/>
        </w:rPr>
        <w:t>ہ</w:t>
      </w:r>
      <w:r>
        <w:rPr>
          <w:rtl/>
        </w:rPr>
        <w:t xml:space="preserve"> شوريٰ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40۔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 xml:space="preserve">513. کنزل العمال ص8862۔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lastRenderedPageBreak/>
        <w:t>514. امال</w:t>
      </w:r>
      <w:r>
        <w:rPr>
          <w:rFonts w:hint="cs"/>
          <w:rtl/>
        </w:rPr>
        <w:t>ی</w:t>
      </w:r>
      <w:r>
        <w:rPr>
          <w:rtl/>
        </w:rPr>
        <w:t xml:space="preserve"> طوس</w:t>
      </w:r>
      <w:r>
        <w:rPr>
          <w:rFonts w:hint="cs"/>
          <w:rtl/>
        </w:rPr>
        <w:t>ی</w:t>
      </w:r>
      <w:r>
        <w:rPr>
          <w:rtl/>
        </w:rPr>
        <w:t xml:space="preserve"> ص405، مجلس14،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908؛وسائل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ج16، ص50، باب 77،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20955؛بحار الانوار ج72، ص311، باب 79،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12۔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515. کاف</w:t>
      </w:r>
      <w:r>
        <w:rPr>
          <w:rFonts w:hint="cs"/>
          <w:rtl/>
        </w:rPr>
        <w:t>ی</w:t>
      </w:r>
      <w:r>
        <w:rPr>
          <w:rtl/>
        </w:rPr>
        <w:t xml:space="preserve"> ج2، ص332، باب الظلم،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10؛بحار الانوار ج72، ص330،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63۔ باب 79۔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516. خصال ج1، ص107،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72؛ تحف العقول ص216؛ بحارالانوارج72، ص312، باب79،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16۔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517. نہج البلاغہ ص494، خطبہ 215؛مستدرک الوسائل ج13، ص211، باب77،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15140۔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518. سور</w:t>
      </w:r>
      <w:r w:rsidR="00BA0B7F">
        <w:rPr>
          <w:rtl/>
        </w:rPr>
        <w:t>ہ</w:t>
      </w:r>
      <w:r>
        <w:rPr>
          <w:rtl/>
        </w:rPr>
        <w:t xml:space="preserve"> آل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134۔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519. الترغ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ج3، ص450۔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520. تحف العقول ص13؛بحار الانوار ج74، ص68، باب3،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6۔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 xml:space="preserve">521. غررالحکم ص303، آثار </w:t>
      </w:r>
      <w:r w:rsidR="00BA0B7F">
        <w:rPr>
          <w:rtl/>
        </w:rPr>
        <w:t>ا</w:t>
      </w:r>
      <w:r>
        <w:rPr>
          <w:rFonts w:hint="eastAsia"/>
          <w:rtl/>
        </w:rPr>
        <w:t>خر</w:t>
      </w:r>
      <w:r>
        <w:rPr>
          <w:rFonts w:hint="cs"/>
          <w:rtl/>
        </w:rPr>
        <w:t>ی</w:t>
      </w:r>
      <w:r>
        <w:rPr>
          <w:rtl/>
        </w:rPr>
        <w:t xml:space="preserve"> للغضب،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6898؛مستدرک الوسائل ج12، ص12، باب53،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13376۔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522. کاف</w:t>
      </w:r>
      <w:r>
        <w:rPr>
          <w:rFonts w:hint="cs"/>
          <w:rtl/>
        </w:rPr>
        <w:t>ی</w:t>
      </w:r>
      <w:r>
        <w:rPr>
          <w:rtl/>
        </w:rPr>
        <w:t xml:space="preserve"> ج2، ص110، باب کظم الغ</w:t>
      </w:r>
      <w:r>
        <w:rPr>
          <w:rFonts w:hint="cs"/>
          <w:rtl/>
        </w:rPr>
        <w:t>ی</w:t>
      </w:r>
      <w:r>
        <w:rPr>
          <w:rFonts w:hint="eastAsia"/>
          <w:rtl/>
        </w:rPr>
        <w:t>ظ،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7؛بحار الانوارج68، ص410، باب93،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24۔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523. کاف</w:t>
      </w:r>
      <w:r>
        <w:rPr>
          <w:rFonts w:hint="cs"/>
          <w:rtl/>
        </w:rPr>
        <w:t>ی</w:t>
      </w:r>
      <w:r>
        <w:rPr>
          <w:rtl/>
        </w:rPr>
        <w:t xml:space="preserve"> ج2، ص303، باب الغضب،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3؛خصال ج1، ص7؛حد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22، بحار الانوارج70، ص266، باب132،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17۔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524. غرر الحکم ص299، ذم الحقد،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6763۔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525. غرر الحکم ص299، ذم الحقد،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6767۔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526. غرر الحکم ص299، ذم الحقد،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6766۔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527. نہج البلاغہ ص801، حکمت 178؛غررالحکم ص106، ف</w:t>
      </w:r>
      <w:r>
        <w:rPr>
          <w:rFonts w:hint="cs"/>
          <w:rtl/>
        </w:rPr>
        <w:t>ی</w:t>
      </w:r>
      <w:r>
        <w:rPr>
          <w:rtl/>
        </w:rPr>
        <w:t xml:space="preserve"> النھ</w:t>
      </w:r>
      <w:r>
        <w:rPr>
          <w:rFonts w:hint="cs"/>
          <w:rtl/>
        </w:rPr>
        <w:t>ی</w:t>
      </w:r>
      <w:r>
        <w:rPr>
          <w:rtl/>
        </w:rPr>
        <w:t xml:space="preserve"> عن الشر،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1911۔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528. غرر الحکم ص299، بعض آثاالحقد،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6781۔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529. غرر الحکم ص299، ذم الحقد،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6774۔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530. غررالحکم ص419، جملة من علائم شر الاخوان،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9602۔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531. سور</w:t>
      </w:r>
      <w:r w:rsidR="00BA0B7F">
        <w:rPr>
          <w:rtl/>
        </w:rPr>
        <w:t>ہ</w:t>
      </w:r>
      <w:r>
        <w:rPr>
          <w:rtl/>
        </w:rPr>
        <w:t xml:space="preserve"> آل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180۔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532. سور</w:t>
      </w:r>
      <w:r w:rsidR="00BA0B7F">
        <w:rPr>
          <w:rtl/>
        </w:rPr>
        <w:t>ہ</w:t>
      </w:r>
      <w:r>
        <w:rPr>
          <w:rtl/>
        </w:rPr>
        <w:t xml:space="preserve"> توبہ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34۔35۔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533. امال</w:t>
      </w:r>
      <w:r>
        <w:rPr>
          <w:rFonts w:hint="cs"/>
          <w:rtl/>
        </w:rPr>
        <w:t>ی</w:t>
      </w:r>
      <w:r>
        <w:rPr>
          <w:rtl/>
        </w:rPr>
        <w:t xml:space="preserve"> صدوق ص20، مجلس 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4؛بحار الانوار ج70، ص300، باب 136،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534. نہج البلاغہ ص868، حکمت 378؛بحار الانوار ج70، ص307، باب 136،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36۔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lastRenderedPageBreak/>
        <w:t>535. کاف</w:t>
      </w:r>
      <w:r>
        <w:rPr>
          <w:rFonts w:hint="cs"/>
          <w:rtl/>
        </w:rPr>
        <w:t>ی</w:t>
      </w:r>
      <w:r>
        <w:rPr>
          <w:rtl/>
        </w:rPr>
        <w:t xml:space="preserve"> ج4، ص45، باب البخل والشح،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4؛بحار الانوار ج93، ص16، باب1،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36۔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536. سور</w:t>
      </w:r>
      <w:r w:rsidR="00BA0B7F">
        <w:rPr>
          <w:rtl/>
        </w:rPr>
        <w:t>ہ</w:t>
      </w:r>
      <w:r>
        <w:rPr>
          <w:rtl/>
        </w:rPr>
        <w:t xml:space="preserve">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30۔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537. طب النب</w:t>
      </w:r>
      <w:r>
        <w:rPr>
          <w:rFonts w:hint="cs"/>
          <w:rtl/>
        </w:rPr>
        <w:t>ی</w:t>
      </w:r>
      <w:r>
        <w:rPr>
          <w:rtl/>
        </w:rPr>
        <w:t xml:space="preserve"> ص22؛بحار الانوار ج59، ص292، باب89۔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 xml:space="preserve">538. کنز ل العمال ص9720۔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 xml:space="preserve">539. کنز ل العمال ص9715۔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 xml:space="preserve">540. کنز ل العمال ص9739۔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541.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ص83۔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 xml:space="preserve">542. </w:t>
      </w:r>
      <w:r w:rsidR="00BA0B7F" w:rsidRPr="00BA0B7F">
        <w:rPr>
          <w:rtl/>
        </w:rPr>
        <w:t>ا</w:t>
      </w:r>
      <w:r>
        <w:rPr>
          <w:rFonts w:hint="eastAsia"/>
          <w:rtl/>
        </w:rPr>
        <w:t>علام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ص345،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38؛بحار الانوار ج74، ص190، باب7،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38۔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 xml:space="preserve">543. مجموعہ ورام ج2، ص121۔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544. بحار الانوار ج75، ص11، تتمہ باب 15،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572206" w:rsidRPr="00BA0B7F">
        <w:rPr>
          <w:rtl/>
        </w:rPr>
        <w:t>(70)</w:t>
      </w:r>
      <w:r w:rsidR="00572206">
        <w:rPr>
          <w:rtl/>
        </w:rPr>
        <w:t xml:space="preserve"> </w:t>
      </w:r>
      <w:r w:rsidR="00572206">
        <w:rPr>
          <w:rtl/>
        </w:rPr>
        <w:cr/>
      </w:r>
      <w:r>
        <w:rPr>
          <w:rtl/>
        </w:rPr>
        <w:t>545. مصباح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عةص</w:t>
      </w:r>
      <w:r>
        <w:rPr>
          <w:rtl/>
        </w:rPr>
        <w:t>139، الباب الخامس والستون ف</w:t>
      </w:r>
      <w:r>
        <w:rPr>
          <w:rFonts w:hint="cs"/>
          <w:rtl/>
        </w:rPr>
        <w:t>ی</w:t>
      </w:r>
      <w:r>
        <w:rPr>
          <w:rtl/>
        </w:rPr>
        <w:t xml:space="preserve"> صفت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؛بحار الانوارج70، ص105، باب 122،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101۔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546. سور</w:t>
      </w:r>
      <w:r w:rsidR="00BA0B7F">
        <w:rPr>
          <w:rtl/>
        </w:rPr>
        <w:t>ہ</w:t>
      </w:r>
      <w:r>
        <w:rPr>
          <w:rtl/>
        </w:rPr>
        <w:t xml:space="preserve"> انفال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 w:rsidR="00024CEF" w:rsidRPr="00BA0B7F">
        <w:rPr>
          <w:rtl/>
        </w:rPr>
        <w:t xml:space="preserve">(58) </w:t>
      </w:r>
      <w:r w:rsidR="00024CEF">
        <w:rPr>
          <w:rtl/>
        </w:rPr>
        <w:cr/>
      </w:r>
      <w:r>
        <w:rPr>
          <w:rtl/>
        </w:rPr>
        <w:t>547. سور</w:t>
      </w:r>
      <w:r w:rsidR="00BA0B7F">
        <w:rPr>
          <w:rtl/>
        </w:rPr>
        <w:t xml:space="preserve">ہ </w:t>
      </w:r>
      <w:r>
        <w:rPr>
          <w:rtl/>
        </w:rPr>
        <w:t>انفال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27۔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548. اختصاص، ص248؛بحار الانوار ج72، ص172، باب 58،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13۔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549. مکارم الاخلاق ص470، الفصل الخامس ؛بحار الانوار ج74، ص90، باب4،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3؛مستدرک الوسائل ج8، ص 98 3، باب59،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9790۔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550. جعفر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ص188، باب ف</w:t>
      </w:r>
      <w:r>
        <w:rPr>
          <w:rFonts w:hint="cs"/>
          <w:rtl/>
        </w:rPr>
        <w:t>ی</w:t>
      </w:r>
      <w:r>
        <w:rPr>
          <w:rtl/>
        </w:rPr>
        <w:t xml:space="preserve"> المعروف والصدقہ؛مستدرک الوسائل ج15، ص183، باب 71،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17941۔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 xml:space="preserve">551. </w:t>
      </w:r>
      <w:r w:rsidRPr="00893923">
        <w:rPr>
          <w:rStyle w:val="libFootNoteArabicChar"/>
          <w:rtl/>
        </w:rPr>
        <w:t>عن الصادق جعفر بن محمد عن اب</w:t>
      </w:r>
      <w:r w:rsidRPr="00893923">
        <w:rPr>
          <w:rStyle w:val="libFootNoteArabicChar"/>
          <w:rFonts w:hint="cs"/>
          <w:rtl/>
        </w:rPr>
        <w:t>ی</w:t>
      </w:r>
      <w:r w:rsidR="00705CD5" w:rsidRPr="00163EB1">
        <w:rPr>
          <w:rStyle w:val="libFootNoteArabicChar"/>
          <w:rFonts w:hint="cs"/>
          <w:rtl/>
        </w:rPr>
        <w:t>ه</w:t>
      </w:r>
      <w:r w:rsidRPr="00893923">
        <w:rPr>
          <w:rStyle w:val="libFootNoteArabicChar"/>
          <w:rtl/>
        </w:rPr>
        <w:t xml:space="preserve"> عن ابائ</w:t>
      </w:r>
      <w:r w:rsidR="00705CD5" w:rsidRPr="00163EB1">
        <w:rPr>
          <w:rStyle w:val="libFootNoteArabicChar"/>
          <w:rFonts w:hint="cs"/>
          <w:rtl/>
        </w:rPr>
        <w:t>ه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علی</w:t>
      </w:r>
      <w:r w:rsidR="00705CD5" w:rsidRPr="00163EB1">
        <w:rPr>
          <w:rStyle w:val="libFootNoteArabicChar"/>
          <w:rFonts w:hint="cs"/>
          <w:rtl/>
        </w:rPr>
        <w:t>ه</w:t>
      </w:r>
      <w:r w:rsidRPr="00893923">
        <w:rPr>
          <w:rStyle w:val="libFootNoteArabicChar"/>
          <w:rFonts w:hint="cs"/>
          <w:rtl/>
        </w:rPr>
        <w:t>م</w:t>
      </w:r>
      <w:r w:rsidRPr="00893923">
        <w:rPr>
          <w:rStyle w:val="libFootNoteArabicChar"/>
          <w:rtl/>
        </w:rPr>
        <w:t xml:space="preserve"> السلام قال:قال رسول الل</w:t>
      </w:r>
      <w:r w:rsidR="00705CD5" w:rsidRPr="00163EB1">
        <w:rPr>
          <w:rStyle w:val="libFootNoteArabicChar"/>
          <w:rFonts w:hint="cs"/>
          <w:rtl/>
        </w:rPr>
        <w:t>ه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صلی</w:t>
      </w:r>
      <w:r w:rsidRPr="00893923">
        <w:rPr>
          <w:rStyle w:val="libFootNoteArabicChar"/>
          <w:rtl/>
        </w:rPr>
        <w:t xml:space="preserve"> الل</w:t>
      </w:r>
      <w:r w:rsidR="00705CD5" w:rsidRPr="00163EB1">
        <w:rPr>
          <w:rStyle w:val="libFootNoteArabicChar"/>
          <w:rFonts w:hint="cs"/>
          <w:rtl/>
        </w:rPr>
        <w:t>ه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علی</w:t>
      </w:r>
      <w:r w:rsidR="00705CD5" w:rsidRPr="00163EB1">
        <w:rPr>
          <w:rStyle w:val="libFootNoteArabicChar"/>
          <w:rFonts w:hint="cs"/>
          <w:rtl/>
        </w:rPr>
        <w:t>ه</w:t>
      </w:r>
      <w:r w:rsidRPr="00893923">
        <w:rPr>
          <w:rStyle w:val="libFootNoteArabicChar"/>
          <w:rtl/>
        </w:rPr>
        <w:t xml:space="preserve"> و آل</w:t>
      </w:r>
      <w:r w:rsidR="00705CD5" w:rsidRPr="00163EB1">
        <w:rPr>
          <w:rStyle w:val="libFootNoteArabicChar"/>
          <w:rFonts w:hint="cs"/>
          <w:rtl/>
        </w:rPr>
        <w:t>ه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و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سلم</w:t>
      </w:r>
      <w:r w:rsidRPr="00893923">
        <w:rPr>
          <w:rStyle w:val="libFootNoteArabicChar"/>
          <w:rtl/>
        </w:rPr>
        <w:t xml:space="preserve"> :</w:t>
      </w:r>
      <w:r w:rsidRPr="00893923">
        <w:rPr>
          <w:rStyle w:val="libFootNoteArabicChar"/>
          <w:rFonts w:hint="cs"/>
          <w:rtl/>
        </w:rPr>
        <w:t>اربع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لاتدخل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بی</w:t>
      </w:r>
      <w:r w:rsidRPr="00893923">
        <w:rPr>
          <w:rStyle w:val="libFootNoteArabicChar"/>
          <w:rFonts w:hint="eastAsia"/>
          <w:rtl/>
        </w:rPr>
        <w:t>تا</w:t>
      </w:r>
      <w:r w:rsidRPr="00893923">
        <w:rPr>
          <w:rStyle w:val="libFootNoteArabicChar"/>
          <w:rtl/>
        </w:rPr>
        <w:t xml:space="preserve"> واحدة من</w:t>
      </w:r>
      <w:r w:rsidR="00705CD5" w:rsidRPr="00163EB1">
        <w:rPr>
          <w:rStyle w:val="libFootNoteArabicChar"/>
          <w:rFonts w:hint="cs"/>
          <w:rtl/>
        </w:rPr>
        <w:t>ه</w:t>
      </w:r>
      <w:r w:rsidRPr="00893923">
        <w:rPr>
          <w:rStyle w:val="libFootNoteArabicChar"/>
          <w:rFonts w:hint="cs"/>
          <w:rtl/>
        </w:rPr>
        <w:t>ن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الا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خرب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ولم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ی</w:t>
      </w:r>
      <w:r w:rsidRPr="00893923">
        <w:rPr>
          <w:rStyle w:val="libFootNoteArabicChar"/>
          <w:rFonts w:hint="eastAsia"/>
          <w:rtl/>
        </w:rPr>
        <w:t>عمر</w:t>
      </w:r>
      <w:r w:rsidRPr="00893923">
        <w:rPr>
          <w:rStyle w:val="libFootNoteArabicChar"/>
          <w:rtl/>
        </w:rPr>
        <w:t xml:space="preserve"> بالبرکة، الخ</w:t>
      </w:r>
      <w:r w:rsidRPr="00893923">
        <w:rPr>
          <w:rStyle w:val="libFootNoteArabicChar"/>
          <w:rFonts w:hint="cs"/>
          <w:rtl/>
        </w:rPr>
        <w:t>ی</w:t>
      </w:r>
      <w:r w:rsidRPr="00893923">
        <w:rPr>
          <w:rStyle w:val="libFootNoteArabicChar"/>
          <w:rFonts w:hint="eastAsia"/>
          <w:rtl/>
        </w:rPr>
        <w:t>انة</w:t>
      </w:r>
      <w:r w:rsidRPr="00893923">
        <w:rPr>
          <w:rStyle w:val="libFootNoteArabicChar"/>
          <w:rtl/>
        </w:rPr>
        <w:t xml:space="preserve"> والسرقة و شرب الخمر والزناء</w:t>
      </w:r>
      <w:r>
        <w:rPr>
          <w:rtl/>
        </w:rPr>
        <w:t xml:space="preserve">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552. ثواب الاعمال ص271؛جعفر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ص171، باب المکروالخ</w:t>
      </w:r>
      <w:r>
        <w:rPr>
          <w:rFonts w:hint="cs"/>
          <w:rtl/>
        </w:rPr>
        <w:t>ی</w:t>
      </w:r>
      <w:r>
        <w:rPr>
          <w:rFonts w:hint="eastAsia"/>
          <w:rtl/>
        </w:rPr>
        <w:t>انة؛مستدرک</w:t>
      </w:r>
      <w:r>
        <w:rPr>
          <w:rtl/>
        </w:rPr>
        <w:t xml:space="preserve"> الوسائل ج9، ص80، باب119،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5 6 2 0 1 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553. غررا لحکم ص460، الخ</w:t>
      </w:r>
      <w:r>
        <w:rPr>
          <w:rFonts w:hint="cs"/>
          <w:rtl/>
        </w:rPr>
        <w:t>ی</w:t>
      </w:r>
      <w:r>
        <w:rPr>
          <w:rFonts w:hint="eastAsia"/>
          <w:rtl/>
        </w:rPr>
        <w:t>انة،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10521؛تفس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ص96۔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554. اختصاص ص231؛بحار الانوار ج72، ص172، باب 58،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11۔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555. سور</w:t>
      </w:r>
      <w:r w:rsidR="00BA0B7F">
        <w:rPr>
          <w:rtl/>
        </w:rPr>
        <w:t>ہ</w:t>
      </w:r>
      <w:r>
        <w:rPr>
          <w:rtl/>
        </w:rPr>
        <w:t xml:space="preserve"> مائدہ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90۔91۔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lastRenderedPageBreak/>
        <w:t>556.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ج25، ص312، باب11،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31988؛بحار الانوار ج76، ص127، باب86،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7۔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557.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ص123۔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 xml:space="preserve">558. کنزل العمال ص13182۔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559. امال</w:t>
      </w:r>
      <w:r>
        <w:rPr>
          <w:rFonts w:hint="cs"/>
          <w:rtl/>
        </w:rPr>
        <w:t>ی</w:t>
      </w:r>
      <w:r>
        <w:rPr>
          <w:rtl/>
        </w:rPr>
        <w:t xml:space="preserve"> صدوق ص424، مجلس 66،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1؛بحار الانوار ج76، ص126، باب 86،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5۔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560. خصال ج1، ص163،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215؛وسائل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ج2، ص50، باب 16،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1450؛بحار الانوارج79، ص129۔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 xml:space="preserve">561. </w:t>
      </w:r>
      <w:r w:rsidRPr="00893923">
        <w:rPr>
          <w:rStyle w:val="libFootNoteArabicChar"/>
          <w:rtl/>
        </w:rPr>
        <w:t>عن عبد الرحمن بن سالم عن المفضل قال:قلت ل</w:t>
      </w:r>
      <w:r w:rsidR="00BA0B7F">
        <w:rPr>
          <w:rStyle w:val="libFootNoteArabicChar"/>
          <w:rtl/>
        </w:rPr>
        <w:t>ا</w:t>
      </w:r>
      <w:r w:rsidRPr="00893923">
        <w:rPr>
          <w:rStyle w:val="libFootNoteArabicChar"/>
          <w:rFonts w:hint="eastAsia"/>
          <w:rtl/>
        </w:rPr>
        <w:t>ب</w:t>
      </w:r>
      <w:r w:rsidRPr="00893923">
        <w:rPr>
          <w:rStyle w:val="libFootNoteArabicChar"/>
          <w:rFonts w:hint="cs"/>
          <w:rtl/>
        </w:rPr>
        <w:t>ی</w:t>
      </w:r>
      <w:r w:rsidRPr="00893923">
        <w:rPr>
          <w:rStyle w:val="libFootNoteArabicChar"/>
          <w:rtl/>
        </w:rPr>
        <w:t xml:space="preserve"> عبد الل</w:t>
      </w:r>
      <w:r w:rsidR="00705CD5" w:rsidRPr="00163EB1">
        <w:rPr>
          <w:rStyle w:val="libFootNoteArabicChar"/>
          <w:rFonts w:hint="cs"/>
          <w:rtl/>
        </w:rPr>
        <w:t>ه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علی</w:t>
      </w:r>
      <w:r w:rsidR="00705CD5" w:rsidRPr="00163EB1">
        <w:rPr>
          <w:rStyle w:val="libFootNoteArabicChar"/>
          <w:rFonts w:hint="cs"/>
          <w:rtl/>
        </w:rPr>
        <w:t>ه</w:t>
      </w:r>
      <w:r w:rsidRPr="00893923">
        <w:rPr>
          <w:rStyle w:val="libFootNoteArabicChar"/>
          <w:rtl/>
        </w:rPr>
        <w:t xml:space="preserve"> السلام :لم حرم الل</w:t>
      </w:r>
      <w:r w:rsidR="00705CD5" w:rsidRPr="00163EB1">
        <w:rPr>
          <w:rStyle w:val="libFootNoteArabicChar"/>
          <w:rFonts w:hint="cs"/>
          <w:rtl/>
        </w:rPr>
        <w:t>ه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الخمر؟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قال</w:t>
      </w:r>
      <w:r w:rsidRPr="00893923">
        <w:rPr>
          <w:rStyle w:val="libFootNoteArabicChar"/>
          <w:rtl/>
        </w:rPr>
        <w:t>:</w:t>
      </w:r>
      <w:r w:rsidRPr="00893923">
        <w:rPr>
          <w:rStyle w:val="libFootNoteArabicChar"/>
          <w:rFonts w:hint="cs"/>
          <w:rtl/>
        </w:rPr>
        <w:t>حرم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الل</w:t>
      </w:r>
      <w:r w:rsidR="00705CD5" w:rsidRPr="00163EB1">
        <w:rPr>
          <w:rStyle w:val="libFootNoteArabicChar"/>
          <w:rFonts w:hint="cs"/>
          <w:rtl/>
        </w:rPr>
        <w:t>ه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الخمر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لفعل</w:t>
      </w:r>
      <w:r w:rsidR="00705CD5" w:rsidRPr="00163EB1">
        <w:rPr>
          <w:rStyle w:val="libFootNoteArabicChar"/>
          <w:rFonts w:hint="cs"/>
          <w:rtl/>
        </w:rPr>
        <w:t>ه</w:t>
      </w:r>
      <w:r w:rsidRPr="00893923">
        <w:rPr>
          <w:rStyle w:val="libFootNoteArabicChar"/>
          <w:rFonts w:hint="cs"/>
          <w:rtl/>
        </w:rPr>
        <w:t>ا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وفساد</w:t>
      </w:r>
      <w:r w:rsidR="00705CD5" w:rsidRPr="00163EB1">
        <w:rPr>
          <w:rStyle w:val="libFootNoteArabicChar"/>
          <w:rFonts w:hint="cs"/>
          <w:rtl/>
        </w:rPr>
        <w:t>ه</w:t>
      </w:r>
      <w:r w:rsidRPr="00893923">
        <w:rPr>
          <w:rStyle w:val="libFootNoteArabicChar"/>
          <w:rFonts w:hint="cs"/>
          <w:rtl/>
        </w:rPr>
        <w:t>ا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ل</w:t>
      </w:r>
      <w:r w:rsidR="00BA0B7F">
        <w:rPr>
          <w:rStyle w:val="libFootNoteArabicChar"/>
          <w:rFonts w:hint="cs"/>
          <w:rtl/>
        </w:rPr>
        <w:t>ا</w:t>
      </w:r>
      <w:r w:rsidRPr="00893923">
        <w:rPr>
          <w:rStyle w:val="libFootNoteArabicChar"/>
          <w:rFonts w:hint="eastAsia"/>
          <w:rtl/>
        </w:rPr>
        <w:t>ن</w:t>
      </w:r>
      <w:r w:rsidRPr="00893923">
        <w:rPr>
          <w:rStyle w:val="libFootNoteArabicChar"/>
          <w:rtl/>
        </w:rPr>
        <w:t xml:space="preserve"> مدمن الخمر تورث</w:t>
      </w:r>
      <w:r w:rsidR="00705CD5" w:rsidRPr="00163EB1">
        <w:rPr>
          <w:rStyle w:val="libFootNoteArabicChar"/>
          <w:rFonts w:hint="cs"/>
          <w:rtl/>
        </w:rPr>
        <w:t>ه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الارتعاش،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وتذ</w:t>
      </w:r>
      <w:r w:rsidR="00705CD5" w:rsidRPr="00163EB1">
        <w:rPr>
          <w:rStyle w:val="libFootNoteArabicChar"/>
          <w:rFonts w:hint="cs"/>
          <w:rtl/>
        </w:rPr>
        <w:t>ه</w:t>
      </w:r>
      <w:r w:rsidRPr="00893923">
        <w:rPr>
          <w:rStyle w:val="libFootNoteArabicChar"/>
          <w:rFonts w:hint="cs"/>
          <w:rtl/>
        </w:rPr>
        <w:t>ب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بنور</w:t>
      </w:r>
      <w:r w:rsidR="00705CD5" w:rsidRPr="00163EB1">
        <w:rPr>
          <w:rStyle w:val="libFootNoteArabicChar"/>
          <w:rFonts w:hint="cs"/>
          <w:rtl/>
        </w:rPr>
        <w:t>ه</w:t>
      </w:r>
      <w:r w:rsidRPr="00893923">
        <w:rPr>
          <w:rStyle w:val="libFootNoteArabicChar"/>
          <w:rFonts w:hint="cs"/>
          <w:rtl/>
        </w:rPr>
        <w:t>،</w:t>
      </w:r>
      <w:r w:rsidRPr="00893923">
        <w:rPr>
          <w:rStyle w:val="libFootNoteArabicChar"/>
          <w:rtl/>
        </w:rPr>
        <w:t xml:space="preserve"> وت</w:t>
      </w:r>
      <w:r w:rsidR="00705CD5" w:rsidRPr="00163EB1">
        <w:rPr>
          <w:rStyle w:val="libFootNoteArabicChar"/>
          <w:rFonts w:hint="cs"/>
          <w:rtl/>
        </w:rPr>
        <w:t>ه</w:t>
      </w:r>
      <w:r w:rsidRPr="00893923">
        <w:rPr>
          <w:rStyle w:val="libFootNoteArabicChar"/>
          <w:rFonts w:hint="cs"/>
          <w:rtl/>
        </w:rPr>
        <w:t>دم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مروت</w:t>
      </w:r>
      <w:r w:rsidR="00705CD5" w:rsidRPr="00163EB1">
        <w:rPr>
          <w:rStyle w:val="libFootNoteArabicChar"/>
          <w:rFonts w:hint="cs"/>
          <w:rtl/>
        </w:rPr>
        <w:t>ه</w:t>
      </w:r>
      <w:r w:rsidRPr="00893923">
        <w:rPr>
          <w:rStyle w:val="libFootNoteArabicChar"/>
          <w:rFonts w:hint="cs"/>
          <w:rtl/>
        </w:rPr>
        <w:t>،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وتحمل</w:t>
      </w:r>
      <w:r w:rsidR="00705CD5" w:rsidRPr="00163EB1">
        <w:rPr>
          <w:rStyle w:val="libFootNoteArabicChar"/>
          <w:rFonts w:hint="cs"/>
          <w:rtl/>
        </w:rPr>
        <w:t>ه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علی</w:t>
      </w:r>
      <w:r w:rsidRPr="00893923">
        <w:rPr>
          <w:rStyle w:val="libFootNoteArabicChar"/>
          <w:rtl/>
        </w:rPr>
        <w:t xml:space="preserve"> </w:t>
      </w:r>
      <w:r w:rsidR="00BA0B7F">
        <w:rPr>
          <w:rStyle w:val="libFootNoteArabicChar"/>
          <w:rtl/>
        </w:rPr>
        <w:t>ا</w:t>
      </w:r>
      <w:r w:rsidRPr="00893923">
        <w:rPr>
          <w:rStyle w:val="libFootNoteArabicChar"/>
          <w:rFonts w:hint="eastAsia"/>
          <w:rtl/>
        </w:rPr>
        <w:t>ن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ی</w:t>
      </w:r>
      <w:r w:rsidRPr="00893923">
        <w:rPr>
          <w:rStyle w:val="libFootNoteArabicChar"/>
          <w:rFonts w:hint="eastAsia"/>
          <w:rtl/>
        </w:rPr>
        <w:t>جتر</w:t>
      </w:r>
      <w:r w:rsidRPr="00893923">
        <w:rPr>
          <w:rStyle w:val="libFootNoteArabicChar"/>
          <w:rFonts w:hint="cs"/>
          <w:rtl/>
        </w:rPr>
        <w:t>یٴ</w:t>
      </w:r>
      <w:r w:rsidRPr="00893923">
        <w:rPr>
          <w:rStyle w:val="libFootNoteArabicChar"/>
          <w:rtl/>
        </w:rPr>
        <w:t xml:space="preserve"> عل</w:t>
      </w:r>
      <w:r w:rsidRPr="00893923">
        <w:rPr>
          <w:rStyle w:val="libFootNoteArabicChar"/>
          <w:rFonts w:hint="cs"/>
          <w:rtl/>
        </w:rPr>
        <w:t>ی</w:t>
      </w:r>
      <w:r w:rsidRPr="00893923">
        <w:rPr>
          <w:rStyle w:val="libFootNoteArabicChar"/>
          <w:rtl/>
        </w:rPr>
        <w:t xml:space="preserve"> ارتکاب المحارم وسفک الدماء ورکوب الزنا ولا </w:t>
      </w:r>
      <w:r w:rsidRPr="00893923">
        <w:rPr>
          <w:rStyle w:val="libFootNoteArabicChar"/>
          <w:rFonts w:hint="cs"/>
          <w:rtl/>
        </w:rPr>
        <w:t>ی</w:t>
      </w:r>
      <w:r w:rsidRPr="00893923">
        <w:rPr>
          <w:rStyle w:val="libFootNoteArabicChar"/>
          <w:rFonts w:hint="eastAsia"/>
          <w:rtl/>
        </w:rPr>
        <w:t>ومن</w:t>
      </w:r>
      <w:r w:rsidRPr="00893923">
        <w:rPr>
          <w:rStyle w:val="libFootNoteArabicChar"/>
          <w:rtl/>
        </w:rPr>
        <w:t xml:space="preserve"> اذا سکر ان </w:t>
      </w:r>
      <w:r w:rsidRPr="00893923">
        <w:rPr>
          <w:rStyle w:val="libFootNoteArabicChar"/>
          <w:rFonts w:hint="cs"/>
          <w:rtl/>
        </w:rPr>
        <w:t>ی</w:t>
      </w:r>
      <w:r w:rsidRPr="00893923">
        <w:rPr>
          <w:rStyle w:val="libFootNoteArabicChar"/>
          <w:rFonts w:hint="eastAsia"/>
          <w:rtl/>
        </w:rPr>
        <w:t>ثب</w:t>
      </w:r>
      <w:r w:rsidRPr="00893923">
        <w:rPr>
          <w:rStyle w:val="libFootNoteArabicChar"/>
          <w:rtl/>
        </w:rPr>
        <w:t xml:space="preserve"> عل</w:t>
      </w:r>
      <w:r w:rsidRPr="00893923">
        <w:rPr>
          <w:rStyle w:val="libFootNoteArabicChar"/>
          <w:rFonts w:hint="cs"/>
          <w:rtl/>
        </w:rPr>
        <w:t>ی</w:t>
      </w:r>
      <w:r w:rsidRPr="00893923">
        <w:rPr>
          <w:rStyle w:val="libFootNoteArabicChar"/>
          <w:rtl/>
        </w:rPr>
        <w:t xml:space="preserve"> حرم</w:t>
      </w:r>
      <w:r w:rsidR="00705CD5" w:rsidRPr="00163EB1">
        <w:rPr>
          <w:rStyle w:val="libFootNoteArabicChar"/>
          <w:rFonts w:hint="cs"/>
          <w:rtl/>
        </w:rPr>
        <w:t>ه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و</w:t>
      </w:r>
      <w:r w:rsidR="00705CD5" w:rsidRPr="00163EB1">
        <w:rPr>
          <w:rStyle w:val="libFootNoteArabicChar"/>
          <w:rFonts w:hint="cs"/>
          <w:rtl/>
        </w:rPr>
        <w:t>ه</w:t>
      </w:r>
      <w:r w:rsidRPr="00893923">
        <w:rPr>
          <w:rStyle w:val="libFootNoteArabicChar"/>
          <w:rFonts w:hint="cs"/>
          <w:rtl/>
        </w:rPr>
        <w:t>و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لا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ی</w:t>
      </w:r>
      <w:r w:rsidRPr="00893923">
        <w:rPr>
          <w:rStyle w:val="libFootNoteArabicChar"/>
          <w:rFonts w:hint="eastAsia"/>
          <w:rtl/>
        </w:rPr>
        <w:t>عقل</w:t>
      </w:r>
      <w:r w:rsidRPr="00893923">
        <w:rPr>
          <w:rStyle w:val="libFootNoteArabicChar"/>
          <w:rtl/>
        </w:rPr>
        <w:t xml:space="preserve"> ذلک، ولا </w:t>
      </w:r>
      <w:r w:rsidRPr="00893923">
        <w:rPr>
          <w:rStyle w:val="libFootNoteArabicChar"/>
          <w:rFonts w:hint="cs"/>
          <w:rtl/>
        </w:rPr>
        <w:t>ی</w:t>
      </w:r>
      <w:r w:rsidRPr="00893923">
        <w:rPr>
          <w:rStyle w:val="libFootNoteArabicChar"/>
          <w:rFonts w:hint="eastAsia"/>
          <w:rtl/>
        </w:rPr>
        <w:t>ز</w:t>
      </w:r>
      <w:r w:rsidRPr="00893923">
        <w:rPr>
          <w:rStyle w:val="libFootNoteArabicChar"/>
          <w:rFonts w:hint="cs"/>
          <w:rtl/>
        </w:rPr>
        <w:t>ی</w:t>
      </w:r>
      <w:r w:rsidRPr="00893923">
        <w:rPr>
          <w:rStyle w:val="libFootNoteArabicChar"/>
          <w:rFonts w:hint="eastAsia"/>
          <w:rtl/>
        </w:rPr>
        <w:t>د</w:t>
      </w:r>
      <w:r w:rsidRPr="00893923">
        <w:rPr>
          <w:rStyle w:val="libFootNoteArabicChar"/>
          <w:rtl/>
        </w:rPr>
        <w:t xml:space="preserve"> شارب</w:t>
      </w:r>
      <w:r w:rsidR="00705CD5" w:rsidRPr="00163EB1">
        <w:rPr>
          <w:rStyle w:val="libFootNoteArabicChar"/>
          <w:rFonts w:hint="cs"/>
          <w:rtl/>
        </w:rPr>
        <w:t>ه</w:t>
      </w:r>
      <w:r w:rsidRPr="00893923">
        <w:rPr>
          <w:rStyle w:val="libFootNoteArabicChar"/>
          <w:rFonts w:hint="cs"/>
          <w:rtl/>
        </w:rPr>
        <w:t>ا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الاکل</w:t>
      </w:r>
      <w:r w:rsidRPr="00893923">
        <w:rPr>
          <w:rStyle w:val="libFootNoteArabicChar"/>
          <w:rtl/>
        </w:rPr>
        <w:t xml:space="preserve"> </w:t>
      </w:r>
      <w:r w:rsidRPr="00893923">
        <w:rPr>
          <w:rStyle w:val="libFootNoteArabicChar"/>
          <w:rFonts w:hint="cs"/>
          <w:rtl/>
        </w:rPr>
        <w:t>شر</w:t>
      </w:r>
      <w:r>
        <w:rPr>
          <w:rtl/>
        </w:rPr>
        <w:t xml:space="preserve">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562. سور</w:t>
      </w:r>
      <w:r w:rsidR="00BA0B7F">
        <w:rPr>
          <w:rtl/>
        </w:rPr>
        <w:t>ہ</w:t>
      </w:r>
      <w:r>
        <w:rPr>
          <w:rtl/>
        </w:rPr>
        <w:t xml:space="preserve">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108۔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563. کاف</w:t>
      </w:r>
      <w:r>
        <w:rPr>
          <w:rFonts w:hint="cs"/>
          <w:rtl/>
        </w:rPr>
        <w:t>ی</w:t>
      </w:r>
      <w:r>
        <w:rPr>
          <w:rtl/>
        </w:rPr>
        <w:t xml:space="preserve"> ج2، ص360۔، باب السباب،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3؛بحار الانوارج72، ص163، باب57،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34۔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564.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ج4، ص418، من الفاظ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5913؛ثواب الاعمال ص240؛بحار الانوار ج72، ص148، باب 57،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6۔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 xml:space="preserve">565. کنزل العمال ص2120۔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566. علل الشرا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ج2، ص577، باب383،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1؛بحا الانوار ج57، ص9، باب 29،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8۔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567. سور</w:t>
      </w:r>
      <w:r w:rsidR="00BA0B7F">
        <w:rPr>
          <w:rtl/>
        </w:rPr>
        <w:t>ہ</w:t>
      </w:r>
      <w:r>
        <w:rPr>
          <w:rtl/>
        </w:rPr>
        <w:t xml:space="preserve">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31۔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568. سور</w:t>
      </w:r>
      <w:r w:rsidR="00BA0B7F">
        <w:rPr>
          <w:rtl/>
        </w:rPr>
        <w:t>ہ</w:t>
      </w:r>
      <w:r>
        <w:rPr>
          <w:rtl/>
        </w:rPr>
        <w:t xml:space="preserve"> اسراء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27۔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 xml:space="preserve">569. مجموعہ ورام ج2، ص229۔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570. اعلام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ص313؛بحار الانوار ج75، ص377، باب29،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3۔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571. غررالحکم ص359، الفصل الاول ذم الاسراف،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8132؛تفس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ص146۔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572. خصال ج1، ص121،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113؛بحار الانوار ج69، ص206، باب 106،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7۔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573. کاف</w:t>
      </w:r>
      <w:r>
        <w:rPr>
          <w:rFonts w:hint="cs"/>
          <w:rtl/>
        </w:rPr>
        <w:t>ی</w:t>
      </w:r>
      <w:r>
        <w:rPr>
          <w:rtl/>
        </w:rPr>
        <w:t xml:space="preserve"> ج4، ص52، باب فضل القصد،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2؛بحار الانوار ج68، ص346، باب 86،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10۔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575.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ص374۔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576.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ج3، ص273، باب الاحسان و ترک الغش ف</w:t>
      </w:r>
      <w:r>
        <w:rPr>
          <w:rFonts w:hint="cs"/>
          <w:rtl/>
        </w:rPr>
        <w:t>ی</w:t>
      </w:r>
      <w:r>
        <w:rPr>
          <w:rtl/>
        </w:rPr>
        <w:t xml:space="preserve"> الب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3987۔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lastRenderedPageBreak/>
        <w:t xml:space="preserve">577. کنزل العمال ص9501۔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578. غررالحکم ص86،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 w:rsidR="00EC52B0">
        <w:rPr>
          <w:rtl/>
        </w:rPr>
        <w:t xml:space="preserve"> ہو </w:t>
      </w:r>
      <w:r>
        <w:rPr>
          <w:rtl/>
        </w:rPr>
        <w:t>الملاک،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1436۔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579. نہج البلاغہ ص605، نامہ 26؛بحا رالانوار ج33، ص528، باب 29،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719۔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580. سور</w:t>
      </w:r>
      <w:r w:rsidR="00BA0B7F">
        <w:rPr>
          <w:rtl/>
        </w:rPr>
        <w:t>ہ</w:t>
      </w:r>
      <w:r>
        <w:rPr>
          <w:rtl/>
        </w:rPr>
        <w:t xml:space="preserve"> بقرہ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278۔279۔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581. من لا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ج4، ص377، من الفاظ رسول اللہ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5775؛وسائل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ج18، ص122، باب1،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23282۔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582. ثواب الاعمال ص285، عقاب مجمع عقوبات الاعمال؛بحار الانوار ج73، ص364، باب 67،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30۔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583. عوال</w:t>
      </w:r>
      <w:r>
        <w:rPr>
          <w:rFonts w:hint="cs"/>
          <w:rtl/>
        </w:rPr>
        <w:t>ی</w:t>
      </w:r>
      <w:r>
        <w:rPr>
          <w:rtl/>
        </w:rPr>
        <w:t xml:space="preserve"> اللئال</w:t>
      </w:r>
      <w:r>
        <w:rPr>
          <w:rFonts w:hint="cs"/>
          <w:rtl/>
        </w:rPr>
        <w:t>ی</w:t>
      </w:r>
      <w:r>
        <w:rPr>
          <w:rtl/>
        </w:rPr>
        <w:t xml:space="preserve"> ج2، ص136،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374؛بحار الانوار ج100، ص117، باب 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13۔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 xml:space="preserve">584. من لا </w:t>
      </w:r>
      <w:r>
        <w:rPr>
          <w:rFonts w:hint="cs"/>
          <w:rtl/>
        </w:rPr>
        <w:t>ی</w:t>
      </w:r>
      <w:r>
        <w:rPr>
          <w:rFonts w:hint="eastAsia"/>
          <w:rtl/>
        </w:rPr>
        <w:t>حضرہ</w:t>
      </w:r>
      <w:r>
        <w:rPr>
          <w:rtl/>
        </w:rPr>
        <w:t xml:space="preserve"> الفق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ج4، ص8باب ذکر جمل من مناھ</w:t>
      </w:r>
      <w:r>
        <w:rPr>
          <w:rFonts w:hint="cs"/>
          <w:rtl/>
        </w:rPr>
        <w:t>ی</w:t>
      </w:r>
      <w:r>
        <w:rPr>
          <w:rtl/>
        </w:rPr>
        <w:t xml:space="preserve"> النب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آلہ و سلم،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4968؛بحار الانوار ج100، ص116، باب 5،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8۔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585.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لحاظ سے :آل عمران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117۔(</w:t>
      </w:r>
      <w:r w:rsidR="0005211C">
        <w:rPr>
          <w:rtl/>
        </w:rPr>
        <w:t>(</w:t>
      </w:r>
      <w:r w:rsidRPr="00893923">
        <w:rPr>
          <w:rStyle w:val="libFootnoteAieChar"/>
          <w:rtl/>
        </w:rPr>
        <w:t xml:space="preserve">مَثَلُ مَا </w:t>
      </w:r>
      <w:r w:rsidRPr="00893923">
        <w:rPr>
          <w:rStyle w:val="libFootnoteAieChar"/>
          <w:rFonts w:hint="cs"/>
          <w:rtl/>
        </w:rPr>
        <w:t>ی</w:t>
      </w:r>
      <w:r w:rsidRPr="00893923">
        <w:rPr>
          <w:rStyle w:val="libFootnoteAieChar"/>
          <w:rFonts w:hint="eastAsia"/>
          <w:rtl/>
        </w:rPr>
        <w:t>نْفِقُونَ</w:t>
      </w:r>
      <w:r w:rsidRPr="00893923">
        <w:rPr>
          <w:rStyle w:val="libFootnoteAieChar"/>
          <w:rtl/>
        </w:rPr>
        <w:t xml:space="preserve"> فِ</w:t>
      </w:r>
      <w:r w:rsidRPr="00893923">
        <w:rPr>
          <w:rStyle w:val="libFootnoteAieChar"/>
          <w:rFonts w:hint="cs"/>
          <w:rtl/>
        </w:rPr>
        <w:t>ی</w:t>
      </w:r>
      <w:r w:rsidRPr="00893923">
        <w:rPr>
          <w:rStyle w:val="libFootnoteAieChar"/>
          <w:rtl/>
        </w:rPr>
        <w:t xml:space="preserve"> 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tl/>
        </w:rPr>
        <w:t>َذِ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tl/>
        </w:rPr>
        <w:t>ِ</w:t>
      </w:r>
      <w:r w:rsidRPr="00893923">
        <w:rPr>
          <w:rStyle w:val="libFootnoteAieChar"/>
          <w:rtl/>
        </w:rPr>
        <w:t xml:space="preserve"> </w:t>
      </w:r>
      <w:r w:rsidRPr="00163EB1">
        <w:rPr>
          <w:rStyle w:val="libFootnoteAieChar"/>
          <w:rtl/>
        </w:rPr>
        <w:t>الْحَ</w:t>
      </w:r>
      <w:r w:rsidRPr="00893923">
        <w:rPr>
          <w:rStyle w:val="libFootnoteAieChar"/>
          <w:rFonts w:hint="cs"/>
          <w:rtl/>
        </w:rPr>
        <w:t>ی</w:t>
      </w:r>
      <w:r w:rsidRPr="00893923">
        <w:rPr>
          <w:rStyle w:val="libFootnoteAieChar"/>
          <w:rFonts w:hint="eastAsia"/>
          <w:rtl/>
        </w:rPr>
        <w:t>اةِ</w:t>
      </w:r>
      <w:r w:rsidRPr="00893923">
        <w:rPr>
          <w:rStyle w:val="libFootnoteAieChar"/>
          <w:rtl/>
        </w:rPr>
        <w:t xml:space="preserve"> الدُّنْ</w:t>
      </w:r>
      <w:r w:rsidRPr="00893923">
        <w:rPr>
          <w:rStyle w:val="libFootnoteAieChar"/>
          <w:rFonts w:hint="cs"/>
          <w:rtl/>
        </w:rPr>
        <w:t>ی</w:t>
      </w:r>
      <w:r w:rsidRPr="00893923">
        <w:rPr>
          <w:rStyle w:val="libFootnoteAieChar"/>
          <w:rFonts w:hint="eastAsia"/>
          <w:rtl/>
        </w:rPr>
        <w:t>ا</w:t>
      </w:r>
      <w:r w:rsidRPr="00893923">
        <w:rPr>
          <w:rStyle w:val="libFootnoteAieChar"/>
          <w:rtl/>
        </w:rPr>
        <w:t xml:space="preserve"> كَمَثَلِ رِ</w:t>
      </w:r>
      <w:r w:rsidRPr="00893923">
        <w:rPr>
          <w:rStyle w:val="libFootnoteAieChar"/>
          <w:rFonts w:hint="cs"/>
          <w:rtl/>
        </w:rPr>
        <w:t>ی</w:t>
      </w:r>
      <w:r w:rsidRPr="00893923">
        <w:rPr>
          <w:rStyle w:val="libFootnoteAieChar"/>
          <w:rFonts w:hint="eastAsia"/>
          <w:rtl/>
        </w:rPr>
        <w:t>حٍ</w:t>
      </w:r>
      <w:r w:rsidRPr="00893923">
        <w:rPr>
          <w:rStyle w:val="libFootnoteAieChar"/>
          <w:rtl/>
        </w:rPr>
        <w:t xml:space="preserve"> فِ</w:t>
      </w:r>
      <w:r w:rsidRPr="00893923">
        <w:rPr>
          <w:rStyle w:val="libFootnoteAieChar"/>
          <w:rFonts w:hint="cs"/>
          <w:rtl/>
        </w:rPr>
        <w:t>ی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eastAsia"/>
          <w:rtl/>
        </w:rPr>
        <w:t>ا</w:t>
      </w:r>
      <w:r w:rsidRPr="00893923">
        <w:rPr>
          <w:rStyle w:val="libFootnoteAieChar"/>
          <w:rtl/>
        </w:rPr>
        <w:t xml:space="preserve"> صِرٌّ </w:t>
      </w:r>
      <w:r w:rsidR="00BA0B7F">
        <w:rPr>
          <w:rStyle w:val="libFootnoteAieChar"/>
          <w:rtl/>
        </w:rPr>
        <w:t>ا</w:t>
      </w:r>
      <w:r w:rsidRPr="00893923">
        <w:rPr>
          <w:rStyle w:val="libFootnoteAieChar"/>
          <w:rFonts w:hint="eastAsia"/>
          <w:rtl/>
        </w:rPr>
        <w:t>صَابَتْ</w:t>
      </w:r>
      <w:r w:rsidRPr="00893923">
        <w:rPr>
          <w:rStyle w:val="libFootnoteAieChar"/>
          <w:rtl/>
        </w:rPr>
        <w:t xml:space="preserve"> حَرْثَ قَوْمٍ ظَلَمُوا </w:t>
      </w:r>
      <w:r w:rsidR="00BA0B7F">
        <w:rPr>
          <w:rStyle w:val="libFootnoteAieChar"/>
          <w:rtl/>
        </w:rPr>
        <w:t>ا</w:t>
      </w:r>
      <w:r w:rsidRPr="00893923">
        <w:rPr>
          <w:rStyle w:val="libFootnoteAieChar"/>
          <w:rFonts w:hint="eastAsia"/>
          <w:rtl/>
        </w:rPr>
        <w:t>نْفُسَ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eastAsia"/>
          <w:rtl/>
        </w:rPr>
        <w:t>م</w:t>
      </w:r>
      <w:r w:rsidRPr="00893923">
        <w:rPr>
          <w:rStyle w:val="libFootnoteAieChar"/>
          <w:rtl/>
        </w:rPr>
        <w:t xml:space="preserve"> فَ</w:t>
      </w:r>
      <w:r w:rsidR="00BA0B7F">
        <w:rPr>
          <w:rStyle w:val="libFootnoteAieChar"/>
          <w:rtl/>
        </w:rPr>
        <w:t>ا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eastAsia"/>
          <w:rtl/>
        </w:rPr>
        <w:t>لكَتْ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eastAsia"/>
          <w:rtl/>
        </w:rPr>
        <w:t>ُ</w:t>
      </w:r>
      <w:r w:rsidRPr="00893923">
        <w:rPr>
          <w:rStyle w:val="libFootnoteAieChar"/>
          <w:rtl/>
        </w:rPr>
        <w:t xml:space="preserve"> وَمَا ظَلَمَ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tl/>
        </w:rPr>
        <w:t>م</w:t>
      </w:r>
      <w:r w:rsidRPr="00893923">
        <w:rPr>
          <w:rStyle w:val="libFootnoteAieChar"/>
          <w:rtl/>
        </w:rPr>
        <w:t xml:space="preserve"> </w:t>
      </w:r>
      <w:r w:rsidRPr="00163EB1">
        <w:rPr>
          <w:rStyle w:val="libFootnoteAieChar"/>
          <w:rtl/>
        </w:rPr>
        <w:t>اللهُ</w:t>
      </w:r>
      <w:r w:rsidRPr="00893923">
        <w:rPr>
          <w:rStyle w:val="libFootnoteAieChar"/>
          <w:rtl/>
        </w:rPr>
        <w:t xml:space="preserve"> </w:t>
      </w:r>
      <w:r w:rsidRPr="00163EB1">
        <w:rPr>
          <w:rStyle w:val="libFootnoteAieChar"/>
          <w:rtl/>
        </w:rPr>
        <w:t>وَلَكِنْ</w:t>
      </w:r>
      <w:r w:rsidRPr="00893923">
        <w:rPr>
          <w:rStyle w:val="libFootnoteAieChar"/>
          <w:rtl/>
        </w:rPr>
        <w:t xml:space="preserve"> </w:t>
      </w:r>
      <w:r w:rsidR="00BA0B7F">
        <w:rPr>
          <w:rStyle w:val="libFootnoteAieChar"/>
          <w:rtl/>
        </w:rPr>
        <w:t>ا</w:t>
      </w:r>
      <w:r w:rsidRPr="00893923">
        <w:rPr>
          <w:rStyle w:val="libFootnoteAieChar"/>
          <w:rFonts w:hint="eastAsia"/>
          <w:rtl/>
        </w:rPr>
        <w:t>نْفُسَ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eastAsia"/>
          <w:rtl/>
        </w:rPr>
        <w:t>م</w:t>
      </w:r>
      <w:r w:rsidRPr="00893923">
        <w:rPr>
          <w:rStyle w:val="libFootnoteAieChar"/>
          <w:rtl/>
        </w:rPr>
        <w:t xml:space="preserve"> </w:t>
      </w:r>
      <w:r w:rsidRPr="00893923">
        <w:rPr>
          <w:rStyle w:val="libFootnoteAieChar"/>
          <w:rFonts w:hint="cs"/>
          <w:rtl/>
        </w:rPr>
        <w:t>ی</w:t>
      </w:r>
      <w:r w:rsidRPr="00893923">
        <w:rPr>
          <w:rStyle w:val="libFootnoteAieChar"/>
          <w:rFonts w:hint="eastAsia"/>
          <w:rtl/>
        </w:rPr>
        <w:t>ظْلِمُونَ</w:t>
      </w:r>
      <w:r>
        <w:rPr>
          <w:rtl/>
        </w:rPr>
        <w:t>))سور</w:t>
      </w:r>
      <w:r w:rsidR="00BA0B7F" w:rsidRPr="00BA0B7F">
        <w:rPr>
          <w:rtl/>
        </w:rPr>
        <w:t xml:space="preserve">ہ 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13۔((</w:t>
      </w:r>
      <w:r w:rsidRPr="00893923">
        <w:rPr>
          <w:rStyle w:val="libFootnoteAieChar"/>
          <w:rtl/>
        </w:rPr>
        <w:t xml:space="preserve">وَلَقَدْ </w:t>
      </w:r>
      <w:r w:rsidR="00BA0B7F">
        <w:rPr>
          <w:rStyle w:val="libFootnoteAieChar"/>
          <w:rtl/>
        </w:rPr>
        <w:t>ا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eastAsia"/>
          <w:rtl/>
        </w:rPr>
        <w:t>لكْنَا</w:t>
      </w:r>
      <w:r w:rsidRPr="00893923">
        <w:rPr>
          <w:rStyle w:val="libFootnoteAieChar"/>
          <w:rtl/>
        </w:rPr>
        <w:t xml:space="preserve"> الْقُرُونَ مِنْ قَبْلِكُمْ لَمَّا ظَلَمُوا وَجَائَتْ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tl/>
        </w:rPr>
        <w:t>م</w:t>
      </w:r>
      <w:r w:rsidRPr="00893923">
        <w:rPr>
          <w:rStyle w:val="libFootnoteAieChar"/>
          <w:rtl/>
        </w:rPr>
        <w:t xml:space="preserve"> </w:t>
      </w:r>
      <w:r w:rsidRPr="00163EB1">
        <w:rPr>
          <w:rStyle w:val="libFootnoteAieChar"/>
          <w:rtl/>
        </w:rPr>
        <w:t>رُسُلُ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tl/>
        </w:rPr>
        <w:t>م</w:t>
      </w:r>
      <w:r w:rsidRPr="00893923">
        <w:rPr>
          <w:rStyle w:val="libFootnoteAieChar"/>
          <w:rtl/>
        </w:rPr>
        <w:t xml:space="preserve"> </w:t>
      </w:r>
      <w:r w:rsidRPr="00163EB1">
        <w:rPr>
          <w:rStyle w:val="libFootnoteAieChar"/>
          <w:rtl/>
        </w:rPr>
        <w:t>بِالْبَ</w:t>
      </w:r>
      <w:r w:rsidRPr="00893923">
        <w:rPr>
          <w:rStyle w:val="libFootnoteAieChar"/>
          <w:rFonts w:hint="cs"/>
          <w:rtl/>
        </w:rPr>
        <w:t>ی</w:t>
      </w:r>
      <w:r w:rsidRPr="00893923">
        <w:rPr>
          <w:rStyle w:val="libFootnoteAieChar"/>
          <w:rFonts w:hint="eastAsia"/>
          <w:rtl/>
        </w:rPr>
        <w:t>نَاتِ</w:t>
      </w:r>
      <w:r w:rsidRPr="00893923">
        <w:rPr>
          <w:rStyle w:val="libFootnoteAieChar"/>
          <w:rtl/>
        </w:rPr>
        <w:t xml:space="preserve"> وَمَا كَانُوا لِ</w:t>
      </w:r>
      <w:r w:rsidRPr="00893923">
        <w:rPr>
          <w:rStyle w:val="libFootnoteAieChar"/>
          <w:rFonts w:hint="cs"/>
          <w:rtl/>
        </w:rPr>
        <w:t>ی</w:t>
      </w:r>
      <w:r w:rsidRPr="00893923">
        <w:rPr>
          <w:rStyle w:val="libFootnoteAieChar"/>
          <w:rFonts w:hint="eastAsia"/>
          <w:rtl/>
        </w:rPr>
        <w:t>ؤْمِنُوا</w:t>
      </w:r>
      <w:r w:rsidRPr="00893923">
        <w:rPr>
          <w:rStyle w:val="libFootnoteAieChar"/>
          <w:rtl/>
        </w:rPr>
        <w:t xml:space="preserve"> كَذَلِكَ نَجْزِ</w:t>
      </w:r>
      <w:r w:rsidRPr="00893923">
        <w:rPr>
          <w:rStyle w:val="libFootnoteAieChar"/>
          <w:rFonts w:hint="cs"/>
          <w:rtl/>
        </w:rPr>
        <w:t>ی</w:t>
      </w:r>
      <w:r w:rsidRPr="00893923">
        <w:rPr>
          <w:rStyle w:val="libFootnoteAieChar"/>
          <w:rtl/>
        </w:rPr>
        <w:t xml:space="preserve"> الْقَوْمَ الْمُجْرِمِ</w:t>
      </w:r>
      <w:r w:rsidRPr="00893923">
        <w:rPr>
          <w:rStyle w:val="libFootnoteAieChar"/>
          <w:rFonts w:hint="cs"/>
          <w:rtl/>
        </w:rPr>
        <w:t>ی</w:t>
      </w:r>
      <w:r w:rsidRPr="00893923">
        <w:rPr>
          <w:rStyle w:val="libFootnoteAieChar"/>
          <w:rFonts w:hint="eastAsia"/>
          <w:rtl/>
        </w:rPr>
        <w:t>نَ</w:t>
      </w:r>
      <w:r>
        <w:rPr>
          <w:rtl/>
        </w:rPr>
        <w:t>)) سور</w:t>
      </w:r>
      <w:r w:rsidR="00BA0B7F">
        <w:rPr>
          <w:rtl/>
        </w:rPr>
        <w:t>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9۔(</w:t>
      </w:r>
      <w:r w:rsidR="0005211C">
        <w:rPr>
          <w:rtl/>
        </w:rPr>
        <w:t>(</w:t>
      </w:r>
      <w:r w:rsidRPr="00893923">
        <w:rPr>
          <w:rStyle w:val="libFootnoteAieChar"/>
          <w:rtl/>
        </w:rPr>
        <w:t>ثُمَّ صَدَقْنَا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tl/>
        </w:rPr>
        <w:t>ُمُ</w:t>
      </w:r>
      <w:r w:rsidRPr="00893923">
        <w:rPr>
          <w:rStyle w:val="libFootnoteAieChar"/>
          <w:rtl/>
        </w:rPr>
        <w:t xml:space="preserve"> الْوَعْدَ فَاَنْجَ</w:t>
      </w:r>
      <w:r w:rsidRPr="00893923">
        <w:rPr>
          <w:rStyle w:val="libFootnoteAieChar"/>
          <w:rFonts w:hint="cs"/>
          <w:rtl/>
        </w:rPr>
        <w:t>ی</w:t>
      </w:r>
      <w:r w:rsidRPr="00893923">
        <w:rPr>
          <w:rStyle w:val="libFootnoteAieChar"/>
          <w:rFonts w:hint="eastAsia"/>
          <w:rtl/>
        </w:rPr>
        <w:t>نَا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eastAsia"/>
          <w:rtl/>
        </w:rPr>
        <w:t>ُمْ</w:t>
      </w:r>
      <w:r w:rsidRPr="00893923">
        <w:rPr>
          <w:rStyle w:val="libFootnoteAieChar"/>
          <w:rtl/>
        </w:rPr>
        <w:t xml:space="preserve"> وَمَنْ نَّشَاءُ </w:t>
      </w:r>
      <w:r w:rsidRPr="00893923">
        <w:rPr>
          <w:rStyle w:val="libFootnoteAieChar"/>
          <w:rFonts w:hint="eastAsia"/>
          <w:rtl/>
        </w:rPr>
        <w:t>وَاَ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eastAsia"/>
          <w:rtl/>
        </w:rPr>
        <w:t>ْلَكْنَا</w:t>
      </w:r>
      <w:r w:rsidRPr="00893923">
        <w:rPr>
          <w:rStyle w:val="libFootnoteAieChar"/>
          <w:rtl/>
        </w:rPr>
        <w:t xml:space="preserve"> الْمُسْرِفِ</w:t>
      </w:r>
      <w:r w:rsidRPr="00893923">
        <w:rPr>
          <w:rStyle w:val="libFootnoteAieChar"/>
          <w:rFonts w:hint="cs"/>
          <w:rtl/>
        </w:rPr>
        <w:t>ی</w:t>
      </w:r>
      <w:r w:rsidRPr="00893923">
        <w:rPr>
          <w:rStyle w:val="libFootnoteAieChar"/>
          <w:rFonts w:hint="eastAsia"/>
          <w:rtl/>
        </w:rPr>
        <w:t>نَ</w:t>
      </w:r>
      <w:r>
        <w:rPr>
          <w:rtl/>
        </w:rPr>
        <w:t>))سور</w:t>
      </w:r>
      <w:r w:rsidR="00BA0B7F">
        <w:rPr>
          <w:rtl/>
        </w:rPr>
        <w:t>ہ</w:t>
      </w:r>
      <w:r>
        <w:rPr>
          <w:rtl/>
        </w:rPr>
        <w:t xml:space="preserve">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6۔(</w:t>
      </w:r>
      <w:r w:rsidR="0005211C">
        <w:rPr>
          <w:rtl/>
        </w:rPr>
        <w:t>(</w:t>
      </w:r>
      <w:r w:rsidRPr="00893923">
        <w:rPr>
          <w:rStyle w:val="libFootnoteAieChar"/>
          <w:rtl/>
        </w:rPr>
        <w:t>مَاآمَنَتْ قَبْلَ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tl/>
        </w:rPr>
        <w:t>ُم</w:t>
      </w:r>
      <w:r w:rsidRPr="00893923">
        <w:rPr>
          <w:rStyle w:val="libFootnoteAieChar"/>
          <w:rtl/>
        </w:rPr>
        <w:t xml:space="preserve"> </w:t>
      </w:r>
      <w:r w:rsidRPr="00163EB1">
        <w:rPr>
          <w:rStyle w:val="libFootnoteAieChar"/>
          <w:rtl/>
        </w:rPr>
        <w:t>مِن</w:t>
      </w:r>
      <w:r w:rsidRPr="00893923">
        <w:rPr>
          <w:rStyle w:val="libFootnoteAieChar"/>
          <w:rtl/>
        </w:rPr>
        <w:t xml:space="preserve"> </w:t>
      </w:r>
      <w:r w:rsidRPr="00163EB1">
        <w:rPr>
          <w:rStyle w:val="libFootnoteAieChar"/>
          <w:rtl/>
        </w:rPr>
        <w:t>قَرْ</w:t>
      </w:r>
      <w:r w:rsidRPr="00893923">
        <w:rPr>
          <w:rStyle w:val="libFootnoteAieChar"/>
          <w:rFonts w:hint="cs"/>
          <w:rtl/>
        </w:rPr>
        <w:t>ی</w:t>
      </w:r>
      <w:r w:rsidRPr="00893923">
        <w:rPr>
          <w:rStyle w:val="libFootnoteAieChar"/>
          <w:rFonts w:hint="eastAsia"/>
          <w:rtl/>
        </w:rPr>
        <w:t>ةٍ</w:t>
      </w:r>
      <w:r w:rsidRPr="00893923">
        <w:rPr>
          <w:rStyle w:val="libFootnoteAieChar"/>
          <w:rtl/>
        </w:rPr>
        <w:t xml:space="preserve"> اَ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tl/>
        </w:rPr>
        <w:t>ْلَكْنَا</w:t>
      </w:r>
      <w:r w:rsidRPr="00893923">
        <w:rPr>
          <w:rStyle w:val="libFootnoteAieChar"/>
          <w:rtl/>
        </w:rPr>
        <w:t xml:space="preserve"> 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tl/>
        </w:rPr>
        <w:t>َا</w:t>
      </w:r>
      <w:r w:rsidRPr="00893923">
        <w:rPr>
          <w:rStyle w:val="libFootnoteAieChar"/>
          <w:rtl/>
        </w:rPr>
        <w:t xml:space="preserve"> </w:t>
      </w:r>
      <w:r w:rsidR="00BA0B7F">
        <w:rPr>
          <w:rStyle w:val="libFootnoteAieChar"/>
          <w:rtl/>
        </w:rPr>
        <w:t>ا</w:t>
      </w:r>
      <w:r w:rsidRPr="00893923">
        <w:rPr>
          <w:rStyle w:val="libFootnoteAieChar"/>
          <w:rFonts w:hint="eastAsia"/>
          <w:rtl/>
        </w:rPr>
        <w:t>فَ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eastAsia"/>
          <w:rtl/>
        </w:rPr>
        <w:t>ُمْ</w:t>
      </w:r>
      <w:r w:rsidRPr="00893923">
        <w:rPr>
          <w:rStyle w:val="libFootnoteAieChar"/>
          <w:rtl/>
        </w:rPr>
        <w:t xml:space="preserve"> </w:t>
      </w:r>
      <w:r w:rsidRPr="00893923">
        <w:rPr>
          <w:rStyle w:val="libFootnoteAieChar"/>
          <w:rFonts w:hint="cs"/>
          <w:rtl/>
        </w:rPr>
        <w:t>ی</w:t>
      </w:r>
      <w:r w:rsidR="00AA04E3">
        <w:rPr>
          <w:rStyle w:val="libFootnoteAieChar"/>
          <w:rFonts w:hint="eastAsia"/>
          <w:rtl/>
        </w:rPr>
        <w:t>و</w:t>
      </w:r>
      <w:r w:rsidRPr="00893923">
        <w:rPr>
          <w:rStyle w:val="libFootnoteAieChar"/>
          <w:rFonts w:hint="eastAsia"/>
          <w:rtl/>
        </w:rPr>
        <w:t>مِنُونَ</w:t>
      </w:r>
      <w:r>
        <w:rPr>
          <w:rtl/>
        </w:rPr>
        <w:t>))سور</w:t>
      </w:r>
      <w:r w:rsidR="00BA0B7F">
        <w:rPr>
          <w:rtl/>
        </w:rPr>
        <w:t>ہ</w:t>
      </w:r>
      <w:r>
        <w:rPr>
          <w:rtl/>
        </w:rPr>
        <w:t xml:space="preserve"> اسراء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16۔ ((</w:t>
      </w:r>
      <w:r w:rsidRPr="00893923">
        <w:rPr>
          <w:rStyle w:val="libFootnoteAieChar"/>
          <w:rtl/>
        </w:rPr>
        <w:t xml:space="preserve">وَإِذَا </w:t>
      </w:r>
      <w:r w:rsidR="00BA0B7F">
        <w:rPr>
          <w:rStyle w:val="libFootnoteAieChar"/>
          <w:rtl/>
        </w:rPr>
        <w:t>ا</w:t>
      </w:r>
      <w:r w:rsidRPr="00893923">
        <w:rPr>
          <w:rStyle w:val="libFootnoteAieChar"/>
          <w:rFonts w:hint="eastAsia"/>
          <w:rtl/>
        </w:rPr>
        <w:t>رَدْنَا</w:t>
      </w:r>
      <w:r w:rsidRPr="00893923">
        <w:rPr>
          <w:rStyle w:val="libFootnoteAieChar"/>
          <w:rtl/>
        </w:rPr>
        <w:t xml:space="preserve"> </w:t>
      </w:r>
      <w:r w:rsidR="00BA0B7F">
        <w:rPr>
          <w:rStyle w:val="libFootnoteAieChar"/>
          <w:rtl/>
        </w:rPr>
        <w:t>ا</w:t>
      </w:r>
      <w:r w:rsidRPr="00893923">
        <w:rPr>
          <w:rStyle w:val="libFootnoteAieChar"/>
          <w:rFonts w:hint="eastAsia"/>
          <w:rtl/>
        </w:rPr>
        <w:t>نْ</w:t>
      </w:r>
      <w:r w:rsidRPr="00893923">
        <w:rPr>
          <w:rStyle w:val="libFootnoteAieChar"/>
          <w:rtl/>
        </w:rPr>
        <w:t xml:space="preserve"> نُ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tl/>
        </w:rPr>
        <w:t>لكَ</w:t>
      </w:r>
      <w:r w:rsidRPr="00893923">
        <w:rPr>
          <w:rStyle w:val="libFootnoteAieChar"/>
          <w:rtl/>
        </w:rPr>
        <w:t xml:space="preserve"> </w:t>
      </w:r>
      <w:r w:rsidRPr="00163EB1">
        <w:rPr>
          <w:rStyle w:val="libFootnoteAieChar"/>
          <w:rtl/>
        </w:rPr>
        <w:t>قَرْ</w:t>
      </w:r>
      <w:r w:rsidRPr="00893923">
        <w:rPr>
          <w:rStyle w:val="libFootnoteAieChar"/>
          <w:rFonts w:hint="cs"/>
          <w:rtl/>
        </w:rPr>
        <w:t>ی</w:t>
      </w:r>
      <w:r w:rsidRPr="00893923">
        <w:rPr>
          <w:rStyle w:val="libFootnoteAieChar"/>
          <w:rFonts w:hint="eastAsia"/>
          <w:rtl/>
        </w:rPr>
        <w:t>ةً</w:t>
      </w:r>
      <w:r w:rsidRPr="00893923">
        <w:rPr>
          <w:rStyle w:val="libFootnoteAieChar"/>
          <w:rtl/>
        </w:rPr>
        <w:t xml:space="preserve"> </w:t>
      </w:r>
      <w:r w:rsidR="00BA0B7F">
        <w:rPr>
          <w:rStyle w:val="libFootnoteAieChar"/>
          <w:rtl/>
        </w:rPr>
        <w:t>ا</w:t>
      </w:r>
      <w:r w:rsidRPr="00893923">
        <w:rPr>
          <w:rStyle w:val="libFootnoteAieChar"/>
          <w:rFonts w:hint="eastAsia"/>
          <w:rtl/>
        </w:rPr>
        <w:t>مَرْنَا</w:t>
      </w:r>
      <w:r w:rsidRPr="00893923">
        <w:rPr>
          <w:rStyle w:val="libFootnoteAieChar"/>
          <w:rtl/>
        </w:rPr>
        <w:t xml:space="preserve"> مُتْرَفِ</w:t>
      </w:r>
      <w:r w:rsidRPr="00893923">
        <w:rPr>
          <w:rStyle w:val="libFootnoteAieChar"/>
          <w:rFonts w:hint="cs"/>
          <w:rtl/>
        </w:rPr>
        <w:t>ی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eastAsia"/>
          <w:rtl/>
        </w:rPr>
        <w:t>ا</w:t>
      </w:r>
      <w:r w:rsidRPr="00893923">
        <w:rPr>
          <w:rStyle w:val="libFootnoteAieChar"/>
          <w:rtl/>
        </w:rPr>
        <w:t xml:space="preserve"> فَفَسَقُوا فِ</w:t>
      </w:r>
      <w:r w:rsidRPr="00893923">
        <w:rPr>
          <w:rStyle w:val="libFootnoteAieChar"/>
          <w:rFonts w:hint="cs"/>
          <w:rtl/>
        </w:rPr>
        <w:t>ی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eastAsia"/>
          <w:rtl/>
        </w:rPr>
        <w:t>ا</w:t>
      </w:r>
      <w:r w:rsidRPr="00893923">
        <w:rPr>
          <w:rStyle w:val="libFootnoteAieChar"/>
          <w:rtl/>
        </w:rPr>
        <w:t xml:space="preserve"> فَحَقَّ عَلَ</w:t>
      </w:r>
      <w:r w:rsidRPr="00893923">
        <w:rPr>
          <w:rStyle w:val="libFootnoteAieChar"/>
          <w:rFonts w:hint="cs"/>
          <w:rtl/>
        </w:rPr>
        <w:t>ی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eastAsia"/>
          <w:rtl/>
        </w:rPr>
        <w:t>ا</w:t>
      </w:r>
      <w:r w:rsidRPr="00893923">
        <w:rPr>
          <w:rStyle w:val="libFootnoteAieChar"/>
          <w:rtl/>
        </w:rPr>
        <w:t xml:space="preserve"> الْقَوْلُ فَ</w:t>
      </w:r>
      <w:r w:rsidRPr="00893923">
        <w:rPr>
          <w:rStyle w:val="libFootnoteAieChar"/>
          <w:rFonts w:hint="eastAsia"/>
          <w:rtl/>
        </w:rPr>
        <w:t>دَمَّرْنَا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eastAsia"/>
          <w:rtl/>
        </w:rPr>
        <w:t>ا</w:t>
      </w:r>
      <w:r w:rsidRPr="00893923">
        <w:rPr>
          <w:rStyle w:val="libFootnoteAieChar"/>
          <w:rtl/>
        </w:rPr>
        <w:t xml:space="preserve"> تَدْمِ</w:t>
      </w:r>
      <w:r w:rsidRPr="00893923">
        <w:rPr>
          <w:rStyle w:val="libFootnoteAieChar"/>
          <w:rFonts w:hint="cs"/>
          <w:rtl/>
        </w:rPr>
        <w:t>ی</w:t>
      </w:r>
      <w:r w:rsidRPr="00893923">
        <w:rPr>
          <w:rStyle w:val="libFootnoteAieChar"/>
          <w:rFonts w:hint="eastAsia"/>
          <w:rtl/>
        </w:rPr>
        <w:t>رًا</w:t>
      </w:r>
      <w:r>
        <w:rPr>
          <w:rtl/>
        </w:rPr>
        <w:t>))سور</w:t>
      </w:r>
      <w:r w:rsidR="00BA0B7F">
        <w:rPr>
          <w:rtl/>
        </w:rPr>
        <w:t>ہ</w:t>
      </w:r>
      <w:r>
        <w:rPr>
          <w:rtl/>
        </w:rPr>
        <w:t xml:space="preserve"> حاقہ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5۔((</w:t>
      </w:r>
      <w:r w:rsidRPr="00893923">
        <w:rPr>
          <w:rStyle w:val="libFootnoteAieChar"/>
          <w:rtl/>
        </w:rPr>
        <w:t>فَ</w:t>
      </w:r>
      <w:r w:rsidR="00BA0B7F">
        <w:rPr>
          <w:rStyle w:val="libFootnoteAieChar"/>
          <w:rtl/>
        </w:rPr>
        <w:t>ا</w:t>
      </w:r>
      <w:r w:rsidRPr="00893923">
        <w:rPr>
          <w:rStyle w:val="libFootnoteAieChar"/>
          <w:rFonts w:hint="eastAsia"/>
          <w:rtl/>
        </w:rPr>
        <w:t>مَّا</w:t>
      </w:r>
      <w:r w:rsidRPr="00893923">
        <w:rPr>
          <w:rStyle w:val="libFootnoteAieChar"/>
          <w:rtl/>
        </w:rPr>
        <w:t xml:space="preserve"> ثَمُودُ فَ</w:t>
      </w:r>
      <w:r w:rsidR="00BA0B7F">
        <w:rPr>
          <w:rStyle w:val="libFootnoteAieChar"/>
          <w:rtl/>
        </w:rPr>
        <w:t>ا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eastAsia"/>
          <w:rtl/>
        </w:rPr>
        <w:t>لكُوا</w:t>
      </w:r>
      <w:r w:rsidRPr="00893923">
        <w:rPr>
          <w:rStyle w:val="libFootnoteAieChar"/>
          <w:rtl/>
        </w:rPr>
        <w:t xml:space="preserve"> بِالطَّاغِ</w:t>
      </w:r>
      <w:r w:rsidRPr="00893923">
        <w:rPr>
          <w:rStyle w:val="libFootnoteAieChar"/>
          <w:rFonts w:hint="cs"/>
          <w:rtl/>
        </w:rPr>
        <w:t>ی</w:t>
      </w:r>
      <w:r w:rsidRPr="00893923">
        <w:rPr>
          <w:rStyle w:val="libFootnoteAieChar"/>
          <w:rFonts w:hint="eastAsia"/>
          <w:rtl/>
        </w:rPr>
        <w:t>ةِ</w:t>
      </w:r>
      <w:r>
        <w:rPr>
          <w:rtl/>
        </w:rPr>
        <w:t>))سور</w:t>
      </w:r>
      <w:r w:rsidR="00BA0B7F">
        <w:rPr>
          <w:rtl/>
        </w:rPr>
        <w:t>ہ</w:t>
      </w:r>
      <w:r>
        <w:rPr>
          <w:rtl/>
        </w:rPr>
        <w:t xml:space="preserve"> انعام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131۔ ((</w:t>
      </w:r>
      <w:r w:rsidRPr="00893923">
        <w:rPr>
          <w:rStyle w:val="libFootnoteAieChar"/>
          <w:rtl/>
        </w:rPr>
        <w:t xml:space="preserve">ذَلِكَ </w:t>
      </w:r>
      <w:r w:rsidR="00BA0B7F">
        <w:rPr>
          <w:rStyle w:val="libFootnoteAieChar"/>
          <w:rtl/>
        </w:rPr>
        <w:t>ا</w:t>
      </w:r>
      <w:r w:rsidRPr="00893923">
        <w:rPr>
          <w:rStyle w:val="libFootnoteAieChar"/>
          <w:rFonts w:hint="eastAsia"/>
          <w:rtl/>
        </w:rPr>
        <w:t>نْ</w:t>
      </w:r>
      <w:r w:rsidRPr="00893923">
        <w:rPr>
          <w:rStyle w:val="libFootnoteAieChar"/>
          <w:rtl/>
        </w:rPr>
        <w:t xml:space="preserve"> لَمْ </w:t>
      </w:r>
      <w:r w:rsidRPr="00893923">
        <w:rPr>
          <w:rStyle w:val="libFootnoteAieChar"/>
          <w:rFonts w:hint="cs"/>
          <w:rtl/>
        </w:rPr>
        <w:t>ی</w:t>
      </w:r>
      <w:r w:rsidRPr="00893923">
        <w:rPr>
          <w:rStyle w:val="libFootnoteAieChar"/>
          <w:rFonts w:hint="eastAsia"/>
          <w:rtl/>
        </w:rPr>
        <w:t>كُنْ</w:t>
      </w:r>
      <w:r w:rsidRPr="00893923">
        <w:rPr>
          <w:rStyle w:val="libFootnoteAieChar"/>
          <w:rtl/>
        </w:rPr>
        <w:t xml:space="preserve"> رَبُّكَ مُ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tl/>
        </w:rPr>
        <w:t>لكَ</w:t>
      </w:r>
      <w:r w:rsidRPr="00893923">
        <w:rPr>
          <w:rStyle w:val="libFootnoteAieChar"/>
          <w:rtl/>
        </w:rPr>
        <w:t xml:space="preserve"> </w:t>
      </w:r>
      <w:r w:rsidRPr="00163EB1">
        <w:rPr>
          <w:rStyle w:val="libFootnoteAieChar"/>
          <w:rtl/>
        </w:rPr>
        <w:t>الْقُرَ</w:t>
      </w:r>
      <w:r w:rsidRPr="00893923">
        <w:rPr>
          <w:rStyle w:val="libFootnoteAieChar"/>
          <w:rFonts w:hint="cs"/>
          <w:rtl/>
        </w:rPr>
        <w:t>ی</w:t>
      </w:r>
      <w:r w:rsidRPr="00893923">
        <w:rPr>
          <w:rStyle w:val="libFootnoteAieChar"/>
          <w:rtl/>
        </w:rPr>
        <w:t xml:space="preserve"> بِظُلْمٍ وَ</w:t>
      </w:r>
      <w:r w:rsidR="00BA0B7F">
        <w:rPr>
          <w:rStyle w:val="libFootnoteAieChar"/>
          <w:rtl/>
        </w:rPr>
        <w:t>ا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eastAsia"/>
          <w:rtl/>
        </w:rPr>
        <w:t>ل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eastAsia"/>
          <w:rtl/>
        </w:rPr>
        <w:t>ا</w:t>
      </w:r>
      <w:r w:rsidRPr="00893923">
        <w:rPr>
          <w:rStyle w:val="libFootnoteAieChar"/>
          <w:rtl/>
        </w:rPr>
        <w:t xml:space="preserve"> غَافِلُونَ</w:t>
      </w:r>
      <w:r>
        <w:rPr>
          <w:rtl/>
        </w:rPr>
        <w:t xml:space="preserve"> ))سور</w:t>
      </w:r>
      <w:r w:rsidR="00BA0B7F">
        <w:rPr>
          <w:rtl/>
        </w:rPr>
        <w:t>ہ</w:t>
      </w:r>
      <w:r>
        <w:rPr>
          <w:rtl/>
        </w:rPr>
        <w:t xml:space="preserve"> دخان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7 3۔ ((</w:t>
      </w:r>
      <w:r w:rsidR="00BA0B7F">
        <w:rPr>
          <w:rStyle w:val="libFootnoteAieChar"/>
          <w:rtl/>
        </w:rPr>
        <w:t>ا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eastAsia"/>
          <w:rtl/>
        </w:rPr>
        <w:t>م</w:t>
      </w:r>
      <w:r w:rsidRPr="00893923">
        <w:rPr>
          <w:rStyle w:val="libFootnoteAieChar"/>
          <w:rtl/>
        </w:rPr>
        <w:t xml:space="preserve"> خَ</w:t>
      </w:r>
      <w:r w:rsidRPr="00893923">
        <w:rPr>
          <w:rStyle w:val="libFootnoteAieChar"/>
          <w:rFonts w:hint="cs"/>
          <w:rtl/>
        </w:rPr>
        <w:t>ی</w:t>
      </w:r>
      <w:r w:rsidRPr="00893923">
        <w:rPr>
          <w:rStyle w:val="libFootnoteAieChar"/>
          <w:rFonts w:hint="eastAsia"/>
          <w:rtl/>
        </w:rPr>
        <w:t>رٌ</w:t>
      </w:r>
      <w:r w:rsidRPr="00893923">
        <w:rPr>
          <w:rStyle w:val="libFootnoteAieChar"/>
          <w:rtl/>
        </w:rPr>
        <w:t xml:space="preserve"> </w:t>
      </w:r>
      <w:r w:rsidR="00BA0B7F">
        <w:rPr>
          <w:rStyle w:val="libFootnoteAieChar"/>
          <w:rtl/>
        </w:rPr>
        <w:t>ا</w:t>
      </w:r>
      <w:r w:rsidRPr="00893923">
        <w:rPr>
          <w:rStyle w:val="libFootnoteAieChar"/>
          <w:rFonts w:hint="eastAsia"/>
          <w:rtl/>
        </w:rPr>
        <w:t>مْ</w:t>
      </w:r>
      <w:r w:rsidRPr="00893923">
        <w:rPr>
          <w:rStyle w:val="libFootnoteAieChar"/>
          <w:rtl/>
        </w:rPr>
        <w:t xml:space="preserve"> قَوْمُ تُبَّعٍ وَالَّذِ</w:t>
      </w:r>
      <w:r w:rsidRPr="00893923">
        <w:rPr>
          <w:rStyle w:val="libFootnoteAieChar"/>
          <w:rFonts w:hint="cs"/>
          <w:rtl/>
        </w:rPr>
        <w:t>ی</w:t>
      </w:r>
      <w:r w:rsidRPr="00893923">
        <w:rPr>
          <w:rStyle w:val="libFootnoteAieChar"/>
          <w:rtl/>
        </w:rPr>
        <w:t>نَ مِنْ قَبْلِ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tl/>
        </w:rPr>
        <w:t>م</w:t>
      </w:r>
      <w:r w:rsidRPr="00893923">
        <w:rPr>
          <w:rStyle w:val="libFootnoteAieChar"/>
          <w:rtl/>
        </w:rPr>
        <w:t xml:space="preserve"> </w:t>
      </w:r>
      <w:r w:rsidR="00BA0B7F">
        <w:rPr>
          <w:rStyle w:val="libFootnoteAieChar"/>
          <w:rtl/>
        </w:rPr>
        <w:t>ا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eastAsia"/>
          <w:rtl/>
        </w:rPr>
        <w:t>لكْنَا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Fonts w:hint="eastAsia"/>
          <w:rtl/>
        </w:rPr>
        <w:t>م</w:t>
      </w:r>
      <w:r w:rsidRPr="00893923">
        <w:rPr>
          <w:rStyle w:val="libFootnoteAieChar"/>
          <w:rtl/>
        </w:rPr>
        <w:t xml:space="preserve"> إِنَّ</w:t>
      </w:r>
      <w:r w:rsidR="00705CD5" w:rsidRPr="00163EB1">
        <w:rPr>
          <w:rStyle w:val="libFootnoteAieChar"/>
          <w:rFonts w:hint="cs"/>
          <w:rtl/>
        </w:rPr>
        <w:t>ه</w:t>
      </w:r>
      <w:r w:rsidRPr="00163EB1">
        <w:rPr>
          <w:rStyle w:val="libFootnoteAieChar"/>
          <w:rtl/>
        </w:rPr>
        <w:t>م</w:t>
      </w:r>
      <w:r w:rsidRPr="00893923">
        <w:rPr>
          <w:rStyle w:val="libFootnoteAieChar"/>
          <w:rtl/>
        </w:rPr>
        <w:t xml:space="preserve"> </w:t>
      </w:r>
      <w:r w:rsidRPr="00163EB1">
        <w:rPr>
          <w:rStyle w:val="libFootnoteAieChar"/>
          <w:rtl/>
        </w:rPr>
        <w:t>كَانُوا</w:t>
      </w:r>
      <w:r w:rsidRPr="00893923">
        <w:rPr>
          <w:rStyle w:val="libFootnoteAieChar"/>
          <w:rtl/>
        </w:rPr>
        <w:t xml:space="preserve"> </w:t>
      </w:r>
      <w:r w:rsidRPr="00163EB1">
        <w:rPr>
          <w:rStyle w:val="libFootnoteAieChar"/>
          <w:rtl/>
        </w:rPr>
        <w:t>مُجْرِمِ</w:t>
      </w:r>
      <w:r w:rsidRPr="00893923">
        <w:rPr>
          <w:rStyle w:val="libFootnoteAieChar"/>
          <w:rFonts w:hint="cs"/>
          <w:rtl/>
        </w:rPr>
        <w:t>ی</w:t>
      </w:r>
      <w:r w:rsidRPr="00893923">
        <w:rPr>
          <w:rStyle w:val="libFootnoteAieChar"/>
          <w:rFonts w:hint="eastAsia"/>
          <w:rtl/>
        </w:rPr>
        <w:t>نَ</w:t>
      </w:r>
      <w:r>
        <w:rPr>
          <w:rtl/>
        </w:rPr>
        <w:t xml:space="preserve">))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586. خصال ج1، ص84،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12؛بحار الانوار ج67، ص6، باب 41،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3۔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587. کاف</w:t>
      </w:r>
      <w:r>
        <w:rPr>
          <w:rFonts w:hint="cs"/>
          <w:rtl/>
        </w:rPr>
        <w:t>ی</w:t>
      </w:r>
      <w:r>
        <w:rPr>
          <w:rtl/>
        </w:rPr>
        <w:t xml:space="preserve"> ج2، ص316، باب حب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والحرص عل</w:t>
      </w:r>
      <w:r>
        <w:rPr>
          <w:rFonts w:hint="cs"/>
          <w:rtl/>
        </w:rPr>
        <w:t>ی</w:t>
      </w:r>
      <w:r>
        <w:rPr>
          <w:rFonts w:hint="eastAsia"/>
          <w:rtl/>
        </w:rPr>
        <w:t>ھا،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6؛مشکاة الانوارص126، الفصل السادس ف</w:t>
      </w:r>
      <w:r>
        <w:rPr>
          <w:rFonts w:hint="cs"/>
          <w:rtl/>
        </w:rPr>
        <w:t>ی</w:t>
      </w:r>
      <w:r>
        <w:rPr>
          <w:rtl/>
        </w:rPr>
        <w:t xml:space="preserve"> الغن</w:t>
      </w:r>
      <w:r>
        <w:rPr>
          <w:rFonts w:hint="cs"/>
          <w:rtl/>
        </w:rPr>
        <w:t>ی</w:t>
      </w:r>
      <w:r>
        <w:rPr>
          <w:rtl/>
        </w:rPr>
        <w:t xml:space="preserve"> والفقر۔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 xml:space="preserve">588. نہج البلاغہ ص799۔حکمت 161۔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589. غررالحکم ص233، عرفان القدر،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4677۔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590. کشف الغمہ ج2 ص206؛بحار الانوارج75، ص207، باب 23،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67۔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591. سور</w:t>
      </w:r>
      <w:r w:rsidR="00BA0B7F">
        <w:rPr>
          <w:rtl/>
        </w:rPr>
        <w:t>ہ</w:t>
      </w:r>
      <w:r>
        <w:rPr>
          <w:rtl/>
        </w:rPr>
        <w:t xml:space="preserve"> اعراف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13۔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592. سور</w:t>
      </w:r>
      <w:r w:rsidR="00BA0B7F">
        <w:rPr>
          <w:rtl/>
        </w:rPr>
        <w:t>ہ</w:t>
      </w:r>
      <w:r>
        <w:rPr>
          <w:rtl/>
        </w:rPr>
        <w:t xml:space="preserve"> نساء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173۔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593. سور</w:t>
      </w:r>
      <w:r w:rsidR="00BA0B7F">
        <w:rPr>
          <w:rtl/>
        </w:rPr>
        <w:t>ہ</w:t>
      </w:r>
      <w:r>
        <w:rPr>
          <w:rtl/>
        </w:rPr>
        <w:t xml:space="preserve"> نحل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23۔ </w:t>
      </w:r>
    </w:p>
    <w:p w:rsidR="00476253" w:rsidRDefault="00476253" w:rsidP="0094244C">
      <w:pPr>
        <w:pStyle w:val="libFootnote"/>
        <w:rPr>
          <w:rtl/>
        </w:rPr>
      </w:pPr>
      <w:r>
        <w:rPr>
          <w:rtl/>
        </w:rPr>
        <w:t>594. سور</w:t>
      </w:r>
      <w:r w:rsidR="00BA0B7F" w:rsidRPr="00BA0B7F">
        <w:rPr>
          <w:rtl/>
        </w:rPr>
        <w:t>ہ</w:t>
      </w:r>
      <w:r w:rsidRPr="00BA0B7F">
        <w:rPr>
          <w:rtl/>
        </w:rPr>
        <w:t xml:space="preserve"> </w:t>
      </w:r>
      <w:r>
        <w:rPr>
          <w:rtl/>
        </w:rPr>
        <w:t>غافر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76۔ </w:t>
      </w:r>
    </w:p>
    <w:p w:rsidR="00476253" w:rsidRDefault="00476253" w:rsidP="006F6A7F">
      <w:pPr>
        <w:pStyle w:val="libNormal"/>
        <w:rPr>
          <w:rtl/>
          <w:lang w:bidi="ur-PK"/>
        </w:rPr>
      </w:pPr>
      <w:r>
        <w:rPr>
          <w:rtl/>
          <w:lang w:bidi="ur-PK"/>
        </w:rPr>
        <w:br w:type="page"/>
      </w:r>
    </w:p>
    <w:sdt>
      <w:sdtPr>
        <w:rPr>
          <w:rtl/>
        </w:rPr>
        <w:id w:val="673378415"/>
        <w:docPartObj>
          <w:docPartGallery w:val="Table of Contents"/>
          <w:docPartUnique/>
        </w:docPartObj>
      </w:sdtPr>
      <w:sdtEndPr>
        <w:rPr>
          <w:bCs w:val="0"/>
          <w:color w:val="000000" w:themeColor="text1"/>
        </w:rPr>
      </w:sdtEndPr>
      <w:sdtContent>
        <w:p w:rsidR="00C67A6A" w:rsidRPr="00C67A6A" w:rsidRDefault="00C67A6A" w:rsidP="00C67A6A">
          <w:pPr>
            <w:pStyle w:val="Heading2Center"/>
          </w:pPr>
          <w:r w:rsidRPr="00C67A6A">
            <w:rPr>
              <w:rFonts w:hint="cs"/>
              <w:rtl/>
            </w:rPr>
            <w:t>فہرست</w:t>
          </w:r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20983937" w:history="1">
            <w:r w:rsidRPr="00BE23D4">
              <w:rPr>
                <w:rStyle w:val="Hyperlink"/>
                <w:rtl/>
                <w:lang w:bidi="ur-PK"/>
              </w:rPr>
              <w:t>عرض ناشر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38" w:history="1">
            <w:r w:rsidRPr="00BE23D4">
              <w:rPr>
                <w:rStyle w:val="Hyperlink"/>
                <w:rtl/>
                <w:lang w:bidi="ur-PK"/>
              </w:rPr>
              <w:t>عرض مولف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39" w:history="1">
            <w:r w:rsidRPr="00BE23D4">
              <w:rPr>
                <w:rStyle w:val="Hyperlink"/>
                <w:rtl/>
                <w:lang w:bidi="ur-PK"/>
              </w:rPr>
              <w:t>نعمت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ں اور انسان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ذمہ دار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40" w:history="1">
            <w:r w:rsidRPr="00BE23D4">
              <w:rPr>
                <w:rStyle w:val="Hyperlink"/>
                <w:rtl/>
                <w:lang w:bidi="ur-PK"/>
              </w:rPr>
              <w:t>1۔ نعمت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فراوان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اور وسعت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41" w:history="1">
            <w:r w:rsidRPr="00BE23D4">
              <w:rPr>
                <w:rStyle w:val="Hyperlink"/>
                <w:rtl/>
                <w:lang w:bidi="ur-PK"/>
              </w:rPr>
              <w:t>2۔ حصول نعمت کا راستہ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42" w:history="1">
            <w:r w:rsidRPr="00BE23D4">
              <w:rPr>
                <w:rStyle w:val="Hyperlink"/>
                <w:rtl/>
                <w:lang w:bidi="ur-PK"/>
              </w:rPr>
              <w:t>3۔ نعمت پر توجہ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43" w:history="1">
            <w:r w:rsidRPr="00BE23D4">
              <w:rPr>
                <w:rStyle w:val="Hyperlink"/>
                <w:rtl/>
                <w:lang w:bidi="ur-PK"/>
              </w:rPr>
              <w:t>4۔ نعمت پر شکر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44" w:history="1">
            <w:r w:rsidRPr="00BE23D4">
              <w:rPr>
                <w:rStyle w:val="Hyperlink"/>
                <w:rtl/>
                <w:lang w:bidi="ur-PK"/>
              </w:rPr>
              <w:t>5۔ نعمت پر ناشکر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سے پرھ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45" w:history="1">
            <w:r w:rsidRPr="00BE23D4">
              <w:rPr>
                <w:rStyle w:val="Hyperlink"/>
                <w:rtl/>
                <w:lang w:bidi="ur-PK"/>
              </w:rPr>
              <w:t>6۔ نعمتوں کا بے شمار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46" w:history="1">
            <w:r w:rsidRPr="00BE23D4">
              <w:rPr>
                <w:rStyle w:val="Hyperlink"/>
                <w:rtl/>
                <w:lang w:bidi="ur-PK"/>
              </w:rPr>
              <w:t>7۔نعمتوں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قدر شناس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47" w:history="1">
            <w:r w:rsidRPr="00BE23D4">
              <w:rPr>
                <w:rStyle w:val="Hyperlink"/>
                <w:rtl/>
                <w:lang w:bidi="ur-PK"/>
              </w:rPr>
              <w:t>8۔ نعمتوں کا بےجا استعمال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48" w:history="1">
            <w:r w:rsidRPr="00BE23D4">
              <w:rPr>
                <w:rStyle w:val="Hyperlink"/>
                <w:rtl/>
                <w:lang w:bidi="ur-PK"/>
              </w:rPr>
              <w:t>9۔ نعمتوں کے استعمال م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ں بخل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49" w:history="1">
            <w:r w:rsidRPr="00BE23D4">
              <w:rPr>
                <w:rStyle w:val="Hyperlink"/>
                <w:rtl/>
                <w:lang w:bidi="ur-PK"/>
              </w:rPr>
              <w:t>10۔ نعمت، زائل ہونے کے اسباب و علل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50" w:history="1">
            <w:r w:rsidRPr="00BE23D4">
              <w:rPr>
                <w:rStyle w:val="Hyperlink"/>
                <w:rtl/>
                <w:lang w:bidi="ur-PK"/>
              </w:rPr>
              <w:t>11۔ اتمام ِنعمت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51" w:history="1">
            <w:r w:rsidRPr="00BE23D4">
              <w:rPr>
                <w:rStyle w:val="Hyperlink"/>
                <w:rtl/>
                <w:lang w:bidi="ur-PK"/>
              </w:rPr>
              <w:t>12۔ نعمت سے صح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ح فائدہ اٹھانے کا انعام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52" w:history="1">
            <w:r w:rsidRPr="00BE23D4">
              <w:rPr>
                <w:rStyle w:val="Hyperlink"/>
                <w:rtl/>
                <w:lang w:bidi="ur-PK"/>
              </w:rPr>
              <w:t>گناہ اور اس کا علاج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53" w:history="1">
            <w:r w:rsidRPr="00BE23D4">
              <w:rPr>
                <w:rStyle w:val="Hyperlink"/>
                <w:rtl/>
                <w:lang w:bidi="ur-PK"/>
              </w:rPr>
              <w:t>صلح و صفا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کنج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54" w:history="1">
            <w:r w:rsidRPr="00BE23D4">
              <w:rPr>
                <w:rStyle w:val="Hyperlink"/>
                <w:rtl/>
                <w:lang w:bidi="ur-PK"/>
              </w:rPr>
              <w:t>گناہ ب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مار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55" w:history="1">
            <w:r w:rsidRPr="00BE23D4">
              <w:rPr>
                <w:rStyle w:val="Hyperlink"/>
                <w:rtl/>
                <w:lang w:bidi="ur-PK"/>
              </w:rPr>
              <w:t>ناام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د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کفر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28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 w:rsidP="005410A2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56" w:history="1">
            <w:r w:rsidRPr="00BE23D4">
              <w:rPr>
                <w:rStyle w:val="Hyperlink"/>
                <w:rtl/>
                <w:lang w:bidi="ur-PK"/>
              </w:rPr>
              <w:t>علاج کرنے والے اطباء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57" w:history="1">
            <w:r w:rsidRPr="00BE23D4">
              <w:rPr>
                <w:rStyle w:val="Hyperlink"/>
                <w:rtl/>
                <w:lang w:bidi="ur-PK"/>
              </w:rPr>
              <w:t>توبہ واجب ِفور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37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58" w:history="1">
            <w:r w:rsidRPr="00BE23D4">
              <w:rPr>
                <w:rStyle w:val="Hyperlink"/>
                <w:rtl/>
                <w:lang w:bidi="ur-PK"/>
              </w:rPr>
              <w:t>توبہ واجب اخلاق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40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59" w:history="1">
            <w:r w:rsidRPr="00BE23D4">
              <w:rPr>
                <w:rStyle w:val="Hyperlink"/>
                <w:rtl/>
                <w:lang w:bidi="ur-PK"/>
              </w:rPr>
              <w:t>تواضع کے بارے م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ں احاد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42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60" w:history="1">
            <w:r w:rsidRPr="00BE23D4">
              <w:rPr>
                <w:rStyle w:val="Hyperlink"/>
                <w:rtl/>
                <w:lang w:bidi="ur-PK"/>
              </w:rPr>
              <w:t>خداوند عالم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طرف واپس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61" w:history="1">
            <w:r w:rsidRPr="00BE23D4">
              <w:rPr>
                <w:rStyle w:val="Hyperlink"/>
                <w:rtl/>
                <w:lang w:bidi="ur-PK"/>
              </w:rPr>
              <w:t>گناھگار اور توبہ کرنے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طاقت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46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62" w:history="1">
            <w:r w:rsidRPr="00BE23D4">
              <w:rPr>
                <w:rStyle w:val="Hyperlink"/>
                <w:rtl/>
                <w:lang w:bidi="ur-PK"/>
              </w:rPr>
              <w:t>توبہ، آدم و حوا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م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راث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49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63" w:history="1">
            <w:r w:rsidRPr="00BE23D4">
              <w:rPr>
                <w:rStyle w:val="Hyperlink"/>
                <w:rtl/>
                <w:lang w:bidi="ur-PK"/>
              </w:rPr>
              <w:t>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ا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اچ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ز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ں گناہ  ہ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Fonts w:hint="eastAsia"/>
                <w:rtl/>
                <w:lang w:bidi="ur-PK"/>
              </w:rPr>
              <w:t>ں</w:t>
            </w:r>
            <w:r w:rsidRPr="00BE23D4">
              <w:rPr>
                <w:rStyle w:val="Hyperlink"/>
                <w:rtl/>
                <w:lang w:bidi="ur-PK"/>
              </w:rPr>
              <w:t xml:space="preserve">  ؟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64" w:history="1">
            <w:r w:rsidRPr="00BE23D4">
              <w:rPr>
                <w:rStyle w:val="Hyperlink"/>
                <w:rtl/>
                <w:lang w:bidi="ur-PK"/>
              </w:rPr>
              <w:t>گناھوں کے برے آثار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65" w:history="1">
            <w:r w:rsidRPr="00BE23D4">
              <w:rPr>
                <w:rStyle w:val="Hyperlink"/>
                <w:rtl/>
                <w:lang w:bidi="ur-PK"/>
              </w:rPr>
              <w:t>حق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ق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توبہ کا راستہ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66" w:history="1">
            <w:r w:rsidRPr="00BE23D4">
              <w:rPr>
                <w:rStyle w:val="Hyperlink"/>
                <w:rtl/>
                <w:lang w:bidi="ur-PK"/>
              </w:rPr>
              <w:t>امام عل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عل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ہ السلام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نظر م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ں حق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ق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57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67" w:history="1">
            <w:r w:rsidRPr="00BE23D4">
              <w:rPr>
                <w:rStyle w:val="Hyperlink"/>
                <w:rtl/>
                <w:lang w:bidi="ur-PK"/>
              </w:rPr>
              <w:t>ھر گناہ کے لئے مخصوص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59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68" w:history="1">
            <w:r w:rsidRPr="00BE23D4">
              <w:rPr>
                <w:rStyle w:val="Hyperlink"/>
                <w:rtl/>
                <w:lang w:bidi="ur-PK"/>
              </w:rPr>
              <w:t>1۔ ش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طان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69" w:history="1">
            <w:r w:rsidRPr="00BE23D4">
              <w:rPr>
                <w:rStyle w:val="Hyperlink"/>
                <w:rtl/>
                <w:lang w:bidi="ur-PK"/>
              </w:rPr>
              <w:t>2۔ دن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70" w:history="1">
            <w:r w:rsidRPr="00BE23D4">
              <w:rPr>
                <w:rStyle w:val="Hyperlink"/>
                <w:rtl/>
                <w:lang w:bidi="ur-PK"/>
              </w:rPr>
              <w:t>3۔ آفات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71" w:history="1">
            <w:r w:rsidRPr="00BE23D4">
              <w:rPr>
                <w:rStyle w:val="Hyperlink"/>
                <w:rtl/>
                <w:lang w:bidi="ur-PK"/>
              </w:rPr>
              <w:t>حق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ق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توبہ کرنے والوں کے لئے الٰھ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تحفہ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62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72" w:history="1">
            <w:r w:rsidRPr="00BE23D4">
              <w:rPr>
                <w:rStyle w:val="Hyperlink"/>
                <w:rtl/>
                <w:lang w:bidi="ur-PK"/>
              </w:rPr>
              <w:t>توبہ ج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سے باعظمت مسئلہ کے سلسلہ م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ں قرآن کا نظر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63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73" w:history="1">
            <w:r w:rsidRPr="00BE23D4">
              <w:rPr>
                <w:rStyle w:val="Hyperlink"/>
                <w:rtl/>
                <w:lang w:bidi="ur-PK"/>
              </w:rPr>
              <w:t>1۔ توبہ کا حکم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74" w:history="1">
            <w:r w:rsidRPr="00BE23D4">
              <w:rPr>
                <w:rStyle w:val="Hyperlink"/>
                <w:rtl/>
                <w:lang w:bidi="ur-PK"/>
              </w:rPr>
              <w:t>2۔حق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ق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توبہ کا راستہ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64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75" w:history="1">
            <w:r w:rsidRPr="00BE23D4">
              <w:rPr>
                <w:rStyle w:val="Hyperlink"/>
                <w:rtl/>
                <w:lang w:bidi="ur-PK"/>
              </w:rPr>
              <w:t>3۔ توبہ قبول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 w:rsidP="005410A2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76" w:history="1">
            <w:r w:rsidRPr="00BE23D4">
              <w:rPr>
                <w:rStyle w:val="Hyperlink"/>
                <w:rtl/>
                <w:lang w:bidi="ur-PK"/>
              </w:rPr>
              <w:t>4۔ توبہ سے منھ موڑنا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77" w:history="1">
            <w:r w:rsidRPr="00BE23D4">
              <w:rPr>
                <w:rStyle w:val="Hyperlink"/>
                <w:rtl/>
                <w:lang w:bidi="ur-PK"/>
              </w:rPr>
              <w:t>5۔ توبہ قبول نہ ہونے کے اسباب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78" w:history="1">
            <w:r w:rsidRPr="00BE23D4">
              <w:rPr>
                <w:rStyle w:val="Hyperlink"/>
                <w:rtl/>
                <w:lang w:bidi="ur-PK"/>
              </w:rPr>
              <w:t>توبہ، احاد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ث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روشن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م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79" w:history="1">
            <w:r w:rsidRPr="00BE23D4">
              <w:rPr>
                <w:rStyle w:val="Hyperlink"/>
                <w:rtl/>
                <w:lang w:bidi="ur-PK"/>
              </w:rPr>
              <w:t>توبہ کے منافع اور فوائد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80" w:history="1">
            <w:r w:rsidRPr="00BE23D4">
              <w:rPr>
                <w:rStyle w:val="Hyperlink"/>
                <w:rtl/>
                <w:lang w:bidi="ur-PK"/>
              </w:rPr>
              <w:t>توبہ کرنے والوں کے واقعات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81" w:history="1">
            <w:r w:rsidRPr="00BE23D4">
              <w:rPr>
                <w:rStyle w:val="Hyperlink"/>
                <w:rtl/>
                <w:lang w:bidi="ur-PK"/>
              </w:rPr>
              <w:t>ا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ک نمونہ خاتون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82" w:history="1">
            <w:r w:rsidRPr="00BE23D4">
              <w:rPr>
                <w:rStyle w:val="Hyperlink"/>
                <w:rtl/>
                <w:lang w:bidi="ur-PK"/>
              </w:rPr>
              <w:t>”شعوانہ“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83" w:history="1">
            <w:r w:rsidRPr="00BE23D4">
              <w:rPr>
                <w:rStyle w:val="Hyperlink"/>
                <w:rtl/>
                <w:lang w:bidi="ur-PK"/>
              </w:rPr>
              <w:t>م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دان جنگ م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ں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80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84" w:history="1">
            <w:r w:rsidRPr="00BE23D4">
              <w:rPr>
                <w:rStyle w:val="Hyperlink"/>
                <w:rtl/>
                <w:lang w:bidi="ur-PK"/>
              </w:rPr>
              <w:t>ا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ک 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ھود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نو جوان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85" w:history="1">
            <w:r w:rsidRPr="00BE23D4">
              <w:rPr>
                <w:rStyle w:val="Hyperlink"/>
                <w:rtl/>
                <w:lang w:bidi="ur-PK"/>
              </w:rPr>
              <w:t>ا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ک دھات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بت پرست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سے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Toc520983985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86" w:history="1">
            <w:r w:rsidRPr="00BE23D4">
              <w:rPr>
                <w:rStyle w:val="Hyperlink"/>
                <w:rtl/>
                <w:lang w:bidi="ur-PK"/>
              </w:rPr>
              <w:t>شق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ق بلخ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Toc520983986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82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87" w:history="1">
            <w:r w:rsidRPr="00BE23D4">
              <w:rPr>
                <w:rStyle w:val="Hyperlink"/>
                <w:rtl/>
                <w:lang w:bidi="ur-PK"/>
              </w:rPr>
              <w:t>فرشتے اور توبہ کرنے والوں کے گناہ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Toc520983987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88" w:history="1">
            <w:r w:rsidRPr="00BE23D4">
              <w:rPr>
                <w:rStyle w:val="Hyperlink"/>
                <w:rtl/>
                <w:lang w:bidi="ur-PK"/>
              </w:rPr>
              <w:t>گناھگار اور توبہ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مھلت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Toc520983988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89" w:history="1">
            <w:r w:rsidRPr="00BE23D4">
              <w:rPr>
                <w:rStyle w:val="Hyperlink"/>
                <w:rtl/>
                <w:lang w:bidi="ur-PK"/>
              </w:rPr>
              <w:t>گناھگار اور توبہ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ام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Toc520983989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90" w:history="1">
            <w:r w:rsidRPr="00BE23D4">
              <w:rPr>
                <w:rStyle w:val="Hyperlink"/>
                <w:rtl/>
                <w:lang w:bidi="ur-PK"/>
              </w:rPr>
              <w:t>ا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ک سچا آدم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اور توبہ کرنے والا چور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Toc520983990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91" w:history="1">
            <w:r w:rsidRPr="00BE23D4">
              <w:rPr>
                <w:rStyle w:val="Hyperlink"/>
                <w:rtl/>
                <w:lang w:bidi="ur-PK"/>
              </w:rPr>
              <w:t>ابو بص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ر کا پڑوس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Toc520983991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84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92" w:history="1">
            <w:r w:rsidRPr="00BE23D4">
              <w:rPr>
                <w:rStyle w:val="Hyperlink"/>
                <w:rtl/>
                <w:lang w:bidi="ur-PK"/>
              </w:rPr>
              <w:t>ا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ک ج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ب کترے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Toc520983992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86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93" w:history="1">
            <w:r w:rsidRPr="00BE23D4">
              <w:rPr>
                <w:rStyle w:val="Hyperlink"/>
                <w:rtl/>
                <w:lang w:bidi="ur-PK"/>
              </w:rPr>
              <w:t>توسّل اور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Toc520983993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94" w:history="1">
            <w:r w:rsidRPr="00BE23D4">
              <w:rPr>
                <w:rStyle w:val="Hyperlink"/>
                <w:rtl/>
                <w:lang w:bidi="ur-PK"/>
              </w:rPr>
              <w:t>آہ، ا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ک سودمند تائب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Toc520983994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89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95" w:history="1">
            <w:r w:rsidRPr="00BE23D4">
              <w:rPr>
                <w:rStyle w:val="Hyperlink"/>
                <w:rtl/>
                <w:lang w:bidi="ur-PK"/>
              </w:rPr>
              <w:t>توبہ کے ذر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عہ مشکلات کا دور ہونا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Toc520983995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90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 w:rsidP="005410A2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96" w:history="1">
            <w:r w:rsidRPr="00BE23D4">
              <w:rPr>
                <w:rStyle w:val="Hyperlink"/>
                <w:rtl/>
                <w:lang w:bidi="ur-PK"/>
              </w:rPr>
              <w:t>عج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ب اخلاق اور عج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ب انجام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Toc520983996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97" w:history="1">
            <w:r w:rsidRPr="00BE23D4">
              <w:rPr>
                <w:rStyle w:val="Hyperlink"/>
                <w:rtl/>
                <w:lang w:bidi="ur-PK"/>
              </w:rPr>
              <w:t>ا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ک کفن چور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Toc520983997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93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98" w:history="1">
            <w:r w:rsidRPr="00BE23D4">
              <w:rPr>
                <w:rStyle w:val="Hyperlink"/>
                <w:rtl/>
                <w:lang w:bidi="ur-PK"/>
              </w:rPr>
              <w:t>فض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ل ع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اض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Toc520983998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3999" w:history="1">
            <w:r w:rsidRPr="00BE23D4">
              <w:rPr>
                <w:rStyle w:val="Hyperlink"/>
                <w:rtl/>
                <w:lang w:bidi="ur-PK"/>
              </w:rPr>
              <w:t>ت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ن توبہ کرنے والے مسلمان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Toc520983999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96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00" w:history="1">
            <w:r w:rsidRPr="00BE23D4">
              <w:rPr>
                <w:rStyle w:val="Hyperlink"/>
                <w:rtl/>
                <w:lang w:bidi="ur-PK"/>
              </w:rPr>
              <w:t xml:space="preserve">حر ّ بن 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ز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د ر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اح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Toc520984000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98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01" w:history="1">
            <w:r w:rsidRPr="00BE23D4">
              <w:rPr>
                <w:rStyle w:val="Hyperlink"/>
                <w:rtl/>
                <w:lang w:bidi="ur-PK"/>
              </w:rPr>
              <w:t>عصر عاشور دوبھائ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وں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Toc520984001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103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02" w:history="1">
            <w:r w:rsidRPr="00BE23D4">
              <w:rPr>
                <w:rStyle w:val="Hyperlink"/>
                <w:rtl/>
                <w:lang w:bidi="ur-PK"/>
              </w:rPr>
              <w:t xml:space="preserve">برادران 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وسف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Toc520984002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107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03" w:history="1">
            <w:r w:rsidRPr="00BE23D4">
              <w:rPr>
                <w:rStyle w:val="Hyperlink"/>
                <w:rtl/>
                <w:lang w:bidi="ur-PK"/>
              </w:rPr>
              <w:t>ا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ک جز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رہ نش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ن مرد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Toc520984003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110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04" w:history="1">
            <w:r w:rsidRPr="00BE23D4">
              <w:rPr>
                <w:rStyle w:val="Hyperlink"/>
                <w:rtl/>
                <w:lang w:bidi="ur-PK"/>
              </w:rPr>
              <w:t>اصعم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اور ب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ابان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تائب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Toc520984004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111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05" w:history="1">
            <w:r w:rsidRPr="00BE23D4">
              <w:rPr>
                <w:rStyle w:val="Hyperlink"/>
                <w:rtl/>
                <w:lang w:bidi="ur-PK"/>
              </w:rPr>
              <w:t>صدق اور سچائ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توبہ کے باعث بنے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Toc520984005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112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06" w:history="1">
            <w:r w:rsidRPr="00BE23D4">
              <w:rPr>
                <w:rStyle w:val="Hyperlink"/>
                <w:rtl/>
                <w:lang w:bidi="ur-PK"/>
              </w:rPr>
              <w:t>ا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ک عج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ب وغر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ب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Toc520984006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07" w:history="1">
            <w:r w:rsidRPr="00BE23D4">
              <w:rPr>
                <w:rStyle w:val="Hyperlink"/>
                <w:rtl/>
                <w:lang w:bidi="ur-PK"/>
              </w:rPr>
              <w:t>بِشر حاف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Toc520984007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114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08" w:history="1">
            <w:r w:rsidRPr="00BE23D4">
              <w:rPr>
                <w:rStyle w:val="Hyperlink"/>
                <w:rtl/>
                <w:lang w:bidi="ur-PK"/>
              </w:rPr>
              <w:t>توبہ کرنے والا اھل بہشت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Toc520984008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114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09" w:history="1">
            <w:r w:rsidRPr="00BE23D4">
              <w:rPr>
                <w:rStyle w:val="Hyperlink"/>
                <w:rtl/>
                <w:lang w:bidi="ur-PK"/>
              </w:rPr>
              <w:t>ابو لبابہ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Toc520984009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115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10" w:history="1">
            <w:r w:rsidRPr="00BE23D4">
              <w:rPr>
                <w:rStyle w:val="Hyperlink"/>
                <w:rtl/>
                <w:lang w:bidi="ur-PK"/>
              </w:rPr>
              <w:t>ا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ک لوھار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Toc520984010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117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11" w:history="1">
            <w:r w:rsidRPr="00BE23D4">
              <w:rPr>
                <w:rStyle w:val="Hyperlink"/>
                <w:rtl/>
                <w:lang w:bidi="ur-PK"/>
              </w:rPr>
              <w:t xml:space="preserve">قوم 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ونس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Toc520984011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118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12" w:history="1">
            <w:r w:rsidRPr="00BE23D4">
              <w:rPr>
                <w:rStyle w:val="Hyperlink"/>
                <w:rtl/>
                <w:lang w:bidi="ur-PK"/>
              </w:rPr>
              <w:t>ا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ک جوان اس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ر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Toc520984012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13" w:history="1">
            <w:r w:rsidRPr="00BE23D4">
              <w:rPr>
                <w:rStyle w:val="Hyperlink"/>
                <w:rtl/>
                <w:lang w:bidi="ur-PK"/>
              </w:rPr>
              <w:t>ستمکار حکومت م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ں ا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ک ملازم شخص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Toc520984013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120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14" w:history="1">
            <w:r w:rsidRPr="00BE23D4">
              <w:rPr>
                <w:rStyle w:val="Hyperlink"/>
                <w:rtl/>
                <w:lang w:bidi="ur-PK"/>
              </w:rPr>
              <w:t>ح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رت انگ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ز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Toc520984014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15" w:history="1">
            <w:r w:rsidRPr="00BE23D4">
              <w:rPr>
                <w:rStyle w:val="Hyperlink"/>
                <w:rtl/>
                <w:lang w:bidi="ur-PK"/>
              </w:rPr>
              <w:t>گناھگار نے پُر معن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جملہ سے توبہ کرل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Toc520984015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122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 w:rsidP="005410A2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16" w:history="1">
            <w:r w:rsidRPr="00BE23D4">
              <w:rPr>
                <w:rStyle w:val="Hyperlink"/>
                <w:rtl/>
                <w:lang w:bidi="ur-PK"/>
              </w:rPr>
              <w:t>گر نم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پسند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تغ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ر دہ قضا را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Toc520984016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123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17" w:history="1">
            <w:r w:rsidRPr="00BE23D4">
              <w:rPr>
                <w:rStyle w:val="Hyperlink"/>
                <w:rtl/>
                <w:lang w:bidi="ur-PK"/>
              </w:rPr>
              <w:t>ھارون الرش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د کے ب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ٹے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Toc520984017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124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18" w:history="1">
            <w:r w:rsidRPr="00BE23D4">
              <w:rPr>
                <w:rStyle w:val="Hyperlink"/>
                <w:rtl/>
                <w:lang w:bidi="ur-PK"/>
              </w:rPr>
              <w:t>ا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ک آتش پرست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توبہ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Toc520984018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19" w:history="1">
            <w:r w:rsidRPr="00BE23D4">
              <w:rPr>
                <w:rStyle w:val="Hyperlink"/>
                <w:rtl/>
                <w:lang w:bidi="ur-PK"/>
              </w:rPr>
              <w:t>توبہ اور خدا سے صلح و صفا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Toc520984019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129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20" w:history="1">
            <w:r w:rsidRPr="00BE23D4">
              <w:rPr>
                <w:rStyle w:val="Hyperlink"/>
                <w:rtl/>
                <w:lang w:bidi="ur-PK"/>
              </w:rPr>
              <w:t>تقويٰ و پرھ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زگار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کے فوائد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Toc520984020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133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21" w:history="1">
            <w:r w:rsidRPr="00BE23D4">
              <w:rPr>
                <w:rStyle w:val="Hyperlink"/>
                <w:rtl/>
                <w:lang w:bidi="ur-PK"/>
              </w:rPr>
              <w:t>انسان اور اس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خواہشات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Toc520984021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133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22" w:history="1">
            <w:r w:rsidRPr="00BE23D4">
              <w:rPr>
                <w:rStyle w:val="Hyperlink"/>
                <w:rtl/>
                <w:lang w:bidi="ur-PK"/>
              </w:rPr>
              <w:t>انسان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نفس خود سب سے بڑا بت ہے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Toc520984022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135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23" w:history="1">
            <w:r w:rsidRPr="00BE23D4">
              <w:rPr>
                <w:rStyle w:val="Hyperlink"/>
                <w:rtl/>
                <w:lang w:bidi="ur-PK"/>
              </w:rPr>
              <w:t>جھاد اکبر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Toc520984023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137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24" w:history="1">
            <w:r w:rsidRPr="00BE23D4">
              <w:rPr>
                <w:rStyle w:val="Hyperlink"/>
                <w:rtl/>
                <w:lang w:bidi="ur-PK"/>
              </w:rPr>
              <w:t>”جھاد بالنفس“ (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عن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اپنے نفس سے جنگ کرنا)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Toc520984024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138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25" w:history="1">
            <w:r w:rsidRPr="00BE23D4">
              <w:rPr>
                <w:rStyle w:val="Hyperlink"/>
                <w:rtl/>
                <w:lang w:bidi="ur-PK"/>
              </w:rPr>
              <w:t>اصلاح نفس کا طر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قہ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Toc520984025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139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26" w:history="1">
            <w:r w:rsidRPr="00BE23D4">
              <w:rPr>
                <w:rStyle w:val="Hyperlink"/>
                <w:rtl/>
                <w:lang w:bidi="ur-PK"/>
              </w:rPr>
              <w:t>اصلاح نفس سے متعلق مسائل کے عناو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Toc520984026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147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27" w:history="1">
            <w:r w:rsidRPr="00BE23D4">
              <w:rPr>
                <w:rStyle w:val="Hyperlink"/>
                <w:rtl/>
                <w:lang w:bidi="ur-PK"/>
              </w:rPr>
              <w:t>ابن س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ر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ن اور خواب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تعب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Toc520984027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147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28" w:history="1">
            <w:r w:rsidRPr="00BE23D4">
              <w:rPr>
                <w:rStyle w:val="Hyperlink"/>
                <w:rtl/>
                <w:lang w:bidi="ur-PK"/>
              </w:rPr>
              <w:t>خداداد بے شمار دولت اور علم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Toc520984028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148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29" w:history="1">
            <w:r w:rsidRPr="00BE23D4">
              <w:rPr>
                <w:rStyle w:val="Hyperlink"/>
                <w:rtl/>
                <w:lang w:bidi="ur-PK"/>
              </w:rPr>
              <w:t>ا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ک پرھ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زگار اور ب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دار جوان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Toc520984029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149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30" w:history="1">
            <w:r w:rsidRPr="00BE23D4">
              <w:rPr>
                <w:rStyle w:val="Hyperlink"/>
                <w:rtl/>
                <w:lang w:bidi="ur-PK"/>
              </w:rPr>
              <w:t>ا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ک جوان عابد اور گناہ کے خطرہ پر توجہ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Toc520984030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31" w:history="1">
            <w:r w:rsidRPr="00BE23D4">
              <w:rPr>
                <w:rStyle w:val="Hyperlink"/>
                <w:rtl/>
                <w:lang w:bidi="ur-PK"/>
              </w:rPr>
              <w:t>پور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ائے ول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ل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کن اپنے نفس سے جنگ کرنے والا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Toc520984031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151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32" w:history="1">
            <w:r w:rsidRPr="00BE23D4">
              <w:rPr>
                <w:rStyle w:val="Hyperlink"/>
                <w:rtl/>
                <w:lang w:bidi="ur-PK"/>
              </w:rPr>
              <w:t>فرصت کو غن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مت جاننا چاہئے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Toc520984032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154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33" w:history="1">
            <w:r w:rsidRPr="00BE23D4">
              <w:rPr>
                <w:rStyle w:val="Hyperlink"/>
                <w:rtl/>
                <w:lang w:bidi="ur-PK"/>
              </w:rPr>
              <w:t>ن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وں سے مز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ن ہونا اور برائ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وں سے پرھ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ز کرنا (1)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Toc520984033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159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34" w:history="1">
            <w:r w:rsidRPr="00BE23D4">
              <w:rPr>
                <w:rStyle w:val="Hyperlink"/>
                <w:rtl/>
                <w:lang w:bidi="ur-PK"/>
              </w:rPr>
              <w:t>اھل ہدا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ت و صاحب فلاح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Toc520984034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160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35" w:history="1">
            <w:r w:rsidRPr="00BE23D4">
              <w:rPr>
                <w:rStyle w:val="Hyperlink"/>
                <w:rtl/>
                <w:lang w:bidi="ur-PK"/>
              </w:rPr>
              <w:t>غ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ب پر ا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مان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Toc520984035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160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 w:rsidP="005410A2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36" w:history="1">
            <w:r w:rsidRPr="00BE23D4">
              <w:rPr>
                <w:rStyle w:val="Hyperlink"/>
                <w:rtl/>
                <w:lang w:bidi="ur-PK"/>
              </w:rPr>
              <w:t>خدا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Toc520984036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161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37" w:history="1">
            <w:r w:rsidRPr="00BE23D4">
              <w:rPr>
                <w:rStyle w:val="Hyperlink"/>
                <w:rtl/>
                <w:lang w:bidi="ur-PK"/>
              </w:rPr>
              <w:t>فرشتے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Toc520984037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167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38" w:history="1">
            <w:r w:rsidRPr="00BE23D4">
              <w:rPr>
                <w:rStyle w:val="Hyperlink"/>
                <w:rtl/>
                <w:lang w:bidi="ur-PK"/>
              </w:rPr>
              <w:t>برزخ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Toc520984038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168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39" w:history="1">
            <w:r w:rsidRPr="00BE23D4">
              <w:rPr>
                <w:rStyle w:val="Hyperlink"/>
                <w:rtl/>
                <w:lang w:bidi="ur-PK"/>
              </w:rPr>
              <w:t>محشر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Toc520984039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170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40" w:history="1">
            <w:r w:rsidRPr="00BE23D4">
              <w:rPr>
                <w:rStyle w:val="Hyperlink"/>
                <w:rtl/>
                <w:lang w:bidi="ur-PK"/>
              </w:rPr>
              <w:t>حساب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Toc520984040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175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41" w:history="1">
            <w:r w:rsidRPr="00BE23D4">
              <w:rPr>
                <w:rStyle w:val="Hyperlink"/>
                <w:rtl/>
                <w:lang w:bidi="ur-PK"/>
              </w:rPr>
              <w:t>م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زان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Toc520984041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179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42" w:history="1">
            <w:r w:rsidRPr="00BE23D4">
              <w:rPr>
                <w:rStyle w:val="Hyperlink"/>
                <w:rtl/>
                <w:lang w:bidi="ur-PK"/>
              </w:rPr>
              <w:t>بہشت و جہنم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Toc520984042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181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43" w:history="1">
            <w:r w:rsidRPr="00BE23D4">
              <w:rPr>
                <w:rStyle w:val="Hyperlink"/>
                <w:rtl/>
                <w:lang w:bidi="ur-PK"/>
              </w:rPr>
              <w:t>نماز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Toc520984043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184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44" w:history="1">
            <w:r w:rsidRPr="00BE23D4">
              <w:rPr>
                <w:rStyle w:val="Hyperlink"/>
                <w:rtl/>
                <w:lang w:bidi="ur-PK"/>
              </w:rPr>
              <w:t>انفاق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Toc520984044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187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45" w:history="1">
            <w:r w:rsidRPr="00BE23D4">
              <w:rPr>
                <w:rStyle w:val="Hyperlink"/>
                <w:rtl/>
                <w:lang w:bidi="ur-PK"/>
              </w:rPr>
              <w:t>صدقہ و انفاق کے سلسلہ م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ں ا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ک عج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ب و غر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ب و اقعہ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Toc520984045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191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46" w:history="1">
            <w:r w:rsidRPr="00BE23D4">
              <w:rPr>
                <w:rStyle w:val="Hyperlink"/>
                <w:rtl/>
                <w:lang w:bidi="ur-PK"/>
              </w:rPr>
              <w:t>امام جواد عل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ہ السلام کے نام امام رضا عل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ہ السلام کا ا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ک اھم خط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Toc520984046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192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47" w:history="1">
            <w:r w:rsidRPr="00BE23D4">
              <w:rPr>
                <w:rStyle w:val="Hyperlink"/>
                <w:rtl/>
                <w:lang w:bidi="ur-PK"/>
              </w:rPr>
              <w:t>ماں باپ کے ساتھ ن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Toc520984047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194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48" w:history="1">
            <w:r w:rsidRPr="00BE23D4">
              <w:rPr>
                <w:rStyle w:val="Hyperlink"/>
                <w:rtl/>
                <w:lang w:bidi="ur-PK"/>
              </w:rPr>
              <w:t>رشتہ داروں سے ن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Toc520984048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197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49" w:history="1">
            <w:r w:rsidRPr="00BE23D4">
              <w:rPr>
                <w:rStyle w:val="Hyperlink"/>
                <w:rtl/>
                <w:lang w:bidi="ur-PK"/>
              </w:rPr>
              <w:t>ن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وں سے مز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ن ہونا اور برائ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وں سے پرھ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ز کرنا (2)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Toc520984049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205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50" w:history="1"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ت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موں پر احسان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Toc520984050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205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51" w:history="1">
            <w:r w:rsidRPr="00BE23D4">
              <w:rPr>
                <w:rStyle w:val="Hyperlink"/>
                <w:rtl/>
                <w:lang w:bidi="ur-PK"/>
              </w:rPr>
              <w:t>مسک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نوں پر احسان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Toc520984051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206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52" w:history="1">
            <w:r w:rsidRPr="00BE23D4">
              <w:rPr>
                <w:rStyle w:val="Hyperlink"/>
                <w:rtl/>
                <w:lang w:bidi="ur-PK"/>
              </w:rPr>
              <w:t>ن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ک گفتار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Toc520984052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209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53" w:history="1">
            <w:r w:rsidRPr="00BE23D4">
              <w:rPr>
                <w:rStyle w:val="Hyperlink"/>
                <w:rtl/>
                <w:lang w:bidi="ur-PK"/>
              </w:rPr>
              <w:t>اخلاص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Toc520984053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211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54" w:history="1">
            <w:r w:rsidRPr="00BE23D4">
              <w:rPr>
                <w:rStyle w:val="Hyperlink"/>
                <w:rtl/>
                <w:lang w:bidi="ur-PK"/>
              </w:rPr>
              <w:t>صبر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Toc520984054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214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55" w:history="1">
            <w:r w:rsidRPr="00BE23D4">
              <w:rPr>
                <w:rStyle w:val="Hyperlink"/>
                <w:rtl/>
                <w:lang w:bidi="ur-PK"/>
              </w:rPr>
              <w:t>مال حلال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Toc520984055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216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 w:rsidP="005410A2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56" w:history="1">
            <w:r w:rsidRPr="00BE23D4">
              <w:rPr>
                <w:rStyle w:val="Hyperlink"/>
                <w:rtl/>
                <w:lang w:bidi="ur-PK"/>
              </w:rPr>
              <w:t>تقويٰ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Toc520984056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218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57" w:history="1">
            <w:r w:rsidRPr="00BE23D4">
              <w:rPr>
                <w:rStyle w:val="Hyperlink"/>
                <w:rtl/>
                <w:lang w:bidi="ur-PK"/>
              </w:rPr>
              <w:t>ن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Toc520984057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220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58" w:history="1">
            <w:r w:rsidRPr="00BE23D4">
              <w:rPr>
                <w:rStyle w:val="Hyperlink"/>
                <w:rtl/>
                <w:lang w:bidi="ur-PK"/>
              </w:rPr>
              <w:t>غ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Toc520984058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221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59" w:history="1">
            <w:r w:rsidRPr="00BE23D4">
              <w:rPr>
                <w:rStyle w:val="Hyperlink"/>
                <w:rtl/>
                <w:lang w:bidi="ur-PK"/>
              </w:rPr>
              <w:t>عبرت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Toc520984059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222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60" w:history="1">
            <w:r w:rsidRPr="00BE23D4">
              <w:rPr>
                <w:rStyle w:val="Hyperlink"/>
                <w:rtl/>
                <w:lang w:bidi="ur-PK"/>
              </w:rPr>
              <w:t>خ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Toc520984060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223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61" w:history="1">
            <w:r w:rsidRPr="00BE23D4">
              <w:rPr>
                <w:rStyle w:val="Hyperlink"/>
                <w:rtl/>
                <w:lang w:bidi="ur-PK"/>
              </w:rPr>
              <w:t>تحص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ل علم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Toc520984061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224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62" w:history="1">
            <w:r w:rsidRPr="00BE23D4">
              <w:rPr>
                <w:rStyle w:val="Hyperlink"/>
                <w:rtl/>
                <w:lang w:bidi="ur-PK"/>
              </w:rPr>
              <w:t>ام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د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Toc520984062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225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63" w:history="1">
            <w:r w:rsidRPr="00BE23D4">
              <w:rPr>
                <w:rStyle w:val="Hyperlink"/>
                <w:rtl/>
                <w:lang w:bidi="ur-PK"/>
              </w:rPr>
              <w:t>عدا</w:t>
            </w:r>
            <w:r w:rsidRPr="00BE23D4">
              <w:rPr>
                <w:rStyle w:val="Hyperlink"/>
                <w:rtl/>
                <w:lang w:bidi="ur-PK"/>
              </w:rPr>
              <w:t>ل</w:t>
            </w:r>
            <w:r w:rsidRPr="00BE23D4">
              <w:rPr>
                <w:rStyle w:val="Hyperlink"/>
                <w:rtl/>
                <w:lang w:bidi="ur-PK"/>
              </w:rPr>
              <w:t>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Toc520984063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227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64" w:history="1">
            <w:r w:rsidRPr="00BE23D4">
              <w:rPr>
                <w:rStyle w:val="Hyperlink"/>
                <w:rtl/>
                <w:lang w:bidi="ur-PK"/>
              </w:rPr>
              <w:t>س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ئات اور برائ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اں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Toc520984064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235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65" w:history="1">
            <w:r w:rsidRPr="00BE23D4">
              <w:rPr>
                <w:rStyle w:val="Hyperlink"/>
                <w:rtl/>
                <w:lang w:bidi="ur-PK"/>
              </w:rPr>
              <w:t>جھوٹ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Toc520984065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235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66" w:history="1">
            <w:r w:rsidRPr="00BE23D4">
              <w:rPr>
                <w:rStyle w:val="Hyperlink"/>
                <w:rtl/>
                <w:lang w:bidi="ur-PK"/>
              </w:rPr>
              <w:t>تھمت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Toc520984066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237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67" w:history="1">
            <w:r w:rsidRPr="00BE23D4">
              <w:rPr>
                <w:rStyle w:val="Hyperlink"/>
                <w:rtl/>
                <w:lang w:bidi="ur-PK"/>
              </w:rPr>
              <w:t>غ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بت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Toc520984067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238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68" w:history="1">
            <w:r w:rsidRPr="00BE23D4">
              <w:rPr>
                <w:rStyle w:val="Hyperlink"/>
                <w:rtl/>
                <w:lang w:bidi="ur-PK"/>
              </w:rPr>
              <w:t>استہزاء اور مسخرہ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Toc520984068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239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69" w:history="1">
            <w:r w:rsidRPr="00BE23D4">
              <w:rPr>
                <w:rStyle w:val="Hyperlink"/>
                <w:rtl/>
                <w:lang w:bidi="ur-PK"/>
              </w:rPr>
              <w:t>جھوٹ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قسم کھانا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Toc520984069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240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70" w:history="1">
            <w:r w:rsidRPr="00BE23D4">
              <w:rPr>
                <w:rStyle w:val="Hyperlink"/>
                <w:rtl/>
                <w:lang w:bidi="ur-PK"/>
              </w:rPr>
              <w:t>حرام شھوت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Toc520984070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240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71" w:history="1">
            <w:r w:rsidRPr="00BE23D4">
              <w:rPr>
                <w:rStyle w:val="Hyperlink"/>
                <w:rtl/>
                <w:lang w:bidi="ur-PK"/>
              </w:rPr>
              <w:t>ظلم و ستم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Toc520984071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242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72" w:history="1">
            <w:r w:rsidRPr="00BE23D4">
              <w:rPr>
                <w:rStyle w:val="Hyperlink"/>
                <w:rtl/>
                <w:lang w:bidi="ur-PK"/>
              </w:rPr>
              <w:t>غ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ظ و غضب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Toc520984072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244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73" w:history="1">
            <w:r w:rsidRPr="00BE23D4">
              <w:rPr>
                <w:rStyle w:val="Hyperlink"/>
                <w:rtl/>
                <w:lang w:bidi="ur-PK"/>
              </w:rPr>
              <w:t>بغض و ک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نہ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Toc520984073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245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74" w:history="1">
            <w:r w:rsidRPr="00BE23D4">
              <w:rPr>
                <w:rStyle w:val="Hyperlink"/>
                <w:rtl/>
                <w:lang w:bidi="ur-PK"/>
              </w:rPr>
              <w:t>بخل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Toc520984074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246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75" w:history="1">
            <w:r w:rsidRPr="00BE23D4">
              <w:rPr>
                <w:rStyle w:val="Hyperlink"/>
                <w:rtl/>
                <w:lang w:bidi="ur-PK"/>
              </w:rPr>
              <w:t>احتکار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Toc520984075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247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 w:rsidP="005410A2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76" w:history="1">
            <w:r w:rsidRPr="00BE23D4">
              <w:rPr>
                <w:rStyle w:val="Hyperlink"/>
                <w:rtl/>
                <w:lang w:bidi="ur-PK"/>
              </w:rPr>
              <w:t>حبّ دن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Toc520984076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248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77" w:history="1">
            <w:r w:rsidRPr="00BE23D4">
              <w:rPr>
                <w:rStyle w:val="Hyperlink"/>
                <w:rtl/>
                <w:lang w:bidi="ur-PK"/>
              </w:rPr>
              <w:t>خ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انت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Toc520984077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250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78" w:history="1">
            <w:r w:rsidRPr="00BE23D4">
              <w:rPr>
                <w:rStyle w:val="Hyperlink"/>
                <w:rtl/>
                <w:lang w:bidi="ur-PK"/>
              </w:rPr>
              <w:t>شرابخور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Toc520984078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252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79" w:history="1">
            <w:r w:rsidRPr="00BE23D4">
              <w:rPr>
                <w:rStyle w:val="Hyperlink"/>
                <w:rtl/>
                <w:lang w:bidi="ur-PK"/>
              </w:rPr>
              <w:t>گال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اں اور ناز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با الفاظ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Toc520984079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254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80" w:history="1">
            <w:r w:rsidRPr="00BE23D4">
              <w:rPr>
                <w:rStyle w:val="Hyperlink"/>
                <w:rtl/>
                <w:lang w:bidi="ur-PK"/>
              </w:rPr>
              <w:t>اسراف (فضول خرچ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>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Toc520984080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255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81" w:history="1">
            <w:r w:rsidRPr="00BE23D4">
              <w:rPr>
                <w:rStyle w:val="Hyperlink"/>
                <w:rtl/>
                <w:lang w:bidi="ur-PK"/>
              </w:rPr>
              <w:t>ملاوٹ اور دھوکہ باز</w:t>
            </w:r>
            <w:r w:rsidRPr="00BE23D4">
              <w:rPr>
                <w:rStyle w:val="Hyperlink"/>
                <w:rFonts w:hint="cs"/>
                <w:rtl/>
                <w:lang w:bidi="ur-PK"/>
              </w:rPr>
              <w:t>ی</w:t>
            </w:r>
            <w:r w:rsidRPr="00BE23D4">
              <w:rPr>
                <w:rStyle w:val="Hyperlink"/>
                <w:rtl/>
                <w:lang w:bidi="ur-PK"/>
              </w:rPr>
              <w:t xml:space="preserve"> کرنا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Toc520984081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256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82" w:history="1">
            <w:r w:rsidRPr="00BE23D4">
              <w:rPr>
                <w:rStyle w:val="Hyperlink"/>
                <w:rtl/>
                <w:lang w:bidi="ur-PK"/>
              </w:rPr>
              <w:t>ربا (سود)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Toc520984082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257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83" w:history="1">
            <w:r w:rsidRPr="00BE23D4">
              <w:rPr>
                <w:rStyle w:val="Hyperlink"/>
                <w:rtl/>
                <w:lang w:bidi="ur-PK"/>
              </w:rPr>
              <w:t>تکبر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Toc520984083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259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20984084" w:history="1">
            <w:r w:rsidRPr="00BE23D4">
              <w:rPr>
                <w:rStyle w:val="Hyperlink"/>
                <w:rtl/>
                <w:lang w:bidi="ur-PK"/>
              </w:rPr>
              <w:t>فھرس</w:t>
            </w:r>
            <w:r w:rsidRPr="00BE23D4">
              <w:rPr>
                <w:rStyle w:val="Hyperlink"/>
                <w:rtl/>
                <w:lang w:bidi="ur-PK"/>
              </w:rPr>
              <w:t>ت</w:t>
            </w:r>
            <w:r w:rsidRPr="00BE23D4">
              <w:rPr>
                <w:rStyle w:val="Hyperlink"/>
                <w:rtl/>
                <w:lang w:bidi="ur-PK"/>
              </w:rPr>
              <w:t xml:space="preserve"> منابع و ماخذ</w:t>
            </w:r>
            <w:r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</w:rPr>
              <w:instrText>PAGEREF</w:instrText>
            </w:r>
            <w:r>
              <w:rPr>
                <w:webHidden/>
                <w:rtl/>
              </w:rPr>
              <w:instrText xml:space="preserve"> _</w:instrText>
            </w:r>
            <w:r>
              <w:rPr>
                <w:webHidden/>
              </w:rPr>
              <w:instrText>Toc520984084 \h</w:instrText>
            </w:r>
            <w:r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>
              <w:rPr>
                <w:webHidden/>
                <w:rtl/>
              </w:rPr>
              <w:t>264</w:t>
            </w:r>
            <w:r>
              <w:rPr>
                <w:webHidden/>
                <w:rtl/>
              </w:rPr>
              <w:fldChar w:fldCharType="end"/>
            </w:r>
          </w:hyperlink>
        </w:p>
        <w:p w:rsidR="00C67A6A" w:rsidRDefault="00C67A6A" w:rsidP="005410A2">
          <w:pPr>
            <w:pStyle w:val="libNormal"/>
          </w:pPr>
          <w:r>
            <w:fldChar w:fldCharType="end"/>
          </w:r>
        </w:p>
        <w:bookmarkStart w:id="148" w:name="_GoBack" w:displacedByCustomXml="next"/>
      </w:sdtContent>
    </w:sdt>
    <w:bookmarkEnd w:id="148" w:displacedByCustomXml="prev"/>
    <w:sectPr w:rsidR="00C67A6A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A5F" w:rsidRDefault="00773A5F">
      <w:r>
        <w:separator/>
      </w:r>
    </w:p>
  </w:endnote>
  <w:endnote w:type="continuationSeparator" w:id="0">
    <w:p w:rsidR="00773A5F" w:rsidRDefault="00773A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altName w:val="Times New Roman"/>
    <w:charset w:val="00"/>
    <w:family w:val="auto"/>
    <w:pitch w:val="variable"/>
    <w:sig w:usb0="00000000" w:usb1="00000000" w:usb2="00000000" w:usb3="00000000" w:csb0="00000041" w:csb1="00000000"/>
  </w:font>
  <w:font w:name="Al Qalam 1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Nafees Web Naskh">
    <w:altName w:val="Segoe UI"/>
    <w:charset w:val="00"/>
    <w:family w:val="auto"/>
    <w:pitch w:val="variable"/>
    <w:sig w:usb0="00000000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CEF" w:rsidRDefault="00024CEF" w:rsidP="00826B03">
    <w:pPr>
      <w:ind w:firstLine="0"/>
      <w:rPr>
        <w:lang w:bidi="ur-PK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CEF" w:rsidRPr="00826B03" w:rsidRDefault="00024CEF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A5F" w:rsidRDefault="00773A5F">
      <w:r>
        <w:separator/>
      </w:r>
    </w:p>
  </w:footnote>
  <w:footnote w:type="continuationSeparator" w:id="0">
    <w:p w:rsidR="00773A5F" w:rsidRDefault="00773A5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 w15:restartNumberingAfterBreak="0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 w15:restartNumberingAfterBreak="0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 w15:restartNumberingAfterBreak="0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 w15:restartNumberingAfterBreak="0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 w15:restartNumberingAfterBreak="0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 w15:restartNumberingAfterBreak="0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 w15:restartNumberingAfterBreak="0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 w15:restartNumberingAfterBreak="0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 w15:restartNumberingAfterBreak="0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 w15:restartNumberingAfterBreak="0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 w15:restartNumberingAfterBreak="0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 w15:restartNumberingAfterBreak="0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 w15:restartNumberingAfterBreak="0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 w15:restartNumberingAfterBreak="0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 w15:restartNumberingAfterBreak="0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 w15:restartNumberingAfterBreak="0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 w15:restartNumberingAfterBreak="0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 w15:restartNumberingAfterBreak="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 w15:restartNumberingAfterBreak="0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 w15:restartNumberingAfterBreak="0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 w15:restartNumberingAfterBreak="0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 w15:restartNumberingAfterBreak="0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 w15:restartNumberingAfterBreak="0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 w15:restartNumberingAfterBreak="0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 w15:restartNumberingAfterBreak="0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 w15:restartNumberingAfterBreak="0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 w15:restartNumberingAfterBreak="0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 w15:restartNumberingAfterBreak="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 w15:restartNumberingAfterBreak="0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 w15:restartNumberingAfterBreak="0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 w15:restartNumberingAfterBreak="0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 w15:restartNumberingAfterBreak="0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 w15:restartNumberingAfterBreak="0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hideSpellingErrors/>
  <w:hideGrammaticalErrors/>
  <w:activeWritingStyle w:appName="MSWord" w:lang="en-US" w:vendorID="64" w:dllVersion="131078" w:nlCheck="1" w:checkStyle="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3CDD"/>
    <w:rsid w:val="00000D5B"/>
    <w:rsid w:val="000011FF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1BC7"/>
    <w:rsid w:val="0002219A"/>
    <w:rsid w:val="00022485"/>
    <w:rsid w:val="00022F84"/>
    <w:rsid w:val="00023A66"/>
    <w:rsid w:val="0002407A"/>
    <w:rsid w:val="00024A07"/>
    <w:rsid w:val="00024C40"/>
    <w:rsid w:val="00024CEF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1D8B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211C"/>
    <w:rsid w:val="0005371B"/>
    <w:rsid w:val="000543D6"/>
    <w:rsid w:val="00054406"/>
    <w:rsid w:val="00055913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3B1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BDD"/>
    <w:rsid w:val="000C2C6C"/>
    <w:rsid w:val="000C2EF2"/>
    <w:rsid w:val="000C371D"/>
    <w:rsid w:val="000C39A1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A83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B75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5F42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EB1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C49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1B0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97F22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0847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07FE9"/>
    <w:rsid w:val="00310A38"/>
    <w:rsid w:val="00310A78"/>
    <w:rsid w:val="00310D1D"/>
    <w:rsid w:val="003112A9"/>
    <w:rsid w:val="00311515"/>
    <w:rsid w:val="003129CD"/>
    <w:rsid w:val="00314971"/>
    <w:rsid w:val="00316A6A"/>
    <w:rsid w:val="00317471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4F6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5ADE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37EF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93D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0C6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8BF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76253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87200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21B0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064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5746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9A5"/>
    <w:rsid w:val="00526F51"/>
    <w:rsid w:val="00527C4F"/>
    <w:rsid w:val="0053090B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A2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81"/>
    <w:rsid w:val="00562EED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206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6CD7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E51"/>
    <w:rsid w:val="005E4F33"/>
    <w:rsid w:val="005E5B70"/>
    <w:rsid w:val="005E6836"/>
    <w:rsid w:val="005E70E9"/>
    <w:rsid w:val="005E7CDB"/>
    <w:rsid w:val="005E7D12"/>
    <w:rsid w:val="005E7F9C"/>
    <w:rsid w:val="005F01A7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61D"/>
    <w:rsid w:val="005F5A05"/>
    <w:rsid w:val="005F6056"/>
    <w:rsid w:val="005F61B2"/>
    <w:rsid w:val="005F6CCF"/>
    <w:rsid w:val="005F6F24"/>
    <w:rsid w:val="005F74B7"/>
    <w:rsid w:val="005F7B3B"/>
    <w:rsid w:val="00600129"/>
    <w:rsid w:val="00600951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9ED"/>
    <w:rsid w:val="00607DB4"/>
    <w:rsid w:val="006102E8"/>
    <w:rsid w:val="00610B46"/>
    <w:rsid w:val="00611DD0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11B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392"/>
    <w:rsid w:val="006409A0"/>
    <w:rsid w:val="00640F1F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D723B"/>
    <w:rsid w:val="006E113A"/>
    <w:rsid w:val="006E15D5"/>
    <w:rsid w:val="006E17EF"/>
    <w:rsid w:val="006E184C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45F"/>
    <w:rsid w:val="006F1887"/>
    <w:rsid w:val="006F1D42"/>
    <w:rsid w:val="006F2405"/>
    <w:rsid w:val="006F43C8"/>
    <w:rsid w:val="006F5908"/>
    <w:rsid w:val="006F5C39"/>
    <w:rsid w:val="006F5C63"/>
    <w:rsid w:val="006F5E65"/>
    <w:rsid w:val="006F6061"/>
    <w:rsid w:val="006F67C1"/>
    <w:rsid w:val="006F6A7F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5CD5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51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1E65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5BFB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465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A5F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0AA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813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3C88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99B"/>
    <w:rsid w:val="007F7B4E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0EF5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9B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3923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A61D8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2EF1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313"/>
    <w:rsid w:val="008E571A"/>
    <w:rsid w:val="008E76F6"/>
    <w:rsid w:val="008F0139"/>
    <w:rsid w:val="008F087E"/>
    <w:rsid w:val="008F1C0E"/>
    <w:rsid w:val="008F1F13"/>
    <w:rsid w:val="008F2327"/>
    <w:rsid w:val="008F258C"/>
    <w:rsid w:val="008F2738"/>
    <w:rsid w:val="008F34C0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5FC"/>
    <w:rsid w:val="009026B3"/>
    <w:rsid w:val="00902A76"/>
    <w:rsid w:val="00902C8C"/>
    <w:rsid w:val="00903524"/>
    <w:rsid w:val="00903B66"/>
    <w:rsid w:val="00903F24"/>
    <w:rsid w:val="009043D6"/>
    <w:rsid w:val="009046DF"/>
    <w:rsid w:val="009052B3"/>
    <w:rsid w:val="0090536D"/>
    <w:rsid w:val="009054BD"/>
    <w:rsid w:val="00906C0A"/>
    <w:rsid w:val="00906EF5"/>
    <w:rsid w:val="0090720E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5D3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44C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4FA1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E7D8D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CC"/>
    <w:rsid w:val="00A30F05"/>
    <w:rsid w:val="00A32AEF"/>
    <w:rsid w:val="00A332A8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27E"/>
    <w:rsid w:val="00A73550"/>
    <w:rsid w:val="00A73F3E"/>
    <w:rsid w:val="00A7410F"/>
    <w:rsid w:val="00A745EB"/>
    <w:rsid w:val="00A745F6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DB7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262B"/>
    <w:rsid w:val="00A93200"/>
    <w:rsid w:val="00A9330B"/>
    <w:rsid w:val="00A935AF"/>
    <w:rsid w:val="00A939E9"/>
    <w:rsid w:val="00A944CA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4E3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2E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A1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73A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1DBD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0D53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07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763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9F0"/>
    <w:rsid w:val="00B85E1A"/>
    <w:rsid w:val="00B872EF"/>
    <w:rsid w:val="00B87355"/>
    <w:rsid w:val="00B87B84"/>
    <w:rsid w:val="00B90A19"/>
    <w:rsid w:val="00B90C01"/>
    <w:rsid w:val="00B90E35"/>
    <w:rsid w:val="00B911FB"/>
    <w:rsid w:val="00B91B0A"/>
    <w:rsid w:val="00B92923"/>
    <w:rsid w:val="00B931B4"/>
    <w:rsid w:val="00B93445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0B7F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2C5"/>
    <w:rsid w:val="00BC534F"/>
    <w:rsid w:val="00BC665E"/>
    <w:rsid w:val="00BC6DCB"/>
    <w:rsid w:val="00BC717E"/>
    <w:rsid w:val="00BD00F1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57B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49F0"/>
    <w:rsid w:val="00C65639"/>
    <w:rsid w:val="00C6636C"/>
    <w:rsid w:val="00C666BE"/>
    <w:rsid w:val="00C667E4"/>
    <w:rsid w:val="00C66993"/>
    <w:rsid w:val="00C67434"/>
    <w:rsid w:val="00C67595"/>
    <w:rsid w:val="00C67A6A"/>
    <w:rsid w:val="00C67B99"/>
    <w:rsid w:val="00C67C87"/>
    <w:rsid w:val="00C67F97"/>
    <w:rsid w:val="00C7061B"/>
    <w:rsid w:val="00C70660"/>
    <w:rsid w:val="00C72E78"/>
    <w:rsid w:val="00C73093"/>
    <w:rsid w:val="00C731C7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65D"/>
    <w:rsid w:val="00CB0987"/>
    <w:rsid w:val="00CB1064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B7E8E"/>
    <w:rsid w:val="00CC0459"/>
    <w:rsid w:val="00CC0833"/>
    <w:rsid w:val="00CC08B3"/>
    <w:rsid w:val="00CC12F9"/>
    <w:rsid w:val="00CC1430"/>
    <w:rsid w:val="00CC156E"/>
    <w:rsid w:val="00CC1AAB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5E6D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0DF3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5D4C"/>
    <w:rsid w:val="00CF60DD"/>
    <w:rsid w:val="00CF6545"/>
    <w:rsid w:val="00CF68E9"/>
    <w:rsid w:val="00CF703C"/>
    <w:rsid w:val="00CF77B8"/>
    <w:rsid w:val="00CF7FD5"/>
    <w:rsid w:val="00D00270"/>
    <w:rsid w:val="00D006C2"/>
    <w:rsid w:val="00D01CC6"/>
    <w:rsid w:val="00D02587"/>
    <w:rsid w:val="00D02AF9"/>
    <w:rsid w:val="00D02CEA"/>
    <w:rsid w:val="00D02F47"/>
    <w:rsid w:val="00D030AB"/>
    <w:rsid w:val="00D030F7"/>
    <w:rsid w:val="00D0389B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320A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269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4D14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1E65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3D"/>
    <w:rsid w:val="00D718B1"/>
    <w:rsid w:val="00D71BAC"/>
    <w:rsid w:val="00D7208E"/>
    <w:rsid w:val="00D724D0"/>
    <w:rsid w:val="00D7251E"/>
    <w:rsid w:val="00D7331A"/>
    <w:rsid w:val="00D7478B"/>
    <w:rsid w:val="00D7499D"/>
    <w:rsid w:val="00D74AC7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C2D"/>
    <w:rsid w:val="00D83E34"/>
    <w:rsid w:val="00D840C2"/>
    <w:rsid w:val="00D841DF"/>
    <w:rsid w:val="00D84784"/>
    <w:rsid w:val="00D84ECA"/>
    <w:rsid w:val="00D854D7"/>
    <w:rsid w:val="00D854E7"/>
    <w:rsid w:val="00D85C91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254"/>
    <w:rsid w:val="00D9469B"/>
    <w:rsid w:val="00D94DCC"/>
    <w:rsid w:val="00D94DE7"/>
    <w:rsid w:val="00D9553B"/>
    <w:rsid w:val="00D9576F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573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07ADA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65B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C2F"/>
    <w:rsid w:val="00E36D0B"/>
    <w:rsid w:val="00E36F59"/>
    <w:rsid w:val="00E3710A"/>
    <w:rsid w:val="00E37A85"/>
    <w:rsid w:val="00E37D13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9D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2D20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16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7D6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2B0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8A6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77424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2822"/>
    <w:rsid w:val="00FC2F6E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704C"/>
    <w:rsid w:val="00FC70B5"/>
    <w:rsid w:val="00FC7B7A"/>
    <w:rsid w:val="00FC7E60"/>
    <w:rsid w:val="00FC7E97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6F78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45EE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AEAEEF5"/>
  <w15:docId w15:val="{5B81010E-526A-4A89-9A2B-70891A4278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E3539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E3539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/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rFonts w:ascii="Noto Nastaliq Urdu" w:eastAsia="Calibri" w:hAnsi="Noto Nastaliq Urdu" w:cs="Noto Nastaliq Urdu"/>
      <w:b/>
      <w:noProof/>
      <w:color w:val="C00000"/>
      <w:sz w:val="22"/>
      <w:szCs w:val="24"/>
      <w:vertAlign w:val="superscript"/>
      <w:lang w:bidi="fa-IR"/>
    </w:rPr>
  </w:style>
  <w:style w:type="character" w:customStyle="1" w:styleId="libEnChar">
    <w:name w:val="libEn Char"/>
    <w:basedOn w:val="libNormalChar"/>
    <w:link w:val="libEn"/>
    <w:rsid w:val="004B3F28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eastAsia="Noto Nastaliq Urdu" w:hAnsi="Traditional Arabic" w:cs="Traditional Arabic"/>
      <w:b/>
      <w:noProof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rFonts w:ascii="Noto Nastaliq Urdu" w:eastAsia="Noto Nastaliq Urdu" w:hAnsi="Noto Nastaliq Urdu" w:cs="Noto Nastaliq Urdu"/>
      <w:b/>
      <w:bCs/>
      <w:noProof/>
      <w:color w:val="000000" w:themeColor="text1"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rFonts w:ascii="Noto Nastaliq Urdu" w:eastAsia="Noto Nastaliq Urdu" w:hAnsi="Noto Nastaliq Urdu" w:cs="Noto Nastaliq Urdu"/>
      <w:b/>
      <w:bCs/>
      <w:noProof/>
      <w:color w:val="000000" w:themeColor="text1"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ascii="Noto Nastaliq Urdu" w:eastAsia="Calibri" w:hAnsi="Noto Nastaliq Urdu" w:cs="Traditional Arabic"/>
      <w:b/>
      <w:noProof/>
      <w:color w:val="008000"/>
      <w:sz w:val="18"/>
      <w:szCs w:val="18"/>
      <w:lang w:bidi="fa-IR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rFonts w:ascii="Noto Nastaliq Urdu" w:eastAsia="Calibri" w:hAnsi="Noto Nastaliq Urdu" w:cs="Noto Nastaliq Urdu"/>
      <w:b/>
      <w:bCs/>
      <w:noProof/>
      <w:color w:val="000000" w:themeColor="text1"/>
      <w:sz w:val="18"/>
      <w:szCs w:val="18"/>
      <w:lang w:bidi="fa-IR"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ascii="Noto Nastaliq Urdu" w:eastAsia="Calibri" w:hAnsi="Noto Nastaliq Urdu" w:cs="Noto Nastaliq Urdu"/>
      <w:b/>
      <w:noProof/>
      <w:color w:val="000000" w:themeColor="text1"/>
      <w:sz w:val="18"/>
      <w:szCs w:val="18"/>
      <w:lang w:bidi="fa-IR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ascii="Noto Nastaliq Urdu" w:eastAsia="Noto Nastaliq Urdu" w:hAnsi="Noto Nastaliq Urdu" w:cs="Rafed Alaem"/>
      <w:b/>
      <w:noProof/>
      <w:color w:val="000000" w:themeColor="text1"/>
      <w:sz w:val="24"/>
      <w:szCs w:val="24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ascii="Noto Nastaliq Urdu" w:eastAsia="Calibri" w:hAnsi="Noto Nastaliq Urdu" w:cs="Rafed Alaem"/>
      <w:b/>
      <w:noProof/>
      <w:color w:val="000000" w:themeColor="text1"/>
      <w:sz w:val="18"/>
      <w:szCs w:val="24"/>
      <w:lang w:bidi="fa-IR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641D3E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641D3E"/>
    <w:rPr>
      <w:rFonts w:ascii="Traditional Arabic" w:eastAsia="Noto Nastaliq Urdu" w:hAnsi="Traditional Arabic" w:cs="Traditional Arabic"/>
      <w:b/>
      <w:noProof/>
      <w:color w:val="000000" w:themeColor="text1"/>
      <w:sz w:val="36"/>
      <w:szCs w:val="36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 w:cs="Traditional Arabic"/>
      <w:b/>
      <w:noProof/>
      <w:color w:val="000000"/>
      <w:sz w:val="36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CB6949-56E6-4E48-932A-61DE2A7D50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219</TotalTime>
  <Pages>280</Pages>
  <Words>80216</Words>
  <Characters>457234</Characters>
  <Application>Microsoft Office Word</Application>
  <DocSecurity>0</DocSecurity>
  <Lines>3810</Lines>
  <Paragraphs>1072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536378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52</cp:revision>
  <cp:lastPrinted>2018-07-25T08:50:00Z</cp:lastPrinted>
  <dcterms:created xsi:type="dcterms:W3CDTF">2018-08-01T07:58:00Z</dcterms:created>
  <dcterms:modified xsi:type="dcterms:W3CDTF">2018-08-02T10:10:00Z</dcterms:modified>
</cp:coreProperties>
</file>